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spacing w:lineRule="auto" w:line="360"/>
        <w:jc w:val="center"/>
        <w:rPr>
          <w:rFonts w:cs="Arial" w:ascii="Arial" w:hAnsi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 xml:space="preserve">BILL OF SALE FOR </w:t>
      </w:r>
      <w:r>
        <w:rPr>
          <w:rFonts w:cs="Arial" w:ascii="Arial" w:hAnsi="Arial"/>
          <w:b/>
          <w:bCs/>
          <w:sz w:val="20"/>
          <w:szCs w:val="20"/>
        </w:rPr>
        <w:t xml:space="preserve">USED </w:t>
      </w:r>
      <w:r>
        <w:rPr>
          <w:rFonts w:cs="Arial" w:ascii="Arial" w:hAnsi="Arial"/>
          <w:b/>
          <w:bCs/>
          <w:sz w:val="20"/>
          <w:szCs w:val="20"/>
        </w:rPr>
        <w:t>GUN</w:t>
      </w:r>
    </w:p>
    <w:tbl>
      <w:tblPr>
        <w:jc w:val="left"/>
        <w:tblInd w:w="0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87"/>
        <w:gridCol w:w="160"/>
        <w:gridCol w:w="92"/>
        <w:gridCol w:w="410"/>
        <w:gridCol w:w="904"/>
        <w:gridCol w:w="647"/>
        <w:gridCol w:w="1"/>
        <w:gridCol w:w="274"/>
        <w:gridCol w:w="329"/>
        <w:gridCol w:w="1"/>
        <w:gridCol w:w="272"/>
        <w:gridCol w:w="591"/>
        <w:gridCol w:w="210"/>
        <w:gridCol w:w="107"/>
        <w:gridCol w:w="148"/>
        <w:gridCol w:w="311"/>
        <w:gridCol w:w="1336"/>
        <w:gridCol w:w="690"/>
        <w:gridCol w:w="710"/>
      </w:tblGrid>
      <w:tr>
        <w:trPr>
          <w:cantSplit w:val="false"/>
        </w:trPr>
        <w:tc>
          <w:tcPr>
            <w:tcW w:w="1107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ind w:left="-852" w:right="0" w:firstLine="852"/>
              <w:jc w:val="right"/>
              <w:rPr>
                <w:rFonts w:eastAsia="Times New Roman" w:cs="Arial" w:ascii="Arial" w:hAnsi="Arial"/>
                <w:b/>
                <w:bCs/>
                <w:iCs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iCs/>
                <w:sz w:val="20"/>
                <w:szCs w:val="20"/>
              </w:rPr>
              <w:t>Date Sold:</w:t>
            </w:r>
          </w:p>
        </w:tc>
        <w:tc>
          <w:tcPr>
            <w:tcW w:w="7033" w:type="dxa"/>
            <w:gridSpan w:val="17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jc w:val="right"/>
              <w:rPr>
                <w:rFonts w:eastAsia="Times New Roman" w:cs="Arial" w:ascii="Arial" w:hAnsi="Arial"/>
                <w:b/>
                <w:bCs/>
                <w:iCs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iCs/>
                <w:sz w:val="20"/>
                <w:szCs w:val="20"/>
              </w:rPr>
            </w:r>
          </w:p>
        </w:tc>
      </w:tr>
      <w:tr>
        <w:trPr>
          <w:trHeight w:val="432" w:hRule="atLeast"/>
          <w:cantSplit w:val="false"/>
        </w:trPr>
        <w:tc>
          <w:tcPr>
            <w:tcW w:w="3161" w:type="dxa"/>
            <w:gridSpan w:val="8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SELLER’S</w:t>
            </w:r>
          </w:p>
        </w:tc>
        <w:tc>
          <w:tcPr>
            <w:tcW w:w="604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4375" w:type="dxa"/>
            <w:gridSpan w:val="9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BUYER’S</w:t>
            </w:r>
          </w:p>
        </w:tc>
      </w:tr>
      <w:tr>
        <w:trPr>
          <w:trHeight w:val="432" w:hRule="atLeast"/>
          <w:cantSplit w:val="false"/>
        </w:trPr>
        <w:tc>
          <w:tcPr>
            <w:tcW w:w="1609" w:type="dxa"/>
            <w:gridSpan w:val="5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Printed Name: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604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1639" w:type="dxa"/>
            <w:gridSpan w:val="6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Printed Name:</w:t>
            </w:r>
          </w:p>
        </w:tc>
        <w:tc>
          <w:tcPr>
            <w:tcW w:w="2736" w:type="dxa"/>
            <w:gridSpan w:val="3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</w:tc>
      </w:tr>
      <w:tr>
        <w:trPr>
          <w:trHeight w:val="432" w:hRule="atLeast"/>
          <w:cantSplit w:val="false"/>
        </w:trPr>
        <w:tc>
          <w:tcPr>
            <w:tcW w:w="1199" w:type="dxa"/>
            <w:gridSpan w:val="4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Address:</w:t>
            </w:r>
          </w:p>
        </w:tc>
        <w:tc>
          <w:tcPr>
            <w:tcW w:w="1961" w:type="dxa"/>
            <w:gridSpan w:val="3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604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1181" w:type="dxa"/>
            <w:gridSpan w:val="5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Address:</w:t>
            </w:r>
          </w:p>
        </w:tc>
        <w:tc>
          <w:tcPr>
            <w:tcW w:w="3195" w:type="dxa"/>
            <w:gridSpan w:val="5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</w:tc>
      </w:tr>
      <w:tr>
        <w:trPr>
          <w:trHeight w:val="432" w:hRule="atLeast"/>
          <w:cantSplit w:val="false"/>
        </w:trPr>
        <w:tc>
          <w:tcPr>
            <w:tcW w:w="86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City :</w:t>
            </w:r>
          </w:p>
        </w:tc>
        <w:tc>
          <w:tcPr>
            <w:tcW w:w="2300" w:type="dxa"/>
            <w:gridSpan w:val="6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604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City:</w:t>
            </w:r>
          </w:p>
        </w:tc>
        <w:tc>
          <w:tcPr>
            <w:tcW w:w="3512" w:type="dxa"/>
            <w:gridSpan w:val="7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</w:tc>
      </w:tr>
      <w:tr>
        <w:trPr>
          <w:trHeight w:val="432" w:hRule="atLeast"/>
          <w:cantSplit w:val="false"/>
        </w:trPr>
        <w:tc>
          <w:tcPr>
            <w:tcW w:w="947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State:</w:t>
            </w:r>
          </w:p>
        </w:tc>
        <w:tc>
          <w:tcPr>
            <w:tcW w:w="1566" w:type="dxa"/>
            <w:gridSpan w:val="4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Zip: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State: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Zip: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</w:tc>
      </w:tr>
      <w:tr>
        <w:trPr>
          <w:trHeight w:val="432" w:hRule="atLeast"/>
          <w:cantSplit w:val="false"/>
        </w:trPr>
        <w:tc>
          <w:tcPr>
            <w:tcW w:w="947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Phone:</w:t>
            </w:r>
          </w:p>
        </w:tc>
        <w:tc>
          <w:tcPr>
            <w:tcW w:w="2213" w:type="dxa"/>
            <w:gridSpan w:val="5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604" w:type="dxa"/>
            <w:gridSpan w:val="3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1074" w:type="dxa"/>
            <w:gridSpan w:val="4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Phone:</w:t>
            </w:r>
          </w:p>
        </w:tc>
        <w:tc>
          <w:tcPr>
            <w:tcW w:w="3302" w:type="dxa"/>
            <w:gridSpan w:val="6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cs="Arial" w:ascii="Arial" w:hAnsi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360"/>
        <w:rPr>
          <w:rFonts w:cs="Arial" w:ascii="Arial" w:hAnsi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tbl>
      <w:tblPr>
        <w:jc w:val="left"/>
        <w:tblInd w:w="0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0"/>
        <w:gridCol w:w="2132"/>
        <w:gridCol w:w="1086"/>
        <w:gridCol w:w="597"/>
        <w:gridCol w:w="1126"/>
        <w:gridCol w:w="1116"/>
        <w:gridCol w:w="993"/>
        <w:gridCol w:w="1555"/>
      </w:tblGrid>
      <w:tr>
        <w:trPr>
          <w:trHeight w:val="432" w:hRule="atLeast"/>
          <w:cantSplit w:val="false"/>
        </w:trPr>
        <w:tc>
          <w:tcPr>
            <w:tcW w:w="97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</w:rPr>
              <w:t>Make: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</w:rPr>
              <w:t>Model:</w:t>
            </w:r>
          </w:p>
        </w:tc>
        <w:tc>
          <w:tcPr>
            <w:tcW w:w="2839" w:type="dxa"/>
            <w:gridSpan w:val="3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</w:rPr>
              <w:t>Caliber: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432" w:hRule="atLeast"/>
          <w:cantSplit w:val="false"/>
        </w:trPr>
        <w:tc>
          <w:tcPr>
            <w:tcW w:w="97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</w:rPr>
              <w:t>S/N:</w:t>
            </w:r>
          </w:p>
        </w:tc>
        <w:tc>
          <w:tcPr>
            <w:tcW w:w="3815" w:type="dxa"/>
            <w:gridSpan w:val="3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</w:rPr>
              <w:t>Cost:</w:t>
            </w:r>
          </w:p>
        </w:tc>
        <w:tc>
          <w:tcPr>
            <w:tcW w:w="3664" w:type="dxa"/>
            <w:gridSpan w:val="3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360"/>
        <w:rPr>
          <w:rFonts w:cs="Arial" w:ascii="Arial" w:hAnsi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Normal"/>
        <w:spacing w:lineRule="auto" w:line="360" w:before="0" w:after="0"/>
        <w:rPr>
          <w:rFonts w:eastAsia="Times New Roman" w:cs="Arial" w:ascii="Arial" w:hAnsi="Arial"/>
          <w:b/>
          <w:bCs/>
          <w:iCs/>
          <w:sz w:val="20"/>
          <w:szCs w:val="20"/>
        </w:rPr>
      </w:pPr>
      <w:r>
        <w:rPr>
          <w:rFonts w:eastAsia="Times New Roman" w:cs="Arial" w:ascii="Arial" w:hAnsi="Arial"/>
          <w:b/>
          <w:bCs/>
          <w:iCs/>
          <w:sz w:val="20"/>
          <w:szCs w:val="20"/>
        </w:rPr>
        <w:t>I UNDERSTAND THE FIREARM IS SOLD AS-IS AND NO WARRANTY HAS BEEN IMPLIED OR GIVEN. FIREARM SHOULD BE INSPECTED A COMPETENT GUNSMITH PRIOR TO USING. SELLER NOT RESPONSIBLE FOR ANY DAMAGES INCURRED OR CAUSED BY THE USE OF THIS FIREARM.</w:t>
      </w:r>
    </w:p>
    <w:p>
      <w:pPr>
        <w:pStyle w:val="Normal"/>
        <w:spacing w:lineRule="auto" w:line="360" w:before="0" w:after="0"/>
        <w:rPr>
          <w:rFonts w:eastAsia="Times New Roman" w:cs="Arial" w:ascii="Arial" w:hAnsi="Arial"/>
          <w:b/>
          <w:bCs/>
          <w:iCs/>
          <w:sz w:val="20"/>
          <w:szCs w:val="20"/>
        </w:rPr>
      </w:pPr>
      <w:r>
        <w:rPr>
          <w:rFonts w:eastAsia="Times New Roman" w:cs="Arial" w:ascii="Arial" w:hAnsi="Arial"/>
          <w:b/>
          <w:bCs/>
          <w:iCs/>
          <w:sz w:val="20"/>
          <w:szCs w:val="20"/>
        </w:rPr>
      </w:r>
    </w:p>
    <w:p>
      <w:pPr>
        <w:pStyle w:val="Normal"/>
        <w:spacing w:lineRule="auto" w:line="360"/>
        <w:rPr>
          <w:rFonts w:cs="Arial" w:ascii="Arial" w:hAnsi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Buyer certifies that he/she not restricted or forbidden by law to own a firearm and buyer state that he/she:</w:t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cs="Arial" w:ascii="Arial" w:hAnsi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Has NEVER been convicted in any court of a crime punishable by imprisonment for a term exceeding 1 year.</w:t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cs="Arial" w:ascii="Arial" w:hAnsi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Is NOT a fugitive from justice.</w:t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cs="Arial" w:ascii="Arial" w:hAnsi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Is NOT an unlawful user of or addicted to any controlled substance.</w:t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cs="Arial" w:ascii="Arial" w:hAnsi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Has NEVER been adjusted as a mental defective or has been committed to a mental institution.</w:t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cs="Arial" w:ascii="Arial" w:hAnsi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Is NOT an alien illegally or unlawfully in the United States or an alien admitted to the United States under a nonimmigrant visa.</w:t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cs="Arial" w:ascii="Arial" w:hAnsi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Has NOT been discharged from the Armed Forces under dishonorable conditions.</w:t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cs="Arial" w:ascii="Arial" w:hAnsi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Having been a citizen of the United States, has NEVER renounced his or her citizenship.</w:t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cs="Arial" w:ascii="Arial" w:hAnsi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Is NOT subject to a court order that restrains the person from harassing, stalking, or threatening an intimate partner or child of such intimate partner.</w:t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cs="Arial" w:ascii="Arial" w:hAnsi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Has NOT been convicted of a misdemeanor crime of domestic violence.</w:t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cs="Arial" w:ascii="Arial" w:hAnsi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CAN lawfully receive, possess, ship or transport a firearm.</w:t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cs="Arial" w:ascii="Arial" w:hAnsi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Is NOT a person who is under indictment or information for a crime punishable by imprisonment for a term exceeding 1 year</w:t>
      </w:r>
    </w:p>
    <w:p>
      <w:pPr>
        <w:pStyle w:val="Normal"/>
        <w:spacing w:lineRule="auto" w:line="360" w:before="0" w:after="0"/>
        <w:rPr>
          <w:rFonts w:eastAsia="Times New Roman" w:cs="Arial" w:ascii="Arial" w:hAnsi="Arial"/>
          <w:b/>
          <w:bCs/>
          <w:iCs/>
          <w:sz w:val="20"/>
          <w:szCs w:val="20"/>
        </w:rPr>
      </w:pPr>
      <w:r>
        <w:rPr>
          <w:rFonts w:eastAsia="Times New Roman" w:cs="Arial" w:ascii="Arial" w:hAnsi="Arial"/>
          <w:b/>
          <w:bCs/>
          <w:iCs/>
          <w:sz w:val="20"/>
          <w:szCs w:val="20"/>
        </w:rPr>
      </w:r>
    </w:p>
    <w:tbl>
      <w:tblPr>
        <w:jc w:val="left"/>
        <w:tblInd w:w="0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3"/>
        <w:gridCol w:w="1558"/>
        <w:gridCol w:w="1225"/>
        <w:gridCol w:w="698"/>
        <w:gridCol w:w="1615"/>
      </w:tblGrid>
      <w:tr>
        <w:trPr>
          <w:trHeight w:val="576" w:hRule="atLeast"/>
          <w:cantSplit w:val="false"/>
        </w:trPr>
        <w:tc>
          <w:tcPr>
            <w:tcW w:w="19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eastAsia="Times New Roman" w:cs="Arial" w:ascii="Arial" w:hAnsi="Arial"/>
                <w:b/>
                <w:bCs/>
                <w:iCs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iCs/>
                <w:sz w:val="20"/>
                <w:szCs w:val="20"/>
              </w:rPr>
              <w:t>Signature of Seller: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eastAsia="Times New Roman" w:cs="Arial" w:ascii="Arial" w:hAnsi="Arial"/>
                <w:b/>
                <w:bCs/>
                <w:iCs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iCs/>
                <w:sz w:val="20"/>
                <w:szCs w:val="20"/>
              </w:rPr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eastAsia="Times New Roman" w:cs="Arial" w:ascii="Arial" w:hAnsi="Arial"/>
                <w:b/>
                <w:bCs/>
                <w:iCs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iCs/>
                <w:sz w:val="20"/>
                <w:szCs w:val="20"/>
              </w:rPr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eastAsia="Times New Roman" w:cs="Arial" w:ascii="Arial" w:hAnsi="Arial"/>
                <w:b/>
                <w:bCs/>
                <w:iCs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iCs/>
                <w:sz w:val="20"/>
                <w:szCs w:val="20"/>
              </w:rPr>
              <w:t>Date: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eastAsia="Times New Roman" w:cs="Arial" w:ascii="Arial" w:hAnsi="Arial"/>
                <w:b/>
                <w:bCs/>
                <w:iCs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iCs/>
                <w:sz w:val="20"/>
                <w:szCs w:val="20"/>
              </w:rPr>
            </w:r>
          </w:p>
        </w:tc>
      </w:tr>
      <w:tr>
        <w:trPr>
          <w:trHeight w:val="576" w:hRule="atLeast"/>
          <w:cantSplit w:val="false"/>
        </w:trPr>
        <w:tc>
          <w:tcPr>
            <w:tcW w:w="195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eastAsia="Times New Roman" w:cs="Arial" w:ascii="Arial" w:hAnsi="Arial"/>
                <w:b/>
                <w:bCs/>
                <w:iCs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iCs/>
                <w:sz w:val="20"/>
                <w:szCs w:val="20"/>
              </w:rPr>
              <w:t>Signature of Buyer:</w:t>
            </w:r>
          </w:p>
        </w:tc>
        <w:tc>
          <w:tcPr>
            <w:tcW w:w="1558" w:type="dxa"/>
            <w:tcBorders>
              <w:top w:val="single" w:sz="4" w:space="0" w:color="00000A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eastAsia="Times New Roman" w:cs="Arial" w:ascii="Arial" w:hAnsi="Arial"/>
                <w:b/>
                <w:bCs/>
                <w:iCs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iCs/>
                <w:sz w:val="20"/>
                <w:szCs w:val="20"/>
              </w:rPr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eastAsia="Times New Roman" w:cs="Arial" w:ascii="Arial" w:hAnsi="Arial"/>
                <w:b/>
                <w:bCs/>
                <w:iCs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iCs/>
                <w:sz w:val="20"/>
                <w:szCs w:val="20"/>
              </w:rPr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eastAsia="Times New Roman" w:cs="Arial" w:ascii="Arial" w:hAnsi="Arial"/>
                <w:b/>
                <w:bCs/>
                <w:iCs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iCs/>
                <w:sz w:val="20"/>
                <w:szCs w:val="20"/>
              </w:rPr>
              <w:t>Date:</w:t>
            </w:r>
          </w:p>
        </w:tc>
        <w:tc>
          <w:tcPr>
            <w:tcW w:w="1615" w:type="dxa"/>
            <w:tcBorders>
              <w:top w:val="single" w:sz="4" w:space="0" w:color="00000A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rPr>
                <w:rFonts w:eastAsia="Times New Roman" w:cs="Arial" w:ascii="Arial" w:hAnsi="Arial"/>
                <w:b/>
                <w:bCs/>
                <w:iCs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iCs/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36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sectPr>
      <w:type w:val="nextPage"/>
      <w:pgSz w:w="12240" w:h="15840"/>
      <w:pgMar w:left="4160" w:right="1440" w:header="0" w:top="720" w:footer="0" w:bottom="720" w:gutter="0"/>
      <w:pgBorders w:display="allPages" w:offsetFrom="page">
        <w:top w:val="thinThickSmallGap" w:sz="24" w:space="24" w:color="00000A"/>
        <w:left w:val="thinThickSmallGap" w:sz="24" w:space="160" w:color="00000A"/>
        <w:bottom w:val="thickThinSmallGap" w:sz="24" w:space="24" w:color="00000A"/>
        <w:right w:val="thickThinSmallGap" w:sz="24" w:space="3164" w:color="00000A"/>
      </w:pgBorders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Symbol">
    <w:charset w:val="02"/>
    <w:family w:val="auto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"/>
        <w:sz w:val="22"/>
        <w:szCs w:val="22"/>
        <w:lang w:val="en-US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iPriority="0" w:unhideWhenUsed="0" w:name="Normal"/>
    <w:lsdException w:qFormat="1" w:semiHidden="0" w:uiPriority="9" w:unhideWhenUsed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iPriority="10" w:unhideWhenUsed="0" w:name="Title"/>
    <w:lsdException w:uiPriority="1" w:name="Default Paragraph Font"/>
    <w:lsdException w:qFormat="1" w:semiHidden="0" w:uiPriority="11" w:unhideWhenUsed="0" w:name="Subtitle"/>
    <w:lsdException w:qFormat="1" w:semiHidden="0" w:uiPriority="22" w:unhideWhenUsed="0" w:name="Strong"/>
    <w:lsdException w:qFormat="1" w:semiHidden="0" w:uiPriority="20" w:unhideWhenUsed="0" w:name="Emphasis"/>
    <w:lsdException w:semiHidden="0" w:uiPriority="59" w:unhideWhenUsed="0" w:name="Table Grid"/>
    <w:lsdException w:unhideWhenUsed="0" w:name="Placeholder Text"/>
    <w:lsdException w:qFormat="1" w:semiHidden="0" w:uiPriority="1" w:unhideWhenUsed="0" w:name="No Spacing"/>
    <w:lsdException w:semiHidden="0" w:uiPriority="60" w:unhideWhenUsed="0" w:name="Light Shading"/>
    <w:lsdException w:semiHidden="0" w:uiPriority="61" w:unhideWhenUsed="0" w:name="Light List"/>
    <w:lsdException w:semiHidden="0" w:uiPriority="62" w:unhideWhenUsed="0" w:name="Light Grid"/>
    <w:lsdException w:semiHidden="0" w:uiPriority="63" w:unhideWhenUsed="0" w:name="Medium Shading 1"/>
    <w:lsdException w:semiHidden="0" w:uiPriority="64" w:unhideWhenUsed="0" w:name="Medium Shading 2"/>
    <w:lsdException w:semiHidden="0" w:uiPriority="65" w:unhideWhenUsed="0" w:name="Medium List 1"/>
    <w:lsdException w:semiHidden="0" w:uiPriority="66" w:unhideWhenUsed="0" w:name="Medium List 2"/>
    <w:lsdException w:semiHidden="0" w:uiPriority="67" w:unhideWhenUsed="0" w:name="Medium Grid 1"/>
    <w:lsdException w:semiHidden="0" w:uiPriority="68" w:unhideWhenUsed="0" w:name="Medium Grid 2"/>
    <w:lsdException w:semiHidden="0" w:uiPriority="69" w:unhideWhenUsed="0" w:name="Medium Grid 3"/>
    <w:lsdException w:semiHidden="0" w:uiPriority="70" w:unhideWhenUsed="0" w:name="Dark List"/>
    <w:lsdException w:semiHidden="0" w:uiPriority="71" w:unhideWhenUsed="0" w:name="Colorful Shading"/>
    <w:lsdException w:semiHidden="0" w:uiPriority="72" w:unhideWhenUsed="0" w:name="Colorful List"/>
    <w:lsdException w:semiHidden="0" w:uiPriority="73" w:unhideWhenUsed="0" w:name="Colorful Grid"/>
    <w:lsdException w:semiHidden="0" w:uiPriority="60" w:unhideWhenUsed="0" w:name="Light Shading Accent 1"/>
    <w:lsdException w:semiHidden="0" w:uiPriority="61" w:unhideWhenUsed="0" w:name="Light List Accent 1"/>
    <w:lsdException w:semiHidden="0" w:uiPriority="62" w:unhideWhenUsed="0" w:name="Light Grid Accent 1"/>
    <w:lsdException w:semiHidden="0" w:uiPriority="63" w:unhideWhenUsed="0" w:name="Medium Shading 1 Accent 1"/>
    <w:lsdException w:semiHidden="0" w:uiPriority="64" w:unhideWhenUsed="0" w:name="Medium Shading 2 Accent 1"/>
    <w:lsdException w:semiHidden="0" w:uiPriority="65" w:unhideWhenUsed="0" w:name="Medium List 1 Accent 1"/>
    <w:lsdException w:unhideWhenUsed="0" w:name="Revision"/>
    <w:lsdException w:qFormat="1" w:semiHidden="0" w:uiPriority="34" w:unhideWhenUsed="0" w:name="List Paragraph"/>
    <w:lsdException w:qFormat="1" w:semiHidden="0" w:uiPriority="29" w:unhideWhenUsed="0" w:name="Quote"/>
    <w:lsdException w:qFormat="1" w:semiHidden="0" w:uiPriority="30" w:unhideWhenUsed="0" w:name="Intense Quote"/>
    <w:lsdException w:semiHidden="0" w:uiPriority="66" w:unhideWhenUsed="0" w:name="Medium List 2 Accent 1"/>
    <w:lsdException w:semiHidden="0" w:uiPriority="67" w:unhideWhenUsed="0" w:name="Medium Grid 1 Accent 1"/>
    <w:lsdException w:semiHidden="0" w:uiPriority="68" w:unhideWhenUsed="0" w:name="Medium Grid 2 Accent 1"/>
    <w:lsdException w:semiHidden="0" w:uiPriority="69" w:unhideWhenUsed="0" w:name="Medium Grid 3 Accent 1"/>
    <w:lsdException w:semiHidden="0" w:uiPriority="70" w:unhideWhenUsed="0" w:name="Dark List Accent 1"/>
    <w:lsdException w:semiHidden="0" w:uiPriority="71" w:unhideWhenUsed="0" w:name="Colorful Shading Accent 1"/>
    <w:lsdException w:semiHidden="0" w:uiPriority="72" w:unhideWhenUsed="0" w:name="Colorful List Accent 1"/>
    <w:lsdException w:semiHidden="0" w:uiPriority="73" w:unhideWhenUsed="0" w:name="Colorful Grid Accent 1"/>
    <w:lsdException w:semiHidden="0" w:uiPriority="60" w:unhideWhenUsed="0" w:name="Light Shading Accent 2"/>
    <w:lsdException w:semiHidden="0" w:uiPriority="61" w:unhideWhenUsed="0" w:name="Light List Accent 2"/>
    <w:lsdException w:semiHidden="0" w:uiPriority="62" w:unhideWhenUsed="0" w:name="Light Grid Accent 2"/>
    <w:lsdException w:semiHidden="0" w:uiPriority="63" w:unhideWhenUsed="0" w:name="Medium Shading 1 Accent 2"/>
    <w:lsdException w:semiHidden="0" w:uiPriority="64" w:unhideWhenUsed="0" w:name="Medium Shading 2 Accent 2"/>
    <w:lsdException w:semiHidden="0" w:uiPriority="65" w:unhideWhenUsed="0" w:name="Medium List 1 Accent 2"/>
    <w:lsdException w:semiHidden="0" w:uiPriority="66" w:unhideWhenUsed="0" w:name="Medium List 2 Accent 2"/>
    <w:lsdException w:semiHidden="0" w:uiPriority="67" w:unhideWhenUsed="0" w:name="Medium Grid 1 Accent 2"/>
    <w:lsdException w:semiHidden="0" w:uiPriority="68" w:unhideWhenUsed="0" w:name="Medium Grid 2 Accent 2"/>
    <w:lsdException w:semiHidden="0" w:uiPriority="69" w:unhideWhenUsed="0" w:name="Medium Grid 3 Accent 2"/>
    <w:lsdException w:semiHidden="0" w:uiPriority="70" w:unhideWhenUsed="0" w:name="Dark List Accent 2"/>
    <w:lsdException w:semiHidden="0" w:uiPriority="71" w:unhideWhenUsed="0" w:name="Colorful Shading Accent 2"/>
    <w:lsdException w:semiHidden="0" w:uiPriority="72" w:unhideWhenUsed="0" w:name="Colorful List Accent 2"/>
    <w:lsdException w:semiHidden="0" w:uiPriority="73" w:unhideWhenUsed="0" w:name="Colorful Grid Accent 2"/>
    <w:lsdException w:semiHidden="0" w:uiPriority="60" w:unhideWhenUsed="0" w:name="Light Shading Accent 3"/>
    <w:lsdException w:semiHidden="0" w:uiPriority="61" w:unhideWhenUsed="0" w:name="Light List Accent 3"/>
    <w:lsdException w:semiHidden="0" w:uiPriority="62" w:unhideWhenUsed="0" w:name="Light Grid Accent 3"/>
    <w:lsdException w:semiHidden="0" w:uiPriority="63" w:unhideWhenUsed="0" w:name="Medium Shading 1 Accent 3"/>
    <w:lsdException w:semiHidden="0" w:uiPriority="64" w:unhideWhenUsed="0" w:name="Medium Shading 2 Accent 3"/>
    <w:lsdException w:semiHidden="0" w:uiPriority="65" w:unhideWhenUsed="0" w:name="Medium List 1 Accent 3"/>
    <w:lsdException w:semiHidden="0" w:uiPriority="66" w:unhideWhenUsed="0" w:name="Medium List 2 Accent 3"/>
    <w:lsdException w:semiHidden="0" w:uiPriority="67" w:unhideWhenUsed="0" w:name="Medium Grid 1 Accent 3"/>
    <w:lsdException w:semiHidden="0" w:uiPriority="68" w:unhideWhenUsed="0" w:name="Medium Grid 2 Accent 3"/>
    <w:lsdException w:semiHidden="0" w:uiPriority="69" w:unhideWhenUsed="0" w:name="Medium Grid 3 Accent 3"/>
    <w:lsdException w:semiHidden="0" w:uiPriority="70" w:unhideWhenUsed="0" w:name="Dark List Accent 3"/>
    <w:lsdException w:semiHidden="0" w:uiPriority="71" w:unhideWhenUsed="0" w:name="Colorful Shading Accent 3"/>
    <w:lsdException w:semiHidden="0" w:uiPriority="72" w:unhideWhenUsed="0" w:name="Colorful List Accent 3"/>
    <w:lsdException w:semiHidden="0" w:uiPriority="73" w:unhideWhenUsed="0" w:name="Colorful Grid Accent 3"/>
    <w:lsdException w:semiHidden="0" w:uiPriority="60" w:unhideWhenUsed="0" w:name="Light Shading Accent 4"/>
    <w:lsdException w:semiHidden="0" w:uiPriority="61" w:unhideWhenUsed="0" w:name="Light List Accent 4"/>
    <w:lsdException w:semiHidden="0" w:uiPriority="62" w:unhideWhenUsed="0" w:name="Light Grid Accent 4"/>
    <w:lsdException w:semiHidden="0" w:uiPriority="63" w:unhideWhenUsed="0" w:name="Medium Shading 1 Accent 4"/>
    <w:lsdException w:semiHidden="0" w:uiPriority="64" w:unhideWhenUsed="0" w:name="Medium Shading 2 Accent 4"/>
    <w:lsdException w:semiHidden="0" w:uiPriority="65" w:unhideWhenUsed="0" w:name="Medium List 1 Accent 4"/>
    <w:lsdException w:semiHidden="0" w:uiPriority="66" w:unhideWhenUsed="0" w:name="Medium List 2 Accent 4"/>
    <w:lsdException w:semiHidden="0" w:uiPriority="67" w:unhideWhenUsed="0" w:name="Medium Grid 1 Accent 4"/>
    <w:lsdException w:semiHidden="0" w:uiPriority="68" w:unhideWhenUsed="0" w:name="Medium Grid 2 Accent 4"/>
    <w:lsdException w:semiHidden="0" w:uiPriority="69" w:unhideWhenUsed="0" w:name="Medium Grid 3 Accent 4"/>
    <w:lsdException w:semiHidden="0" w:uiPriority="70" w:unhideWhenUsed="0" w:name="Dark List Accent 4"/>
    <w:lsdException w:semiHidden="0" w:uiPriority="71" w:unhideWhenUsed="0" w:name="Colorful Shading Accent 4"/>
    <w:lsdException w:semiHidden="0" w:uiPriority="72" w:unhideWhenUsed="0" w:name="Colorful List Accent 4"/>
    <w:lsdException w:semiHidden="0" w:uiPriority="73" w:unhideWhenUsed="0" w:name="Colorful Grid Accent 4"/>
    <w:lsdException w:semiHidden="0" w:uiPriority="60" w:unhideWhenUsed="0" w:name="Light Shading Accent 5"/>
    <w:lsdException w:semiHidden="0" w:uiPriority="61" w:unhideWhenUsed="0" w:name="Light List Accent 5"/>
    <w:lsdException w:semiHidden="0" w:uiPriority="62" w:unhideWhenUsed="0" w:name="Light Grid Accent 5"/>
    <w:lsdException w:semiHidden="0" w:uiPriority="63" w:unhideWhenUsed="0" w:name="Medium Shading 1 Accent 5"/>
    <w:lsdException w:semiHidden="0" w:uiPriority="64" w:unhideWhenUsed="0" w:name="Medium Shading 2 Accent 5"/>
    <w:lsdException w:semiHidden="0" w:uiPriority="65" w:unhideWhenUsed="0" w:name="Medium List 1 Accent 5"/>
    <w:lsdException w:semiHidden="0" w:uiPriority="66" w:unhideWhenUsed="0" w:name="Medium List 2 Accent 5"/>
    <w:lsdException w:semiHidden="0" w:uiPriority="67" w:unhideWhenUsed="0" w:name="Medium Grid 1 Accent 5"/>
    <w:lsdException w:semiHidden="0" w:uiPriority="68" w:unhideWhenUsed="0" w:name="Medium Grid 2 Accent 5"/>
    <w:lsdException w:semiHidden="0" w:uiPriority="69" w:unhideWhenUsed="0" w:name="Medium Grid 3 Accent 5"/>
    <w:lsdException w:semiHidden="0" w:uiPriority="70" w:unhideWhenUsed="0" w:name="Dark List Accent 5"/>
    <w:lsdException w:semiHidden="0" w:uiPriority="71" w:unhideWhenUsed="0" w:name="Colorful Shading Accent 5"/>
    <w:lsdException w:semiHidden="0" w:uiPriority="72" w:unhideWhenUsed="0" w:name="Colorful List Accent 5"/>
    <w:lsdException w:semiHidden="0" w:uiPriority="73" w:unhideWhenUsed="0" w:name="Colorful Grid Accent 5"/>
    <w:lsdException w:semiHidden="0" w:uiPriority="60" w:unhideWhenUsed="0" w:name="Light Shading Accent 6"/>
    <w:lsdException w:semiHidden="0" w:uiPriority="61" w:unhideWhenUsed="0" w:name="Light List Accent 6"/>
    <w:lsdException w:semiHidden="0" w:uiPriority="62" w:unhideWhenUsed="0" w:name="Light Grid Accent 6"/>
    <w:lsdException w:semiHidden="0" w:uiPriority="63" w:unhideWhenUsed="0" w:name="Medium Shading 1 Accent 6"/>
    <w:lsdException w:semiHidden="0" w:uiPriority="64" w:unhideWhenUsed="0" w:name="Medium Shading 2 Accent 6"/>
    <w:lsdException w:semiHidden="0" w:uiPriority="65" w:unhideWhenUsed="0" w:name="Medium List 1 Accent 6"/>
    <w:lsdException w:semiHidden="0" w:uiPriority="66" w:unhideWhenUsed="0" w:name="Medium List 2 Accent 6"/>
    <w:lsdException w:semiHidden="0" w:uiPriority="67" w:unhideWhenUsed="0" w:name="Medium Grid 1 Accent 6"/>
    <w:lsdException w:semiHidden="0" w:uiPriority="68" w:unhideWhenUsed="0" w:name="Medium Grid 2 Accent 6"/>
    <w:lsdException w:semiHidden="0" w:uiPriority="69" w:unhideWhenUsed="0" w:name="Medium Grid 3 Accent 6"/>
    <w:lsdException w:semiHidden="0" w:uiPriority="70" w:unhideWhenUsed="0" w:name="Dark List Accent 6"/>
    <w:lsdException w:semiHidden="0" w:uiPriority="71" w:unhideWhenUsed="0" w:name="Colorful Shading Accent 6"/>
    <w:lsdException w:semiHidden="0" w:uiPriority="72" w:unhideWhenUsed="0" w:name="Colorful List Accent 6"/>
    <w:lsdException w:semiHidden="0" w:uiPriority="73" w:unhideWhenUsed="0" w:name="Colorful Grid Accent 6"/>
    <w:lsdException w:qFormat="1" w:semiHidden="0" w:uiPriority="19" w:unhideWhenUsed="0" w:name="Subtle Emphasis"/>
    <w:lsdException w:qFormat="1" w:semiHidden="0" w:uiPriority="21" w:unhideWhenUsed="0" w:name="Intense Emphasis"/>
    <w:lsdException w:qFormat="1" w:semiHidden="0" w:uiPriority="31" w:unhideWhenUsed="0" w:name="Subtle Reference"/>
    <w:lsdException w:qFormat="1" w:semiHidden="0" w:uiPriority="32" w:unhideWhenUsed="0" w:name="Intense Reference"/>
    <w:lsdException w:qFormat="1" w:semiHidden="0" w:uiPriority="33" w:unhideWhenUsed="0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c7117f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Droid Sans Fallback" w:cs=""/>
      <w:color w:val="auto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ListLabel1">
    <w:name w:val="ListLabel 1"/>
    <w:rPr>
      <w:rFonts w:cs="Courier New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ListParagraph">
    <w:name w:val="List Paragraph"/>
    <w:uiPriority w:val="34"/>
    <w:qFormat/>
    <w:rsid w:val="00ec3a34"/>
    <w:basedOn w:val="Normal"/>
    <w:pPr>
      <w:spacing w:before="0" w:after="200"/>
      <w:ind w:left="720" w:right="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0355e6"/>
    <w:pPr>
      <w:spacing w:line="240" w:after="0" w:lineRule="auto"/>
    </w:p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used gun bill of sale</Template>
  <TotalTime>3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2015-10-16T18:04:00Z</dcterms:created>
  <dc:creator>Template.net</dc:creator>
  <dc:language>en-IN</dc:language>
  <cp:lastModifiedBy>Bblabs</cp:lastModifiedBy>
  <dcterms:modified xsi:type="dcterms:W3CDTF">2015-10-16T18:08:00Z</dcterms:modified>
  <cp:revision>2</cp:revision>
</cp:coreProperties>
</file>