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04D66">
      <w:r>
        <w:t>AUTOBIOGRAPHY WORKSHEET</w:t>
      </w:r>
    </w:p>
    <w:p w:rsidR="00000000" w:rsidRDefault="00C04D66"/>
    <w:p w:rsidR="00000000" w:rsidRDefault="00C04D66">
      <w:r>
        <w:rPr>
          <w:b/>
          <w:bCs/>
          <w:i/>
          <w:iCs/>
        </w:rPr>
        <w:t>Directions:</w:t>
      </w:r>
      <w:r>
        <w:tab/>
        <w:t>Below are 20 questions to help you design your autobiography.  You don’t need to use all of them but doing so will give a more overall view of your life and future goals.  Answer in complete sentences.  This will make i</w:t>
      </w:r>
      <w:r>
        <w:t>t easier when you begin writing the actually document.  Write your answers in the blank to the right of the question.  The box will expand as you write.</w:t>
      </w:r>
    </w:p>
    <w:p w:rsidR="00000000" w:rsidRDefault="00C04D66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36"/>
        <w:gridCol w:w="5544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is your name?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2.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Where were your parents born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3.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Where and when were you born?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4.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i</w:t>
            </w:r>
            <w:r>
              <w:rPr>
                <w:sz w:val="28"/>
              </w:rPr>
              <w:t>s your earliest awareness?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5.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places have you lived in?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6.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Describe where you lived as a child.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7.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Describe where you live now.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8.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kinds of things did you enjoy doing as a young child?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9.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kinds of things do you enjoy doing now?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</w:t>
            </w:r>
            <w:r>
              <w:rPr>
                <w:b/>
                <w:bCs/>
                <w:i/>
                <w:iCs/>
                <w:sz w:val="36"/>
              </w:rPr>
              <w:t>0.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As a child, what did you do to get in trouble?  Now?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11.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schools have you attended?  Did you like school?  Why?  Why not?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12.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Describe something that happened to you?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13.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have you done that you are very proud of?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14.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have you done</w:t>
            </w:r>
            <w:r>
              <w:rPr>
                <w:sz w:val="28"/>
              </w:rPr>
              <w:t xml:space="preserve"> that you aren’t so proud of?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15.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Describe any brothers, sisters, cousins, etc.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16.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Describe hobbies, interests, etc.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17.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do you see yourself doing in 5, 10 years?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18.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is your “dream”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19.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What is your greatest fear?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00000" w:rsidRDefault="00C04D66">
            <w:pPr>
              <w:jc w:val="center"/>
              <w:rPr>
                <w:b/>
                <w:bCs/>
                <w:i/>
                <w:iCs/>
                <w:sz w:val="36"/>
              </w:rPr>
            </w:pPr>
            <w:r>
              <w:rPr>
                <w:b/>
                <w:bCs/>
                <w:i/>
                <w:iCs/>
                <w:sz w:val="36"/>
              </w:rPr>
              <w:t>20.</w:t>
            </w:r>
          </w:p>
        </w:tc>
        <w:tc>
          <w:tcPr>
            <w:tcW w:w="4536" w:type="dxa"/>
          </w:tcPr>
          <w:p w:rsidR="00000000" w:rsidRDefault="00C04D66">
            <w:pPr>
              <w:rPr>
                <w:sz w:val="28"/>
              </w:rPr>
            </w:pPr>
            <w:r>
              <w:rPr>
                <w:sz w:val="28"/>
              </w:rPr>
              <w:t>Include conclu</w:t>
            </w:r>
            <w:r>
              <w:rPr>
                <w:sz w:val="28"/>
              </w:rPr>
              <w:t>ding remarks and summary.</w:t>
            </w:r>
          </w:p>
        </w:tc>
        <w:tc>
          <w:tcPr>
            <w:tcW w:w="5544" w:type="dxa"/>
          </w:tcPr>
          <w:p w:rsidR="00000000" w:rsidRDefault="00C04D66">
            <w:pPr>
              <w:rPr>
                <w:sz w:val="28"/>
              </w:rPr>
            </w:pPr>
          </w:p>
        </w:tc>
      </w:tr>
    </w:tbl>
    <w:p w:rsidR="00C04D66" w:rsidRDefault="00C04D66">
      <w:pPr>
        <w:rPr>
          <w:sz w:val="28"/>
        </w:rPr>
      </w:pPr>
    </w:p>
    <w:sectPr w:rsidR="00C04D66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attachedTemplate r:id="rId1"/>
  <w:defaultTabStop w:val="720"/>
  <w:noPunctuationKerning/>
  <w:characterSpacingControl w:val="doNotCompress"/>
  <w:compat/>
  <w:rsids>
    <w:rsidRoot w:val="00C04D66"/>
    <w:rsid w:val="00C0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w%20papers\Alexey%20Nikolayev\Autobiography%20Template\Autobiography%20Templates\Autobio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Autobiog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USER</cp:lastModifiedBy>
  <cp:revision>1</cp:revision>
  <cp:lastPrinted>1601-01-01T00:00:00Z</cp:lastPrinted>
  <dcterms:created xsi:type="dcterms:W3CDTF">2018-05-25T07:44:00Z</dcterms:created>
  <dcterms:modified xsi:type="dcterms:W3CDTF">2018-05-25T07:45:00Z</dcterms:modified>
</cp:coreProperties>
</file>