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Page layout for three cards"/>
      </w:tblPr>
      <w:tblGrid>
        <w:gridCol w:w="287"/>
        <w:gridCol w:w="6625"/>
        <w:gridCol w:w="288"/>
      </w:tblGrid>
      <w:tr w:rsidR="005531B1">
        <w:trPr>
          <w:cantSplit/>
          <w:trHeight w:hRule="exact" w:val="4320"/>
        </w:trPr>
        <w:tc>
          <w:tcPr>
            <w:tcW w:w="287" w:type="dxa"/>
          </w:tcPr>
          <w:p w:rsidR="005531B1" w:rsidRDefault="005531B1"/>
        </w:tc>
        <w:tc>
          <w:tcPr>
            <w:tcW w:w="6625" w:type="dxa"/>
          </w:tcPr>
          <w:p w:rsidR="005531B1" w:rsidRDefault="00B95D1A">
            <w:pPr>
              <w:pStyle w:val="Art"/>
            </w:pPr>
            <w:r>
              <w:rPr>
                <w:noProof/>
                <w:lang w:eastAsia="en-US"/>
              </w:rPr>
              <mc:AlternateContent>
                <mc:Choice Requires="wpg">
                  <w:drawing>
                    <wp:inline distT="0" distB="0" distL="0" distR="0">
                      <wp:extent cx="4111626" cy="369888"/>
                      <wp:effectExtent l="0" t="0" r="3175" b="0"/>
                      <wp:docPr id="44" name="Group 43" descr="Filigree accent drawing with fork and knife in center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111626" cy="369888"/>
                                <a:chOff x="0" y="0"/>
                                <a:chExt cx="4111626" cy="369888"/>
                              </a:xfrm>
                            </wpg:grpSpPr>
                            <wps:wsp>
                              <wps:cNvPr id="2" name="Freeform 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963738" y="11112"/>
                                  <a:ext cx="358775" cy="338138"/>
                                </a:xfrm>
                                <a:custGeom>
                                  <a:avLst/>
                                  <a:gdLst>
                                    <a:gd name="T0" fmla="*/ 25 w 451"/>
                                    <a:gd name="T1" fmla="*/ 0 h 425"/>
                                    <a:gd name="T2" fmla="*/ 38 w 451"/>
                                    <a:gd name="T3" fmla="*/ 2 h 425"/>
                                    <a:gd name="T4" fmla="*/ 54 w 451"/>
                                    <a:gd name="T5" fmla="*/ 7 h 425"/>
                                    <a:gd name="T6" fmla="*/ 71 w 451"/>
                                    <a:gd name="T7" fmla="*/ 13 h 425"/>
                                    <a:gd name="T8" fmla="*/ 93 w 451"/>
                                    <a:gd name="T9" fmla="*/ 24 h 425"/>
                                    <a:gd name="T10" fmla="*/ 116 w 451"/>
                                    <a:gd name="T11" fmla="*/ 40 h 425"/>
                                    <a:gd name="T12" fmla="*/ 145 w 451"/>
                                    <a:gd name="T13" fmla="*/ 62 h 425"/>
                                    <a:gd name="T14" fmla="*/ 176 w 451"/>
                                    <a:gd name="T15" fmla="*/ 88 h 425"/>
                                    <a:gd name="T16" fmla="*/ 212 w 451"/>
                                    <a:gd name="T17" fmla="*/ 123 h 425"/>
                                    <a:gd name="T18" fmla="*/ 231 w 451"/>
                                    <a:gd name="T19" fmla="*/ 144 h 425"/>
                                    <a:gd name="T20" fmla="*/ 245 w 451"/>
                                    <a:gd name="T21" fmla="*/ 166 h 425"/>
                                    <a:gd name="T22" fmla="*/ 255 w 451"/>
                                    <a:gd name="T23" fmla="*/ 186 h 425"/>
                                    <a:gd name="T24" fmla="*/ 259 w 451"/>
                                    <a:gd name="T25" fmla="*/ 203 h 425"/>
                                    <a:gd name="T26" fmla="*/ 263 w 451"/>
                                    <a:gd name="T27" fmla="*/ 214 h 425"/>
                                    <a:gd name="T28" fmla="*/ 264 w 451"/>
                                    <a:gd name="T29" fmla="*/ 219 h 425"/>
                                    <a:gd name="T30" fmla="*/ 449 w 451"/>
                                    <a:gd name="T31" fmla="*/ 392 h 425"/>
                                    <a:gd name="T32" fmla="*/ 449 w 451"/>
                                    <a:gd name="T33" fmla="*/ 394 h 425"/>
                                    <a:gd name="T34" fmla="*/ 449 w 451"/>
                                    <a:gd name="T35" fmla="*/ 394 h 425"/>
                                    <a:gd name="T36" fmla="*/ 451 w 451"/>
                                    <a:gd name="T37" fmla="*/ 395 h 425"/>
                                    <a:gd name="T38" fmla="*/ 451 w 451"/>
                                    <a:gd name="T39" fmla="*/ 398 h 425"/>
                                    <a:gd name="T40" fmla="*/ 449 w 451"/>
                                    <a:gd name="T41" fmla="*/ 402 h 425"/>
                                    <a:gd name="T42" fmla="*/ 448 w 451"/>
                                    <a:gd name="T43" fmla="*/ 405 h 425"/>
                                    <a:gd name="T44" fmla="*/ 445 w 451"/>
                                    <a:gd name="T45" fmla="*/ 410 h 425"/>
                                    <a:gd name="T46" fmla="*/ 440 w 451"/>
                                    <a:gd name="T47" fmla="*/ 414 h 425"/>
                                    <a:gd name="T48" fmla="*/ 434 w 451"/>
                                    <a:gd name="T49" fmla="*/ 419 h 425"/>
                                    <a:gd name="T50" fmla="*/ 429 w 451"/>
                                    <a:gd name="T51" fmla="*/ 422 h 425"/>
                                    <a:gd name="T52" fmla="*/ 426 w 451"/>
                                    <a:gd name="T53" fmla="*/ 425 h 425"/>
                                    <a:gd name="T54" fmla="*/ 423 w 451"/>
                                    <a:gd name="T55" fmla="*/ 425 h 425"/>
                                    <a:gd name="T56" fmla="*/ 420 w 451"/>
                                    <a:gd name="T57" fmla="*/ 425 h 425"/>
                                    <a:gd name="T58" fmla="*/ 418 w 451"/>
                                    <a:gd name="T59" fmla="*/ 425 h 425"/>
                                    <a:gd name="T60" fmla="*/ 418 w 451"/>
                                    <a:gd name="T61" fmla="*/ 425 h 425"/>
                                    <a:gd name="T62" fmla="*/ 418 w 451"/>
                                    <a:gd name="T63" fmla="*/ 425 h 425"/>
                                    <a:gd name="T64" fmla="*/ 0 w 451"/>
                                    <a:gd name="T65" fmla="*/ 7 h 425"/>
                                    <a:gd name="T66" fmla="*/ 0 w 451"/>
                                    <a:gd name="T67" fmla="*/ 7 h 425"/>
                                    <a:gd name="T68" fmla="*/ 3 w 451"/>
                                    <a:gd name="T69" fmla="*/ 5 h 425"/>
                                    <a:gd name="T70" fmla="*/ 8 w 451"/>
                                    <a:gd name="T71" fmla="*/ 3 h 425"/>
                                    <a:gd name="T72" fmla="*/ 16 w 451"/>
                                    <a:gd name="T73" fmla="*/ 2 h 425"/>
                                    <a:gd name="T74" fmla="*/ 25 w 451"/>
                                    <a:gd name="T75" fmla="*/ 0 h 4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</a:cxnLst>
                                  <a:rect l="0" t="0" r="r" b="b"/>
                                  <a:pathLst>
                                    <a:path w="451" h="425">
                                      <a:moveTo>
                                        <a:pt x="25" y="0"/>
                                      </a:moveTo>
                                      <a:lnTo>
                                        <a:pt x="38" y="2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93" y="24"/>
                                      </a:lnTo>
                                      <a:lnTo>
                                        <a:pt x="116" y="40"/>
                                      </a:lnTo>
                                      <a:lnTo>
                                        <a:pt x="145" y="62"/>
                                      </a:lnTo>
                                      <a:lnTo>
                                        <a:pt x="176" y="88"/>
                                      </a:lnTo>
                                      <a:lnTo>
                                        <a:pt x="212" y="123"/>
                                      </a:lnTo>
                                      <a:lnTo>
                                        <a:pt x="231" y="144"/>
                                      </a:lnTo>
                                      <a:lnTo>
                                        <a:pt x="245" y="166"/>
                                      </a:lnTo>
                                      <a:lnTo>
                                        <a:pt x="255" y="186"/>
                                      </a:lnTo>
                                      <a:lnTo>
                                        <a:pt x="259" y="203"/>
                                      </a:lnTo>
                                      <a:lnTo>
                                        <a:pt x="263" y="214"/>
                                      </a:lnTo>
                                      <a:lnTo>
                                        <a:pt x="264" y="219"/>
                                      </a:lnTo>
                                      <a:lnTo>
                                        <a:pt x="449" y="392"/>
                                      </a:lnTo>
                                      <a:lnTo>
                                        <a:pt x="449" y="394"/>
                                      </a:lnTo>
                                      <a:lnTo>
                                        <a:pt x="449" y="394"/>
                                      </a:lnTo>
                                      <a:lnTo>
                                        <a:pt x="451" y="395"/>
                                      </a:lnTo>
                                      <a:lnTo>
                                        <a:pt x="451" y="398"/>
                                      </a:lnTo>
                                      <a:lnTo>
                                        <a:pt x="449" y="402"/>
                                      </a:lnTo>
                                      <a:lnTo>
                                        <a:pt x="448" y="405"/>
                                      </a:lnTo>
                                      <a:lnTo>
                                        <a:pt x="445" y="410"/>
                                      </a:lnTo>
                                      <a:lnTo>
                                        <a:pt x="440" y="414"/>
                                      </a:lnTo>
                                      <a:lnTo>
                                        <a:pt x="434" y="419"/>
                                      </a:lnTo>
                                      <a:lnTo>
                                        <a:pt x="429" y="422"/>
                                      </a:lnTo>
                                      <a:lnTo>
                                        <a:pt x="426" y="425"/>
                                      </a:lnTo>
                                      <a:lnTo>
                                        <a:pt x="423" y="425"/>
                                      </a:lnTo>
                                      <a:lnTo>
                                        <a:pt x="420" y="425"/>
                                      </a:lnTo>
                                      <a:lnTo>
                                        <a:pt x="418" y="425"/>
                                      </a:lnTo>
                                      <a:lnTo>
                                        <a:pt x="418" y="425"/>
                                      </a:lnTo>
                                      <a:lnTo>
                                        <a:pt x="418" y="425"/>
                                      </a:lnTo>
                                      <a:lnTo>
                                        <a:pt x="0" y="7"/>
                                      </a:lnTo>
                                      <a:lnTo>
                                        <a:pt x="0" y="7"/>
                                      </a:lnTo>
                                      <a:lnTo>
                                        <a:pt x="3" y="5"/>
                                      </a:lnTo>
                                      <a:lnTo>
                                        <a:pt x="8" y="3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2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2">
                                    <a:lumMod val="20000"/>
                                    <a:lumOff val="80000"/>
                                  </a:schemeClr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" name="Freeform 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28800" y="0"/>
                                  <a:ext cx="369888" cy="369888"/>
                                </a:xfrm>
                                <a:custGeom>
                                  <a:avLst/>
                                  <a:gdLst>
                                    <a:gd name="T0" fmla="*/ 64 w 465"/>
                                    <a:gd name="T1" fmla="*/ 3 h 466"/>
                                    <a:gd name="T2" fmla="*/ 86 w 465"/>
                                    <a:gd name="T3" fmla="*/ 21 h 466"/>
                                    <a:gd name="T4" fmla="*/ 122 w 465"/>
                                    <a:gd name="T5" fmla="*/ 51 h 466"/>
                                    <a:gd name="T6" fmla="*/ 161 w 465"/>
                                    <a:gd name="T7" fmla="*/ 85 h 466"/>
                                    <a:gd name="T8" fmla="*/ 196 w 465"/>
                                    <a:gd name="T9" fmla="*/ 117 h 466"/>
                                    <a:gd name="T10" fmla="*/ 221 w 465"/>
                                    <a:gd name="T11" fmla="*/ 158 h 466"/>
                                    <a:gd name="T12" fmla="*/ 223 w 465"/>
                                    <a:gd name="T13" fmla="*/ 187 h 466"/>
                                    <a:gd name="T14" fmla="*/ 219 w 465"/>
                                    <a:gd name="T15" fmla="*/ 200 h 466"/>
                                    <a:gd name="T16" fmla="*/ 463 w 465"/>
                                    <a:gd name="T17" fmla="*/ 433 h 466"/>
                                    <a:gd name="T18" fmla="*/ 465 w 465"/>
                                    <a:gd name="T19" fmla="*/ 436 h 466"/>
                                    <a:gd name="T20" fmla="*/ 463 w 465"/>
                                    <a:gd name="T21" fmla="*/ 441 h 466"/>
                                    <a:gd name="T22" fmla="*/ 458 w 465"/>
                                    <a:gd name="T23" fmla="*/ 450 h 466"/>
                                    <a:gd name="T24" fmla="*/ 447 w 465"/>
                                    <a:gd name="T25" fmla="*/ 460 h 466"/>
                                    <a:gd name="T26" fmla="*/ 439 w 465"/>
                                    <a:gd name="T27" fmla="*/ 464 h 466"/>
                                    <a:gd name="T28" fmla="*/ 435 w 465"/>
                                    <a:gd name="T29" fmla="*/ 466 h 466"/>
                                    <a:gd name="T30" fmla="*/ 432 w 465"/>
                                    <a:gd name="T31" fmla="*/ 464 h 466"/>
                                    <a:gd name="T32" fmla="*/ 199 w 465"/>
                                    <a:gd name="T33" fmla="*/ 220 h 466"/>
                                    <a:gd name="T34" fmla="*/ 186 w 465"/>
                                    <a:gd name="T35" fmla="*/ 224 h 466"/>
                                    <a:gd name="T36" fmla="*/ 157 w 465"/>
                                    <a:gd name="T37" fmla="*/ 222 h 466"/>
                                    <a:gd name="T38" fmla="*/ 116 w 465"/>
                                    <a:gd name="T39" fmla="*/ 197 h 466"/>
                                    <a:gd name="T40" fmla="*/ 84 w 465"/>
                                    <a:gd name="T41" fmla="*/ 162 h 466"/>
                                    <a:gd name="T42" fmla="*/ 50 w 465"/>
                                    <a:gd name="T43" fmla="*/ 123 h 466"/>
                                    <a:gd name="T44" fmla="*/ 20 w 465"/>
                                    <a:gd name="T45" fmla="*/ 87 h 466"/>
                                    <a:gd name="T46" fmla="*/ 3 w 465"/>
                                    <a:gd name="T47" fmla="*/ 65 h 466"/>
                                    <a:gd name="T48" fmla="*/ 9 w 465"/>
                                    <a:gd name="T49" fmla="*/ 52 h 466"/>
                                    <a:gd name="T50" fmla="*/ 124 w 465"/>
                                    <a:gd name="T51" fmla="*/ 167 h 466"/>
                                    <a:gd name="T52" fmla="*/ 131 w 465"/>
                                    <a:gd name="T53" fmla="*/ 169 h 466"/>
                                    <a:gd name="T54" fmla="*/ 138 w 465"/>
                                    <a:gd name="T55" fmla="*/ 165 h 466"/>
                                    <a:gd name="T56" fmla="*/ 139 w 465"/>
                                    <a:gd name="T57" fmla="*/ 158 h 466"/>
                                    <a:gd name="T58" fmla="*/ 135 w 465"/>
                                    <a:gd name="T59" fmla="*/ 148 h 466"/>
                                    <a:gd name="T60" fmla="*/ 117 w 465"/>
                                    <a:gd name="T61" fmla="*/ 131 h 466"/>
                                    <a:gd name="T62" fmla="*/ 89 w 465"/>
                                    <a:gd name="T63" fmla="*/ 102 h 466"/>
                                    <a:gd name="T64" fmla="*/ 59 w 465"/>
                                    <a:gd name="T65" fmla="*/ 71 h 466"/>
                                    <a:gd name="T66" fmla="*/ 36 w 465"/>
                                    <a:gd name="T67" fmla="*/ 44 h 466"/>
                                    <a:gd name="T68" fmla="*/ 26 w 465"/>
                                    <a:gd name="T69" fmla="*/ 35 h 466"/>
                                    <a:gd name="T70" fmla="*/ 34 w 465"/>
                                    <a:gd name="T71" fmla="*/ 27 h 466"/>
                                    <a:gd name="T72" fmla="*/ 45 w 465"/>
                                    <a:gd name="T73" fmla="*/ 36 h 466"/>
                                    <a:gd name="T74" fmla="*/ 70 w 465"/>
                                    <a:gd name="T75" fmla="*/ 60 h 466"/>
                                    <a:gd name="T76" fmla="*/ 102 w 465"/>
                                    <a:gd name="T77" fmla="*/ 90 h 466"/>
                                    <a:gd name="T78" fmla="*/ 130 w 465"/>
                                    <a:gd name="T79" fmla="*/ 118 h 466"/>
                                    <a:gd name="T80" fmla="*/ 147 w 465"/>
                                    <a:gd name="T81" fmla="*/ 136 h 466"/>
                                    <a:gd name="T82" fmla="*/ 157 w 465"/>
                                    <a:gd name="T83" fmla="*/ 140 h 466"/>
                                    <a:gd name="T84" fmla="*/ 164 w 465"/>
                                    <a:gd name="T85" fmla="*/ 139 h 466"/>
                                    <a:gd name="T86" fmla="*/ 168 w 465"/>
                                    <a:gd name="T87" fmla="*/ 132 h 466"/>
                                    <a:gd name="T88" fmla="*/ 166 w 465"/>
                                    <a:gd name="T89" fmla="*/ 124 h 466"/>
                                    <a:gd name="T90" fmla="*/ 51 w 465"/>
                                    <a:gd name="T91" fmla="*/ 10 h 46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465" h="466">
                                      <a:moveTo>
                                        <a:pt x="61" y="0"/>
                                      </a:moveTo>
                                      <a:lnTo>
                                        <a:pt x="64" y="3"/>
                                      </a:lnTo>
                                      <a:lnTo>
                                        <a:pt x="72" y="1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103" y="35"/>
                                      </a:lnTo>
                                      <a:lnTo>
                                        <a:pt x="122" y="51"/>
                                      </a:lnTo>
                                      <a:lnTo>
                                        <a:pt x="141" y="68"/>
                                      </a:lnTo>
                                      <a:lnTo>
                                        <a:pt x="161" y="85"/>
                                      </a:lnTo>
                                      <a:lnTo>
                                        <a:pt x="179" y="101"/>
                                      </a:lnTo>
                                      <a:lnTo>
                                        <a:pt x="196" y="117"/>
                                      </a:lnTo>
                                      <a:lnTo>
                                        <a:pt x="212" y="137"/>
                                      </a:lnTo>
                                      <a:lnTo>
                                        <a:pt x="221" y="158"/>
                                      </a:lnTo>
                                      <a:lnTo>
                                        <a:pt x="223" y="175"/>
                                      </a:lnTo>
                                      <a:lnTo>
                                        <a:pt x="223" y="187"/>
                                      </a:lnTo>
                                      <a:lnTo>
                                        <a:pt x="219" y="197"/>
                                      </a:lnTo>
                                      <a:lnTo>
                                        <a:pt x="219" y="200"/>
                                      </a:lnTo>
                                      <a:lnTo>
                                        <a:pt x="463" y="433"/>
                                      </a:lnTo>
                                      <a:lnTo>
                                        <a:pt x="463" y="433"/>
                                      </a:lnTo>
                                      <a:lnTo>
                                        <a:pt x="465" y="435"/>
                                      </a:lnTo>
                                      <a:lnTo>
                                        <a:pt x="465" y="436"/>
                                      </a:lnTo>
                                      <a:lnTo>
                                        <a:pt x="465" y="438"/>
                                      </a:lnTo>
                                      <a:lnTo>
                                        <a:pt x="463" y="441"/>
                                      </a:lnTo>
                                      <a:lnTo>
                                        <a:pt x="461" y="446"/>
                                      </a:lnTo>
                                      <a:lnTo>
                                        <a:pt x="458" y="450"/>
                                      </a:lnTo>
                                      <a:lnTo>
                                        <a:pt x="454" y="455"/>
                                      </a:lnTo>
                                      <a:lnTo>
                                        <a:pt x="447" y="460"/>
                                      </a:lnTo>
                                      <a:lnTo>
                                        <a:pt x="444" y="463"/>
                                      </a:lnTo>
                                      <a:lnTo>
                                        <a:pt x="439" y="464"/>
                                      </a:lnTo>
                                      <a:lnTo>
                                        <a:pt x="436" y="466"/>
                                      </a:lnTo>
                                      <a:lnTo>
                                        <a:pt x="435" y="466"/>
                                      </a:lnTo>
                                      <a:lnTo>
                                        <a:pt x="433" y="466"/>
                                      </a:lnTo>
                                      <a:lnTo>
                                        <a:pt x="432" y="464"/>
                                      </a:lnTo>
                                      <a:lnTo>
                                        <a:pt x="432" y="464"/>
                                      </a:lnTo>
                                      <a:lnTo>
                                        <a:pt x="199" y="220"/>
                                      </a:lnTo>
                                      <a:lnTo>
                                        <a:pt x="196" y="220"/>
                                      </a:lnTo>
                                      <a:lnTo>
                                        <a:pt x="186" y="224"/>
                                      </a:lnTo>
                                      <a:lnTo>
                                        <a:pt x="174" y="224"/>
                                      </a:lnTo>
                                      <a:lnTo>
                                        <a:pt x="157" y="222"/>
                                      </a:lnTo>
                                      <a:lnTo>
                                        <a:pt x="136" y="213"/>
                                      </a:lnTo>
                                      <a:lnTo>
                                        <a:pt x="116" y="197"/>
                                      </a:lnTo>
                                      <a:lnTo>
                                        <a:pt x="100" y="180"/>
                                      </a:lnTo>
                                      <a:lnTo>
                                        <a:pt x="84" y="162"/>
                                      </a:lnTo>
                                      <a:lnTo>
                                        <a:pt x="67" y="142"/>
                                      </a:lnTo>
                                      <a:lnTo>
                                        <a:pt x="50" y="123"/>
                                      </a:lnTo>
                                      <a:lnTo>
                                        <a:pt x="34" y="104"/>
                                      </a:lnTo>
                                      <a:lnTo>
                                        <a:pt x="20" y="87"/>
                                      </a:lnTo>
                                      <a:lnTo>
                                        <a:pt x="11" y="73"/>
                                      </a:lnTo>
                                      <a:lnTo>
                                        <a:pt x="3" y="65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9" y="52"/>
                                      </a:lnTo>
                                      <a:lnTo>
                                        <a:pt x="119" y="164"/>
                                      </a:lnTo>
                                      <a:lnTo>
                                        <a:pt x="124" y="167"/>
                                      </a:lnTo>
                                      <a:lnTo>
                                        <a:pt x="127" y="167"/>
                                      </a:lnTo>
                                      <a:lnTo>
                                        <a:pt x="131" y="169"/>
                                      </a:lnTo>
                                      <a:lnTo>
                                        <a:pt x="135" y="167"/>
                                      </a:lnTo>
                                      <a:lnTo>
                                        <a:pt x="138" y="165"/>
                                      </a:lnTo>
                                      <a:lnTo>
                                        <a:pt x="139" y="162"/>
                                      </a:lnTo>
                                      <a:lnTo>
                                        <a:pt x="139" y="158"/>
                                      </a:lnTo>
                                      <a:lnTo>
                                        <a:pt x="138" y="153"/>
                                      </a:lnTo>
                                      <a:lnTo>
                                        <a:pt x="135" y="148"/>
                                      </a:lnTo>
                                      <a:lnTo>
                                        <a:pt x="127" y="142"/>
                                      </a:lnTo>
                                      <a:lnTo>
                                        <a:pt x="117" y="131"/>
                                      </a:lnTo>
                                      <a:lnTo>
                                        <a:pt x="105" y="117"/>
                                      </a:lnTo>
                                      <a:lnTo>
                                        <a:pt x="89" y="102"/>
                                      </a:lnTo>
                                      <a:lnTo>
                                        <a:pt x="75" y="85"/>
                                      </a:lnTo>
                                      <a:lnTo>
                                        <a:pt x="59" y="71"/>
                                      </a:lnTo>
                                      <a:lnTo>
                                        <a:pt x="47" y="57"/>
                                      </a:lnTo>
                                      <a:lnTo>
                                        <a:pt x="36" y="44"/>
                                      </a:lnTo>
                                      <a:lnTo>
                                        <a:pt x="29" y="38"/>
                                      </a:lnTo>
                                      <a:lnTo>
                                        <a:pt x="26" y="35"/>
                                      </a:lnTo>
                                      <a:lnTo>
                                        <a:pt x="29" y="30"/>
                                      </a:lnTo>
                                      <a:lnTo>
                                        <a:pt x="34" y="27"/>
                                      </a:lnTo>
                                      <a:lnTo>
                                        <a:pt x="37" y="30"/>
                                      </a:lnTo>
                                      <a:lnTo>
                                        <a:pt x="45" y="36"/>
                                      </a:lnTo>
                                      <a:lnTo>
                                        <a:pt x="56" y="47"/>
                                      </a:lnTo>
                                      <a:lnTo>
                                        <a:pt x="70" y="60"/>
                                      </a:lnTo>
                                      <a:lnTo>
                                        <a:pt x="86" y="76"/>
                                      </a:lnTo>
                                      <a:lnTo>
                                        <a:pt x="102" y="90"/>
                                      </a:lnTo>
                                      <a:lnTo>
                                        <a:pt x="116" y="106"/>
                                      </a:lnTo>
                                      <a:lnTo>
                                        <a:pt x="130" y="118"/>
                                      </a:lnTo>
                                      <a:lnTo>
                                        <a:pt x="141" y="128"/>
                                      </a:lnTo>
                                      <a:lnTo>
                                        <a:pt x="147" y="136"/>
                                      </a:lnTo>
                                      <a:lnTo>
                                        <a:pt x="152" y="139"/>
                                      </a:lnTo>
                                      <a:lnTo>
                                        <a:pt x="157" y="140"/>
                                      </a:lnTo>
                                      <a:lnTo>
                                        <a:pt x="161" y="140"/>
                                      </a:lnTo>
                                      <a:lnTo>
                                        <a:pt x="164" y="139"/>
                                      </a:lnTo>
                                      <a:lnTo>
                                        <a:pt x="166" y="136"/>
                                      </a:lnTo>
                                      <a:lnTo>
                                        <a:pt x="168" y="132"/>
                                      </a:lnTo>
                                      <a:lnTo>
                                        <a:pt x="166" y="128"/>
                                      </a:lnTo>
                                      <a:lnTo>
                                        <a:pt x="166" y="124"/>
                                      </a:lnTo>
                                      <a:lnTo>
                                        <a:pt x="163" y="120"/>
                                      </a:lnTo>
                                      <a:lnTo>
                                        <a:pt x="51" y="10"/>
                                      </a:lnTo>
                                      <a:lnTo>
                                        <a:pt x="6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2">
                                    <a:lumMod val="20000"/>
                                    <a:lumOff val="80000"/>
                                  </a:schemeClr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4" name="Freeform 4"/>
                              <wps:cNvSpPr>
                                <a:spLocks/>
                              </wps:cNvSpPr>
                              <wps:spPr bwMode="auto">
                                <a:xfrm>
                                  <a:off x="825500" y="20637"/>
                                  <a:ext cx="1071563" cy="314325"/>
                                </a:xfrm>
                                <a:custGeom>
                                  <a:avLst/>
                                  <a:gdLst>
                                    <a:gd name="T0" fmla="*/ 734 w 1349"/>
                                    <a:gd name="T1" fmla="*/ 0 h 395"/>
                                    <a:gd name="T2" fmla="*/ 906 w 1349"/>
                                    <a:gd name="T3" fmla="*/ 16 h 395"/>
                                    <a:gd name="T4" fmla="*/ 1048 w 1349"/>
                                    <a:gd name="T5" fmla="*/ 44 h 395"/>
                                    <a:gd name="T6" fmla="*/ 1159 w 1349"/>
                                    <a:gd name="T7" fmla="*/ 83 h 395"/>
                                    <a:gd name="T8" fmla="*/ 1244 w 1349"/>
                                    <a:gd name="T9" fmla="*/ 131 h 395"/>
                                    <a:gd name="T10" fmla="*/ 1302 w 1349"/>
                                    <a:gd name="T11" fmla="*/ 179 h 395"/>
                                    <a:gd name="T12" fmla="*/ 1337 w 1349"/>
                                    <a:gd name="T13" fmla="*/ 230 h 395"/>
                                    <a:gd name="T14" fmla="*/ 1349 w 1349"/>
                                    <a:gd name="T15" fmla="*/ 277 h 395"/>
                                    <a:gd name="T16" fmla="*/ 1340 w 1349"/>
                                    <a:gd name="T17" fmla="*/ 327 h 395"/>
                                    <a:gd name="T18" fmla="*/ 1307 w 1349"/>
                                    <a:gd name="T19" fmla="*/ 367 h 395"/>
                                    <a:gd name="T20" fmla="*/ 1261 w 1349"/>
                                    <a:gd name="T21" fmla="*/ 389 h 395"/>
                                    <a:gd name="T22" fmla="*/ 1211 w 1349"/>
                                    <a:gd name="T23" fmla="*/ 395 h 395"/>
                                    <a:gd name="T24" fmla="*/ 1162 w 1349"/>
                                    <a:gd name="T25" fmla="*/ 390 h 395"/>
                                    <a:gd name="T26" fmla="*/ 1205 w 1349"/>
                                    <a:gd name="T27" fmla="*/ 389 h 395"/>
                                    <a:gd name="T28" fmla="*/ 1249 w 1349"/>
                                    <a:gd name="T29" fmla="*/ 379 h 395"/>
                                    <a:gd name="T30" fmla="*/ 1287 w 1349"/>
                                    <a:gd name="T31" fmla="*/ 359 h 395"/>
                                    <a:gd name="T32" fmla="*/ 1312 w 1349"/>
                                    <a:gd name="T33" fmla="*/ 326 h 395"/>
                                    <a:gd name="T34" fmla="*/ 1312 w 1349"/>
                                    <a:gd name="T35" fmla="*/ 280 h 395"/>
                                    <a:gd name="T36" fmla="*/ 1285 w 1349"/>
                                    <a:gd name="T37" fmla="*/ 225 h 395"/>
                                    <a:gd name="T38" fmla="*/ 1232 w 1349"/>
                                    <a:gd name="T39" fmla="*/ 168 h 395"/>
                                    <a:gd name="T40" fmla="*/ 1150 w 1349"/>
                                    <a:gd name="T41" fmla="*/ 115 h 395"/>
                                    <a:gd name="T42" fmla="*/ 1040 w 1349"/>
                                    <a:gd name="T43" fmla="*/ 69 h 395"/>
                                    <a:gd name="T44" fmla="*/ 902 w 1349"/>
                                    <a:gd name="T45" fmla="*/ 35 h 395"/>
                                    <a:gd name="T46" fmla="*/ 732 w 1349"/>
                                    <a:gd name="T47" fmla="*/ 16 h 395"/>
                                    <a:gd name="T48" fmla="*/ 581 w 1349"/>
                                    <a:gd name="T49" fmla="*/ 17 h 395"/>
                                    <a:gd name="T50" fmla="*/ 446 w 1349"/>
                                    <a:gd name="T51" fmla="*/ 35 h 395"/>
                                    <a:gd name="T52" fmla="*/ 324 w 1349"/>
                                    <a:gd name="T53" fmla="*/ 60 h 395"/>
                                    <a:gd name="T54" fmla="*/ 210 w 1349"/>
                                    <a:gd name="T55" fmla="*/ 91 h 395"/>
                                    <a:gd name="T56" fmla="*/ 104 w 1349"/>
                                    <a:gd name="T57" fmla="*/ 124 h 395"/>
                                    <a:gd name="T58" fmla="*/ 0 w 1349"/>
                                    <a:gd name="T59" fmla="*/ 151 h 395"/>
                                    <a:gd name="T60" fmla="*/ 100 w 1349"/>
                                    <a:gd name="T61" fmla="*/ 120 h 395"/>
                                    <a:gd name="T62" fmla="*/ 206 w 1349"/>
                                    <a:gd name="T63" fmla="*/ 85 h 395"/>
                                    <a:gd name="T64" fmla="*/ 319 w 1349"/>
                                    <a:gd name="T65" fmla="*/ 52 h 395"/>
                                    <a:gd name="T66" fmla="*/ 443 w 1349"/>
                                    <a:gd name="T67" fmla="*/ 22 h 395"/>
                                    <a:gd name="T68" fmla="*/ 580 w 1349"/>
                                    <a:gd name="T69" fmla="*/ 3 h 3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</a:cxnLst>
                                  <a:rect l="0" t="0" r="r" b="b"/>
                                  <a:pathLst>
                                    <a:path w="1349" h="395">
                                      <a:moveTo>
                                        <a:pt x="655" y="0"/>
                                      </a:moveTo>
                                      <a:lnTo>
                                        <a:pt x="734" y="0"/>
                                      </a:lnTo>
                                      <a:lnTo>
                                        <a:pt x="817" y="5"/>
                                      </a:lnTo>
                                      <a:lnTo>
                                        <a:pt x="906" y="16"/>
                                      </a:lnTo>
                                      <a:lnTo>
                                        <a:pt x="980" y="28"/>
                                      </a:lnTo>
                                      <a:lnTo>
                                        <a:pt x="1048" y="44"/>
                                      </a:lnTo>
                                      <a:lnTo>
                                        <a:pt x="1106" y="63"/>
                                      </a:lnTo>
                                      <a:lnTo>
                                        <a:pt x="1159" y="83"/>
                                      </a:lnTo>
                                      <a:lnTo>
                                        <a:pt x="1205" y="107"/>
                                      </a:lnTo>
                                      <a:lnTo>
                                        <a:pt x="1244" y="131"/>
                                      </a:lnTo>
                                      <a:lnTo>
                                        <a:pt x="1276" y="154"/>
                                      </a:lnTo>
                                      <a:lnTo>
                                        <a:pt x="1302" y="179"/>
                                      </a:lnTo>
                                      <a:lnTo>
                                        <a:pt x="1323" y="206"/>
                                      </a:lnTo>
                                      <a:lnTo>
                                        <a:pt x="1337" y="230"/>
                                      </a:lnTo>
                                      <a:lnTo>
                                        <a:pt x="1346" y="255"/>
                                      </a:lnTo>
                                      <a:lnTo>
                                        <a:pt x="1349" y="277"/>
                                      </a:lnTo>
                                      <a:lnTo>
                                        <a:pt x="1348" y="299"/>
                                      </a:lnTo>
                                      <a:lnTo>
                                        <a:pt x="1340" y="327"/>
                                      </a:lnTo>
                                      <a:lnTo>
                                        <a:pt x="1326" y="349"/>
                                      </a:lnTo>
                                      <a:lnTo>
                                        <a:pt x="1307" y="367"/>
                                      </a:lnTo>
                                      <a:lnTo>
                                        <a:pt x="1285" y="379"/>
                                      </a:lnTo>
                                      <a:lnTo>
                                        <a:pt x="1261" y="389"/>
                                      </a:lnTo>
                                      <a:lnTo>
                                        <a:pt x="1236" y="393"/>
                                      </a:lnTo>
                                      <a:lnTo>
                                        <a:pt x="1211" y="395"/>
                                      </a:lnTo>
                                      <a:lnTo>
                                        <a:pt x="1186" y="393"/>
                                      </a:lnTo>
                                      <a:lnTo>
                                        <a:pt x="1162" y="390"/>
                                      </a:lnTo>
                                      <a:lnTo>
                                        <a:pt x="1183" y="392"/>
                                      </a:lnTo>
                                      <a:lnTo>
                                        <a:pt x="1205" y="389"/>
                                      </a:lnTo>
                                      <a:lnTo>
                                        <a:pt x="1227" y="385"/>
                                      </a:lnTo>
                                      <a:lnTo>
                                        <a:pt x="1249" y="379"/>
                                      </a:lnTo>
                                      <a:lnTo>
                                        <a:pt x="1269" y="370"/>
                                      </a:lnTo>
                                      <a:lnTo>
                                        <a:pt x="1287" y="359"/>
                                      </a:lnTo>
                                      <a:lnTo>
                                        <a:pt x="1301" y="345"/>
                                      </a:lnTo>
                                      <a:lnTo>
                                        <a:pt x="1312" y="326"/>
                                      </a:lnTo>
                                      <a:lnTo>
                                        <a:pt x="1315" y="305"/>
                                      </a:lnTo>
                                      <a:lnTo>
                                        <a:pt x="1312" y="280"/>
                                      </a:lnTo>
                                      <a:lnTo>
                                        <a:pt x="1302" y="253"/>
                                      </a:lnTo>
                                      <a:lnTo>
                                        <a:pt x="1285" y="225"/>
                                      </a:lnTo>
                                      <a:lnTo>
                                        <a:pt x="1261" y="197"/>
                                      </a:lnTo>
                                      <a:lnTo>
                                        <a:pt x="1232" y="168"/>
                                      </a:lnTo>
                                      <a:lnTo>
                                        <a:pt x="1194" y="142"/>
                                      </a:lnTo>
                                      <a:lnTo>
                                        <a:pt x="1150" y="115"/>
                                      </a:lnTo>
                                      <a:lnTo>
                                        <a:pt x="1098" y="91"/>
                                      </a:lnTo>
                                      <a:lnTo>
                                        <a:pt x="1040" y="69"/>
                                      </a:lnTo>
                                      <a:lnTo>
                                        <a:pt x="974" y="50"/>
                                      </a:lnTo>
                                      <a:lnTo>
                                        <a:pt x="902" y="35"/>
                                      </a:lnTo>
                                      <a:lnTo>
                                        <a:pt x="815" y="24"/>
                                      </a:lnTo>
                                      <a:lnTo>
                                        <a:pt x="732" y="16"/>
                                      </a:lnTo>
                                      <a:lnTo>
                                        <a:pt x="655" y="14"/>
                                      </a:lnTo>
                                      <a:lnTo>
                                        <a:pt x="581" y="17"/>
                                      </a:lnTo>
                                      <a:lnTo>
                                        <a:pt x="512" y="24"/>
                                      </a:lnTo>
                                      <a:lnTo>
                                        <a:pt x="446" y="35"/>
                                      </a:lnTo>
                                      <a:lnTo>
                                        <a:pt x="383" y="46"/>
                                      </a:lnTo>
                                      <a:lnTo>
                                        <a:pt x="324" y="60"/>
                                      </a:lnTo>
                                      <a:lnTo>
                                        <a:pt x="265" y="75"/>
                                      </a:lnTo>
                                      <a:lnTo>
                                        <a:pt x="210" y="91"/>
                                      </a:lnTo>
                                      <a:lnTo>
                                        <a:pt x="155" y="109"/>
                                      </a:lnTo>
                                      <a:lnTo>
                                        <a:pt x="104" y="124"/>
                                      </a:lnTo>
                                      <a:lnTo>
                                        <a:pt x="52" y="138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50" y="135"/>
                                      </a:lnTo>
                                      <a:lnTo>
                                        <a:pt x="100" y="120"/>
                                      </a:lnTo>
                                      <a:lnTo>
                                        <a:pt x="152" y="102"/>
                                      </a:lnTo>
                                      <a:lnTo>
                                        <a:pt x="206" y="85"/>
                                      </a:lnTo>
                                      <a:lnTo>
                                        <a:pt x="261" y="68"/>
                                      </a:lnTo>
                                      <a:lnTo>
                                        <a:pt x="319" y="52"/>
                                      </a:lnTo>
                                      <a:lnTo>
                                        <a:pt x="379" y="36"/>
                                      </a:lnTo>
                                      <a:lnTo>
                                        <a:pt x="443" y="22"/>
                                      </a:lnTo>
                                      <a:lnTo>
                                        <a:pt x="509" y="11"/>
                                      </a:lnTo>
                                      <a:lnTo>
                                        <a:pt x="580" y="3"/>
                                      </a:lnTo>
                                      <a:lnTo>
                                        <a:pt x="65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2">
                                    <a:lumMod val="20000"/>
                                    <a:lumOff val="80000"/>
                                  </a:schemeClr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5" name="Freeform 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22413" y="61912"/>
                                  <a:ext cx="325438" cy="263525"/>
                                </a:xfrm>
                                <a:custGeom>
                                  <a:avLst/>
                                  <a:gdLst>
                                    <a:gd name="T0" fmla="*/ 0 w 410"/>
                                    <a:gd name="T1" fmla="*/ 0 h 334"/>
                                    <a:gd name="T2" fmla="*/ 39 w 410"/>
                                    <a:gd name="T3" fmla="*/ 8 h 334"/>
                                    <a:gd name="T4" fmla="*/ 82 w 410"/>
                                    <a:gd name="T5" fmla="*/ 19 h 334"/>
                                    <a:gd name="T6" fmla="*/ 127 w 410"/>
                                    <a:gd name="T7" fmla="*/ 33 h 334"/>
                                    <a:gd name="T8" fmla="*/ 173 w 410"/>
                                    <a:gd name="T9" fmla="*/ 49 h 334"/>
                                    <a:gd name="T10" fmla="*/ 220 w 410"/>
                                    <a:gd name="T11" fmla="*/ 70 h 334"/>
                                    <a:gd name="T12" fmla="*/ 264 w 410"/>
                                    <a:gd name="T13" fmla="*/ 90 h 334"/>
                                    <a:gd name="T14" fmla="*/ 306 w 410"/>
                                    <a:gd name="T15" fmla="*/ 115 h 334"/>
                                    <a:gd name="T16" fmla="*/ 343 w 410"/>
                                    <a:gd name="T17" fmla="*/ 142 h 334"/>
                                    <a:gd name="T18" fmla="*/ 372 w 410"/>
                                    <a:gd name="T19" fmla="*/ 172 h 334"/>
                                    <a:gd name="T20" fmla="*/ 393 w 410"/>
                                    <a:gd name="T21" fmla="*/ 199 h 334"/>
                                    <a:gd name="T22" fmla="*/ 405 w 410"/>
                                    <a:gd name="T23" fmla="*/ 224 h 334"/>
                                    <a:gd name="T24" fmla="*/ 410 w 410"/>
                                    <a:gd name="T25" fmla="*/ 246 h 334"/>
                                    <a:gd name="T26" fmla="*/ 409 w 410"/>
                                    <a:gd name="T27" fmla="*/ 266 h 334"/>
                                    <a:gd name="T28" fmla="*/ 401 w 410"/>
                                    <a:gd name="T29" fmla="*/ 285 h 334"/>
                                    <a:gd name="T30" fmla="*/ 390 w 410"/>
                                    <a:gd name="T31" fmla="*/ 299 h 334"/>
                                    <a:gd name="T32" fmla="*/ 372 w 410"/>
                                    <a:gd name="T33" fmla="*/ 312 h 334"/>
                                    <a:gd name="T34" fmla="*/ 354 w 410"/>
                                    <a:gd name="T35" fmla="*/ 323 h 334"/>
                                    <a:gd name="T36" fmla="*/ 332 w 410"/>
                                    <a:gd name="T37" fmla="*/ 329 h 334"/>
                                    <a:gd name="T38" fmla="*/ 306 w 410"/>
                                    <a:gd name="T39" fmla="*/ 334 h 334"/>
                                    <a:gd name="T40" fmla="*/ 330 w 410"/>
                                    <a:gd name="T41" fmla="*/ 329 h 334"/>
                                    <a:gd name="T42" fmla="*/ 350 w 410"/>
                                    <a:gd name="T43" fmla="*/ 321 h 334"/>
                                    <a:gd name="T44" fmla="*/ 368 w 410"/>
                                    <a:gd name="T45" fmla="*/ 312 h 334"/>
                                    <a:gd name="T46" fmla="*/ 380 w 410"/>
                                    <a:gd name="T47" fmla="*/ 299 h 334"/>
                                    <a:gd name="T48" fmla="*/ 388 w 410"/>
                                    <a:gd name="T49" fmla="*/ 284 h 334"/>
                                    <a:gd name="T50" fmla="*/ 391 w 410"/>
                                    <a:gd name="T51" fmla="*/ 265 h 334"/>
                                    <a:gd name="T52" fmla="*/ 387 w 410"/>
                                    <a:gd name="T53" fmla="*/ 244 h 334"/>
                                    <a:gd name="T54" fmla="*/ 374 w 410"/>
                                    <a:gd name="T55" fmla="*/ 221 h 334"/>
                                    <a:gd name="T56" fmla="*/ 355 w 410"/>
                                    <a:gd name="T57" fmla="*/ 194 h 334"/>
                                    <a:gd name="T58" fmla="*/ 319 w 410"/>
                                    <a:gd name="T59" fmla="*/ 159 h 334"/>
                                    <a:gd name="T60" fmla="*/ 277 w 410"/>
                                    <a:gd name="T61" fmla="*/ 126 h 334"/>
                                    <a:gd name="T62" fmla="*/ 231 w 410"/>
                                    <a:gd name="T63" fmla="*/ 96 h 334"/>
                                    <a:gd name="T64" fmla="*/ 182 w 410"/>
                                    <a:gd name="T65" fmla="*/ 70 h 334"/>
                                    <a:gd name="T66" fmla="*/ 134 w 410"/>
                                    <a:gd name="T67" fmla="*/ 47 h 334"/>
                                    <a:gd name="T68" fmla="*/ 86 w 410"/>
                                    <a:gd name="T69" fmla="*/ 27 h 334"/>
                                    <a:gd name="T70" fmla="*/ 41 w 410"/>
                                    <a:gd name="T71" fmla="*/ 11 h 334"/>
                                    <a:gd name="T72" fmla="*/ 0 w 410"/>
                                    <a:gd name="T73" fmla="*/ 0 h 3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</a:cxnLst>
                                  <a:rect l="0" t="0" r="r" b="b"/>
                                  <a:pathLst>
                                    <a:path w="410" h="334">
                                      <a:moveTo>
                                        <a:pt x="0" y="0"/>
                                      </a:moveTo>
                                      <a:lnTo>
                                        <a:pt x="39" y="8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127" y="33"/>
                                      </a:lnTo>
                                      <a:lnTo>
                                        <a:pt x="173" y="49"/>
                                      </a:lnTo>
                                      <a:lnTo>
                                        <a:pt x="220" y="70"/>
                                      </a:lnTo>
                                      <a:lnTo>
                                        <a:pt x="264" y="90"/>
                                      </a:lnTo>
                                      <a:lnTo>
                                        <a:pt x="306" y="115"/>
                                      </a:lnTo>
                                      <a:lnTo>
                                        <a:pt x="343" y="142"/>
                                      </a:lnTo>
                                      <a:lnTo>
                                        <a:pt x="372" y="172"/>
                                      </a:lnTo>
                                      <a:lnTo>
                                        <a:pt x="393" y="199"/>
                                      </a:lnTo>
                                      <a:lnTo>
                                        <a:pt x="405" y="224"/>
                                      </a:lnTo>
                                      <a:lnTo>
                                        <a:pt x="410" y="24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1" y="285"/>
                                      </a:lnTo>
                                      <a:lnTo>
                                        <a:pt x="390" y="299"/>
                                      </a:lnTo>
                                      <a:lnTo>
                                        <a:pt x="372" y="312"/>
                                      </a:lnTo>
                                      <a:lnTo>
                                        <a:pt x="354" y="323"/>
                                      </a:lnTo>
                                      <a:lnTo>
                                        <a:pt x="332" y="329"/>
                                      </a:lnTo>
                                      <a:lnTo>
                                        <a:pt x="306" y="334"/>
                                      </a:lnTo>
                                      <a:lnTo>
                                        <a:pt x="330" y="329"/>
                                      </a:lnTo>
                                      <a:lnTo>
                                        <a:pt x="350" y="321"/>
                                      </a:lnTo>
                                      <a:lnTo>
                                        <a:pt x="368" y="312"/>
                                      </a:lnTo>
                                      <a:lnTo>
                                        <a:pt x="380" y="299"/>
                                      </a:lnTo>
                                      <a:lnTo>
                                        <a:pt x="388" y="284"/>
                                      </a:lnTo>
                                      <a:lnTo>
                                        <a:pt x="391" y="265"/>
                                      </a:lnTo>
                                      <a:lnTo>
                                        <a:pt x="387" y="244"/>
                                      </a:lnTo>
                                      <a:lnTo>
                                        <a:pt x="374" y="221"/>
                                      </a:lnTo>
                                      <a:lnTo>
                                        <a:pt x="355" y="194"/>
                                      </a:lnTo>
                                      <a:lnTo>
                                        <a:pt x="319" y="159"/>
                                      </a:lnTo>
                                      <a:lnTo>
                                        <a:pt x="277" y="126"/>
                                      </a:lnTo>
                                      <a:lnTo>
                                        <a:pt x="231" y="96"/>
                                      </a:lnTo>
                                      <a:lnTo>
                                        <a:pt x="182" y="70"/>
                                      </a:lnTo>
                                      <a:lnTo>
                                        <a:pt x="134" y="47"/>
                                      </a:lnTo>
                                      <a:lnTo>
                                        <a:pt x="86" y="27"/>
                                      </a:lnTo>
                                      <a:lnTo>
                                        <a:pt x="41" y="11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2">
                                    <a:lumMod val="20000"/>
                                    <a:lumOff val="80000"/>
                                  </a:schemeClr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6" name="Freeform 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0963" y="106362"/>
                                  <a:ext cx="361950" cy="157163"/>
                                </a:xfrm>
                                <a:custGeom>
                                  <a:avLst/>
                                  <a:gdLst>
                                    <a:gd name="T0" fmla="*/ 314 w 457"/>
                                    <a:gd name="T1" fmla="*/ 5 h 198"/>
                                    <a:gd name="T2" fmla="*/ 384 w 457"/>
                                    <a:gd name="T3" fmla="*/ 28 h 198"/>
                                    <a:gd name="T4" fmla="*/ 431 w 457"/>
                                    <a:gd name="T5" fmla="*/ 68 h 198"/>
                                    <a:gd name="T6" fmla="*/ 454 w 457"/>
                                    <a:gd name="T7" fmla="*/ 113 h 198"/>
                                    <a:gd name="T8" fmla="*/ 453 w 457"/>
                                    <a:gd name="T9" fmla="*/ 157 h 198"/>
                                    <a:gd name="T10" fmla="*/ 423 w 457"/>
                                    <a:gd name="T11" fmla="*/ 189 h 198"/>
                                    <a:gd name="T12" fmla="*/ 379 w 457"/>
                                    <a:gd name="T13" fmla="*/ 198 h 198"/>
                                    <a:gd name="T14" fmla="*/ 327 w 457"/>
                                    <a:gd name="T15" fmla="*/ 189 h 198"/>
                                    <a:gd name="T16" fmla="*/ 280 w 457"/>
                                    <a:gd name="T17" fmla="*/ 164 h 198"/>
                                    <a:gd name="T18" fmla="*/ 247 w 457"/>
                                    <a:gd name="T19" fmla="*/ 126 h 198"/>
                                    <a:gd name="T20" fmla="*/ 239 w 457"/>
                                    <a:gd name="T21" fmla="*/ 80 h 198"/>
                                    <a:gd name="T22" fmla="*/ 253 w 457"/>
                                    <a:gd name="T23" fmla="*/ 55 h 198"/>
                                    <a:gd name="T24" fmla="*/ 277 w 457"/>
                                    <a:gd name="T25" fmla="*/ 47 h 198"/>
                                    <a:gd name="T26" fmla="*/ 302 w 457"/>
                                    <a:gd name="T27" fmla="*/ 53 h 198"/>
                                    <a:gd name="T28" fmla="*/ 319 w 457"/>
                                    <a:gd name="T29" fmla="*/ 69 h 198"/>
                                    <a:gd name="T30" fmla="*/ 318 w 457"/>
                                    <a:gd name="T31" fmla="*/ 69 h 198"/>
                                    <a:gd name="T32" fmla="*/ 297 w 457"/>
                                    <a:gd name="T33" fmla="*/ 57 h 198"/>
                                    <a:gd name="T34" fmla="*/ 275 w 457"/>
                                    <a:gd name="T35" fmla="*/ 63 h 198"/>
                                    <a:gd name="T36" fmla="*/ 259 w 457"/>
                                    <a:gd name="T37" fmla="*/ 88 h 198"/>
                                    <a:gd name="T38" fmla="*/ 267 w 457"/>
                                    <a:gd name="T39" fmla="*/ 135 h 198"/>
                                    <a:gd name="T40" fmla="*/ 297 w 457"/>
                                    <a:gd name="T41" fmla="*/ 168 h 198"/>
                                    <a:gd name="T42" fmla="*/ 340 w 457"/>
                                    <a:gd name="T43" fmla="*/ 187 h 198"/>
                                    <a:gd name="T44" fmla="*/ 382 w 457"/>
                                    <a:gd name="T45" fmla="*/ 187 h 198"/>
                                    <a:gd name="T46" fmla="*/ 415 w 457"/>
                                    <a:gd name="T47" fmla="*/ 164 h 198"/>
                                    <a:gd name="T48" fmla="*/ 426 w 457"/>
                                    <a:gd name="T49" fmla="*/ 121 h 198"/>
                                    <a:gd name="T50" fmla="*/ 406 w 457"/>
                                    <a:gd name="T51" fmla="*/ 75 h 198"/>
                                    <a:gd name="T52" fmla="*/ 363 w 457"/>
                                    <a:gd name="T53" fmla="*/ 36 h 198"/>
                                    <a:gd name="T54" fmla="*/ 299 w 457"/>
                                    <a:gd name="T55" fmla="*/ 11 h 198"/>
                                    <a:gd name="T56" fmla="*/ 219 w 457"/>
                                    <a:gd name="T57" fmla="*/ 9 h 198"/>
                                    <a:gd name="T58" fmla="*/ 143 w 457"/>
                                    <a:gd name="T59" fmla="*/ 28 h 198"/>
                                    <a:gd name="T60" fmla="*/ 91 w 457"/>
                                    <a:gd name="T61" fmla="*/ 57 h 198"/>
                                    <a:gd name="T62" fmla="*/ 60 w 457"/>
                                    <a:gd name="T63" fmla="*/ 86 h 198"/>
                                    <a:gd name="T64" fmla="*/ 43 w 457"/>
                                    <a:gd name="T65" fmla="*/ 109 h 198"/>
                                    <a:gd name="T66" fmla="*/ 33 w 457"/>
                                    <a:gd name="T67" fmla="*/ 121 h 198"/>
                                    <a:gd name="T68" fmla="*/ 14 w 457"/>
                                    <a:gd name="T69" fmla="*/ 126 h 198"/>
                                    <a:gd name="T70" fmla="*/ 0 w 457"/>
                                    <a:gd name="T71" fmla="*/ 123 h 198"/>
                                    <a:gd name="T72" fmla="*/ 5 w 457"/>
                                    <a:gd name="T73" fmla="*/ 113 h 198"/>
                                    <a:gd name="T74" fmla="*/ 29 w 457"/>
                                    <a:gd name="T75" fmla="*/ 88 h 198"/>
                                    <a:gd name="T76" fmla="*/ 73 w 457"/>
                                    <a:gd name="T77" fmla="*/ 55 h 198"/>
                                    <a:gd name="T78" fmla="*/ 137 w 457"/>
                                    <a:gd name="T79" fmla="*/ 24 h 198"/>
                                    <a:gd name="T80" fmla="*/ 225 w 457"/>
                                    <a:gd name="T81" fmla="*/ 3 h 19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57" h="198">
                                      <a:moveTo>
                                        <a:pt x="272" y="0"/>
                                      </a:moveTo>
                                      <a:lnTo>
                                        <a:pt x="314" y="5"/>
                                      </a:lnTo>
                                      <a:lnTo>
                                        <a:pt x="352" y="14"/>
                                      </a:lnTo>
                                      <a:lnTo>
                                        <a:pt x="384" y="28"/>
                                      </a:lnTo>
                                      <a:lnTo>
                                        <a:pt x="410" y="47"/>
                                      </a:lnTo>
                                      <a:lnTo>
                                        <a:pt x="431" y="68"/>
                                      </a:lnTo>
                                      <a:lnTo>
                                        <a:pt x="446" y="90"/>
                                      </a:lnTo>
                                      <a:lnTo>
                                        <a:pt x="454" y="113"/>
                                      </a:lnTo>
                                      <a:lnTo>
                                        <a:pt x="457" y="135"/>
                                      </a:lnTo>
                                      <a:lnTo>
                                        <a:pt x="453" y="157"/>
                                      </a:lnTo>
                                      <a:lnTo>
                                        <a:pt x="440" y="176"/>
                                      </a:lnTo>
                                      <a:lnTo>
                                        <a:pt x="423" y="189"/>
                                      </a:lnTo>
                                      <a:lnTo>
                                        <a:pt x="402" y="197"/>
                                      </a:lnTo>
                                      <a:lnTo>
                                        <a:pt x="379" y="198"/>
                                      </a:lnTo>
                                      <a:lnTo>
                                        <a:pt x="354" y="197"/>
                                      </a:lnTo>
                                      <a:lnTo>
                                        <a:pt x="327" y="189"/>
                                      </a:lnTo>
                                      <a:lnTo>
                                        <a:pt x="302" y="178"/>
                                      </a:lnTo>
                                      <a:lnTo>
                                        <a:pt x="280" y="164"/>
                                      </a:lnTo>
                                      <a:lnTo>
                                        <a:pt x="261" y="145"/>
                                      </a:lnTo>
                                      <a:lnTo>
                                        <a:pt x="247" y="126"/>
                                      </a:lnTo>
                                      <a:lnTo>
                                        <a:pt x="239" y="104"/>
                                      </a:lnTo>
                                      <a:lnTo>
                                        <a:pt x="239" y="80"/>
                                      </a:lnTo>
                                      <a:lnTo>
                                        <a:pt x="244" y="64"/>
                                      </a:lnTo>
                                      <a:lnTo>
                                        <a:pt x="253" y="55"/>
                                      </a:lnTo>
                                      <a:lnTo>
                                        <a:pt x="264" y="49"/>
                                      </a:lnTo>
                                      <a:lnTo>
                                        <a:pt x="277" y="47"/>
                                      </a:lnTo>
                                      <a:lnTo>
                                        <a:pt x="289" y="49"/>
                                      </a:lnTo>
                                      <a:lnTo>
                                        <a:pt x="302" y="53"/>
                                      </a:lnTo>
                                      <a:lnTo>
                                        <a:pt x="313" y="61"/>
                                      </a:lnTo>
                                      <a:lnTo>
                                        <a:pt x="319" y="69"/>
                                      </a:lnTo>
                                      <a:lnTo>
                                        <a:pt x="324" y="80"/>
                                      </a:lnTo>
                                      <a:lnTo>
                                        <a:pt x="318" y="69"/>
                                      </a:lnTo>
                                      <a:lnTo>
                                        <a:pt x="308" y="61"/>
                                      </a:lnTo>
                                      <a:lnTo>
                                        <a:pt x="297" y="57"/>
                                      </a:lnTo>
                                      <a:lnTo>
                                        <a:pt x="286" y="58"/>
                                      </a:lnTo>
                                      <a:lnTo>
                                        <a:pt x="275" y="63"/>
                                      </a:lnTo>
                                      <a:lnTo>
                                        <a:pt x="266" y="72"/>
                                      </a:lnTo>
                                      <a:lnTo>
                                        <a:pt x="259" y="88"/>
                                      </a:lnTo>
                                      <a:lnTo>
                                        <a:pt x="259" y="113"/>
                                      </a:lnTo>
                                      <a:lnTo>
                                        <a:pt x="267" y="135"/>
                                      </a:lnTo>
                                      <a:lnTo>
                                        <a:pt x="280" y="154"/>
                                      </a:lnTo>
                                      <a:lnTo>
                                        <a:pt x="297" y="168"/>
                                      </a:lnTo>
                                      <a:lnTo>
                                        <a:pt x="318" y="181"/>
                                      </a:lnTo>
                                      <a:lnTo>
                                        <a:pt x="340" y="187"/>
                                      </a:lnTo>
                                      <a:lnTo>
                                        <a:pt x="362" y="190"/>
                                      </a:lnTo>
                                      <a:lnTo>
                                        <a:pt x="382" y="187"/>
                                      </a:lnTo>
                                      <a:lnTo>
                                        <a:pt x="401" y="178"/>
                                      </a:lnTo>
                                      <a:lnTo>
                                        <a:pt x="415" y="164"/>
                                      </a:lnTo>
                                      <a:lnTo>
                                        <a:pt x="424" y="143"/>
                                      </a:lnTo>
                                      <a:lnTo>
                                        <a:pt x="426" y="121"/>
                                      </a:lnTo>
                                      <a:lnTo>
                                        <a:pt x="420" y="99"/>
                                      </a:lnTo>
                                      <a:lnTo>
                                        <a:pt x="406" y="75"/>
                                      </a:lnTo>
                                      <a:lnTo>
                                        <a:pt x="387" y="55"/>
                                      </a:lnTo>
                                      <a:lnTo>
                                        <a:pt x="363" y="36"/>
                                      </a:lnTo>
                                      <a:lnTo>
                                        <a:pt x="333" y="22"/>
                                      </a:lnTo>
                                      <a:lnTo>
                                        <a:pt x="299" y="11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19" y="9"/>
                                      </a:lnTo>
                                      <a:lnTo>
                                        <a:pt x="178" y="17"/>
                                      </a:lnTo>
                                      <a:lnTo>
                                        <a:pt x="143" y="28"/>
                                      </a:lnTo>
                                      <a:lnTo>
                                        <a:pt x="115" y="42"/>
                                      </a:lnTo>
                                      <a:lnTo>
                                        <a:pt x="91" y="57"/>
                                      </a:lnTo>
                                      <a:lnTo>
                                        <a:pt x="74" y="71"/>
                                      </a:lnTo>
                                      <a:lnTo>
                                        <a:pt x="60" y="86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43" y="109"/>
                                      </a:lnTo>
                                      <a:lnTo>
                                        <a:pt x="40" y="115"/>
                                      </a:lnTo>
                                      <a:lnTo>
                                        <a:pt x="33" y="121"/>
                                      </a:lnTo>
                                      <a:lnTo>
                                        <a:pt x="24" y="124"/>
                                      </a:lnTo>
                                      <a:lnTo>
                                        <a:pt x="14" y="126"/>
                                      </a:lnTo>
                                      <a:lnTo>
                                        <a:pt x="5" y="126"/>
                                      </a:lnTo>
                                      <a:lnTo>
                                        <a:pt x="0" y="123"/>
                                      </a:lnTo>
                                      <a:lnTo>
                                        <a:pt x="0" y="120"/>
                                      </a:lnTo>
                                      <a:lnTo>
                                        <a:pt x="5" y="113"/>
                                      </a:lnTo>
                                      <a:lnTo>
                                        <a:pt x="14" y="102"/>
                                      </a:lnTo>
                                      <a:lnTo>
                                        <a:pt x="29" y="88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73" y="55"/>
                                      </a:lnTo>
                                      <a:lnTo>
                                        <a:pt x="102" y="38"/>
                                      </a:lnTo>
                                      <a:lnTo>
                                        <a:pt x="137" y="24"/>
                                      </a:lnTo>
                                      <a:lnTo>
                                        <a:pt x="178" y="11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7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2">
                                    <a:lumMod val="20000"/>
                                    <a:lumOff val="80000"/>
                                  </a:schemeClr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7" name="Freeform 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23950" y="74612"/>
                                  <a:ext cx="444500" cy="119063"/>
                                </a:xfrm>
                                <a:custGeom>
                                  <a:avLst/>
                                  <a:gdLst>
                                    <a:gd name="T0" fmla="*/ 66 w 561"/>
                                    <a:gd name="T1" fmla="*/ 2 h 151"/>
                                    <a:gd name="T2" fmla="*/ 98 w 561"/>
                                    <a:gd name="T3" fmla="*/ 17 h 151"/>
                                    <a:gd name="T4" fmla="*/ 115 w 561"/>
                                    <a:gd name="T5" fmla="*/ 47 h 151"/>
                                    <a:gd name="T6" fmla="*/ 112 w 561"/>
                                    <a:gd name="T7" fmla="*/ 76 h 151"/>
                                    <a:gd name="T8" fmla="*/ 92 w 561"/>
                                    <a:gd name="T9" fmla="*/ 94 h 151"/>
                                    <a:gd name="T10" fmla="*/ 59 w 561"/>
                                    <a:gd name="T11" fmla="*/ 98 h 151"/>
                                    <a:gd name="T12" fmla="*/ 59 w 561"/>
                                    <a:gd name="T13" fmla="*/ 96 h 151"/>
                                    <a:gd name="T14" fmla="*/ 90 w 561"/>
                                    <a:gd name="T15" fmla="*/ 93 h 151"/>
                                    <a:gd name="T16" fmla="*/ 107 w 561"/>
                                    <a:gd name="T17" fmla="*/ 74 h 151"/>
                                    <a:gd name="T18" fmla="*/ 110 w 561"/>
                                    <a:gd name="T19" fmla="*/ 49 h 151"/>
                                    <a:gd name="T20" fmla="*/ 95 w 561"/>
                                    <a:gd name="T21" fmla="*/ 22 h 151"/>
                                    <a:gd name="T22" fmla="*/ 66 w 561"/>
                                    <a:gd name="T23" fmla="*/ 11 h 151"/>
                                    <a:gd name="T24" fmla="*/ 38 w 561"/>
                                    <a:gd name="T25" fmla="*/ 19 h 151"/>
                                    <a:gd name="T26" fmla="*/ 21 w 561"/>
                                    <a:gd name="T27" fmla="*/ 44 h 151"/>
                                    <a:gd name="T28" fmla="*/ 26 w 561"/>
                                    <a:gd name="T29" fmla="*/ 87 h 151"/>
                                    <a:gd name="T30" fmla="*/ 60 w 561"/>
                                    <a:gd name="T31" fmla="*/ 118 h 151"/>
                                    <a:gd name="T32" fmla="*/ 115 w 561"/>
                                    <a:gd name="T33" fmla="*/ 134 h 151"/>
                                    <a:gd name="T34" fmla="*/ 181 w 561"/>
                                    <a:gd name="T35" fmla="*/ 134 h 151"/>
                                    <a:gd name="T36" fmla="*/ 250 w 561"/>
                                    <a:gd name="T37" fmla="*/ 112 h 151"/>
                                    <a:gd name="T38" fmla="*/ 330 w 561"/>
                                    <a:gd name="T39" fmla="*/ 74 h 151"/>
                                    <a:gd name="T40" fmla="*/ 421 w 561"/>
                                    <a:gd name="T41" fmla="*/ 46 h 151"/>
                                    <a:gd name="T42" fmla="*/ 516 w 561"/>
                                    <a:gd name="T43" fmla="*/ 35 h 151"/>
                                    <a:gd name="T44" fmla="*/ 509 w 561"/>
                                    <a:gd name="T45" fmla="*/ 36 h 151"/>
                                    <a:gd name="T46" fmla="*/ 404 w 561"/>
                                    <a:gd name="T47" fmla="*/ 55 h 151"/>
                                    <a:gd name="T48" fmla="*/ 300 w 561"/>
                                    <a:gd name="T49" fmla="*/ 96 h 151"/>
                                    <a:gd name="T50" fmla="*/ 217 w 561"/>
                                    <a:gd name="T51" fmla="*/ 137 h 151"/>
                                    <a:gd name="T52" fmla="*/ 148 w 561"/>
                                    <a:gd name="T53" fmla="*/ 151 h 151"/>
                                    <a:gd name="T54" fmla="*/ 85 w 561"/>
                                    <a:gd name="T55" fmla="*/ 146 h 151"/>
                                    <a:gd name="T56" fmla="*/ 35 w 561"/>
                                    <a:gd name="T57" fmla="*/ 124 h 151"/>
                                    <a:gd name="T58" fmla="*/ 5 w 561"/>
                                    <a:gd name="T59" fmla="*/ 87 h 151"/>
                                    <a:gd name="T60" fmla="*/ 4 w 561"/>
                                    <a:gd name="T61" fmla="*/ 39 h 151"/>
                                    <a:gd name="T62" fmla="*/ 21 w 561"/>
                                    <a:gd name="T63" fmla="*/ 13 h 151"/>
                                    <a:gd name="T64" fmla="*/ 51 w 561"/>
                                    <a:gd name="T65" fmla="*/ 0 h 15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</a:cxnLst>
                                  <a:rect l="0" t="0" r="r" b="b"/>
                                  <a:pathLst>
                                    <a:path w="561" h="151">
                                      <a:moveTo>
                                        <a:pt x="51" y="0"/>
                                      </a:moveTo>
                                      <a:lnTo>
                                        <a:pt x="66" y="2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98" y="17"/>
                                      </a:lnTo>
                                      <a:lnTo>
                                        <a:pt x="109" y="33"/>
                                      </a:lnTo>
                                      <a:lnTo>
                                        <a:pt x="115" y="47"/>
                                      </a:lnTo>
                                      <a:lnTo>
                                        <a:pt x="115" y="61"/>
                                      </a:lnTo>
                                      <a:lnTo>
                                        <a:pt x="112" y="76"/>
                                      </a:lnTo>
                                      <a:lnTo>
                                        <a:pt x="104" y="87"/>
                                      </a:lnTo>
                                      <a:lnTo>
                                        <a:pt x="92" y="94"/>
                                      </a:lnTo>
                                      <a:lnTo>
                                        <a:pt x="77" y="99"/>
                                      </a:lnTo>
                                      <a:lnTo>
                                        <a:pt x="59" y="98"/>
                                      </a:lnTo>
                                      <a:lnTo>
                                        <a:pt x="37" y="90"/>
                                      </a:lnTo>
                                      <a:lnTo>
                                        <a:pt x="59" y="96"/>
                                      </a:lnTo>
                                      <a:lnTo>
                                        <a:pt x="76" y="98"/>
                                      </a:lnTo>
                                      <a:lnTo>
                                        <a:pt x="90" y="93"/>
                                      </a:lnTo>
                                      <a:lnTo>
                                        <a:pt x="101" y="85"/>
                                      </a:lnTo>
                                      <a:lnTo>
                                        <a:pt x="107" y="74"/>
                                      </a:lnTo>
                                      <a:lnTo>
                                        <a:pt x="110" y="63"/>
                                      </a:lnTo>
                                      <a:lnTo>
                                        <a:pt x="110" y="49"/>
                                      </a:lnTo>
                                      <a:lnTo>
                                        <a:pt x="106" y="36"/>
                                      </a:lnTo>
                                      <a:lnTo>
                                        <a:pt x="95" y="22"/>
                                      </a:lnTo>
                                      <a:lnTo>
                                        <a:pt x="81" y="14"/>
                                      </a:lnTo>
                                      <a:lnTo>
                                        <a:pt x="66" y="11"/>
                                      </a:lnTo>
                                      <a:lnTo>
                                        <a:pt x="52" y="13"/>
                                      </a:lnTo>
                                      <a:lnTo>
                                        <a:pt x="38" y="19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21" y="44"/>
                                      </a:lnTo>
                                      <a:lnTo>
                                        <a:pt x="18" y="66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40" y="104"/>
                                      </a:lnTo>
                                      <a:lnTo>
                                        <a:pt x="60" y="118"/>
                                      </a:lnTo>
                                      <a:lnTo>
                                        <a:pt x="85" y="127"/>
                                      </a:lnTo>
                                      <a:lnTo>
                                        <a:pt x="115" y="134"/>
                                      </a:lnTo>
                                      <a:lnTo>
                                        <a:pt x="148" y="137"/>
                                      </a:lnTo>
                                      <a:lnTo>
                                        <a:pt x="181" y="134"/>
                                      </a:lnTo>
                                      <a:lnTo>
                                        <a:pt x="216" y="126"/>
                                      </a:lnTo>
                                      <a:lnTo>
                                        <a:pt x="250" y="112"/>
                                      </a:lnTo>
                                      <a:lnTo>
                                        <a:pt x="289" y="93"/>
                                      </a:lnTo>
                                      <a:lnTo>
                                        <a:pt x="330" y="74"/>
                                      </a:lnTo>
                                      <a:lnTo>
                                        <a:pt x="376" y="58"/>
                                      </a:lnTo>
                                      <a:lnTo>
                                        <a:pt x="421" y="46"/>
                                      </a:lnTo>
                                      <a:lnTo>
                                        <a:pt x="469" y="36"/>
                                      </a:lnTo>
                                      <a:lnTo>
                                        <a:pt x="516" y="35"/>
                                      </a:lnTo>
                                      <a:lnTo>
                                        <a:pt x="561" y="38"/>
                                      </a:lnTo>
                                      <a:lnTo>
                                        <a:pt x="509" y="36"/>
                                      </a:lnTo>
                                      <a:lnTo>
                                        <a:pt x="458" y="43"/>
                                      </a:lnTo>
                                      <a:lnTo>
                                        <a:pt x="404" y="55"/>
                                      </a:lnTo>
                                      <a:lnTo>
                                        <a:pt x="352" y="74"/>
                                      </a:lnTo>
                                      <a:lnTo>
                                        <a:pt x="300" y="96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17" y="137"/>
                                      </a:lnTo>
                                      <a:lnTo>
                                        <a:pt x="183" y="146"/>
                                      </a:lnTo>
                                      <a:lnTo>
                                        <a:pt x="148" y="151"/>
                                      </a:lnTo>
                                      <a:lnTo>
                                        <a:pt x="115" y="151"/>
                                      </a:lnTo>
                                      <a:lnTo>
                                        <a:pt x="85" y="146"/>
                                      </a:lnTo>
                                      <a:lnTo>
                                        <a:pt x="57" y="137"/>
                                      </a:lnTo>
                                      <a:lnTo>
                                        <a:pt x="35" y="124"/>
                                      </a:lnTo>
                                      <a:lnTo>
                                        <a:pt x="18" y="107"/>
                                      </a:lnTo>
                                      <a:lnTo>
                                        <a:pt x="5" y="87"/>
                                      </a:lnTo>
                                      <a:lnTo>
                                        <a:pt x="0" y="65"/>
                                      </a:lnTo>
                                      <a:lnTo>
                                        <a:pt x="4" y="39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21" y="13"/>
                                      </a:lnTo>
                                      <a:lnTo>
                                        <a:pt x="35" y="5"/>
                                      </a:lnTo>
                                      <a:lnTo>
                                        <a:pt x="5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2">
                                    <a:lumMod val="20000"/>
                                    <a:lumOff val="80000"/>
                                  </a:schemeClr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8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20637"/>
                                  <a:ext cx="1270000" cy="195263"/>
                                </a:xfrm>
                                <a:custGeom>
                                  <a:avLst/>
                                  <a:gdLst>
                                    <a:gd name="T0" fmla="*/ 1601 w 1601"/>
                                    <a:gd name="T1" fmla="*/ 0 h 247"/>
                                    <a:gd name="T2" fmla="*/ 1539 w 1601"/>
                                    <a:gd name="T3" fmla="*/ 7 h 247"/>
                                    <a:gd name="T4" fmla="*/ 1478 w 1601"/>
                                    <a:gd name="T5" fmla="*/ 16 h 247"/>
                                    <a:gd name="T6" fmla="*/ 1417 w 1601"/>
                                    <a:gd name="T7" fmla="*/ 29 h 247"/>
                                    <a:gd name="T8" fmla="*/ 1356 w 1601"/>
                                    <a:gd name="T9" fmla="*/ 44 h 247"/>
                                    <a:gd name="T10" fmla="*/ 1293 w 1601"/>
                                    <a:gd name="T11" fmla="*/ 62 h 247"/>
                                    <a:gd name="T12" fmla="*/ 1232 w 1601"/>
                                    <a:gd name="T13" fmla="*/ 81 h 247"/>
                                    <a:gd name="T14" fmla="*/ 1167 w 1601"/>
                                    <a:gd name="T15" fmla="*/ 101 h 247"/>
                                    <a:gd name="T16" fmla="*/ 1103 w 1601"/>
                                    <a:gd name="T17" fmla="*/ 122 h 247"/>
                                    <a:gd name="T18" fmla="*/ 1037 w 1601"/>
                                    <a:gd name="T19" fmla="*/ 142 h 247"/>
                                    <a:gd name="T20" fmla="*/ 969 w 1601"/>
                                    <a:gd name="T21" fmla="*/ 162 h 247"/>
                                    <a:gd name="T22" fmla="*/ 899 w 1601"/>
                                    <a:gd name="T23" fmla="*/ 183 h 247"/>
                                    <a:gd name="T24" fmla="*/ 825 w 1601"/>
                                    <a:gd name="T25" fmla="*/ 199 h 247"/>
                                    <a:gd name="T26" fmla="*/ 749 w 1601"/>
                                    <a:gd name="T27" fmla="*/ 216 h 247"/>
                                    <a:gd name="T28" fmla="*/ 671 w 1601"/>
                                    <a:gd name="T29" fmla="*/ 229 h 247"/>
                                    <a:gd name="T30" fmla="*/ 588 w 1601"/>
                                    <a:gd name="T31" fmla="*/ 240 h 247"/>
                                    <a:gd name="T32" fmla="*/ 501 w 1601"/>
                                    <a:gd name="T33" fmla="*/ 246 h 247"/>
                                    <a:gd name="T34" fmla="*/ 410 w 1601"/>
                                    <a:gd name="T35" fmla="*/ 247 h 247"/>
                                    <a:gd name="T36" fmla="*/ 316 w 1601"/>
                                    <a:gd name="T37" fmla="*/ 246 h 247"/>
                                    <a:gd name="T38" fmla="*/ 215 w 1601"/>
                                    <a:gd name="T39" fmla="*/ 238 h 247"/>
                                    <a:gd name="T40" fmla="*/ 110 w 1601"/>
                                    <a:gd name="T41" fmla="*/ 225 h 247"/>
                                    <a:gd name="T42" fmla="*/ 0 w 1601"/>
                                    <a:gd name="T43" fmla="*/ 207 h 247"/>
                                    <a:gd name="T44" fmla="*/ 108 w 1601"/>
                                    <a:gd name="T45" fmla="*/ 224 h 247"/>
                                    <a:gd name="T46" fmla="*/ 212 w 1601"/>
                                    <a:gd name="T47" fmla="*/ 235 h 247"/>
                                    <a:gd name="T48" fmla="*/ 309 w 1601"/>
                                    <a:gd name="T49" fmla="*/ 241 h 247"/>
                                    <a:gd name="T50" fmla="*/ 404 w 1601"/>
                                    <a:gd name="T51" fmla="*/ 243 h 247"/>
                                    <a:gd name="T52" fmla="*/ 492 w 1601"/>
                                    <a:gd name="T53" fmla="*/ 238 h 247"/>
                                    <a:gd name="T54" fmla="*/ 578 w 1601"/>
                                    <a:gd name="T55" fmla="*/ 232 h 247"/>
                                    <a:gd name="T56" fmla="*/ 660 w 1601"/>
                                    <a:gd name="T57" fmla="*/ 221 h 247"/>
                                    <a:gd name="T58" fmla="*/ 737 w 1601"/>
                                    <a:gd name="T59" fmla="*/ 208 h 247"/>
                                    <a:gd name="T60" fmla="*/ 812 w 1601"/>
                                    <a:gd name="T61" fmla="*/ 192 h 247"/>
                                    <a:gd name="T62" fmla="*/ 886 w 1601"/>
                                    <a:gd name="T63" fmla="*/ 175 h 247"/>
                                    <a:gd name="T64" fmla="*/ 955 w 1601"/>
                                    <a:gd name="T65" fmla="*/ 155 h 247"/>
                                    <a:gd name="T66" fmla="*/ 1024 w 1601"/>
                                    <a:gd name="T67" fmla="*/ 136 h 247"/>
                                    <a:gd name="T68" fmla="*/ 1090 w 1601"/>
                                    <a:gd name="T69" fmla="*/ 115 h 247"/>
                                    <a:gd name="T70" fmla="*/ 1156 w 1601"/>
                                    <a:gd name="T71" fmla="*/ 95 h 247"/>
                                    <a:gd name="T72" fmla="*/ 1219 w 1601"/>
                                    <a:gd name="T73" fmla="*/ 76 h 247"/>
                                    <a:gd name="T74" fmla="*/ 1283 w 1601"/>
                                    <a:gd name="T75" fmla="*/ 57 h 247"/>
                                    <a:gd name="T76" fmla="*/ 1346 w 1601"/>
                                    <a:gd name="T77" fmla="*/ 41 h 247"/>
                                    <a:gd name="T78" fmla="*/ 1409 w 1601"/>
                                    <a:gd name="T79" fmla="*/ 26 h 247"/>
                                    <a:gd name="T80" fmla="*/ 1472 w 1601"/>
                                    <a:gd name="T81" fmla="*/ 15 h 247"/>
                                    <a:gd name="T82" fmla="*/ 1536 w 1601"/>
                                    <a:gd name="T83" fmla="*/ 5 h 247"/>
                                    <a:gd name="T84" fmla="*/ 1601 w 1601"/>
                                    <a:gd name="T85" fmla="*/ 0 h 2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</a:cxnLst>
                                  <a:rect l="0" t="0" r="r" b="b"/>
                                  <a:pathLst>
                                    <a:path w="1601" h="247">
                                      <a:moveTo>
                                        <a:pt x="1601" y="0"/>
                                      </a:moveTo>
                                      <a:lnTo>
                                        <a:pt x="1539" y="7"/>
                                      </a:lnTo>
                                      <a:lnTo>
                                        <a:pt x="1478" y="16"/>
                                      </a:lnTo>
                                      <a:lnTo>
                                        <a:pt x="1417" y="29"/>
                                      </a:lnTo>
                                      <a:lnTo>
                                        <a:pt x="1356" y="44"/>
                                      </a:lnTo>
                                      <a:lnTo>
                                        <a:pt x="1293" y="62"/>
                                      </a:lnTo>
                                      <a:lnTo>
                                        <a:pt x="1232" y="81"/>
                                      </a:lnTo>
                                      <a:lnTo>
                                        <a:pt x="1167" y="101"/>
                                      </a:lnTo>
                                      <a:lnTo>
                                        <a:pt x="1103" y="122"/>
                                      </a:lnTo>
                                      <a:lnTo>
                                        <a:pt x="1037" y="142"/>
                                      </a:lnTo>
                                      <a:lnTo>
                                        <a:pt x="969" y="162"/>
                                      </a:lnTo>
                                      <a:lnTo>
                                        <a:pt x="899" y="183"/>
                                      </a:lnTo>
                                      <a:lnTo>
                                        <a:pt x="825" y="199"/>
                                      </a:lnTo>
                                      <a:lnTo>
                                        <a:pt x="749" y="216"/>
                                      </a:lnTo>
                                      <a:lnTo>
                                        <a:pt x="671" y="229"/>
                                      </a:lnTo>
                                      <a:lnTo>
                                        <a:pt x="588" y="240"/>
                                      </a:lnTo>
                                      <a:lnTo>
                                        <a:pt x="501" y="246"/>
                                      </a:lnTo>
                                      <a:lnTo>
                                        <a:pt x="410" y="247"/>
                                      </a:lnTo>
                                      <a:lnTo>
                                        <a:pt x="316" y="246"/>
                                      </a:lnTo>
                                      <a:lnTo>
                                        <a:pt x="215" y="238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108" y="224"/>
                                      </a:lnTo>
                                      <a:lnTo>
                                        <a:pt x="212" y="235"/>
                                      </a:lnTo>
                                      <a:lnTo>
                                        <a:pt x="309" y="241"/>
                                      </a:lnTo>
                                      <a:lnTo>
                                        <a:pt x="404" y="243"/>
                                      </a:lnTo>
                                      <a:lnTo>
                                        <a:pt x="492" y="238"/>
                                      </a:lnTo>
                                      <a:lnTo>
                                        <a:pt x="578" y="232"/>
                                      </a:lnTo>
                                      <a:lnTo>
                                        <a:pt x="660" y="221"/>
                                      </a:lnTo>
                                      <a:lnTo>
                                        <a:pt x="737" y="208"/>
                                      </a:lnTo>
                                      <a:lnTo>
                                        <a:pt x="812" y="192"/>
                                      </a:lnTo>
                                      <a:lnTo>
                                        <a:pt x="886" y="175"/>
                                      </a:lnTo>
                                      <a:lnTo>
                                        <a:pt x="955" y="155"/>
                                      </a:lnTo>
                                      <a:lnTo>
                                        <a:pt x="1024" y="136"/>
                                      </a:lnTo>
                                      <a:lnTo>
                                        <a:pt x="1090" y="115"/>
                                      </a:lnTo>
                                      <a:lnTo>
                                        <a:pt x="1156" y="95"/>
                                      </a:lnTo>
                                      <a:lnTo>
                                        <a:pt x="1219" y="76"/>
                                      </a:lnTo>
                                      <a:lnTo>
                                        <a:pt x="1283" y="57"/>
                                      </a:lnTo>
                                      <a:lnTo>
                                        <a:pt x="1346" y="41"/>
                                      </a:lnTo>
                                      <a:lnTo>
                                        <a:pt x="1409" y="26"/>
                                      </a:lnTo>
                                      <a:lnTo>
                                        <a:pt x="1472" y="15"/>
                                      </a:lnTo>
                                      <a:lnTo>
                                        <a:pt x="1536" y="5"/>
                                      </a:lnTo>
                                      <a:lnTo>
                                        <a:pt x="160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2">
                                    <a:lumMod val="20000"/>
                                    <a:lumOff val="80000"/>
                                  </a:schemeClr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9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14563" y="20637"/>
                                  <a:ext cx="1071563" cy="312738"/>
                                </a:xfrm>
                                <a:custGeom>
                                  <a:avLst/>
                                  <a:gdLst>
                                    <a:gd name="T0" fmla="*/ 165 w 1349"/>
                                    <a:gd name="T1" fmla="*/ 0 h 395"/>
                                    <a:gd name="T2" fmla="*/ 168 w 1349"/>
                                    <a:gd name="T3" fmla="*/ 3 h 395"/>
                                    <a:gd name="T4" fmla="*/ 122 w 1349"/>
                                    <a:gd name="T5" fmla="*/ 8 h 395"/>
                                    <a:gd name="T6" fmla="*/ 80 w 1349"/>
                                    <a:gd name="T7" fmla="*/ 24 h 395"/>
                                    <a:gd name="T8" fmla="*/ 49 w 1349"/>
                                    <a:gd name="T9" fmla="*/ 51 h 395"/>
                                    <a:gd name="T10" fmla="*/ 36 w 1349"/>
                                    <a:gd name="T11" fmla="*/ 90 h 395"/>
                                    <a:gd name="T12" fmla="*/ 47 w 1349"/>
                                    <a:gd name="T13" fmla="*/ 142 h 395"/>
                                    <a:gd name="T14" fmla="*/ 88 w 1349"/>
                                    <a:gd name="T15" fmla="*/ 197 h 395"/>
                                    <a:gd name="T16" fmla="*/ 157 w 1349"/>
                                    <a:gd name="T17" fmla="*/ 254 h 395"/>
                                    <a:gd name="T18" fmla="*/ 253 w 1349"/>
                                    <a:gd name="T19" fmla="*/ 304 h 395"/>
                                    <a:gd name="T20" fmla="*/ 377 w 1349"/>
                                    <a:gd name="T21" fmla="*/ 343 h 395"/>
                                    <a:gd name="T22" fmla="*/ 536 w 1349"/>
                                    <a:gd name="T23" fmla="*/ 372 h 395"/>
                                    <a:gd name="T24" fmla="*/ 694 w 1349"/>
                                    <a:gd name="T25" fmla="*/ 380 h 395"/>
                                    <a:gd name="T26" fmla="*/ 837 w 1349"/>
                                    <a:gd name="T27" fmla="*/ 370 h 395"/>
                                    <a:gd name="T28" fmla="*/ 966 w 1349"/>
                                    <a:gd name="T29" fmla="*/ 348 h 395"/>
                                    <a:gd name="T30" fmla="*/ 1084 w 1349"/>
                                    <a:gd name="T31" fmla="*/ 318 h 395"/>
                                    <a:gd name="T32" fmla="*/ 1194 w 1349"/>
                                    <a:gd name="T33" fmla="*/ 287 h 395"/>
                                    <a:gd name="T34" fmla="*/ 1298 w 1349"/>
                                    <a:gd name="T35" fmla="*/ 257 h 395"/>
                                    <a:gd name="T36" fmla="*/ 1301 w 1349"/>
                                    <a:gd name="T37" fmla="*/ 258 h 395"/>
                                    <a:gd name="T38" fmla="*/ 1199 w 1349"/>
                                    <a:gd name="T39" fmla="*/ 291 h 395"/>
                                    <a:gd name="T40" fmla="*/ 1090 w 1349"/>
                                    <a:gd name="T41" fmla="*/ 326 h 395"/>
                                    <a:gd name="T42" fmla="*/ 971 w 1349"/>
                                    <a:gd name="T43" fmla="*/ 359 h 395"/>
                                    <a:gd name="T44" fmla="*/ 840 w 1349"/>
                                    <a:gd name="T45" fmla="*/ 383 h 395"/>
                                    <a:gd name="T46" fmla="*/ 696 w 1349"/>
                                    <a:gd name="T47" fmla="*/ 395 h 395"/>
                                    <a:gd name="T48" fmla="*/ 532 w 1349"/>
                                    <a:gd name="T49" fmla="*/ 391 h 395"/>
                                    <a:gd name="T50" fmla="*/ 369 w 1349"/>
                                    <a:gd name="T51" fmla="*/ 365 h 395"/>
                                    <a:gd name="T52" fmla="*/ 243 w 1349"/>
                                    <a:gd name="T53" fmla="*/ 331 h 395"/>
                                    <a:gd name="T54" fmla="*/ 146 w 1349"/>
                                    <a:gd name="T55" fmla="*/ 288 h 395"/>
                                    <a:gd name="T56" fmla="*/ 74 w 1349"/>
                                    <a:gd name="T57" fmla="*/ 240 h 395"/>
                                    <a:gd name="T58" fmla="*/ 28 w 1349"/>
                                    <a:gd name="T59" fmla="*/ 189 h 395"/>
                                    <a:gd name="T60" fmla="*/ 3 w 1349"/>
                                    <a:gd name="T61" fmla="*/ 140 h 395"/>
                                    <a:gd name="T62" fmla="*/ 2 w 1349"/>
                                    <a:gd name="T63" fmla="*/ 95 h 395"/>
                                    <a:gd name="T64" fmla="*/ 25 w 1349"/>
                                    <a:gd name="T65" fmla="*/ 44 h 395"/>
                                    <a:gd name="T66" fmla="*/ 64 w 1349"/>
                                    <a:gd name="T67" fmla="*/ 15 h 395"/>
                                    <a:gd name="T68" fmla="*/ 113 w 1349"/>
                                    <a:gd name="T69" fmla="*/ 2 h 3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</a:cxnLst>
                                  <a:rect l="0" t="0" r="r" b="b"/>
                                  <a:pathLst>
                                    <a:path w="1349" h="395">
                                      <a:moveTo>
                                        <a:pt x="140" y="0"/>
                                      </a:moveTo>
                                      <a:lnTo>
                                        <a:pt x="165" y="0"/>
                                      </a:lnTo>
                                      <a:lnTo>
                                        <a:pt x="188" y="3"/>
                                      </a:lnTo>
                                      <a:lnTo>
                                        <a:pt x="168" y="3"/>
                                      </a:lnTo>
                                      <a:lnTo>
                                        <a:pt x="146" y="5"/>
                                      </a:lnTo>
                                      <a:lnTo>
                                        <a:pt x="122" y="8"/>
                                      </a:lnTo>
                                      <a:lnTo>
                                        <a:pt x="100" y="15"/>
                                      </a:lnTo>
                                      <a:lnTo>
                                        <a:pt x="80" y="24"/>
                                      </a:lnTo>
                                      <a:lnTo>
                                        <a:pt x="63" y="35"/>
                                      </a:lnTo>
                                      <a:lnTo>
                                        <a:pt x="49" y="51"/>
                                      </a:lnTo>
                                      <a:lnTo>
                                        <a:pt x="39" y="68"/>
                                      </a:lnTo>
                                      <a:lnTo>
                                        <a:pt x="36" y="90"/>
                                      </a:lnTo>
                                      <a:lnTo>
                                        <a:pt x="38" y="115"/>
                                      </a:lnTo>
                                      <a:lnTo>
                                        <a:pt x="47" y="142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88" y="197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57" y="254"/>
                                      </a:lnTo>
                                      <a:lnTo>
                                        <a:pt x="201" y="279"/>
                                      </a:lnTo>
                                      <a:lnTo>
                                        <a:pt x="253" y="304"/>
                                      </a:lnTo>
                                      <a:lnTo>
                                        <a:pt x="311" y="326"/>
                                      </a:lnTo>
                                      <a:lnTo>
                                        <a:pt x="377" y="343"/>
                                      </a:lnTo>
                                      <a:lnTo>
                                        <a:pt x="449" y="359"/>
                                      </a:lnTo>
                                      <a:lnTo>
                                        <a:pt x="536" y="372"/>
                                      </a:lnTo>
                                      <a:lnTo>
                                        <a:pt x="617" y="378"/>
                                      </a:lnTo>
                                      <a:lnTo>
                                        <a:pt x="694" y="380"/>
                                      </a:lnTo>
                                      <a:lnTo>
                                        <a:pt x="768" y="376"/>
                                      </a:lnTo>
                                      <a:lnTo>
                                        <a:pt x="837" y="370"/>
                                      </a:lnTo>
                                      <a:lnTo>
                                        <a:pt x="903" y="361"/>
                                      </a:lnTo>
                                      <a:lnTo>
                                        <a:pt x="966" y="348"/>
                                      </a:lnTo>
                                      <a:lnTo>
                                        <a:pt x="1026" y="334"/>
                                      </a:lnTo>
                                      <a:lnTo>
                                        <a:pt x="1084" y="318"/>
                                      </a:lnTo>
                                      <a:lnTo>
                                        <a:pt x="1140" y="303"/>
                                      </a:lnTo>
                                      <a:lnTo>
                                        <a:pt x="1194" y="287"/>
                                      </a:lnTo>
                                      <a:lnTo>
                                        <a:pt x="1247" y="271"/>
                                      </a:lnTo>
                                      <a:lnTo>
                                        <a:pt x="1298" y="257"/>
                                      </a:lnTo>
                                      <a:lnTo>
                                        <a:pt x="1349" y="244"/>
                                      </a:lnTo>
                                      <a:lnTo>
                                        <a:pt x="1301" y="258"/>
                                      </a:lnTo>
                                      <a:lnTo>
                                        <a:pt x="1250" y="274"/>
                                      </a:lnTo>
                                      <a:lnTo>
                                        <a:pt x="1199" y="291"/>
                                      </a:lnTo>
                                      <a:lnTo>
                                        <a:pt x="1145" y="309"/>
                                      </a:lnTo>
                                      <a:lnTo>
                                        <a:pt x="1090" y="326"/>
                                      </a:lnTo>
                                      <a:lnTo>
                                        <a:pt x="1032" y="343"/>
                                      </a:lnTo>
                                      <a:lnTo>
                                        <a:pt x="971" y="359"/>
                                      </a:lnTo>
                                      <a:lnTo>
                                        <a:pt x="908" y="372"/>
                                      </a:lnTo>
                                      <a:lnTo>
                                        <a:pt x="840" y="383"/>
                                      </a:lnTo>
                                      <a:lnTo>
                                        <a:pt x="770" y="391"/>
                                      </a:lnTo>
                                      <a:lnTo>
                                        <a:pt x="696" y="395"/>
                                      </a:lnTo>
                                      <a:lnTo>
                                        <a:pt x="616" y="395"/>
                                      </a:lnTo>
                                      <a:lnTo>
                                        <a:pt x="532" y="391"/>
                                      </a:lnTo>
                                      <a:lnTo>
                                        <a:pt x="445" y="380"/>
                                      </a:lnTo>
                                      <a:lnTo>
                                        <a:pt x="369" y="365"/>
                                      </a:lnTo>
                                      <a:lnTo>
                                        <a:pt x="303" y="350"/>
                                      </a:lnTo>
                                      <a:lnTo>
                                        <a:pt x="243" y="331"/>
                                      </a:lnTo>
                                      <a:lnTo>
                                        <a:pt x="192" y="310"/>
                                      </a:lnTo>
                                      <a:lnTo>
                                        <a:pt x="146" y="288"/>
                                      </a:lnTo>
                                      <a:lnTo>
                                        <a:pt x="107" y="265"/>
                                      </a:lnTo>
                                      <a:lnTo>
                                        <a:pt x="74" y="240"/>
                                      </a:lnTo>
                                      <a:lnTo>
                                        <a:pt x="47" y="214"/>
                                      </a:lnTo>
                                      <a:lnTo>
                                        <a:pt x="28" y="189"/>
                                      </a:lnTo>
                                      <a:lnTo>
                                        <a:pt x="13" y="164"/>
                                      </a:lnTo>
                                      <a:lnTo>
                                        <a:pt x="3" y="140"/>
                                      </a:lnTo>
                                      <a:lnTo>
                                        <a:pt x="0" y="117"/>
                                      </a:lnTo>
                                      <a:lnTo>
                                        <a:pt x="2" y="95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25" y="44"/>
                                      </a:lnTo>
                                      <a:lnTo>
                                        <a:pt x="42" y="27"/>
                                      </a:lnTo>
                                      <a:lnTo>
                                        <a:pt x="64" y="15"/>
                                      </a:lnTo>
                                      <a:lnTo>
                                        <a:pt x="88" y="7"/>
                                      </a:lnTo>
                                      <a:lnTo>
                                        <a:pt x="113" y="2"/>
                                      </a:lnTo>
                                      <a:lnTo>
                                        <a:pt x="14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2">
                                    <a:lumMod val="20000"/>
                                    <a:lumOff val="80000"/>
                                  </a:schemeClr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0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63775" y="28575"/>
                                  <a:ext cx="325438" cy="265113"/>
                                </a:xfrm>
                                <a:custGeom>
                                  <a:avLst/>
                                  <a:gdLst>
                                    <a:gd name="T0" fmla="*/ 103 w 408"/>
                                    <a:gd name="T1" fmla="*/ 0 h 334"/>
                                    <a:gd name="T2" fmla="*/ 80 w 408"/>
                                    <a:gd name="T3" fmla="*/ 5 h 334"/>
                                    <a:gd name="T4" fmla="*/ 59 w 408"/>
                                    <a:gd name="T5" fmla="*/ 11 h 334"/>
                                    <a:gd name="T6" fmla="*/ 42 w 408"/>
                                    <a:gd name="T7" fmla="*/ 22 h 334"/>
                                    <a:gd name="T8" fmla="*/ 30 w 408"/>
                                    <a:gd name="T9" fmla="*/ 35 h 334"/>
                                    <a:gd name="T10" fmla="*/ 20 w 408"/>
                                    <a:gd name="T11" fmla="*/ 51 h 334"/>
                                    <a:gd name="T12" fmla="*/ 19 w 408"/>
                                    <a:gd name="T13" fmla="*/ 68 h 334"/>
                                    <a:gd name="T14" fmla="*/ 23 w 408"/>
                                    <a:gd name="T15" fmla="*/ 88 h 334"/>
                                    <a:gd name="T16" fmla="*/ 34 w 408"/>
                                    <a:gd name="T17" fmla="*/ 112 h 334"/>
                                    <a:gd name="T18" fmla="*/ 55 w 408"/>
                                    <a:gd name="T19" fmla="*/ 139 h 334"/>
                                    <a:gd name="T20" fmla="*/ 91 w 408"/>
                                    <a:gd name="T21" fmla="*/ 175 h 334"/>
                                    <a:gd name="T22" fmla="*/ 132 w 408"/>
                                    <a:gd name="T23" fmla="*/ 208 h 334"/>
                                    <a:gd name="T24" fmla="*/ 179 w 408"/>
                                    <a:gd name="T25" fmla="*/ 236 h 334"/>
                                    <a:gd name="T26" fmla="*/ 226 w 408"/>
                                    <a:gd name="T27" fmla="*/ 263 h 334"/>
                                    <a:gd name="T28" fmla="*/ 275 w 408"/>
                                    <a:gd name="T29" fmla="*/ 287 h 334"/>
                                    <a:gd name="T30" fmla="*/ 323 w 408"/>
                                    <a:gd name="T31" fmla="*/ 306 h 334"/>
                                    <a:gd name="T32" fmla="*/ 367 w 408"/>
                                    <a:gd name="T33" fmla="*/ 321 h 334"/>
                                    <a:gd name="T34" fmla="*/ 408 w 408"/>
                                    <a:gd name="T35" fmla="*/ 334 h 334"/>
                                    <a:gd name="T36" fmla="*/ 371 w 408"/>
                                    <a:gd name="T37" fmla="*/ 325 h 334"/>
                                    <a:gd name="T38" fmla="*/ 328 w 408"/>
                                    <a:gd name="T39" fmla="*/ 314 h 334"/>
                                    <a:gd name="T40" fmla="*/ 283 w 408"/>
                                    <a:gd name="T41" fmla="*/ 299 h 334"/>
                                    <a:gd name="T42" fmla="*/ 235 w 408"/>
                                    <a:gd name="T43" fmla="*/ 284 h 334"/>
                                    <a:gd name="T44" fmla="*/ 190 w 408"/>
                                    <a:gd name="T45" fmla="*/ 265 h 334"/>
                                    <a:gd name="T46" fmla="*/ 144 w 408"/>
                                    <a:gd name="T47" fmla="*/ 243 h 334"/>
                                    <a:gd name="T48" fmla="*/ 103 w 408"/>
                                    <a:gd name="T49" fmla="*/ 219 h 334"/>
                                    <a:gd name="T50" fmla="*/ 67 w 408"/>
                                    <a:gd name="T51" fmla="*/ 192 h 334"/>
                                    <a:gd name="T52" fmla="*/ 36 w 408"/>
                                    <a:gd name="T53" fmla="*/ 162 h 334"/>
                                    <a:gd name="T54" fmla="*/ 17 w 408"/>
                                    <a:gd name="T55" fmla="*/ 134 h 334"/>
                                    <a:gd name="T56" fmla="*/ 4 w 408"/>
                                    <a:gd name="T57" fmla="*/ 109 h 334"/>
                                    <a:gd name="T58" fmla="*/ 0 w 408"/>
                                    <a:gd name="T59" fmla="*/ 87 h 334"/>
                                    <a:gd name="T60" fmla="*/ 1 w 408"/>
                                    <a:gd name="T61" fmla="*/ 66 h 334"/>
                                    <a:gd name="T62" fmla="*/ 8 w 408"/>
                                    <a:gd name="T63" fmla="*/ 49 h 334"/>
                                    <a:gd name="T64" fmla="*/ 20 w 408"/>
                                    <a:gd name="T65" fmla="*/ 33 h 334"/>
                                    <a:gd name="T66" fmla="*/ 36 w 408"/>
                                    <a:gd name="T67" fmla="*/ 21 h 334"/>
                                    <a:gd name="T68" fmla="*/ 56 w 408"/>
                                    <a:gd name="T69" fmla="*/ 11 h 334"/>
                                    <a:gd name="T70" fmla="*/ 78 w 408"/>
                                    <a:gd name="T71" fmla="*/ 4 h 334"/>
                                    <a:gd name="T72" fmla="*/ 103 w 408"/>
                                    <a:gd name="T73" fmla="*/ 0 h 3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</a:cxnLst>
                                  <a:rect l="0" t="0" r="r" b="b"/>
                                  <a:pathLst>
                                    <a:path w="408" h="334">
                                      <a:moveTo>
                                        <a:pt x="103" y="0"/>
                                      </a:moveTo>
                                      <a:lnTo>
                                        <a:pt x="80" y="5"/>
                                      </a:lnTo>
                                      <a:lnTo>
                                        <a:pt x="59" y="11"/>
                                      </a:lnTo>
                                      <a:lnTo>
                                        <a:pt x="42" y="22"/>
                                      </a:lnTo>
                                      <a:lnTo>
                                        <a:pt x="30" y="35"/>
                                      </a:lnTo>
                                      <a:lnTo>
                                        <a:pt x="20" y="51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34" y="112"/>
                                      </a:lnTo>
                                      <a:lnTo>
                                        <a:pt x="55" y="139"/>
                                      </a:lnTo>
                                      <a:lnTo>
                                        <a:pt x="91" y="175"/>
                                      </a:lnTo>
                                      <a:lnTo>
                                        <a:pt x="132" y="208"/>
                                      </a:lnTo>
                                      <a:lnTo>
                                        <a:pt x="179" y="236"/>
                                      </a:lnTo>
                                      <a:lnTo>
                                        <a:pt x="226" y="263"/>
                                      </a:lnTo>
                                      <a:lnTo>
                                        <a:pt x="275" y="287"/>
                                      </a:lnTo>
                                      <a:lnTo>
                                        <a:pt x="323" y="306"/>
                                      </a:lnTo>
                                      <a:lnTo>
                                        <a:pt x="367" y="321"/>
                                      </a:lnTo>
                                      <a:lnTo>
                                        <a:pt x="408" y="334"/>
                                      </a:lnTo>
                                      <a:lnTo>
                                        <a:pt x="371" y="325"/>
                                      </a:lnTo>
                                      <a:lnTo>
                                        <a:pt x="328" y="314"/>
                                      </a:lnTo>
                                      <a:lnTo>
                                        <a:pt x="283" y="299"/>
                                      </a:lnTo>
                                      <a:lnTo>
                                        <a:pt x="235" y="284"/>
                                      </a:lnTo>
                                      <a:lnTo>
                                        <a:pt x="190" y="265"/>
                                      </a:lnTo>
                                      <a:lnTo>
                                        <a:pt x="144" y="243"/>
                                      </a:lnTo>
                                      <a:lnTo>
                                        <a:pt x="103" y="219"/>
                                      </a:lnTo>
                                      <a:lnTo>
                                        <a:pt x="67" y="192"/>
                                      </a:lnTo>
                                      <a:lnTo>
                                        <a:pt x="36" y="162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4" y="109"/>
                                      </a:lnTo>
                                      <a:lnTo>
                                        <a:pt x="0" y="87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8" y="49"/>
                                      </a:lnTo>
                                      <a:lnTo>
                                        <a:pt x="20" y="33"/>
                                      </a:lnTo>
                                      <a:lnTo>
                                        <a:pt x="36" y="21"/>
                                      </a:lnTo>
                                      <a:lnTo>
                                        <a:pt x="56" y="11"/>
                                      </a:lnTo>
                                      <a:lnTo>
                                        <a:pt x="78" y="4"/>
                                      </a:lnTo>
                                      <a:lnTo>
                                        <a:pt x="1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2">
                                    <a:lumMod val="20000"/>
                                    <a:lumOff val="80000"/>
                                  </a:schemeClr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1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398713" y="90487"/>
                                  <a:ext cx="361950" cy="157163"/>
                                </a:xfrm>
                                <a:custGeom>
                                  <a:avLst/>
                                  <a:gdLst>
                                    <a:gd name="T0" fmla="*/ 104 w 456"/>
                                    <a:gd name="T1" fmla="*/ 4 h 199"/>
                                    <a:gd name="T2" fmla="*/ 154 w 456"/>
                                    <a:gd name="T3" fmla="*/ 21 h 199"/>
                                    <a:gd name="T4" fmla="*/ 195 w 456"/>
                                    <a:gd name="T5" fmla="*/ 54 h 199"/>
                                    <a:gd name="T6" fmla="*/ 217 w 456"/>
                                    <a:gd name="T7" fmla="*/ 96 h 199"/>
                                    <a:gd name="T8" fmla="*/ 213 w 456"/>
                                    <a:gd name="T9" fmla="*/ 134 h 199"/>
                                    <a:gd name="T10" fmla="*/ 194 w 456"/>
                                    <a:gd name="T11" fmla="*/ 150 h 199"/>
                                    <a:gd name="T12" fmla="*/ 167 w 456"/>
                                    <a:gd name="T13" fmla="*/ 150 h 199"/>
                                    <a:gd name="T14" fmla="*/ 145 w 456"/>
                                    <a:gd name="T15" fmla="*/ 139 h 199"/>
                                    <a:gd name="T16" fmla="*/ 134 w 456"/>
                                    <a:gd name="T17" fmla="*/ 120 h 199"/>
                                    <a:gd name="T18" fmla="*/ 148 w 456"/>
                                    <a:gd name="T19" fmla="*/ 139 h 199"/>
                                    <a:gd name="T20" fmla="*/ 172 w 456"/>
                                    <a:gd name="T21" fmla="*/ 142 h 199"/>
                                    <a:gd name="T22" fmla="*/ 192 w 456"/>
                                    <a:gd name="T23" fmla="*/ 126 h 199"/>
                                    <a:gd name="T24" fmla="*/ 197 w 456"/>
                                    <a:gd name="T25" fmla="*/ 87 h 199"/>
                                    <a:gd name="T26" fmla="*/ 178 w 456"/>
                                    <a:gd name="T27" fmla="*/ 46 h 199"/>
                                    <a:gd name="T28" fmla="*/ 140 w 456"/>
                                    <a:gd name="T29" fmla="*/ 19 h 199"/>
                                    <a:gd name="T30" fmla="*/ 96 w 456"/>
                                    <a:gd name="T31" fmla="*/ 10 h 199"/>
                                    <a:gd name="T32" fmla="*/ 55 w 456"/>
                                    <a:gd name="T33" fmla="*/ 21 h 199"/>
                                    <a:gd name="T34" fmla="*/ 32 w 456"/>
                                    <a:gd name="T35" fmla="*/ 56 h 199"/>
                                    <a:gd name="T36" fmla="*/ 38 w 456"/>
                                    <a:gd name="T37" fmla="*/ 101 h 199"/>
                                    <a:gd name="T38" fmla="*/ 70 w 456"/>
                                    <a:gd name="T39" fmla="*/ 144 h 199"/>
                                    <a:gd name="T40" fmla="*/ 125 w 456"/>
                                    <a:gd name="T41" fmla="*/ 177 h 199"/>
                                    <a:gd name="T42" fmla="*/ 197 w 456"/>
                                    <a:gd name="T43" fmla="*/ 192 h 199"/>
                                    <a:gd name="T44" fmla="*/ 280 w 456"/>
                                    <a:gd name="T45" fmla="*/ 183 h 199"/>
                                    <a:gd name="T46" fmla="*/ 343 w 456"/>
                                    <a:gd name="T47" fmla="*/ 158 h 199"/>
                                    <a:gd name="T48" fmla="*/ 384 w 456"/>
                                    <a:gd name="T49" fmla="*/ 128 h 199"/>
                                    <a:gd name="T50" fmla="*/ 407 w 456"/>
                                    <a:gd name="T51" fmla="*/ 101 h 199"/>
                                    <a:gd name="T52" fmla="*/ 418 w 456"/>
                                    <a:gd name="T53" fmla="*/ 84 h 199"/>
                                    <a:gd name="T54" fmla="*/ 432 w 456"/>
                                    <a:gd name="T55" fmla="*/ 74 h 199"/>
                                    <a:gd name="T56" fmla="*/ 451 w 456"/>
                                    <a:gd name="T57" fmla="*/ 74 h 199"/>
                                    <a:gd name="T58" fmla="*/ 456 w 456"/>
                                    <a:gd name="T59" fmla="*/ 81 h 199"/>
                                    <a:gd name="T60" fmla="*/ 442 w 456"/>
                                    <a:gd name="T61" fmla="*/ 96 h 199"/>
                                    <a:gd name="T62" fmla="*/ 409 w 456"/>
                                    <a:gd name="T63" fmla="*/ 128 h 199"/>
                                    <a:gd name="T64" fmla="*/ 355 w 456"/>
                                    <a:gd name="T65" fmla="*/ 161 h 199"/>
                                    <a:gd name="T66" fmla="*/ 278 w 456"/>
                                    <a:gd name="T67" fmla="*/ 188 h 199"/>
                                    <a:gd name="T68" fmla="*/ 186 w 456"/>
                                    <a:gd name="T69" fmla="*/ 199 h 199"/>
                                    <a:gd name="T70" fmla="*/ 106 w 456"/>
                                    <a:gd name="T71" fmla="*/ 185 h 199"/>
                                    <a:gd name="T72" fmla="*/ 46 w 456"/>
                                    <a:gd name="T73" fmla="*/ 153 h 199"/>
                                    <a:gd name="T74" fmla="*/ 11 w 456"/>
                                    <a:gd name="T75" fmla="*/ 109 h 199"/>
                                    <a:gd name="T76" fmla="*/ 0 w 456"/>
                                    <a:gd name="T77" fmla="*/ 63 h 199"/>
                                    <a:gd name="T78" fmla="*/ 16 w 456"/>
                                    <a:gd name="T79" fmla="*/ 24 h 199"/>
                                    <a:gd name="T80" fmla="*/ 55 w 456"/>
                                    <a:gd name="T81" fmla="*/ 2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56" h="199">
                                      <a:moveTo>
                                        <a:pt x="79" y="0"/>
                                      </a:moveTo>
                                      <a:lnTo>
                                        <a:pt x="104" y="4"/>
                                      </a:lnTo>
                                      <a:lnTo>
                                        <a:pt x="129" y="10"/>
                                      </a:lnTo>
                                      <a:lnTo>
                                        <a:pt x="154" y="21"/>
                                      </a:lnTo>
                                      <a:lnTo>
                                        <a:pt x="176" y="37"/>
                                      </a:lnTo>
                                      <a:lnTo>
                                        <a:pt x="195" y="54"/>
                                      </a:lnTo>
                                      <a:lnTo>
                                        <a:pt x="209" y="74"/>
                                      </a:lnTo>
                                      <a:lnTo>
                                        <a:pt x="217" y="96"/>
                                      </a:lnTo>
                                      <a:lnTo>
                                        <a:pt x="217" y="120"/>
                                      </a:lnTo>
                                      <a:lnTo>
                                        <a:pt x="213" y="134"/>
                                      </a:lnTo>
                                      <a:lnTo>
                                        <a:pt x="205" y="145"/>
                                      </a:lnTo>
                                      <a:lnTo>
                                        <a:pt x="194" y="150"/>
                                      </a:lnTo>
                                      <a:lnTo>
                                        <a:pt x="181" y="153"/>
                                      </a:lnTo>
                                      <a:lnTo>
                                        <a:pt x="167" y="150"/>
                                      </a:lnTo>
                                      <a:lnTo>
                                        <a:pt x="154" y="145"/>
                                      </a:lnTo>
                                      <a:lnTo>
                                        <a:pt x="145" y="139"/>
                                      </a:lnTo>
                                      <a:lnTo>
                                        <a:pt x="137" y="130"/>
                                      </a:lnTo>
                                      <a:lnTo>
                                        <a:pt x="134" y="120"/>
                                      </a:lnTo>
                                      <a:lnTo>
                                        <a:pt x="139" y="131"/>
                                      </a:lnTo>
                                      <a:lnTo>
                                        <a:pt x="148" y="139"/>
                                      </a:lnTo>
                                      <a:lnTo>
                                        <a:pt x="159" y="142"/>
                                      </a:lnTo>
                                      <a:lnTo>
                                        <a:pt x="172" y="142"/>
                                      </a:lnTo>
                                      <a:lnTo>
                                        <a:pt x="183" y="137"/>
                                      </a:lnTo>
                                      <a:lnTo>
                                        <a:pt x="192" y="126"/>
                                      </a:lnTo>
                                      <a:lnTo>
                                        <a:pt x="197" y="111"/>
                                      </a:lnTo>
                                      <a:lnTo>
                                        <a:pt x="197" y="87"/>
                                      </a:lnTo>
                                      <a:lnTo>
                                        <a:pt x="191" y="65"/>
                                      </a:lnTo>
                                      <a:lnTo>
                                        <a:pt x="178" y="46"/>
                                      </a:lnTo>
                                      <a:lnTo>
                                        <a:pt x="161" y="30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18" y="11"/>
                                      </a:lnTo>
                                      <a:lnTo>
                                        <a:pt x="96" y="10"/>
                                      </a:lnTo>
                                      <a:lnTo>
                                        <a:pt x="74" y="13"/>
                                      </a:lnTo>
                                      <a:lnTo>
                                        <a:pt x="55" y="21"/>
                                      </a:lnTo>
                                      <a:lnTo>
                                        <a:pt x="41" y="35"/>
                                      </a:lnTo>
                                      <a:lnTo>
                                        <a:pt x="32" y="56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51" y="123"/>
                                      </a:lnTo>
                                      <a:lnTo>
                                        <a:pt x="70" y="144"/>
                                      </a:lnTo>
                                      <a:lnTo>
                                        <a:pt x="95" y="163"/>
                                      </a:lnTo>
                                      <a:lnTo>
                                        <a:pt x="125" y="177"/>
                                      </a:lnTo>
                                      <a:lnTo>
                                        <a:pt x="159" y="188"/>
                                      </a:lnTo>
                                      <a:lnTo>
                                        <a:pt x="197" y="192"/>
                                      </a:lnTo>
                                      <a:lnTo>
                                        <a:pt x="239" y="191"/>
                                      </a:lnTo>
                                      <a:lnTo>
                                        <a:pt x="280" y="183"/>
                                      </a:lnTo>
                                      <a:lnTo>
                                        <a:pt x="313" y="170"/>
                                      </a:lnTo>
                                      <a:lnTo>
                                        <a:pt x="343" y="158"/>
                                      </a:lnTo>
                                      <a:lnTo>
                                        <a:pt x="365" y="144"/>
                                      </a:lnTo>
                                      <a:lnTo>
                                        <a:pt x="384" y="128"/>
                                      </a:lnTo>
                                      <a:lnTo>
                                        <a:pt x="396" y="114"/>
                                      </a:lnTo>
                                      <a:lnTo>
                                        <a:pt x="407" y="101"/>
                                      </a:lnTo>
                                      <a:lnTo>
                                        <a:pt x="414" y="90"/>
                                      </a:lnTo>
                                      <a:lnTo>
                                        <a:pt x="418" y="84"/>
                                      </a:lnTo>
                                      <a:lnTo>
                                        <a:pt x="425" y="78"/>
                                      </a:lnTo>
                                      <a:lnTo>
                                        <a:pt x="432" y="74"/>
                                      </a:lnTo>
                                      <a:lnTo>
                                        <a:pt x="443" y="73"/>
                                      </a:lnTo>
                                      <a:lnTo>
                                        <a:pt x="451" y="74"/>
                                      </a:lnTo>
                                      <a:lnTo>
                                        <a:pt x="456" y="76"/>
                                      </a:lnTo>
                                      <a:lnTo>
                                        <a:pt x="456" y="81"/>
                                      </a:lnTo>
                                      <a:lnTo>
                                        <a:pt x="451" y="87"/>
                                      </a:lnTo>
                                      <a:lnTo>
                                        <a:pt x="442" y="96"/>
                                      </a:lnTo>
                                      <a:lnTo>
                                        <a:pt x="428" y="11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385" y="144"/>
                                      </a:lnTo>
                                      <a:lnTo>
                                        <a:pt x="355" y="161"/>
                                      </a:lnTo>
                                      <a:lnTo>
                                        <a:pt x="321" y="177"/>
                                      </a:lnTo>
                                      <a:lnTo>
                                        <a:pt x="278" y="188"/>
                                      </a:lnTo>
                                      <a:lnTo>
                                        <a:pt x="233" y="197"/>
                                      </a:lnTo>
                                      <a:lnTo>
                                        <a:pt x="186" y="199"/>
                                      </a:lnTo>
                                      <a:lnTo>
                                        <a:pt x="143" y="194"/>
                                      </a:lnTo>
                                      <a:lnTo>
                                        <a:pt x="106" y="185"/>
                                      </a:lnTo>
                                      <a:lnTo>
                                        <a:pt x="73" y="170"/>
                                      </a:lnTo>
                                      <a:lnTo>
                                        <a:pt x="46" y="153"/>
                                      </a:lnTo>
                                      <a:lnTo>
                                        <a:pt x="26" y="131"/>
                                      </a:lnTo>
                                      <a:lnTo>
                                        <a:pt x="11" y="109"/>
                                      </a:lnTo>
                                      <a:lnTo>
                                        <a:pt x="2" y="87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5" y="43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33" y="10"/>
                                      </a:lnTo>
                                      <a:lnTo>
                                        <a:pt x="55" y="2"/>
                                      </a:lnTo>
                                      <a:lnTo>
                                        <a:pt x="7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2">
                                    <a:lumMod val="20000"/>
                                    <a:lumOff val="80000"/>
                                  </a:schemeClr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2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3175" y="160337"/>
                                  <a:ext cx="444500" cy="119063"/>
                                </a:xfrm>
                                <a:custGeom>
                                  <a:avLst/>
                                  <a:gdLst>
                                    <a:gd name="T0" fmla="*/ 446 w 561"/>
                                    <a:gd name="T1" fmla="*/ 1 h 151"/>
                                    <a:gd name="T2" fmla="*/ 504 w 561"/>
                                    <a:gd name="T3" fmla="*/ 14 h 151"/>
                                    <a:gd name="T4" fmla="*/ 545 w 561"/>
                                    <a:gd name="T5" fmla="*/ 44 h 151"/>
                                    <a:gd name="T6" fmla="*/ 561 w 561"/>
                                    <a:gd name="T7" fmla="*/ 88 h 151"/>
                                    <a:gd name="T8" fmla="*/ 551 w 561"/>
                                    <a:gd name="T9" fmla="*/ 127 h 151"/>
                                    <a:gd name="T10" fmla="*/ 526 w 561"/>
                                    <a:gd name="T11" fmla="*/ 146 h 151"/>
                                    <a:gd name="T12" fmla="*/ 495 w 561"/>
                                    <a:gd name="T13" fmla="*/ 151 h 151"/>
                                    <a:gd name="T14" fmla="*/ 465 w 561"/>
                                    <a:gd name="T15" fmla="*/ 135 h 151"/>
                                    <a:gd name="T16" fmla="*/ 448 w 561"/>
                                    <a:gd name="T17" fmla="*/ 103 h 151"/>
                                    <a:gd name="T18" fmla="*/ 451 w 561"/>
                                    <a:gd name="T19" fmla="*/ 77 h 151"/>
                                    <a:gd name="T20" fmla="*/ 470 w 561"/>
                                    <a:gd name="T21" fmla="*/ 56 h 151"/>
                                    <a:gd name="T22" fmla="*/ 503 w 561"/>
                                    <a:gd name="T23" fmla="*/ 53 h 151"/>
                                    <a:gd name="T24" fmla="*/ 504 w 561"/>
                                    <a:gd name="T25" fmla="*/ 55 h 151"/>
                                    <a:gd name="T26" fmla="*/ 473 w 561"/>
                                    <a:gd name="T27" fmla="*/ 58 h 151"/>
                                    <a:gd name="T28" fmla="*/ 454 w 561"/>
                                    <a:gd name="T29" fmla="*/ 77 h 151"/>
                                    <a:gd name="T30" fmla="*/ 453 w 561"/>
                                    <a:gd name="T31" fmla="*/ 102 h 151"/>
                                    <a:gd name="T32" fmla="*/ 468 w 561"/>
                                    <a:gd name="T33" fmla="*/ 129 h 151"/>
                                    <a:gd name="T34" fmla="*/ 496 w 561"/>
                                    <a:gd name="T35" fmla="*/ 140 h 151"/>
                                    <a:gd name="T36" fmla="*/ 523 w 561"/>
                                    <a:gd name="T37" fmla="*/ 132 h 151"/>
                                    <a:gd name="T38" fmla="*/ 542 w 561"/>
                                    <a:gd name="T39" fmla="*/ 108 h 151"/>
                                    <a:gd name="T40" fmla="*/ 537 w 561"/>
                                    <a:gd name="T41" fmla="*/ 66 h 151"/>
                                    <a:gd name="T42" fmla="*/ 503 w 561"/>
                                    <a:gd name="T43" fmla="*/ 34 h 151"/>
                                    <a:gd name="T44" fmla="*/ 446 w 561"/>
                                    <a:gd name="T45" fmla="*/ 17 h 151"/>
                                    <a:gd name="T46" fmla="*/ 380 w 561"/>
                                    <a:gd name="T47" fmla="*/ 18 h 151"/>
                                    <a:gd name="T48" fmla="*/ 313 w 561"/>
                                    <a:gd name="T49" fmla="*/ 41 h 151"/>
                                    <a:gd name="T50" fmla="*/ 231 w 561"/>
                                    <a:gd name="T51" fmla="*/ 77 h 151"/>
                                    <a:gd name="T52" fmla="*/ 140 w 561"/>
                                    <a:gd name="T53" fmla="*/ 107 h 151"/>
                                    <a:gd name="T54" fmla="*/ 46 w 561"/>
                                    <a:gd name="T55" fmla="*/ 118 h 151"/>
                                    <a:gd name="T56" fmla="*/ 52 w 561"/>
                                    <a:gd name="T57" fmla="*/ 116 h 151"/>
                                    <a:gd name="T58" fmla="*/ 157 w 561"/>
                                    <a:gd name="T59" fmla="*/ 96 h 151"/>
                                    <a:gd name="T60" fmla="*/ 261 w 561"/>
                                    <a:gd name="T61" fmla="*/ 55 h 151"/>
                                    <a:gd name="T62" fmla="*/ 346 w 561"/>
                                    <a:gd name="T63" fmla="*/ 15 h 151"/>
                                    <a:gd name="T64" fmla="*/ 415 w 561"/>
                                    <a:gd name="T65" fmla="*/ 0 h 15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</a:cxnLst>
                                  <a:rect l="0" t="0" r="r" b="b"/>
                                  <a:pathLst>
                                    <a:path w="561" h="151">
                                      <a:moveTo>
                                        <a:pt x="415" y="0"/>
                                      </a:moveTo>
                                      <a:lnTo>
                                        <a:pt x="446" y="1"/>
                                      </a:lnTo>
                                      <a:lnTo>
                                        <a:pt x="478" y="6"/>
                                      </a:lnTo>
                                      <a:lnTo>
                                        <a:pt x="504" y="14"/>
                                      </a:lnTo>
                                      <a:lnTo>
                                        <a:pt x="528" y="28"/>
                                      </a:lnTo>
                                      <a:lnTo>
                                        <a:pt x="545" y="44"/>
                                      </a:lnTo>
                                      <a:lnTo>
                                        <a:pt x="556" y="64"/>
                                      </a:lnTo>
                                      <a:lnTo>
                                        <a:pt x="561" y="88"/>
                                      </a:lnTo>
                                      <a:lnTo>
                                        <a:pt x="558" y="113"/>
                                      </a:lnTo>
                                      <a:lnTo>
                                        <a:pt x="551" y="127"/>
                                      </a:lnTo>
                                      <a:lnTo>
                                        <a:pt x="540" y="138"/>
                                      </a:lnTo>
                                      <a:lnTo>
                                        <a:pt x="526" y="146"/>
                                      </a:lnTo>
                                      <a:lnTo>
                                        <a:pt x="512" y="151"/>
                                      </a:lnTo>
                                      <a:lnTo>
                                        <a:pt x="495" y="151"/>
                                      </a:lnTo>
                                      <a:lnTo>
                                        <a:pt x="479" y="144"/>
                                      </a:lnTo>
                                      <a:lnTo>
                                        <a:pt x="465" y="135"/>
                                      </a:lnTo>
                                      <a:lnTo>
                                        <a:pt x="453" y="118"/>
                                      </a:lnTo>
                                      <a:lnTo>
                                        <a:pt x="448" y="103"/>
                                      </a:lnTo>
                                      <a:lnTo>
                                        <a:pt x="448" y="89"/>
                                      </a:lnTo>
                                      <a:lnTo>
                                        <a:pt x="451" y="77"/>
                                      </a:lnTo>
                                      <a:lnTo>
                                        <a:pt x="459" y="66"/>
                                      </a:lnTo>
                                      <a:lnTo>
                                        <a:pt x="470" y="56"/>
                                      </a:lnTo>
                                      <a:lnTo>
                                        <a:pt x="485" y="53"/>
                                      </a:lnTo>
                                      <a:lnTo>
                                        <a:pt x="503" y="53"/>
                                      </a:lnTo>
                                      <a:lnTo>
                                        <a:pt x="525" y="61"/>
                                      </a:lnTo>
                                      <a:lnTo>
                                        <a:pt x="504" y="55"/>
                                      </a:lnTo>
                                      <a:lnTo>
                                        <a:pt x="487" y="55"/>
                                      </a:lnTo>
                                      <a:lnTo>
                                        <a:pt x="473" y="58"/>
                                      </a:lnTo>
                                      <a:lnTo>
                                        <a:pt x="462" y="66"/>
                                      </a:lnTo>
                                      <a:lnTo>
                                        <a:pt x="454" y="77"/>
                                      </a:lnTo>
                                      <a:lnTo>
                                        <a:pt x="451" y="89"/>
                                      </a:lnTo>
                                      <a:lnTo>
                                        <a:pt x="453" y="102"/>
                                      </a:lnTo>
                                      <a:lnTo>
                                        <a:pt x="457" y="114"/>
                                      </a:lnTo>
                                      <a:lnTo>
                                        <a:pt x="468" y="129"/>
                                      </a:lnTo>
                                      <a:lnTo>
                                        <a:pt x="481" y="137"/>
                                      </a:lnTo>
                                      <a:lnTo>
                                        <a:pt x="496" y="140"/>
                                      </a:lnTo>
                                      <a:lnTo>
                                        <a:pt x="511" y="138"/>
                                      </a:lnTo>
                                      <a:lnTo>
                                        <a:pt x="523" y="132"/>
                                      </a:lnTo>
                                      <a:lnTo>
                                        <a:pt x="534" y="122"/>
                                      </a:lnTo>
                                      <a:lnTo>
                                        <a:pt x="542" y="108"/>
                                      </a:lnTo>
                                      <a:lnTo>
                                        <a:pt x="544" y="85"/>
                                      </a:lnTo>
                                      <a:lnTo>
                                        <a:pt x="537" y="66"/>
                                      </a:lnTo>
                                      <a:lnTo>
                                        <a:pt x="523" y="48"/>
                                      </a:lnTo>
                                      <a:lnTo>
                                        <a:pt x="503" y="34"/>
                                      </a:lnTo>
                                      <a:lnTo>
                                        <a:pt x="476" y="23"/>
                                      </a:lnTo>
                                      <a:lnTo>
                                        <a:pt x="446" y="17"/>
                                      </a:lnTo>
                                      <a:lnTo>
                                        <a:pt x="415" y="15"/>
                                      </a:lnTo>
                                      <a:lnTo>
                                        <a:pt x="380" y="18"/>
                                      </a:lnTo>
                                      <a:lnTo>
                                        <a:pt x="346" y="26"/>
                                      </a:lnTo>
                                      <a:lnTo>
                                        <a:pt x="313" y="41"/>
                                      </a:lnTo>
                                      <a:lnTo>
                                        <a:pt x="273" y="59"/>
                                      </a:lnTo>
                                      <a:lnTo>
                                        <a:pt x="231" y="77"/>
                                      </a:lnTo>
                                      <a:lnTo>
                                        <a:pt x="187" y="94"/>
                                      </a:lnTo>
                                      <a:lnTo>
                                        <a:pt x="140" y="107"/>
                                      </a:lnTo>
                                      <a:lnTo>
                                        <a:pt x="93" y="114"/>
                                      </a:lnTo>
                                      <a:lnTo>
                                        <a:pt x="46" y="118"/>
                                      </a:lnTo>
                                      <a:lnTo>
                                        <a:pt x="0" y="114"/>
                                      </a:lnTo>
                                      <a:lnTo>
                                        <a:pt x="52" y="116"/>
                                      </a:lnTo>
                                      <a:lnTo>
                                        <a:pt x="105" y="110"/>
                                      </a:lnTo>
                                      <a:lnTo>
                                        <a:pt x="157" y="96"/>
                                      </a:lnTo>
                                      <a:lnTo>
                                        <a:pt x="211" y="78"/>
                                      </a:lnTo>
                                      <a:lnTo>
                                        <a:pt x="261" y="55"/>
                                      </a:lnTo>
                                      <a:lnTo>
                                        <a:pt x="311" y="31"/>
                                      </a:lnTo>
                                      <a:lnTo>
                                        <a:pt x="346" y="15"/>
                                      </a:lnTo>
                                      <a:lnTo>
                                        <a:pt x="380" y="4"/>
                                      </a:lnTo>
                                      <a:lnTo>
                                        <a:pt x="41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2">
                                    <a:lumMod val="20000"/>
                                    <a:lumOff val="80000"/>
                                  </a:schemeClr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3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40038" y="138112"/>
                                  <a:ext cx="1271588" cy="196850"/>
                                </a:xfrm>
                                <a:custGeom>
                                  <a:avLst/>
                                  <a:gdLst>
                                    <a:gd name="T0" fmla="*/ 1190 w 1600"/>
                                    <a:gd name="T1" fmla="*/ 0 h 249"/>
                                    <a:gd name="T2" fmla="*/ 1286 w 1600"/>
                                    <a:gd name="T3" fmla="*/ 2 h 249"/>
                                    <a:gd name="T4" fmla="*/ 1385 w 1600"/>
                                    <a:gd name="T5" fmla="*/ 10 h 249"/>
                                    <a:gd name="T6" fmla="*/ 1490 w 1600"/>
                                    <a:gd name="T7" fmla="*/ 22 h 249"/>
                                    <a:gd name="T8" fmla="*/ 1600 w 1600"/>
                                    <a:gd name="T9" fmla="*/ 41 h 249"/>
                                    <a:gd name="T10" fmla="*/ 1492 w 1600"/>
                                    <a:gd name="T11" fmla="*/ 24 h 249"/>
                                    <a:gd name="T12" fmla="*/ 1390 w 1600"/>
                                    <a:gd name="T13" fmla="*/ 13 h 249"/>
                                    <a:gd name="T14" fmla="*/ 1291 w 1600"/>
                                    <a:gd name="T15" fmla="*/ 8 h 249"/>
                                    <a:gd name="T16" fmla="*/ 1198 w 1600"/>
                                    <a:gd name="T17" fmla="*/ 7 h 249"/>
                                    <a:gd name="T18" fmla="*/ 1109 w 1600"/>
                                    <a:gd name="T19" fmla="*/ 10 h 249"/>
                                    <a:gd name="T20" fmla="*/ 1024 w 1600"/>
                                    <a:gd name="T21" fmla="*/ 18 h 249"/>
                                    <a:gd name="T22" fmla="*/ 942 w 1600"/>
                                    <a:gd name="T23" fmla="*/ 27 h 249"/>
                                    <a:gd name="T24" fmla="*/ 864 w 1600"/>
                                    <a:gd name="T25" fmla="*/ 41 h 249"/>
                                    <a:gd name="T26" fmla="*/ 788 w 1600"/>
                                    <a:gd name="T27" fmla="*/ 57 h 249"/>
                                    <a:gd name="T28" fmla="*/ 716 w 1600"/>
                                    <a:gd name="T29" fmla="*/ 74 h 249"/>
                                    <a:gd name="T30" fmla="*/ 645 w 1600"/>
                                    <a:gd name="T31" fmla="*/ 93 h 249"/>
                                    <a:gd name="T32" fmla="*/ 578 w 1600"/>
                                    <a:gd name="T33" fmla="*/ 114 h 249"/>
                                    <a:gd name="T34" fmla="*/ 510 w 1600"/>
                                    <a:gd name="T35" fmla="*/ 132 h 249"/>
                                    <a:gd name="T36" fmla="*/ 446 w 1600"/>
                                    <a:gd name="T37" fmla="*/ 153 h 249"/>
                                    <a:gd name="T38" fmla="*/ 381 w 1600"/>
                                    <a:gd name="T39" fmla="*/ 173 h 249"/>
                                    <a:gd name="T40" fmla="*/ 318 w 1600"/>
                                    <a:gd name="T41" fmla="*/ 191 h 249"/>
                                    <a:gd name="T42" fmla="*/ 254 w 1600"/>
                                    <a:gd name="T43" fmla="*/ 208 h 249"/>
                                    <a:gd name="T44" fmla="*/ 191 w 1600"/>
                                    <a:gd name="T45" fmla="*/ 222 h 249"/>
                                    <a:gd name="T46" fmla="*/ 128 w 1600"/>
                                    <a:gd name="T47" fmla="*/ 235 h 249"/>
                                    <a:gd name="T48" fmla="*/ 64 w 1600"/>
                                    <a:gd name="T49" fmla="*/ 243 h 249"/>
                                    <a:gd name="T50" fmla="*/ 0 w 1600"/>
                                    <a:gd name="T51" fmla="*/ 249 h 249"/>
                                    <a:gd name="T52" fmla="*/ 62 w 1600"/>
                                    <a:gd name="T53" fmla="*/ 243 h 249"/>
                                    <a:gd name="T54" fmla="*/ 124 w 1600"/>
                                    <a:gd name="T55" fmla="*/ 232 h 249"/>
                                    <a:gd name="T56" fmla="*/ 185 w 1600"/>
                                    <a:gd name="T57" fmla="*/ 219 h 249"/>
                                    <a:gd name="T58" fmla="*/ 246 w 1600"/>
                                    <a:gd name="T59" fmla="*/ 203 h 249"/>
                                    <a:gd name="T60" fmla="*/ 307 w 1600"/>
                                    <a:gd name="T61" fmla="*/ 186 h 249"/>
                                    <a:gd name="T62" fmla="*/ 370 w 1600"/>
                                    <a:gd name="T63" fmla="*/ 167 h 249"/>
                                    <a:gd name="T64" fmla="*/ 433 w 1600"/>
                                    <a:gd name="T65" fmla="*/ 147 h 249"/>
                                    <a:gd name="T66" fmla="*/ 498 w 1600"/>
                                    <a:gd name="T67" fmla="*/ 126 h 249"/>
                                    <a:gd name="T68" fmla="*/ 563 w 1600"/>
                                    <a:gd name="T69" fmla="*/ 106 h 249"/>
                                    <a:gd name="T70" fmla="*/ 633 w 1600"/>
                                    <a:gd name="T71" fmla="*/ 85 h 249"/>
                                    <a:gd name="T72" fmla="*/ 703 w 1600"/>
                                    <a:gd name="T73" fmla="*/ 66 h 249"/>
                                    <a:gd name="T74" fmla="*/ 776 w 1600"/>
                                    <a:gd name="T75" fmla="*/ 49 h 249"/>
                                    <a:gd name="T76" fmla="*/ 851 w 1600"/>
                                    <a:gd name="T77" fmla="*/ 33 h 249"/>
                                    <a:gd name="T78" fmla="*/ 931 w 1600"/>
                                    <a:gd name="T79" fmla="*/ 19 h 249"/>
                                    <a:gd name="T80" fmla="*/ 1013 w 1600"/>
                                    <a:gd name="T81" fmla="*/ 10 h 249"/>
                                    <a:gd name="T82" fmla="*/ 1099 w 1600"/>
                                    <a:gd name="T83" fmla="*/ 3 h 249"/>
                                    <a:gd name="T84" fmla="*/ 1190 w 1600"/>
                                    <a:gd name="T85" fmla="*/ 0 h 24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</a:cxnLst>
                                  <a:rect l="0" t="0" r="r" b="b"/>
                                  <a:pathLst>
                                    <a:path w="1600" h="249">
                                      <a:moveTo>
                                        <a:pt x="1190" y="0"/>
                                      </a:moveTo>
                                      <a:lnTo>
                                        <a:pt x="1286" y="2"/>
                                      </a:lnTo>
                                      <a:lnTo>
                                        <a:pt x="1385" y="10"/>
                                      </a:lnTo>
                                      <a:lnTo>
                                        <a:pt x="1490" y="22"/>
                                      </a:lnTo>
                                      <a:lnTo>
                                        <a:pt x="1600" y="41"/>
                                      </a:lnTo>
                                      <a:lnTo>
                                        <a:pt x="1492" y="24"/>
                                      </a:lnTo>
                                      <a:lnTo>
                                        <a:pt x="1390" y="13"/>
                                      </a:lnTo>
                                      <a:lnTo>
                                        <a:pt x="1291" y="8"/>
                                      </a:lnTo>
                                      <a:lnTo>
                                        <a:pt x="1198" y="7"/>
                                      </a:lnTo>
                                      <a:lnTo>
                                        <a:pt x="1109" y="10"/>
                                      </a:lnTo>
                                      <a:lnTo>
                                        <a:pt x="1024" y="18"/>
                                      </a:lnTo>
                                      <a:lnTo>
                                        <a:pt x="942" y="27"/>
                                      </a:lnTo>
                                      <a:lnTo>
                                        <a:pt x="864" y="41"/>
                                      </a:lnTo>
                                      <a:lnTo>
                                        <a:pt x="788" y="57"/>
                                      </a:lnTo>
                                      <a:lnTo>
                                        <a:pt x="716" y="74"/>
                                      </a:lnTo>
                                      <a:lnTo>
                                        <a:pt x="645" y="93"/>
                                      </a:lnTo>
                                      <a:lnTo>
                                        <a:pt x="578" y="114"/>
                                      </a:lnTo>
                                      <a:lnTo>
                                        <a:pt x="510" y="132"/>
                                      </a:lnTo>
                                      <a:lnTo>
                                        <a:pt x="446" y="153"/>
                                      </a:lnTo>
                                      <a:lnTo>
                                        <a:pt x="381" y="173"/>
                                      </a:lnTo>
                                      <a:lnTo>
                                        <a:pt x="318" y="191"/>
                                      </a:lnTo>
                                      <a:lnTo>
                                        <a:pt x="254" y="208"/>
                                      </a:lnTo>
                                      <a:lnTo>
                                        <a:pt x="191" y="222"/>
                                      </a:lnTo>
                                      <a:lnTo>
                                        <a:pt x="128" y="235"/>
                                      </a:lnTo>
                                      <a:lnTo>
                                        <a:pt x="64" y="243"/>
                                      </a:lnTo>
                                      <a:lnTo>
                                        <a:pt x="0" y="249"/>
                                      </a:lnTo>
                                      <a:lnTo>
                                        <a:pt x="62" y="243"/>
                                      </a:lnTo>
                                      <a:lnTo>
                                        <a:pt x="124" y="232"/>
                                      </a:lnTo>
                                      <a:lnTo>
                                        <a:pt x="185" y="219"/>
                                      </a:lnTo>
                                      <a:lnTo>
                                        <a:pt x="246" y="203"/>
                                      </a:lnTo>
                                      <a:lnTo>
                                        <a:pt x="307" y="186"/>
                                      </a:lnTo>
                                      <a:lnTo>
                                        <a:pt x="370" y="167"/>
                                      </a:lnTo>
                                      <a:lnTo>
                                        <a:pt x="433" y="147"/>
                                      </a:lnTo>
                                      <a:lnTo>
                                        <a:pt x="498" y="126"/>
                                      </a:lnTo>
                                      <a:lnTo>
                                        <a:pt x="563" y="106"/>
                                      </a:lnTo>
                                      <a:lnTo>
                                        <a:pt x="633" y="85"/>
                                      </a:lnTo>
                                      <a:lnTo>
                                        <a:pt x="703" y="66"/>
                                      </a:lnTo>
                                      <a:lnTo>
                                        <a:pt x="776" y="49"/>
                                      </a:lnTo>
                                      <a:lnTo>
                                        <a:pt x="851" y="33"/>
                                      </a:lnTo>
                                      <a:lnTo>
                                        <a:pt x="931" y="19"/>
                                      </a:lnTo>
                                      <a:lnTo>
                                        <a:pt x="1013" y="10"/>
                                      </a:lnTo>
                                      <a:lnTo>
                                        <a:pt x="1099" y="3"/>
                                      </a:lnTo>
                                      <a:lnTo>
                                        <a:pt x="119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2">
                                    <a:lumMod val="20000"/>
                                    <a:lumOff val="80000"/>
                                  </a:schemeClr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group w14:anchorId="2EB18E08" id="Group 43" o:spid="_x0000_s1026" alt="Filigree accent drawing with fork and knife in center" style="width:323.75pt;height:29.15pt;mso-position-horizontal-relative:char;mso-position-vertical-relative:line" coordsize="41116,36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">
                      <v:shape id="Freeform 2" o:spid="_x0000_s1027" style="position:absolute;left:19637;top:111;width:3588;height:3381;visibility:visible;mso-wrap-style:square;v-text-anchor:top" coordsize="451,4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95HcQA&#10;AADaAAAADwAAAGRycy9kb3ducmV2LnhtbESPQWvCQBSE74L/YXlCb7qpFGmim1AChbagoO2hx0f2&#10;mY1m38bsVlN/vSsUehxm5htmVQy2FWfqfeNYweMsAUFcOd1wreDr83X6DMIHZI2tY1LwSx6KfDxa&#10;Yabdhbd03oVaRAj7DBWYELpMSl8ZsuhnriOO3t71FkOUfS11j5cIt62cJ8lCWmw4LhjsqDRUHXc/&#10;VkFJZXM6vdfp4fvDdJv0usbFk1bqYTK8LEEEGsJ/+K/9phXM4X4l3gCZ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DPeR3EAAAA2gAAAA8AAAAAAAAAAAAAAAAAmAIAAGRycy9k&#10;b3ducmV2LnhtbFBLBQYAAAAABAAEAPUAAACJAwAAAAA=&#10;" path="m25,l38,2,54,7r17,6l93,24r23,16l145,62r31,26l212,123r19,21l245,166r10,20l259,203r4,11l264,219,449,392r,2l449,394r2,1l451,398r-2,4l448,405r-3,5l440,414r-6,5l429,422r-3,3l423,425r-3,l418,425r,l418,425,,7r,l3,5,8,3,16,2,25,xe" fillcolor="#e1d6cf [671]" stroked="f" strokeweight="0">
                        <v:path arrowok="t" o:connecttype="custom" o:connectlocs="19888,0;30229,1591;42958,5569;56481,10343;73982,19095;92279,31825;115349,49328;140010,70014;168648,97861;183763,114569;194900,132073;202855,147985;206037,161511;209219,170262;210015,174241;357184,311883;357184,313474;357184,313474;358775,314269;358775,316656;357184,319839;356388,322226;354002,326204;350024,329386;345251,333364;341274,335751;338887,338138;336501,338138;334114,338138;332523,338138;332523,338138;332523,338138;0,5569;0,5569;2387,3978;6364,2387;12728,1591;19888,0" o:connectangles="0,0,0,0,0,0,0,0,0,0,0,0,0,0,0,0,0,0,0,0,0,0,0,0,0,0,0,0,0,0,0,0,0,0,0,0,0,0"/>
                      </v:shape>
                      <v:shape id="Freeform 3" o:spid="_x0000_s1028" style="position:absolute;left:18288;width:3698;height:3698;visibility:visible;mso-wrap-style:square;v-text-anchor:top" coordsize="465,4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q3qcQA&#10;AADaAAAADwAAAGRycy9kb3ducmV2LnhtbESPQWvCQBSE7wX/w/KEXkQ3arUluooIhV5aMPHg8ZF9&#10;JtHs27C7auqvdwtCj8PMfMMs151pxJWcry0rGI8SEMSF1TWXCvb55/ADhA/IGhvLpOCXPKxXvZcl&#10;ptreeEfXLJQiQtinqKAKoU2l9EVFBv3ItsTRO1pnMETpSqkd3iLcNHKSJHNpsOa4UGFL24qKc3Yx&#10;CrL3t3x6uMwc5XXyPfhxp7M73ZV67XebBYhAXfgPP9tfWsEU/q7EGyB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Kt6nEAAAA2gAAAA8AAAAAAAAAAAAAAAAAmAIAAGRycy9k&#10;b3ducmV2LnhtbFBLBQYAAAAABAAEAPUAAACJAwAAAAA=&#10;" path="m61,r3,3l72,11,86,21r17,14l122,51r19,17l161,85r18,16l196,117r16,20l221,158r2,17l223,187r-4,10l219,200,463,433r,l465,435r,1l465,438r-2,3l461,446r-3,4l454,455r-7,5l444,463r-5,1l436,466r-1,l433,466r-1,-2l432,464,199,220r-3,l186,224r-12,l157,222r-21,-9l116,197,100,180,84,162,67,142,50,123,34,104,20,87,11,73,3,65,,62,9,52,119,164r5,3l127,167r4,2l135,167r3,-2l139,162r,-4l138,153r-3,-5l127,142,117,131,105,117,89,102,75,85,59,71,47,57,36,44,29,38,26,35r3,-5l34,27r3,3l45,36,56,47,70,60,86,76r16,14l116,106r14,12l141,128r6,8l152,139r5,1l161,140r3,-1l166,136r2,-4l166,128r,-4l163,120,51,10,61,xe" fillcolor="#e1d6cf [671]" stroked="f" strokeweight="0">
                        <v:path arrowok="t" o:connecttype="custom" o:connectlocs="50909,2381;68409,16669;97046,40481;128069,67469;155910,92869;175796,125413;177387,148431;174205,158750;368297,343694;369888,346075;368297,350044;364320,357188;355570,365125;349206,368300;346024,369888;343638,368300;158296,174625;147955,177800;124887,176213;92273,156369;66818,128588;39773,97631;15909,69056;2386,51594;7159,41275;98637,132556;104205,134144;109773,130969;110569,125413;107387,117475;93069,103981;70796,80963;46932,56356;28636,34925;20682,27781;27046,21431;35796,28575;55682,47625;81137,71438;103410,93663;116932,107950;124887,111125;130455,110331;133637,104775;132046,98425;40568,7938" o:connectangles="0,0,0,0,0,0,0,0,0,0,0,0,0,0,0,0,0,0,0,0,0,0,0,0,0,0,0,0,0,0,0,0,0,0,0,0,0,0,0,0,0,0,0,0,0,0"/>
                      </v:shape>
                      <v:shape id="Freeform 4" o:spid="_x0000_s1029" style="position:absolute;left:8255;top:206;width:10715;height:3143;visibility:visible;mso-wrap-style:square;v-text-anchor:top" coordsize="1349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OvvsEA&#10;AADaAAAADwAAAGRycy9kb3ducmV2LnhtbESPS4vCMBSF94L/IVzBnaaKylCNIgMDLkTRceHy0lzb&#10;YnNTm/Th/PqJILg8fOfBWW06U4iGKpdbVjAZRyCIE6tzThVcfn9GXyCcR9ZYWCYFT3KwWfd7K4y1&#10;bflEzdmnIpSwi1FB5n0ZS+mSjAy6sS2JA7vZyqAPskqlrrAN5aaQ0yhaSIM5h4UMS/rOKLmfa6Og&#10;PszbxeUvwGPtH9v56Wqb/Uyp4aDbLkF46vzH/E7vtIIZvK6EGyD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hzr77BAAAA2gAAAA8AAAAAAAAAAAAAAAAAmAIAAGRycy9kb3du&#10;cmV2LnhtbFBLBQYAAAAABAAEAPUAAACGAwAAAAA=&#10;" path="m655,r79,l817,5r89,11l980,28r68,16l1106,63r53,20l1205,107r39,24l1276,154r26,25l1323,206r14,24l1346,255r3,22l1348,299r-8,28l1326,349r-19,18l1285,379r-24,10l1236,393r-25,2l1186,393r-24,-3l1183,392r22,-3l1227,385r22,-6l1269,370r18,-11l1301,345r11,-19l1315,305r-3,-25l1302,253r-17,-28l1261,197r-29,-29l1194,142r-44,-27l1098,91,1040,69,974,50,902,35,815,24,732,16,655,14r-74,3l512,24,446,35,383,46,324,60,265,75,210,91r-55,18l104,124,52,138,,151,50,135r50,-15l152,102,206,85,261,68,319,52,379,36,443,22,509,11,580,3,655,xe" fillcolor="#e1d6cf [671]" stroked="f" strokeweight="0">
                        <v:path arrowok="t" o:connecttype="custom" o:connectlocs="583045,0;719671,12732;832467,35013;920639,66048;988157,104244;1034229,142441;1062031,183025;1071563,220425;1064414,260213;1038201,292044;1001661,309550;961944,314325;923022,310346;957178,309550;992129,301593;1022314,285678;1042172,259418;1042172,222813;1020725,179046;978625,133688;913490,91512;826112,54907;716494,27852;581456,12732;461511,13528;354275,27852;257366,47746;166811,72414;82611,98674;0,120160;79434,95491;163634,67640;253394,41379;351892,17507;460716,2387" o:connectangles="0,0,0,0,0,0,0,0,0,0,0,0,0,0,0,0,0,0,0,0,0,0,0,0,0,0,0,0,0,0,0,0,0,0,0"/>
                      </v:shape>
                      <v:shape id="Freeform 5" o:spid="_x0000_s1030" style="position:absolute;left:15224;top:619;width:3254;height:2635;visibility:visible;mso-wrap-style:square;v-text-anchor:top" coordsize="410,3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ZWlcMA&#10;AADaAAAADwAAAGRycy9kb3ducmV2LnhtbESPQYvCMBSE78L+h/AW9iKaKlpK1ygiCIvCitWD3h7N&#10;27bYvJQmav33G0HwOMzMN8xs0Zla3Kh1lWUFo2EEgji3uuJCwfGwHiQgnEfWWFsmBQ9ysJh/9GaY&#10;anvnPd0yX4gAYZeigtL7JpXS5SUZdEPbEAfvz7YGfZBtIXWL9wA3tRxHUSwNVhwWSmxoVVJ+ya5G&#10;QfY7Ocl+tCuOy+TsY97G44vZKPX12S2/QXjq/Dv8av9oBVN4Xgk3QM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CZWlcMAAADaAAAADwAAAAAAAAAAAAAAAACYAgAAZHJzL2Rv&#10;d25yZXYueG1sUEsFBgAAAAAEAAQA9QAAAIgDAAAAAA==&#10;" path="m,l39,8,82,19r45,14l173,49r47,21l264,90r42,25l343,142r29,30l393,199r12,25l410,246r-1,20l401,285r-11,14l372,312r-18,11l332,329r-26,5l330,329r20,-8l368,312r12,-13l388,284r3,-19l387,244,374,221,355,194,319,159,277,126,231,96,182,70,134,47,86,27,41,11,,xe" fillcolor="#e1d6cf [671]" stroked="f" strokeweight="0">
                        <v:path arrowok="t" o:connecttype="custom" o:connectlocs="0,0;30956,6312;65088,14991;100806,26037;137319,38661;174625,55230;209550,71010;242888,90735;272257,112038;295275,135707;311944,157010;321469,176735;325438,194093;324644,209873;318294,224864;309563,235910;295275,246167;280988,254846;263525,259580;242888,263525;261938,259580;277813,253268;292100,246167;301625,235910;307975,224075;310357,209084;307182,192515;296863,174368;281782,153065;253207,125451;219869,99414;183357,75744;144463,55230;106363,37083;68263,21303;32544,8679;0,0" o:connectangles="0,0,0,0,0,0,0,0,0,0,0,0,0,0,0,0,0,0,0,0,0,0,0,0,0,0,0,0,0,0,0,0,0,0,0,0,0"/>
                      </v:shape>
                      <v:shape id="Freeform 6" o:spid="_x0000_s1031" style="position:absolute;left:13509;top:1063;width:3620;height:1572;visibility:visible;mso-wrap-style:square;v-text-anchor:top" coordsize="457,1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VWvMMA&#10;AADaAAAADwAAAGRycy9kb3ducmV2LnhtbESP3YrCMBSE7xd8h3AE79ZUBVdro4ggLosgVsHbQ3P6&#10;o81JaaJ2334jLHg5zMw3TLLqTC0e1LrKsoLRMAJBnFldcaHgfNp+zkA4j6yxtkwKfsnBatn7SDDW&#10;9slHeqS+EAHCLkYFpfdNLKXLSjLohrYhDl5uW4M+yLaQusVngJtajqNoKg1WHBZKbGhTUnZL70bB&#10;urn+bGqXXU7XfTTf5ffD5Gt2UGrQ79YLEJ46/w7/t7+1gim8roQbIJ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VVWvMMAAADaAAAADwAAAAAAAAAAAAAAAACYAgAAZHJzL2Rv&#10;d25yZXYueG1sUEsFBgAAAAAEAAQA9QAAAIgDAAAAAA==&#10;" path="m272,r42,5l352,14r32,14l410,47r21,21l446,90r8,23l457,135r-4,22l440,176r-17,13l402,197r-23,1l354,197r-27,-8l302,178,280,164,261,145,247,126r-8,-22l239,80r5,-16l253,55r11,-6l277,47r12,2l302,53r11,8l319,69r5,11l318,69,308,61,297,57r-11,1l275,63r-9,9l259,88r,25l267,135r13,19l297,168r21,13l340,187r22,3l382,187r19,-9l415,164r9,-21l426,121,420,99,406,75,387,55,363,36,333,22,299,11,259,8,219,9r-41,8l143,28,115,42,91,57,74,71,60,86,51,99r-8,10l40,115r-7,6l24,124r-10,2l5,126,,123r,-3l5,113r9,-11l29,88,47,72,73,55,102,38,137,24,178,11,225,3,272,xe" fillcolor="#e1d6cf [671]" stroked="f" strokeweight="0">
                        <v:path arrowok="t" o:connecttype="custom" o:connectlocs="248692,3969;304133,22225;341358,53975;359574,89694;358782,124619;335022,150019;300173,157163;258988,150019;221764,130175;195627,100013;189291,63500;200379,43656;219388,37306;239188,42069;252652,54769;251860,54769;235228,45244;217804,50006;205131,69850;211468,107157;235228,133350;269284,148432;302549,148432;328685,130175;337398,96044;321557,59531;287501,28575;236812,8731;173451,7144;113258,22225;72073,45244;47521,68263;34057,86519;26136,96044;11088,100013;0,97632;3960,89694;22968,69850;57817,43656;108506,19050;178203,2381" o:connectangles="0,0,0,0,0,0,0,0,0,0,0,0,0,0,0,0,0,0,0,0,0,0,0,0,0,0,0,0,0,0,0,0,0,0,0,0,0,0,0,0,0"/>
                      </v:shape>
                      <v:shape id="Freeform 7" o:spid="_x0000_s1032" style="position:absolute;left:11239;top:746;width:4445;height:1190;visibility:visible;mso-wrap-style:square;v-text-anchor:top" coordsize="561,1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mFLsIA&#10;AADaAAAADwAAAGRycy9kb3ducmV2LnhtbESPT4vCMBTE7wt+h/AEb5oq6C7VtKis4FX3r7dH82yK&#10;zUu3ibZ++82CsMdhZn7DrPLe1uJGra8cK5hOEhDEhdMVlwre33bjFxA+IGusHZOCO3nIs8HTClPt&#10;Oj7Q7RhKESHsU1RgQmhSKX1hyKKfuIY4emfXWgxRtqXULXYRbms5S5KFtFhxXDDY0NZQcTlerYJv&#10;/fPxuuHuc7+YX75mp8NuapJaqdGwXy9BBOrDf/jR3msFz/B3Jd4Amf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6YUuwgAAANoAAAAPAAAAAAAAAAAAAAAAAJgCAABkcnMvZG93&#10;bnJldi54bWxQSwUGAAAAAAQABAD1AAAAhwMAAAAA&#10;" path="m51,l66,2,82,6,98,17r11,16l115,47r,14l112,76r-8,11l92,94,77,99,59,98,37,90r22,6l76,98,90,93r11,-8l107,74r3,-11l110,49,106,36,95,22,81,14,66,11,52,13,38,19,27,30,21,44,18,66r8,21l40,104r20,14l85,127r30,7l148,137r33,-3l216,126r34,-14l289,93,330,74,376,58,421,46,469,36r47,-1l561,38,509,36r-51,7l404,55,352,74,300,96r-48,25l217,137r-34,9l148,151r-33,l85,146,57,137,35,124,18,107,5,87,,65,4,39,10,25,21,13,35,5,51,xe" fillcolor="#e1d6cf [671]" stroked="f" strokeweight="0">
                        <v:path arrowok="t" o:connecttype="custom" o:connectlocs="52294,1577;77649,13404;91119,37059;88742,59926;72895,74119;46748,77273;46748,75696;71310,73330;84780,58349;87157,38636;75272,17347;52294,8673;30109,14981;16639,34694;20601,68599;47540,93043;91119,105659;143413,105659;198084,88312;261471,58349;333573,36271;408845,27597;403299,28386;320103,43367;237701,75696;171937,108024;117266,119063;67348,115121;27732,97774;3962,68599;3169,30751;16639,10250;40409,0" o:connectangles="0,0,0,0,0,0,0,0,0,0,0,0,0,0,0,0,0,0,0,0,0,0,0,0,0,0,0,0,0,0,0,0,0"/>
                      </v:shape>
                      <v:shape id="Freeform 8" o:spid="_x0000_s1033" style="position:absolute;top:206;width:12700;height:1953;visibility:visible;mso-wrap-style:square;v-text-anchor:top" coordsize="1601,2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BzD7sA&#10;AADaAAAADwAAAGRycy9kb3ducmV2LnhtbERPuwrCMBTdBf8hXMFNUx1UqlFEFNzEB3S9Ntem2tyU&#10;Jmr9ezMIjofzXqxaW4kXNb50rGA0TEAQ506XXCi4nHeDGQgfkDVWjknBhzyslt3OAlPt3nyk1ykU&#10;IoawT1GBCaFOpfS5IYt+6GriyN1cYzFE2BRSN/iO4baS4ySZSIslxwaDNW0M5Y/T0yq43fN2+2GD&#10;Z32l3SErptlzdlWq32vXcxCB2vAX/9x7rSBujVfiDZDLL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JGQcw+7AAAA2gAAAA8AAAAAAAAAAAAAAAAAmAIAAGRycy9kb3ducmV2Lnht&#10;bFBLBQYAAAAABAAEAPUAAACAAwAAAAA=&#10;" path="m1601,r-62,7l1478,16r-61,13l1356,44r-63,18l1232,81r-65,20l1103,122r-66,20l969,162r-70,21l825,199r-76,17l671,229r-83,11l501,246r-91,1l316,246,215,238,110,225,,207r108,17l212,235r97,6l404,243r88,-5l578,232r82,-11l737,208r75,-16l886,175r69,-20l1024,136r66,-21l1156,95r63,-19l1283,57r63,-16l1409,26r63,-11l1536,5,1601,xe" fillcolor="#e1d6cf [671]" stroked="f" strokeweight="0">
                        <v:path arrowok="t" o:connecttype="custom" o:connectlocs="1270000,0;1220818,5534;1172430,12649;1124041,22926;1075653,34784;1025678,49013;977289,64034;925728,79844;874959,96446;822605,112256;768663,128067;713136,144669;654435,157317;594147,170756;532274,181033;466433,189729;397420,194472;325234,195263;250668,194472;170550,188148;87258,177871;0,163641;85671,177081;168170,185777;245116,190520;320475,192101;390281,188148;458501,183405;523548,174709;584628,164432;644122,151783;702823,138344;757558,122533;812292,107513;864647,90912;917002,75101;966977,60081;1017745,45061;1067720,32412;1117695,20554;1167670,11858;1218438,3953;1270000,0" o:connectangles="0,0,0,0,0,0,0,0,0,0,0,0,0,0,0,0,0,0,0,0,0,0,0,0,0,0,0,0,0,0,0,0,0,0,0,0,0,0,0,0,0,0,0"/>
                      </v:shape>
                      <v:shape id="Freeform 9" o:spid="_x0000_s1034" style="position:absolute;left:22145;top:206;width:10716;height:3127;visibility:visible;mso-wrap-style:square;v-text-anchor:top" coordsize="1349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IAIMIA&#10;AADaAAAADwAAAGRycy9kb3ducmV2LnhtbESPS4vCMBSF94L/IVzBnaYOKk7HKDIguBDFx8LlpbnT&#10;lmluapM+9NebgQGXh+88OMt1ZwrRUOVyywom4wgEcWJ1zqmC62U7WoBwHlljYZkUPMjBetXvLTHW&#10;tuUTNWefilDCLkYFmfdlLKVLMjLoxrYkDuzHVgZ9kFUqdYVtKDeF/IiiuTSYc1jIsKTvjJLfc20U&#10;1IdZO78+AzzW/r6ZnW622U+VGg66zRcIT51/m//TO63gE/6uhBsgV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cgAgwgAAANoAAAAPAAAAAAAAAAAAAAAAAJgCAABkcnMvZG93&#10;bnJldi54bWxQSwUGAAAAAAQABAD1AAAAhwMAAAAA&#10;" path="m140,r25,l188,3r-20,l146,5,122,8r-22,7l80,24,63,35,49,51,39,68,36,90r2,25l47,142r17,27l88,197r31,28l157,254r44,25l253,304r58,22l377,343r72,16l536,372r81,6l694,380r74,-4l837,370r66,-9l966,348r60,-14l1084,318r56,-15l1194,287r53,-16l1298,257r51,-13l1301,258r-51,16l1199,291r-54,18l1090,326r-58,17l971,359r-63,13l840,383r-70,8l696,395r-80,l532,391,445,380,369,365,303,350,243,331,192,310,146,288,107,265,74,240,47,214,28,189,13,164,3,140,,117,2,95,11,66,25,44,42,27,64,15,88,7,113,2,140,xe" fillcolor="#e1d6cf [671]" stroked="f" strokeweight="0">
                        <v:path arrowok="t" o:connecttype="custom" o:connectlocs="131066,0;133449,2375;96909,6334;63547,19002;38923,40379;28596,71257;37334,112427;69902,155973;124711,201102;200968,240689;299466,271567;425766,294528;551271,300862;664862,292944;767331,275526;861063,251774;948440,227230;1031052,203478;1033435,204269;952412,230397;865829,258108;771303,284235;667245,303237;552860,312738;422588,309571;293111,288986;193024,262067;115973,228022;58781,190018;22241,149639;2383,110844;1589,75215;19858,34837;50838,11876;89760,1583" o:connectangles="0,0,0,0,0,0,0,0,0,0,0,0,0,0,0,0,0,0,0,0,0,0,0,0,0,0,0,0,0,0,0,0,0,0,0"/>
                      </v:shape>
                      <v:shape id="Freeform 10" o:spid="_x0000_s1035" style="position:absolute;left:22637;top:285;width:3255;height:2651;visibility:visible;mso-wrap-style:square;v-text-anchor:top" coordsize="408,3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mRRcQA&#10;AADbAAAADwAAAGRycy9kb3ducmV2LnhtbESP3WrCQBCF7wu+wzJC7+pGL0qJriIRqWCh9ecBxuyY&#10;LGZn0+wa07fvXBR6N8M5c843i9XgG9VTF11gA9NJBoq4DNZxZeB82r68gYoJ2WITmAz8UITVcvS0&#10;wNyGBx+oP6ZKSQjHHA3UKbW51rGsyWOchJZYtGvoPCZZu0rbDh8S7hs9y7JX7dGxNNTYUlFTeTve&#10;vYHPr0O/Oe3fbdNOywufv13xUThjnsfDeg4q0ZD+zX/XOyv4Qi+/yAB6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5JkUXEAAAA2wAAAA8AAAAAAAAAAAAAAAAAmAIAAGRycy9k&#10;b3ducmV2LnhtbFBLBQYAAAAABAAEAPUAAACJAwAAAAA=&#10;" path="m103,l80,5,59,11,42,22,30,35,20,51,19,68r4,20l34,112r21,27l91,175r41,33l179,236r47,27l275,287r48,19l367,321r41,13l371,325,328,314,283,299,235,284,190,265,144,243,103,219,67,192,36,162,17,134,4,109,,87,1,66,8,49,20,33,36,21,56,11,78,4,103,xe" fillcolor="#e1d6cf [671]" stroked="f" strokeweight="0">
                        <v:path arrowok="t" o:connecttype="custom" o:connectlocs="82157,0;63811,3969;47061,8731;33501,17463;23929,27781;15953,40481;15155,53975;18346,69850;27120,88900;43870,110331;72585,138907;105289,165100;142778,187325;180267,208757;219352,227807;257638,242888;292735,254794;325438,265113;295925,257969;261627,249238;225733,237332;187446,225425;151552,210344;114860,192882;82157,173832;53442,152400;28715,128588;13560,106363;3191,86519;0,69056;798,52388;6381,38894;15953,26194;28715,16669;44668,8731;62216,3175;82157,0" o:connectangles="0,0,0,0,0,0,0,0,0,0,0,0,0,0,0,0,0,0,0,0,0,0,0,0,0,0,0,0,0,0,0,0,0,0,0,0,0"/>
                      </v:shape>
                      <v:shape id="Freeform 11" o:spid="_x0000_s1036" style="position:absolute;left:23987;top:904;width:3619;height:1572;visibility:visible;mso-wrap-style:square;v-text-anchor:top" coordsize="456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PdwMEA&#10;AADbAAAADwAAAGRycy9kb3ducmV2LnhtbERPyWrDMBC9B/oPYgK9xbJ9KMWJEkwgUNz20DQfMLHG&#10;S2KNjKV66ddXhUJv83jr7A6z6cRIg2stK0iiGARxaXXLtYLL52nzDMJ5ZI2dZVKwkIPD/mG1w0zb&#10;iT9oPPtahBB2GSpovO8zKV3ZkEEX2Z44cJUdDPoAh1rqAacQbjqZxvGTNNhyaGiwp2ND5f38ZRQ4&#10;LvKl/r7Ot1fp0vHtWhXvslLqcT3nWxCeZv8v/nO/6DA/gd9fwgFy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FD3cDBAAAA2wAAAA8AAAAAAAAAAAAAAAAAmAIAAGRycy9kb3du&#10;cmV2LnhtbFBLBQYAAAAABAAEAPUAAACGAwAAAAA=&#10;" path="m79,r25,4l129,10r25,11l176,37r19,17l209,74r8,22l217,120r-4,14l205,145r-11,5l181,153r-14,-3l154,145r-9,-6l137,130r-3,-10l139,131r9,8l159,142r13,l183,137r9,-11l197,111r,-24l191,65,178,46,161,30,140,19,118,11,96,10,74,13,55,21,41,35,32,56r,22l38,101r13,22l70,144r25,19l125,177r34,11l197,192r42,-1l280,183r33,-13l343,158r22,-14l384,128r12,-14l407,101r7,-11l418,84r7,-6l432,74r11,-1l451,74r5,2l456,81r-5,6l442,96r-14,15l409,128r-24,16l355,161r-34,16l278,188r-45,9l186,199r-43,-5l106,185,73,170,46,153,26,131,11,109,2,87,,63,5,43,16,24,33,10,55,2,79,xe" fillcolor="#e1d6cf [671]" stroked="f" strokeweight="0">
                        <v:path arrowok="t" o:connecttype="custom" o:connectlocs="82550,3159;122238,16585;154781,42647;172244,75817;169069,105828;153988,118465;132556,118465;115094,109777;106363,94772;117475,109777;136525,112146;152400,99510;156369,68709;141288,36329;111125,15006;76200,7898;43656,16585;25400,44227;30163,79766;55563,113726;99219,139788;156369,151635;222250,144527;272256,124783;304800,101090;323056,79766;331788,66340;342900,58443;357981,58443;361950,63971;350838,75817;324644,101090;281781,127152;220663,148476;147638,157163;84138,146106;36513,120834;8731,86084;0,49755;12700,18954;43656,1580" o:connectangles="0,0,0,0,0,0,0,0,0,0,0,0,0,0,0,0,0,0,0,0,0,0,0,0,0,0,0,0,0,0,0,0,0,0,0,0,0,0,0,0,0"/>
                      </v:shape>
                      <v:shape id="Freeform 12" o:spid="_x0000_s1037" style="position:absolute;left:25431;top:1603;width:4445;height:1191;visibility:visible;mso-wrap-style:square;v-text-anchor:top" coordsize="561,1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itd8IA&#10;AADbAAAADwAAAGRycy9kb3ducmV2LnhtbERPTWvCQBC9C/0PyxR6MxsDFUldg5YKXrXa1tuQHbMh&#10;2dk0uzXpv+8WBG/zeJ+zLEbbiiv1vnasYJakIIhLp2uuFBzft9MFCB+QNbaOScEveShWD5Ml5toN&#10;vKfrIVQihrDPUYEJocul9KUhiz5xHXHkLq63GCLsK6l7HGK4bWWWpnNpsebYYLCjV0Nlc/ixCr70&#10;9+ltw8PHbv7cfGbn/XZm0lapp8dx/QIi0Bju4pt7p+P8DP5/iQfI1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iK13wgAAANsAAAAPAAAAAAAAAAAAAAAAAJgCAABkcnMvZG93&#10;bnJldi54bWxQSwUGAAAAAAQABAD1AAAAhwMAAAAA&#10;" path="m415,r31,1l478,6r26,8l528,28r17,16l556,64r5,24l558,113r-7,14l540,138r-14,8l512,151r-17,l479,144r-14,-9l453,118r-5,-15l448,89r3,-12l459,66,470,56r15,-3l503,53r22,8l504,55r-17,l473,58r-11,8l454,77r-3,12l453,102r4,12l468,129r13,8l496,140r15,-2l523,132r11,-10l542,108r2,-23l537,66,523,48,503,34,476,23,446,17,415,15r-35,3l346,26,313,41,273,59,231,77,187,94r-47,13l93,114r-47,4l,114r52,2l105,110,157,96,211,78,261,55,311,31,346,15,380,4,415,xe" fillcolor="#e1d6cf [671]" stroked="f" strokeweight="0">
                        <v:path arrowok="t" o:connecttype="custom" o:connectlocs="353381,788;399337,11039;431823,34694;444500,69388;436577,100139;416768,115121;392206,119063;368436,106447;354966,81215;357343,60714;372398,44156;398545,41790;399337,43367;374775,45733;359720,60714;358928,80427;370813,101716;392998,110390;414391,104082;429446,85158;425484,52041;398545,26809;353381,13404;301087,14193;248001,32328;183029,60714;110927,84369;36447,93043;41201,91466;124397,75696;206799,43367;274148,11827;328819,0" o:connectangles="0,0,0,0,0,0,0,0,0,0,0,0,0,0,0,0,0,0,0,0,0,0,0,0,0,0,0,0,0,0,0,0,0"/>
                      </v:shape>
                      <v:shape id="Freeform 13" o:spid="_x0000_s1038" style="position:absolute;left:28400;top:1381;width:12716;height:1968;visibility:visible;mso-wrap-style:square;v-text-anchor:top" coordsize="1600,2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yVAL4A&#10;AADbAAAADwAAAGRycy9kb3ducmV2LnhtbERPTYvCMBC9L/gfwgh7W1NdEOmaFhUFj6t270MztsVm&#10;UppYo79+Iwje5vE+Z5kH04qBetdYVjCdJCCIS6sbrhQUp93XAoTzyBpby6TgTg7ybPSxxFTbGx9o&#10;OPpKxBB2KSqove9SKV1Zk0E3sR1x5M62N+gj7Cupe7zFcNPKWZLMpcGGY0ONHW1qKi/Hq1EwFL8J&#10;bzuznoe/2WO68sE9eK3U5zisfkB4Cv4tfrn3Os7/hucv8QCZ/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hslQC+AAAA2wAAAA8AAAAAAAAAAAAAAAAAmAIAAGRycy9kb3ducmV2&#10;LnhtbFBLBQYAAAAABAAEAPUAAACDAwAAAAA=&#10;" path="m1190,r96,2l1385,10r105,12l1600,41,1492,24,1390,13,1291,8,1198,7r-89,3l1024,18r-82,9l864,41,788,57,716,74,645,93r-67,21l510,132r-64,21l381,173r-63,18l254,208r-63,14l128,235r-64,8l,249r62,-6l124,232r61,-13l246,203r61,-17l370,167r63,-20l498,126r65,-20l633,85,703,66,776,49,851,33,931,19r82,-9l1099,3,1190,xe" fillcolor="#e1d6cf [671]" stroked="f" strokeweight="0">
                        <v:path arrowok="t" o:connecttype="custom" o:connectlocs="945744,0;1022039,1581;1100718,7906;1184166,17392;1271588,32413;1185756,18973;1104692,10277;1026013,6324;952102,5534;881369,7906;813816,14230;748647,21345;686658,32413;626257,45062;569036,58502;512609,73522;459361,90124;405319,104354;354455,120956;302797,136767;252728,150997;201865,164437;151796,175505;101727,185782;50864,192107;0,196850;49274,192107;98548,183410;147027,173133;195507,160484;243986,147045;294055,132024;344124,116213;395782,99611;447440,83800;503072,67198;558704,52177;616720,38738;676326,26089;739905,15021;805074,7906;873422,2372;945744,0" o:connectangles="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  <w:tbl>
            <w:tblPr>
              <w:tblW w:w="4998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Card content layout"/>
            </w:tblPr>
            <w:tblGrid>
              <w:gridCol w:w="5112"/>
              <w:gridCol w:w="143"/>
              <w:gridCol w:w="1367"/>
            </w:tblGrid>
            <w:tr w:rsidR="005531B1">
              <w:tc>
                <w:tcPr>
                  <w:tcW w:w="3860" w:type="pct"/>
                </w:tcPr>
                <w:tbl>
                  <w:tblPr>
                    <w:tblStyle w:val="Recipetable"/>
                    <w:tblW w:w="5000" w:type="pct"/>
                    <w:tblLayout w:type="fixed"/>
                    <w:tblLook w:val="04A0" w:firstRow="1" w:lastRow="0" w:firstColumn="1" w:lastColumn="0" w:noHBand="0" w:noVBand="1"/>
                    <w:tblDescription w:val="Lined text layout"/>
                  </w:tblPr>
                  <w:tblGrid>
                    <w:gridCol w:w="5112"/>
                  </w:tblGrid>
                  <w:tr w:rsidR="005531B1">
                    <w:tc>
                      <w:tcPr>
                        <w:tcW w:w="5000" w:type="pct"/>
                      </w:tcPr>
                      <w:p w:rsidR="005531B1" w:rsidRDefault="00987480">
                        <w:sdt>
                          <w:sdtPr>
                            <w:id w:val="-1848861603"/>
                            <w:placeholder>
                              <w:docPart w:val="1E0DA913E2644237A16F8FAC4E34A524"/>
                            </w:placeholder>
                            <w:temporary/>
                            <w:showingPlcHdr/>
                            <w:text/>
                          </w:sdtPr>
                          <w:sdtEndPr/>
                          <w:sdtContent>
                            <w:r w:rsidR="00B95D1A">
                              <w:t>[Click here to add ingredients.]</w:t>
                            </w:r>
                          </w:sdtContent>
                        </w:sdt>
                      </w:p>
                    </w:tc>
                  </w:tr>
                  <w:tr w:rsidR="005531B1">
                    <w:tc>
                      <w:tcPr>
                        <w:tcW w:w="5000" w:type="pct"/>
                      </w:tcPr>
                      <w:p w:rsidR="005531B1" w:rsidRDefault="00987480">
                        <w:sdt>
                          <w:sdtPr>
                            <w:id w:val="-296918109"/>
                            <w:placeholder>
                              <w:docPart w:val="4051CDC094E241ADB501D5EC7918C1DF"/>
                            </w:placeholder>
                            <w:temporary/>
                            <w:showingPlcHdr/>
                            <w:text/>
                          </w:sdtPr>
                          <w:sdtEndPr/>
                          <w:sdtContent>
                            <w:r w:rsidR="00B95D1A">
                              <w:t>[Press the down arrow key to move to a new line.]</w:t>
                            </w:r>
                          </w:sdtContent>
                        </w:sdt>
                      </w:p>
                    </w:tc>
                  </w:tr>
                  <w:tr w:rsidR="005531B1">
                    <w:tc>
                      <w:tcPr>
                        <w:tcW w:w="5000" w:type="pct"/>
                      </w:tcPr>
                      <w:p w:rsidR="005531B1" w:rsidRDefault="00987480">
                        <w:sdt>
                          <w:sdtPr>
                            <w:id w:val="-1806925071"/>
                            <w:placeholder>
                              <w:docPart w:val="234AEE09F25446B2A12A2FFE1D2084AF"/>
                            </w:placeholder>
                            <w:temporary/>
                            <w:showingPlcHdr/>
                            <w:text/>
                          </w:sdtPr>
                          <w:sdtEndPr/>
                          <w:sdtContent>
                            <w:r w:rsidR="00B95D1A">
                              <w:t>[To delete tip text (such as this) just click it and type.]</w:t>
                            </w:r>
                          </w:sdtContent>
                        </w:sdt>
                      </w:p>
                    </w:tc>
                  </w:tr>
                  <w:tr w:rsidR="005531B1">
                    <w:tc>
                      <w:tcPr>
                        <w:tcW w:w="5000" w:type="pct"/>
                      </w:tcPr>
                      <w:p w:rsidR="005531B1" w:rsidRDefault="005531B1"/>
                    </w:tc>
                  </w:tr>
                  <w:tr w:rsidR="005531B1">
                    <w:tc>
                      <w:tcPr>
                        <w:tcW w:w="5000" w:type="pct"/>
                      </w:tcPr>
                      <w:p w:rsidR="005531B1" w:rsidRDefault="005531B1"/>
                    </w:tc>
                  </w:tr>
                  <w:tr w:rsidR="005531B1">
                    <w:tc>
                      <w:tcPr>
                        <w:tcW w:w="5000" w:type="pct"/>
                      </w:tcPr>
                      <w:p w:rsidR="005531B1" w:rsidRDefault="005531B1"/>
                    </w:tc>
                  </w:tr>
                  <w:tr w:rsidR="005531B1">
                    <w:tc>
                      <w:tcPr>
                        <w:tcW w:w="5000" w:type="pct"/>
                      </w:tcPr>
                      <w:p w:rsidR="005531B1" w:rsidRDefault="005531B1"/>
                    </w:tc>
                  </w:tr>
                  <w:tr w:rsidR="005531B1">
                    <w:tc>
                      <w:tcPr>
                        <w:tcW w:w="5000" w:type="pct"/>
                      </w:tcPr>
                      <w:p w:rsidR="005531B1" w:rsidRDefault="005531B1"/>
                    </w:tc>
                  </w:tr>
                  <w:tr w:rsidR="005531B1">
                    <w:tc>
                      <w:tcPr>
                        <w:tcW w:w="5000" w:type="pct"/>
                      </w:tcPr>
                      <w:p w:rsidR="005531B1" w:rsidRDefault="005531B1"/>
                    </w:tc>
                  </w:tr>
                </w:tbl>
                <w:p w:rsidR="005531B1" w:rsidRDefault="005531B1">
                  <w:pPr>
                    <w:jc w:val="center"/>
                  </w:pPr>
                </w:p>
              </w:tc>
              <w:tc>
                <w:tcPr>
                  <w:tcW w:w="108" w:type="pct"/>
                </w:tcPr>
                <w:p w:rsidR="005531B1" w:rsidRDefault="005531B1">
                  <w:pPr>
                    <w:jc w:val="center"/>
                  </w:pPr>
                </w:p>
              </w:tc>
              <w:tc>
                <w:tcPr>
                  <w:tcW w:w="1032" w:type="pct"/>
                </w:tcPr>
                <w:tbl>
                  <w:tblPr>
                    <w:tblW w:w="0" w:type="auto"/>
                    <w:tblLayout w:type="fixed"/>
                    <w:tblCellMar>
                      <w:left w:w="72" w:type="dxa"/>
                      <w:right w:w="72" w:type="dxa"/>
                    </w:tblCellMar>
                    <w:tblLook w:val="04A0" w:firstRow="1" w:lastRow="0" w:firstColumn="1" w:lastColumn="0" w:noHBand="0" w:noVBand="1"/>
                    <w:tblDescription w:val="Picture and caption layout"/>
                  </w:tblPr>
                  <w:tblGrid>
                    <w:gridCol w:w="1368"/>
                  </w:tblGrid>
                  <w:tr w:rsidR="005531B1">
                    <w:tc>
                      <w:tcPr>
                        <w:tcW w:w="1368" w:type="dxa"/>
                        <w:tcBorders>
                          <w:bottom w:val="single" w:sz="2" w:space="0" w:color="C4AD9F" w:themeColor="text2" w:themeTint="66"/>
                        </w:tcBorders>
                      </w:tcPr>
                      <w:p w:rsidR="005531B1" w:rsidRDefault="005531B1"/>
                    </w:tc>
                  </w:tr>
                  <w:tr w:rsidR="005531B1">
                    <w:trPr>
                      <w:trHeight w:hRule="exact" w:val="1368"/>
                    </w:trPr>
                    <w:tc>
                      <w:tcPr>
                        <w:tcW w:w="1368" w:type="dxa"/>
                        <w:tcBorders>
                          <w:top w:val="single" w:sz="2" w:space="0" w:color="C4AD9F" w:themeColor="text2" w:themeTint="66"/>
                          <w:left w:val="single" w:sz="2" w:space="0" w:color="C4AD9F" w:themeColor="text2" w:themeTint="66"/>
                          <w:bottom w:val="single" w:sz="2" w:space="0" w:color="C4AD9F" w:themeColor="text2" w:themeTint="66"/>
                          <w:right w:val="single" w:sz="2" w:space="0" w:color="C4AD9F" w:themeColor="text2" w:themeTint="66"/>
                        </w:tcBorders>
                        <w:vAlign w:val="center"/>
                      </w:tcPr>
                      <w:p w:rsidR="005531B1" w:rsidRDefault="00B95D1A">
                        <w:pPr>
                          <w:jc w:val="center"/>
                        </w:pPr>
                        <w:r>
                          <w:rPr>
                            <w:noProof/>
                            <w:lang w:eastAsia="en-US"/>
                          </w:rPr>
                          <w:drawing>
                            <wp:inline distT="0" distB="0" distL="0" distR="0">
                              <wp:extent cx="777240" cy="781050"/>
                              <wp:effectExtent l="0" t="0" r="3810" b="0"/>
                              <wp:docPr id="15" name="Picture 15" descr="Placeholder photo showing a bunch of asparagus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5" name="002D9540.jpg"/>
                                      <pic:cNvPicPr/>
                                    </pic:nvPicPr>
                                    <pic:blipFill rotWithShape="1">
                                      <a:blip r:embed="rId8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 l="20104" t="1203" r="14272"/>
                                      <a:stretch/>
                                    </pic:blipFill>
                                    <pic:spPr bwMode="auto">
                                      <a:xfrm>
                                        <a:off x="0" y="0"/>
                                        <a:ext cx="777240" cy="781050"/>
                                      </a:xfrm>
                                      <a:prstGeom prst="rect">
                                        <a:avLst/>
                                      </a:prstGeom>
                                      <a:ln>
                                        <a:noFill/>
                                      </a:ln>
                                      <a:extLst>
                                        <a:ext uri="{53640926-AAD7-44D8-BBD7-CCE9431645EC}">
                                          <a14:shadowObscured xmlns:a14="http://schemas.microsoft.com/office/drawing/2010/main"/>
                                        </a:ext>
                                      </a:extLst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5531B1">
                    <w:tc>
                      <w:tcPr>
                        <w:tcW w:w="1368" w:type="dxa"/>
                        <w:tcBorders>
                          <w:top w:val="single" w:sz="2" w:space="0" w:color="C4AD9F" w:themeColor="text2" w:themeTint="66"/>
                        </w:tcBorders>
                      </w:tcPr>
                      <w:p w:rsidR="005531B1" w:rsidRDefault="005531B1">
                        <w:pPr>
                          <w:pStyle w:val="NoSpacing"/>
                        </w:pPr>
                      </w:p>
                    </w:tc>
                  </w:tr>
                  <w:tr w:rsidR="005531B1">
                    <w:tc>
                      <w:tcPr>
                        <w:tcW w:w="1368" w:type="dxa"/>
                      </w:tcPr>
                      <w:sdt>
                        <w:sdtPr>
                          <w:id w:val="-1933584931"/>
                          <w:placeholder>
                            <w:docPart w:val="88E8CC7A2F2C49BBBCC95BD47D3DD255"/>
                          </w:placeholder>
                          <w:showingPlcHdr/>
                          <w:date>
                            <w:dateFormat w:val="M/d/yy"/>
                            <w:lid w:val="en-US"/>
                            <w:storeMappedDataAs w:val="dateTime"/>
                            <w:calendar w:val="gregorian"/>
                          </w:date>
                        </w:sdtPr>
                        <w:sdtEndPr/>
                        <w:sdtContent>
                          <w:p w:rsidR="005531B1" w:rsidRDefault="00B95D1A">
                            <w:pPr>
                              <w:pStyle w:val="Caption"/>
                            </w:pPr>
                            <w:r>
                              <w:t>[Date]</w:t>
                            </w:r>
                          </w:p>
                        </w:sdtContent>
                      </w:sdt>
                      <w:sdt>
                        <w:sdtPr>
                          <w:rPr>
                            <w:rStyle w:val="Emphasis"/>
                          </w:rPr>
                          <w:id w:val="-1378540997"/>
                          <w:placeholder>
                            <w:docPart w:val="850F628DAAF14649B9A5E9F31B0F5841"/>
                          </w:placeholder>
                          <w:temporary/>
                          <w:showingPlcHdr/>
                          <w:text/>
                        </w:sdtPr>
                        <w:sdtEndPr>
                          <w:rPr>
                            <w:rStyle w:val="Emphasis"/>
                          </w:rPr>
                        </w:sdtEndPr>
                        <w:sdtContent>
                          <w:p w:rsidR="005531B1" w:rsidRDefault="00B95D1A">
                            <w:pPr>
                              <w:pStyle w:val="Caption"/>
                              <w:rPr>
                                <w:rStyle w:val="Emphasis"/>
                              </w:rPr>
                            </w:pPr>
                            <w:r>
                              <w:rPr>
                                <w:rStyle w:val="Emphasis"/>
                              </w:rPr>
                              <w:t>(author)</w:t>
                            </w:r>
                          </w:p>
                        </w:sdtContent>
                      </w:sdt>
                    </w:tc>
                  </w:tr>
                </w:tbl>
                <w:p w:rsidR="005531B1" w:rsidRDefault="005531B1">
                  <w:pPr>
                    <w:jc w:val="center"/>
                  </w:pPr>
                </w:p>
              </w:tc>
            </w:tr>
          </w:tbl>
          <w:p w:rsidR="005531B1" w:rsidRDefault="00987480">
            <w:pPr>
              <w:pStyle w:val="Title"/>
            </w:pPr>
            <w:sdt>
              <w:sdtPr>
                <w:id w:val="-1480926039"/>
                <w:placeholder>
                  <w:docPart w:val="219F8835B6674CDCB4856A5F060A3F47"/>
                </w:placeholder>
                <w:temporary/>
                <w:showingPlcHdr/>
                <w:text/>
              </w:sdtPr>
              <w:sdtEndPr/>
              <w:sdtContent>
                <w:r w:rsidR="00B95D1A">
                  <w:t>[Recipe Name]</w:t>
                </w:r>
              </w:sdtContent>
            </w:sdt>
          </w:p>
        </w:tc>
        <w:tc>
          <w:tcPr>
            <w:tcW w:w="288" w:type="dxa"/>
          </w:tcPr>
          <w:p w:rsidR="005531B1" w:rsidRDefault="005531B1"/>
        </w:tc>
      </w:tr>
      <w:tr w:rsidR="005531B1">
        <w:trPr>
          <w:cantSplit/>
          <w:trHeight w:hRule="exact" w:val="4320"/>
        </w:trPr>
        <w:tc>
          <w:tcPr>
            <w:tcW w:w="287" w:type="dxa"/>
          </w:tcPr>
          <w:p w:rsidR="005531B1" w:rsidRDefault="005531B1"/>
        </w:tc>
        <w:tc>
          <w:tcPr>
            <w:tcW w:w="6625" w:type="dxa"/>
          </w:tcPr>
          <w:p w:rsidR="005531B1" w:rsidRDefault="00B95D1A">
            <w:pPr>
              <w:pStyle w:val="Art"/>
            </w:pPr>
            <w:r>
              <w:rPr>
                <w:noProof/>
                <w:lang w:eastAsia="en-US"/>
              </w:rPr>
              <mc:AlternateContent>
                <mc:Choice Requires="wpg">
                  <w:drawing>
                    <wp:inline distT="0" distB="0" distL="0" distR="0">
                      <wp:extent cx="4111626" cy="369888"/>
                      <wp:effectExtent l="0" t="0" r="3175" b="0"/>
                      <wp:docPr id="1" name="Group 43" descr="Filigree accent drawing with fork and knife in center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111626" cy="369888"/>
                                <a:chOff x="0" y="0"/>
                                <a:chExt cx="4111626" cy="369888"/>
                              </a:xfrm>
                            </wpg:grpSpPr>
                            <wps:wsp>
                              <wps:cNvPr id="14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963738" y="11112"/>
                                  <a:ext cx="358775" cy="338138"/>
                                </a:xfrm>
                                <a:custGeom>
                                  <a:avLst/>
                                  <a:gdLst>
                                    <a:gd name="T0" fmla="*/ 25 w 451"/>
                                    <a:gd name="T1" fmla="*/ 0 h 425"/>
                                    <a:gd name="T2" fmla="*/ 38 w 451"/>
                                    <a:gd name="T3" fmla="*/ 2 h 425"/>
                                    <a:gd name="T4" fmla="*/ 54 w 451"/>
                                    <a:gd name="T5" fmla="*/ 7 h 425"/>
                                    <a:gd name="T6" fmla="*/ 71 w 451"/>
                                    <a:gd name="T7" fmla="*/ 13 h 425"/>
                                    <a:gd name="T8" fmla="*/ 93 w 451"/>
                                    <a:gd name="T9" fmla="*/ 24 h 425"/>
                                    <a:gd name="T10" fmla="*/ 116 w 451"/>
                                    <a:gd name="T11" fmla="*/ 40 h 425"/>
                                    <a:gd name="T12" fmla="*/ 145 w 451"/>
                                    <a:gd name="T13" fmla="*/ 62 h 425"/>
                                    <a:gd name="T14" fmla="*/ 176 w 451"/>
                                    <a:gd name="T15" fmla="*/ 88 h 425"/>
                                    <a:gd name="T16" fmla="*/ 212 w 451"/>
                                    <a:gd name="T17" fmla="*/ 123 h 425"/>
                                    <a:gd name="T18" fmla="*/ 231 w 451"/>
                                    <a:gd name="T19" fmla="*/ 144 h 425"/>
                                    <a:gd name="T20" fmla="*/ 245 w 451"/>
                                    <a:gd name="T21" fmla="*/ 166 h 425"/>
                                    <a:gd name="T22" fmla="*/ 255 w 451"/>
                                    <a:gd name="T23" fmla="*/ 186 h 425"/>
                                    <a:gd name="T24" fmla="*/ 259 w 451"/>
                                    <a:gd name="T25" fmla="*/ 203 h 425"/>
                                    <a:gd name="T26" fmla="*/ 263 w 451"/>
                                    <a:gd name="T27" fmla="*/ 214 h 425"/>
                                    <a:gd name="T28" fmla="*/ 264 w 451"/>
                                    <a:gd name="T29" fmla="*/ 219 h 425"/>
                                    <a:gd name="T30" fmla="*/ 449 w 451"/>
                                    <a:gd name="T31" fmla="*/ 392 h 425"/>
                                    <a:gd name="T32" fmla="*/ 449 w 451"/>
                                    <a:gd name="T33" fmla="*/ 394 h 425"/>
                                    <a:gd name="T34" fmla="*/ 449 w 451"/>
                                    <a:gd name="T35" fmla="*/ 394 h 425"/>
                                    <a:gd name="T36" fmla="*/ 451 w 451"/>
                                    <a:gd name="T37" fmla="*/ 395 h 425"/>
                                    <a:gd name="T38" fmla="*/ 451 w 451"/>
                                    <a:gd name="T39" fmla="*/ 398 h 425"/>
                                    <a:gd name="T40" fmla="*/ 449 w 451"/>
                                    <a:gd name="T41" fmla="*/ 402 h 425"/>
                                    <a:gd name="T42" fmla="*/ 448 w 451"/>
                                    <a:gd name="T43" fmla="*/ 405 h 425"/>
                                    <a:gd name="T44" fmla="*/ 445 w 451"/>
                                    <a:gd name="T45" fmla="*/ 410 h 425"/>
                                    <a:gd name="T46" fmla="*/ 440 w 451"/>
                                    <a:gd name="T47" fmla="*/ 414 h 425"/>
                                    <a:gd name="T48" fmla="*/ 434 w 451"/>
                                    <a:gd name="T49" fmla="*/ 419 h 425"/>
                                    <a:gd name="T50" fmla="*/ 429 w 451"/>
                                    <a:gd name="T51" fmla="*/ 422 h 425"/>
                                    <a:gd name="T52" fmla="*/ 426 w 451"/>
                                    <a:gd name="T53" fmla="*/ 425 h 425"/>
                                    <a:gd name="T54" fmla="*/ 423 w 451"/>
                                    <a:gd name="T55" fmla="*/ 425 h 425"/>
                                    <a:gd name="T56" fmla="*/ 420 w 451"/>
                                    <a:gd name="T57" fmla="*/ 425 h 425"/>
                                    <a:gd name="T58" fmla="*/ 418 w 451"/>
                                    <a:gd name="T59" fmla="*/ 425 h 425"/>
                                    <a:gd name="T60" fmla="*/ 418 w 451"/>
                                    <a:gd name="T61" fmla="*/ 425 h 425"/>
                                    <a:gd name="T62" fmla="*/ 418 w 451"/>
                                    <a:gd name="T63" fmla="*/ 425 h 425"/>
                                    <a:gd name="T64" fmla="*/ 0 w 451"/>
                                    <a:gd name="T65" fmla="*/ 7 h 425"/>
                                    <a:gd name="T66" fmla="*/ 0 w 451"/>
                                    <a:gd name="T67" fmla="*/ 7 h 425"/>
                                    <a:gd name="T68" fmla="*/ 3 w 451"/>
                                    <a:gd name="T69" fmla="*/ 5 h 425"/>
                                    <a:gd name="T70" fmla="*/ 8 w 451"/>
                                    <a:gd name="T71" fmla="*/ 3 h 425"/>
                                    <a:gd name="T72" fmla="*/ 16 w 451"/>
                                    <a:gd name="T73" fmla="*/ 2 h 425"/>
                                    <a:gd name="T74" fmla="*/ 25 w 451"/>
                                    <a:gd name="T75" fmla="*/ 0 h 4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</a:cxnLst>
                                  <a:rect l="0" t="0" r="r" b="b"/>
                                  <a:pathLst>
                                    <a:path w="451" h="425">
                                      <a:moveTo>
                                        <a:pt x="25" y="0"/>
                                      </a:moveTo>
                                      <a:lnTo>
                                        <a:pt x="38" y="2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93" y="24"/>
                                      </a:lnTo>
                                      <a:lnTo>
                                        <a:pt x="116" y="40"/>
                                      </a:lnTo>
                                      <a:lnTo>
                                        <a:pt x="145" y="62"/>
                                      </a:lnTo>
                                      <a:lnTo>
                                        <a:pt x="176" y="88"/>
                                      </a:lnTo>
                                      <a:lnTo>
                                        <a:pt x="212" y="123"/>
                                      </a:lnTo>
                                      <a:lnTo>
                                        <a:pt x="231" y="144"/>
                                      </a:lnTo>
                                      <a:lnTo>
                                        <a:pt x="245" y="166"/>
                                      </a:lnTo>
                                      <a:lnTo>
                                        <a:pt x="255" y="186"/>
                                      </a:lnTo>
                                      <a:lnTo>
                                        <a:pt x="259" y="203"/>
                                      </a:lnTo>
                                      <a:lnTo>
                                        <a:pt x="263" y="214"/>
                                      </a:lnTo>
                                      <a:lnTo>
                                        <a:pt x="264" y="219"/>
                                      </a:lnTo>
                                      <a:lnTo>
                                        <a:pt x="449" y="392"/>
                                      </a:lnTo>
                                      <a:lnTo>
                                        <a:pt x="449" y="394"/>
                                      </a:lnTo>
                                      <a:lnTo>
                                        <a:pt x="449" y="394"/>
                                      </a:lnTo>
                                      <a:lnTo>
                                        <a:pt x="451" y="395"/>
                                      </a:lnTo>
                                      <a:lnTo>
                                        <a:pt x="451" y="398"/>
                                      </a:lnTo>
                                      <a:lnTo>
                                        <a:pt x="449" y="402"/>
                                      </a:lnTo>
                                      <a:lnTo>
                                        <a:pt x="448" y="405"/>
                                      </a:lnTo>
                                      <a:lnTo>
                                        <a:pt x="445" y="410"/>
                                      </a:lnTo>
                                      <a:lnTo>
                                        <a:pt x="440" y="414"/>
                                      </a:lnTo>
                                      <a:lnTo>
                                        <a:pt x="434" y="419"/>
                                      </a:lnTo>
                                      <a:lnTo>
                                        <a:pt x="429" y="422"/>
                                      </a:lnTo>
                                      <a:lnTo>
                                        <a:pt x="426" y="425"/>
                                      </a:lnTo>
                                      <a:lnTo>
                                        <a:pt x="423" y="425"/>
                                      </a:lnTo>
                                      <a:lnTo>
                                        <a:pt x="420" y="425"/>
                                      </a:lnTo>
                                      <a:lnTo>
                                        <a:pt x="418" y="425"/>
                                      </a:lnTo>
                                      <a:lnTo>
                                        <a:pt x="418" y="425"/>
                                      </a:lnTo>
                                      <a:lnTo>
                                        <a:pt x="418" y="425"/>
                                      </a:lnTo>
                                      <a:lnTo>
                                        <a:pt x="0" y="7"/>
                                      </a:lnTo>
                                      <a:lnTo>
                                        <a:pt x="0" y="7"/>
                                      </a:lnTo>
                                      <a:lnTo>
                                        <a:pt x="3" y="5"/>
                                      </a:lnTo>
                                      <a:lnTo>
                                        <a:pt x="8" y="3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2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2">
                                    <a:lumMod val="20000"/>
                                    <a:lumOff val="80000"/>
                                  </a:schemeClr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6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28800" y="0"/>
                                  <a:ext cx="369888" cy="369888"/>
                                </a:xfrm>
                                <a:custGeom>
                                  <a:avLst/>
                                  <a:gdLst>
                                    <a:gd name="T0" fmla="*/ 64 w 465"/>
                                    <a:gd name="T1" fmla="*/ 3 h 466"/>
                                    <a:gd name="T2" fmla="*/ 86 w 465"/>
                                    <a:gd name="T3" fmla="*/ 21 h 466"/>
                                    <a:gd name="T4" fmla="*/ 122 w 465"/>
                                    <a:gd name="T5" fmla="*/ 51 h 466"/>
                                    <a:gd name="T6" fmla="*/ 161 w 465"/>
                                    <a:gd name="T7" fmla="*/ 85 h 466"/>
                                    <a:gd name="T8" fmla="*/ 196 w 465"/>
                                    <a:gd name="T9" fmla="*/ 117 h 466"/>
                                    <a:gd name="T10" fmla="*/ 221 w 465"/>
                                    <a:gd name="T11" fmla="*/ 158 h 466"/>
                                    <a:gd name="T12" fmla="*/ 223 w 465"/>
                                    <a:gd name="T13" fmla="*/ 187 h 466"/>
                                    <a:gd name="T14" fmla="*/ 219 w 465"/>
                                    <a:gd name="T15" fmla="*/ 200 h 466"/>
                                    <a:gd name="T16" fmla="*/ 463 w 465"/>
                                    <a:gd name="T17" fmla="*/ 433 h 466"/>
                                    <a:gd name="T18" fmla="*/ 465 w 465"/>
                                    <a:gd name="T19" fmla="*/ 436 h 466"/>
                                    <a:gd name="T20" fmla="*/ 463 w 465"/>
                                    <a:gd name="T21" fmla="*/ 441 h 466"/>
                                    <a:gd name="T22" fmla="*/ 458 w 465"/>
                                    <a:gd name="T23" fmla="*/ 450 h 466"/>
                                    <a:gd name="T24" fmla="*/ 447 w 465"/>
                                    <a:gd name="T25" fmla="*/ 460 h 466"/>
                                    <a:gd name="T26" fmla="*/ 439 w 465"/>
                                    <a:gd name="T27" fmla="*/ 464 h 466"/>
                                    <a:gd name="T28" fmla="*/ 435 w 465"/>
                                    <a:gd name="T29" fmla="*/ 466 h 466"/>
                                    <a:gd name="T30" fmla="*/ 432 w 465"/>
                                    <a:gd name="T31" fmla="*/ 464 h 466"/>
                                    <a:gd name="T32" fmla="*/ 199 w 465"/>
                                    <a:gd name="T33" fmla="*/ 220 h 466"/>
                                    <a:gd name="T34" fmla="*/ 186 w 465"/>
                                    <a:gd name="T35" fmla="*/ 224 h 466"/>
                                    <a:gd name="T36" fmla="*/ 157 w 465"/>
                                    <a:gd name="T37" fmla="*/ 222 h 466"/>
                                    <a:gd name="T38" fmla="*/ 116 w 465"/>
                                    <a:gd name="T39" fmla="*/ 197 h 466"/>
                                    <a:gd name="T40" fmla="*/ 84 w 465"/>
                                    <a:gd name="T41" fmla="*/ 162 h 466"/>
                                    <a:gd name="T42" fmla="*/ 50 w 465"/>
                                    <a:gd name="T43" fmla="*/ 123 h 466"/>
                                    <a:gd name="T44" fmla="*/ 20 w 465"/>
                                    <a:gd name="T45" fmla="*/ 87 h 466"/>
                                    <a:gd name="T46" fmla="*/ 3 w 465"/>
                                    <a:gd name="T47" fmla="*/ 65 h 466"/>
                                    <a:gd name="T48" fmla="*/ 9 w 465"/>
                                    <a:gd name="T49" fmla="*/ 52 h 466"/>
                                    <a:gd name="T50" fmla="*/ 124 w 465"/>
                                    <a:gd name="T51" fmla="*/ 167 h 466"/>
                                    <a:gd name="T52" fmla="*/ 131 w 465"/>
                                    <a:gd name="T53" fmla="*/ 169 h 466"/>
                                    <a:gd name="T54" fmla="*/ 138 w 465"/>
                                    <a:gd name="T55" fmla="*/ 165 h 466"/>
                                    <a:gd name="T56" fmla="*/ 139 w 465"/>
                                    <a:gd name="T57" fmla="*/ 158 h 466"/>
                                    <a:gd name="T58" fmla="*/ 135 w 465"/>
                                    <a:gd name="T59" fmla="*/ 148 h 466"/>
                                    <a:gd name="T60" fmla="*/ 117 w 465"/>
                                    <a:gd name="T61" fmla="*/ 131 h 466"/>
                                    <a:gd name="T62" fmla="*/ 89 w 465"/>
                                    <a:gd name="T63" fmla="*/ 102 h 466"/>
                                    <a:gd name="T64" fmla="*/ 59 w 465"/>
                                    <a:gd name="T65" fmla="*/ 71 h 466"/>
                                    <a:gd name="T66" fmla="*/ 36 w 465"/>
                                    <a:gd name="T67" fmla="*/ 44 h 466"/>
                                    <a:gd name="T68" fmla="*/ 26 w 465"/>
                                    <a:gd name="T69" fmla="*/ 35 h 466"/>
                                    <a:gd name="T70" fmla="*/ 34 w 465"/>
                                    <a:gd name="T71" fmla="*/ 27 h 466"/>
                                    <a:gd name="T72" fmla="*/ 45 w 465"/>
                                    <a:gd name="T73" fmla="*/ 36 h 466"/>
                                    <a:gd name="T74" fmla="*/ 70 w 465"/>
                                    <a:gd name="T75" fmla="*/ 60 h 466"/>
                                    <a:gd name="T76" fmla="*/ 102 w 465"/>
                                    <a:gd name="T77" fmla="*/ 90 h 466"/>
                                    <a:gd name="T78" fmla="*/ 130 w 465"/>
                                    <a:gd name="T79" fmla="*/ 118 h 466"/>
                                    <a:gd name="T80" fmla="*/ 147 w 465"/>
                                    <a:gd name="T81" fmla="*/ 136 h 466"/>
                                    <a:gd name="T82" fmla="*/ 157 w 465"/>
                                    <a:gd name="T83" fmla="*/ 140 h 466"/>
                                    <a:gd name="T84" fmla="*/ 164 w 465"/>
                                    <a:gd name="T85" fmla="*/ 139 h 466"/>
                                    <a:gd name="T86" fmla="*/ 168 w 465"/>
                                    <a:gd name="T87" fmla="*/ 132 h 466"/>
                                    <a:gd name="T88" fmla="*/ 166 w 465"/>
                                    <a:gd name="T89" fmla="*/ 124 h 466"/>
                                    <a:gd name="T90" fmla="*/ 51 w 465"/>
                                    <a:gd name="T91" fmla="*/ 10 h 46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465" h="466">
                                      <a:moveTo>
                                        <a:pt x="61" y="0"/>
                                      </a:moveTo>
                                      <a:lnTo>
                                        <a:pt x="64" y="3"/>
                                      </a:lnTo>
                                      <a:lnTo>
                                        <a:pt x="72" y="1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103" y="35"/>
                                      </a:lnTo>
                                      <a:lnTo>
                                        <a:pt x="122" y="51"/>
                                      </a:lnTo>
                                      <a:lnTo>
                                        <a:pt x="141" y="68"/>
                                      </a:lnTo>
                                      <a:lnTo>
                                        <a:pt x="161" y="85"/>
                                      </a:lnTo>
                                      <a:lnTo>
                                        <a:pt x="179" y="101"/>
                                      </a:lnTo>
                                      <a:lnTo>
                                        <a:pt x="196" y="117"/>
                                      </a:lnTo>
                                      <a:lnTo>
                                        <a:pt x="212" y="137"/>
                                      </a:lnTo>
                                      <a:lnTo>
                                        <a:pt x="221" y="158"/>
                                      </a:lnTo>
                                      <a:lnTo>
                                        <a:pt x="223" y="175"/>
                                      </a:lnTo>
                                      <a:lnTo>
                                        <a:pt x="223" y="187"/>
                                      </a:lnTo>
                                      <a:lnTo>
                                        <a:pt x="219" y="197"/>
                                      </a:lnTo>
                                      <a:lnTo>
                                        <a:pt x="219" y="200"/>
                                      </a:lnTo>
                                      <a:lnTo>
                                        <a:pt x="463" y="433"/>
                                      </a:lnTo>
                                      <a:lnTo>
                                        <a:pt x="463" y="433"/>
                                      </a:lnTo>
                                      <a:lnTo>
                                        <a:pt x="465" y="435"/>
                                      </a:lnTo>
                                      <a:lnTo>
                                        <a:pt x="465" y="436"/>
                                      </a:lnTo>
                                      <a:lnTo>
                                        <a:pt x="465" y="438"/>
                                      </a:lnTo>
                                      <a:lnTo>
                                        <a:pt x="463" y="441"/>
                                      </a:lnTo>
                                      <a:lnTo>
                                        <a:pt x="461" y="446"/>
                                      </a:lnTo>
                                      <a:lnTo>
                                        <a:pt x="458" y="450"/>
                                      </a:lnTo>
                                      <a:lnTo>
                                        <a:pt x="454" y="455"/>
                                      </a:lnTo>
                                      <a:lnTo>
                                        <a:pt x="447" y="460"/>
                                      </a:lnTo>
                                      <a:lnTo>
                                        <a:pt x="444" y="463"/>
                                      </a:lnTo>
                                      <a:lnTo>
                                        <a:pt x="439" y="464"/>
                                      </a:lnTo>
                                      <a:lnTo>
                                        <a:pt x="436" y="466"/>
                                      </a:lnTo>
                                      <a:lnTo>
                                        <a:pt x="435" y="466"/>
                                      </a:lnTo>
                                      <a:lnTo>
                                        <a:pt x="433" y="466"/>
                                      </a:lnTo>
                                      <a:lnTo>
                                        <a:pt x="432" y="464"/>
                                      </a:lnTo>
                                      <a:lnTo>
                                        <a:pt x="432" y="464"/>
                                      </a:lnTo>
                                      <a:lnTo>
                                        <a:pt x="199" y="220"/>
                                      </a:lnTo>
                                      <a:lnTo>
                                        <a:pt x="196" y="220"/>
                                      </a:lnTo>
                                      <a:lnTo>
                                        <a:pt x="186" y="224"/>
                                      </a:lnTo>
                                      <a:lnTo>
                                        <a:pt x="174" y="224"/>
                                      </a:lnTo>
                                      <a:lnTo>
                                        <a:pt x="157" y="222"/>
                                      </a:lnTo>
                                      <a:lnTo>
                                        <a:pt x="136" y="213"/>
                                      </a:lnTo>
                                      <a:lnTo>
                                        <a:pt x="116" y="197"/>
                                      </a:lnTo>
                                      <a:lnTo>
                                        <a:pt x="100" y="180"/>
                                      </a:lnTo>
                                      <a:lnTo>
                                        <a:pt x="84" y="162"/>
                                      </a:lnTo>
                                      <a:lnTo>
                                        <a:pt x="67" y="142"/>
                                      </a:lnTo>
                                      <a:lnTo>
                                        <a:pt x="50" y="123"/>
                                      </a:lnTo>
                                      <a:lnTo>
                                        <a:pt x="34" y="104"/>
                                      </a:lnTo>
                                      <a:lnTo>
                                        <a:pt x="20" y="87"/>
                                      </a:lnTo>
                                      <a:lnTo>
                                        <a:pt x="11" y="73"/>
                                      </a:lnTo>
                                      <a:lnTo>
                                        <a:pt x="3" y="65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9" y="52"/>
                                      </a:lnTo>
                                      <a:lnTo>
                                        <a:pt x="119" y="164"/>
                                      </a:lnTo>
                                      <a:lnTo>
                                        <a:pt x="124" y="167"/>
                                      </a:lnTo>
                                      <a:lnTo>
                                        <a:pt x="127" y="167"/>
                                      </a:lnTo>
                                      <a:lnTo>
                                        <a:pt x="131" y="169"/>
                                      </a:lnTo>
                                      <a:lnTo>
                                        <a:pt x="135" y="167"/>
                                      </a:lnTo>
                                      <a:lnTo>
                                        <a:pt x="138" y="165"/>
                                      </a:lnTo>
                                      <a:lnTo>
                                        <a:pt x="139" y="162"/>
                                      </a:lnTo>
                                      <a:lnTo>
                                        <a:pt x="139" y="158"/>
                                      </a:lnTo>
                                      <a:lnTo>
                                        <a:pt x="138" y="153"/>
                                      </a:lnTo>
                                      <a:lnTo>
                                        <a:pt x="135" y="148"/>
                                      </a:lnTo>
                                      <a:lnTo>
                                        <a:pt x="127" y="142"/>
                                      </a:lnTo>
                                      <a:lnTo>
                                        <a:pt x="117" y="131"/>
                                      </a:lnTo>
                                      <a:lnTo>
                                        <a:pt x="105" y="117"/>
                                      </a:lnTo>
                                      <a:lnTo>
                                        <a:pt x="89" y="102"/>
                                      </a:lnTo>
                                      <a:lnTo>
                                        <a:pt x="75" y="85"/>
                                      </a:lnTo>
                                      <a:lnTo>
                                        <a:pt x="59" y="71"/>
                                      </a:lnTo>
                                      <a:lnTo>
                                        <a:pt x="47" y="57"/>
                                      </a:lnTo>
                                      <a:lnTo>
                                        <a:pt x="36" y="44"/>
                                      </a:lnTo>
                                      <a:lnTo>
                                        <a:pt x="29" y="38"/>
                                      </a:lnTo>
                                      <a:lnTo>
                                        <a:pt x="26" y="35"/>
                                      </a:lnTo>
                                      <a:lnTo>
                                        <a:pt x="29" y="30"/>
                                      </a:lnTo>
                                      <a:lnTo>
                                        <a:pt x="34" y="27"/>
                                      </a:lnTo>
                                      <a:lnTo>
                                        <a:pt x="37" y="30"/>
                                      </a:lnTo>
                                      <a:lnTo>
                                        <a:pt x="45" y="36"/>
                                      </a:lnTo>
                                      <a:lnTo>
                                        <a:pt x="56" y="47"/>
                                      </a:lnTo>
                                      <a:lnTo>
                                        <a:pt x="70" y="60"/>
                                      </a:lnTo>
                                      <a:lnTo>
                                        <a:pt x="86" y="76"/>
                                      </a:lnTo>
                                      <a:lnTo>
                                        <a:pt x="102" y="90"/>
                                      </a:lnTo>
                                      <a:lnTo>
                                        <a:pt x="116" y="106"/>
                                      </a:lnTo>
                                      <a:lnTo>
                                        <a:pt x="130" y="118"/>
                                      </a:lnTo>
                                      <a:lnTo>
                                        <a:pt x="141" y="128"/>
                                      </a:lnTo>
                                      <a:lnTo>
                                        <a:pt x="147" y="136"/>
                                      </a:lnTo>
                                      <a:lnTo>
                                        <a:pt x="152" y="139"/>
                                      </a:lnTo>
                                      <a:lnTo>
                                        <a:pt x="157" y="140"/>
                                      </a:lnTo>
                                      <a:lnTo>
                                        <a:pt x="161" y="140"/>
                                      </a:lnTo>
                                      <a:lnTo>
                                        <a:pt x="164" y="139"/>
                                      </a:lnTo>
                                      <a:lnTo>
                                        <a:pt x="166" y="136"/>
                                      </a:lnTo>
                                      <a:lnTo>
                                        <a:pt x="168" y="132"/>
                                      </a:lnTo>
                                      <a:lnTo>
                                        <a:pt x="166" y="128"/>
                                      </a:lnTo>
                                      <a:lnTo>
                                        <a:pt x="166" y="124"/>
                                      </a:lnTo>
                                      <a:lnTo>
                                        <a:pt x="163" y="120"/>
                                      </a:lnTo>
                                      <a:lnTo>
                                        <a:pt x="51" y="10"/>
                                      </a:lnTo>
                                      <a:lnTo>
                                        <a:pt x="6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2">
                                    <a:lumMod val="20000"/>
                                    <a:lumOff val="80000"/>
                                  </a:schemeClr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7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25500" y="20637"/>
                                  <a:ext cx="1071563" cy="314325"/>
                                </a:xfrm>
                                <a:custGeom>
                                  <a:avLst/>
                                  <a:gdLst>
                                    <a:gd name="T0" fmla="*/ 734 w 1349"/>
                                    <a:gd name="T1" fmla="*/ 0 h 395"/>
                                    <a:gd name="T2" fmla="*/ 906 w 1349"/>
                                    <a:gd name="T3" fmla="*/ 16 h 395"/>
                                    <a:gd name="T4" fmla="*/ 1048 w 1349"/>
                                    <a:gd name="T5" fmla="*/ 44 h 395"/>
                                    <a:gd name="T6" fmla="*/ 1159 w 1349"/>
                                    <a:gd name="T7" fmla="*/ 83 h 395"/>
                                    <a:gd name="T8" fmla="*/ 1244 w 1349"/>
                                    <a:gd name="T9" fmla="*/ 131 h 395"/>
                                    <a:gd name="T10" fmla="*/ 1302 w 1349"/>
                                    <a:gd name="T11" fmla="*/ 179 h 395"/>
                                    <a:gd name="T12" fmla="*/ 1337 w 1349"/>
                                    <a:gd name="T13" fmla="*/ 230 h 395"/>
                                    <a:gd name="T14" fmla="*/ 1349 w 1349"/>
                                    <a:gd name="T15" fmla="*/ 277 h 395"/>
                                    <a:gd name="T16" fmla="*/ 1340 w 1349"/>
                                    <a:gd name="T17" fmla="*/ 327 h 395"/>
                                    <a:gd name="T18" fmla="*/ 1307 w 1349"/>
                                    <a:gd name="T19" fmla="*/ 367 h 395"/>
                                    <a:gd name="T20" fmla="*/ 1261 w 1349"/>
                                    <a:gd name="T21" fmla="*/ 389 h 395"/>
                                    <a:gd name="T22" fmla="*/ 1211 w 1349"/>
                                    <a:gd name="T23" fmla="*/ 395 h 395"/>
                                    <a:gd name="T24" fmla="*/ 1162 w 1349"/>
                                    <a:gd name="T25" fmla="*/ 390 h 395"/>
                                    <a:gd name="T26" fmla="*/ 1205 w 1349"/>
                                    <a:gd name="T27" fmla="*/ 389 h 395"/>
                                    <a:gd name="T28" fmla="*/ 1249 w 1349"/>
                                    <a:gd name="T29" fmla="*/ 379 h 395"/>
                                    <a:gd name="T30" fmla="*/ 1287 w 1349"/>
                                    <a:gd name="T31" fmla="*/ 359 h 395"/>
                                    <a:gd name="T32" fmla="*/ 1312 w 1349"/>
                                    <a:gd name="T33" fmla="*/ 326 h 395"/>
                                    <a:gd name="T34" fmla="*/ 1312 w 1349"/>
                                    <a:gd name="T35" fmla="*/ 280 h 395"/>
                                    <a:gd name="T36" fmla="*/ 1285 w 1349"/>
                                    <a:gd name="T37" fmla="*/ 225 h 395"/>
                                    <a:gd name="T38" fmla="*/ 1232 w 1349"/>
                                    <a:gd name="T39" fmla="*/ 168 h 395"/>
                                    <a:gd name="T40" fmla="*/ 1150 w 1349"/>
                                    <a:gd name="T41" fmla="*/ 115 h 395"/>
                                    <a:gd name="T42" fmla="*/ 1040 w 1349"/>
                                    <a:gd name="T43" fmla="*/ 69 h 395"/>
                                    <a:gd name="T44" fmla="*/ 902 w 1349"/>
                                    <a:gd name="T45" fmla="*/ 35 h 395"/>
                                    <a:gd name="T46" fmla="*/ 732 w 1349"/>
                                    <a:gd name="T47" fmla="*/ 16 h 395"/>
                                    <a:gd name="T48" fmla="*/ 581 w 1349"/>
                                    <a:gd name="T49" fmla="*/ 17 h 395"/>
                                    <a:gd name="T50" fmla="*/ 446 w 1349"/>
                                    <a:gd name="T51" fmla="*/ 35 h 395"/>
                                    <a:gd name="T52" fmla="*/ 324 w 1349"/>
                                    <a:gd name="T53" fmla="*/ 60 h 395"/>
                                    <a:gd name="T54" fmla="*/ 210 w 1349"/>
                                    <a:gd name="T55" fmla="*/ 91 h 395"/>
                                    <a:gd name="T56" fmla="*/ 104 w 1349"/>
                                    <a:gd name="T57" fmla="*/ 124 h 395"/>
                                    <a:gd name="T58" fmla="*/ 0 w 1349"/>
                                    <a:gd name="T59" fmla="*/ 151 h 395"/>
                                    <a:gd name="T60" fmla="*/ 100 w 1349"/>
                                    <a:gd name="T61" fmla="*/ 120 h 395"/>
                                    <a:gd name="T62" fmla="*/ 206 w 1349"/>
                                    <a:gd name="T63" fmla="*/ 85 h 395"/>
                                    <a:gd name="T64" fmla="*/ 319 w 1349"/>
                                    <a:gd name="T65" fmla="*/ 52 h 395"/>
                                    <a:gd name="T66" fmla="*/ 443 w 1349"/>
                                    <a:gd name="T67" fmla="*/ 22 h 395"/>
                                    <a:gd name="T68" fmla="*/ 580 w 1349"/>
                                    <a:gd name="T69" fmla="*/ 3 h 3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</a:cxnLst>
                                  <a:rect l="0" t="0" r="r" b="b"/>
                                  <a:pathLst>
                                    <a:path w="1349" h="395">
                                      <a:moveTo>
                                        <a:pt x="655" y="0"/>
                                      </a:moveTo>
                                      <a:lnTo>
                                        <a:pt x="734" y="0"/>
                                      </a:lnTo>
                                      <a:lnTo>
                                        <a:pt x="817" y="5"/>
                                      </a:lnTo>
                                      <a:lnTo>
                                        <a:pt x="906" y="16"/>
                                      </a:lnTo>
                                      <a:lnTo>
                                        <a:pt x="980" y="28"/>
                                      </a:lnTo>
                                      <a:lnTo>
                                        <a:pt x="1048" y="44"/>
                                      </a:lnTo>
                                      <a:lnTo>
                                        <a:pt x="1106" y="63"/>
                                      </a:lnTo>
                                      <a:lnTo>
                                        <a:pt x="1159" y="83"/>
                                      </a:lnTo>
                                      <a:lnTo>
                                        <a:pt x="1205" y="107"/>
                                      </a:lnTo>
                                      <a:lnTo>
                                        <a:pt x="1244" y="131"/>
                                      </a:lnTo>
                                      <a:lnTo>
                                        <a:pt x="1276" y="154"/>
                                      </a:lnTo>
                                      <a:lnTo>
                                        <a:pt x="1302" y="179"/>
                                      </a:lnTo>
                                      <a:lnTo>
                                        <a:pt x="1323" y="206"/>
                                      </a:lnTo>
                                      <a:lnTo>
                                        <a:pt x="1337" y="230"/>
                                      </a:lnTo>
                                      <a:lnTo>
                                        <a:pt x="1346" y="255"/>
                                      </a:lnTo>
                                      <a:lnTo>
                                        <a:pt x="1349" y="277"/>
                                      </a:lnTo>
                                      <a:lnTo>
                                        <a:pt x="1348" y="299"/>
                                      </a:lnTo>
                                      <a:lnTo>
                                        <a:pt x="1340" y="327"/>
                                      </a:lnTo>
                                      <a:lnTo>
                                        <a:pt x="1326" y="349"/>
                                      </a:lnTo>
                                      <a:lnTo>
                                        <a:pt x="1307" y="367"/>
                                      </a:lnTo>
                                      <a:lnTo>
                                        <a:pt x="1285" y="379"/>
                                      </a:lnTo>
                                      <a:lnTo>
                                        <a:pt x="1261" y="389"/>
                                      </a:lnTo>
                                      <a:lnTo>
                                        <a:pt x="1236" y="393"/>
                                      </a:lnTo>
                                      <a:lnTo>
                                        <a:pt x="1211" y="395"/>
                                      </a:lnTo>
                                      <a:lnTo>
                                        <a:pt x="1186" y="393"/>
                                      </a:lnTo>
                                      <a:lnTo>
                                        <a:pt x="1162" y="390"/>
                                      </a:lnTo>
                                      <a:lnTo>
                                        <a:pt x="1183" y="392"/>
                                      </a:lnTo>
                                      <a:lnTo>
                                        <a:pt x="1205" y="389"/>
                                      </a:lnTo>
                                      <a:lnTo>
                                        <a:pt x="1227" y="385"/>
                                      </a:lnTo>
                                      <a:lnTo>
                                        <a:pt x="1249" y="379"/>
                                      </a:lnTo>
                                      <a:lnTo>
                                        <a:pt x="1269" y="370"/>
                                      </a:lnTo>
                                      <a:lnTo>
                                        <a:pt x="1287" y="359"/>
                                      </a:lnTo>
                                      <a:lnTo>
                                        <a:pt x="1301" y="345"/>
                                      </a:lnTo>
                                      <a:lnTo>
                                        <a:pt x="1312" y="326"/>
                                      </a:lnTo>
                                      <a:lnTo>
                                        <a:pt x="1315" y="305"/>
                                      </a:lnTo>
                                      <a:lnTo>
                                        <a:pt x="1312" y="280"/>
                                      </a:lnTo>
                                      <a:lnTo>
                                        <a:pt x="1302" y="253"/>
                                      </a:lnTo>
                                      <a:lnTo>
                                        <a:pt x="1285" y="225"/>
                                      </a:lnTo>
                                      <a:lnTo>
                                        <a:pt x="1261" y="197"/>
                                      </a:lnTo>
                                      <a:lnTo>
                                        <a:pt x="1232" y="168"/>
                                      </a:lnTo>
                                      <a:lnTo>
                                        <a:pt x="1194" y="142"/>
                                      </a:lnTo>
                                      <a:lnTo>
                                        <a:pt x="1150" y="115"/>
                                      </a:lnTo>
                                      <a:lnTo>
                                        <a:pt x="1098" y="91"/>
                                      </a:lnTo>
                                      <a:lnTo>
                                        <a:pt x="1040" y="69"/>
                                      </a:lnTo>
                                      <a:lnTo>
                                        <a:pt x="974" y="50"/>
                                      </a:lnTo>
                                      <a:lnTo>
                                        <a:pt x="902" y="35"/>
                                      </a:lnTo>
                                      <a:lnTo>
                                        <a:pt x="815" y="24"/>
                                      </a:lnTo>
                                      <a:lnTo>
                                        <a:pt x="732" y="16"/>
                                      </a:lnTo>
                                      <a:lnTo>
                                        <a:pt x="655" y="14"/>
                                      </a:lnTo>
                                      <a:lnTo>
                                        <a:pt x="581" y="17"/>
                                      </a:lnTo>
                                      <a:lnTo>
                                        <a:pt x="512" y="24"/>
                                      </a:lnTo>
                                      <a:lnTo>
                                        <a:pt x="446" y="35"/>
                                      </a:lnTo>
                                      <a:lnTo>
                                        <a:pt x="383" y="46"/>
                                      </a:lnTo>
                                      <a:lnTo>
                                        <a:pt x="324" y="60"/>
                                      </a:lnTo>
                                      <a:lnTo>
                                        <a:pt x="265" y="75"/>
                                      </a:lnTo>
                                      <a:lnTo>
                                        <a:pt x="210" y="91"/>
                                      </a:lnTo>
                                      <a:lnTo>
                                        <a:pt x="155" y="109"/>
                                      </a:lnTo>
                                      <a:lnTo>
                                        <a:pt x="104" y="124"/>
                                      </a:lnTo>
                                      <a:lnTo>
                                        <a:pt x="52" y="138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50" y="135"/>
                                      </a:lnTo>
                                      <a:lnTo>
                                        <a:pt x="100" y="120"/>
                                      </a:lnTo>
                                      <a:lnTo>
                                        <a:pt x="152" y="102"/>
                                      </a:lnTo>
                                      <a:lnTo>
                                        <a:pt x="206" y="85"/>
                                      </a:lnTo>
                                      <a:lnTo>
                                        <a:pt x="261" y="68"/>
                                      </a:lnTo>
                                      <a:lnTo>
                                        <a:pt x="319" y="52"/>
                                      </a:lnTo>
                                      <a:lnTo>
                                        <a:pt x="379" y="36"/>
                                      </a:lnTo>
                                      <a:lnTo>
                                        <a:pt x="443" y="22"/>
                                      </a:lnTo>
                                      <a:lnTo>
                                        <a:pt x="509" y="11"/>
                                      </a:lnTo>
                                      <a:lnTo>
                                        <a:pt x="580" y="3"/>
                                      </a:lnTo>
                                      <a:lnTo>
                                        <a:pt x="65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2">
                                    <a:lumMod val="20000"/>
                                    <a:lumOff val="80000"/>
                                  </a:schemeClr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8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22413" y="61912"/>
                                  <a:ext cx="325438" cy="263525"/>
                                </a:xfrm>
                                <a:custGeom>
                                  <a:avLst/>
                                  <a:gdLst>
                                    <a:gd name="T0" fmla="*/ 0 w 410"/>
                                    <a:gd name="T1" fmla="*/ 0 h 334"/>
                                    <a:gd name="T2" fmla="*/ 39 w 410"/>
                                    <a:gd name="T3" fmla="*/ 8 h 334"/>
                                    <a:gd name="T4" fmla="*/ 82 w 410"/>
                                    <a:gd name="T5" fmla="*/ 19 h 334"/>
                                    <a:gd name="T6" fmla="*/ 127 w 410"/>
                                    <a:gd name="T7" fmla="*/ 33 h 334"/>
                                    <a:gd name="T8" fmla="*/ 173 w 410"/>
                                    <a:gd name="T9" fmla="*/ 49 h 334"/>
                                    <a:gd name="T10" fmla="*/ 220 w 410"/>
                                    <a:gd name="T11" fmla="*/ 70 h 334"/>
                                    <a:gd name="T12" fmla="*/ 264 w 410"/>
                                    <a:gd name="T13" fmla="*/ 90 h 334"/>
                                    <a:gd name="T14" fmla="*/ 306 w 410"/>
                                    <a:gd name="T15" fmla="*/ 115 h 334"/>
                                    <a:gd name="T16" fmla="*/ 343 w 410"/>
                                    <a:gd name="T17" fmla="*/ 142 h 334"/>
                                    <a:gd name="T18" fmla="*/ 372 w 410"/>
                                    <a:gd name="T19" fmla="*/ 172 h 334"/>
                                    <a:gd name="T20" fmla="*/ 393 w 410"/>
                                    <a:gd name="T21" fmla="*/ 199 h 334"/>
                                    <a:gd name="T22" fmla="*/ 405 w 410"/>
                                    <a:gd name="T23" fmla="*/ 224 h 334"/>
                                    <a:gd name="T24" fmla="*/ 410 w 410"/>
                                    <a:gd name="T25" fmla="*/ 246 h 334"/>
                                    <a:gd name="T26" fmla="*/ 409 w 410"/>
                                    <a:gd name="T27" fmla="*/ 266 h 334"/>
                                    <a:gd name="T28" fmla="*/ 401 w 410"/>
                                    <a:gd name="T29" fmla="*/ 285 h 334"/>
                                    <a:gd name="T30" fmla="*/ 390 w 410"/>
                                    <a:gd name="T31" fmla="*/ 299 h 334"/>
                                    <a:gd name="T32" fmla="*/ 372 w 410"/>
                                    <a:gd name="T33" fmla="*/ 312 h 334"/>
                                    <a:gd name="T34" fmla="*/ 354 w 410"/>
                                    <a:gd name="T35" fmla="*/ 323 h 334"/>
                                    <a:gd name="T36" fmla="*/ 332 w 410"/>
                                    <a:gd name="T37" fmla="*/ 329 h 334"/>
                                    <a:gd name="T38" fmla="*/ 306 w 410"/>
                                    <a:gd name="T39" fmla="*/ 334 h 334"/>
                                    <a:gd name="T40" fmla="*/ 330 w 410"/>
                                    <a:gd name="T41" fmla="*/ 329 h 334"/>
                                    <a:gd name="T42" fmla="*/ 350 w 410"/>
                                    <a:gd name="T43" fmla="*/ 321 h 334"/>
                                    <a:gd name="T44" fmla="*/ 368 w 410"/>
                                    <a:gd name="T45" fmla="*/ 312 h 334"/>
                                    <a:gd name="T46" fmla="*/ 380 w 410"/>
                                    <a:gd name="T47" fmla="*/ 299 h 334"/>
                                    <a:gd name="T48" fmla="*/ 388 w 410"/>
                                    <a:gd name="T49" fmla="*/ 284 h 334"/>
                                    <a:gd name="T50" fmla="*/ 391 w 410"/>
                                    <a:gd name="T51" fmla="*/ 265 h 334"/>
                                    <a:gd name="T52" fmla="*/ 387 w 410"/>
                                    <a:gd name="T53" fmla="*/ 244 h 334"/>
                                    <a:gd name="T54" fmla="*/ 374 w 410"/>
                                    <a:gd name="T55" fmla="*/ 221 h 334"/>
                                    <a:gd name="T56" fmla="*/ 355 w 410"/>
                                    <a:gd name="T57" fmla="*/ 194 h 334"/>
                                    <a:gd name="T58" fmla="*/ 319 w 410"/>
                                    <a:gd name="T59" fmla="*/ 159 h 334"/>
                                    <a:gd name="T60" fmla="*/ 277 w 410"/>
                                    <a:gd name="T61" fmla="*/ 126 h 334"/>
                                    <a:gd name="T62" fmla="*/ 231 w 410"/>
                                    <a:gd name="T63" fmla="*/ 96 h 334"/>
                                    <a:gd name="T64" fmla="*/ 182 w 410"/>
                                    <a:gd name="T65" fmla="*/ 70 h 334"/>
                                    <a:gd name="T66" fmla="*/ 134 w 410"/>
                                    <a:gd name="T67" fmla="*/ 47 h 334"/>
                                    <a:gd name="T68" fmla="*/ 86 w 410"/>
                                    <a:gd name="T69" fmla="*/ 27 h 334"/>
                                    <a:gd name="T70" fmla="*/ 41 w 410"/>
                                    <a:gd name="T71" fmla="*/ 11 h 334"/>
                                    <a:gd name="T72" fmla="*/ 0 w 410"/>
                                    <a:gd name="T73" fmla="*/ 0 h 3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</a:cxnLst>
                                  <a:rect l="0" t="0" r="r" b="b"/>
                                  <a:pathLst>
                                    <a:path w="410" h="334">
                                      <a:moveTo>
                                        <a:pt x="0" y="0"/>
                                      </a:moveTo>
                                      <a:lnTo>
                                        <a:pt x="39" y="8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127" y="33"/>
                                      </a:lnTo>
                                      <a:lnTo>
                                        <a:pt x="173" y="49"/>
                                      </a:lnTo>
                                      <a:lnTo>
                                        <a:pt x="220" y="70"/>
                                      </a:lnTo>
                                      <a:lnTo>
                                        <a:pt x="264" y="90"/>
                                      </a:lnTo>
                                      <a:lnTo>
                                        <a:pt x="306" y="115"/>
                                      </a:lnTo>
                                      <a:lnTo>
                                        <a:pt x="343" y="142"/>
                                      </a:lnTo>
                                      <a:lnTo>
                                        <a:pt x="372" y="172"/>
                                      </a:lnTo>
                                      <a:lnTo>
                                        <a:pt x="393" y="199"/>
                                      </a:lnTo>
                                      <a:lnTo>
                                        <a:pt x="405" y="224"/>
                                      </a:lnTo>
                                      <a:lnTo>
                                        <a:pt x="410" y="24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1" y="285"/>
                                      </a:lnTo>
                                      <a:lnTo>
                                        <a:pt x="390" y="299"/>
                                      </a:lnTo>
                                      <a:lnTo>
                                        <a:pt x="372" y="312"/>
                                      </a:lnTo>
                                      <a:lnTo>
                                        <a:pt x="354" y="323"/>
                                      </a:lnTo>
                                      <a:lnTo>
                                        <a:pt x="332" y="329"/>
                                      </a:lnTo>
                                      <a:lnTo>
                                        <a:pt x="306" y="334"/>
                                      </a:lnTo>
                                      <a:lnTo>
                                        <a:pt x="330" y="329"/>
                                      </a:lnTo>
                                      <a:lnTo>
                                        <a:pt x="350" y="321"/>
                                      </a:lnTo>
                                      <a:lnTo>
                                        <a:pt x="368" y="312"/>
                                      </a:lnTo>
                                      <a:lnTo>
                                        <a:pt x="380" y="299"/>
                                      </a:lnTo>
                                      <a:lnTo>
                                        <a:pt x="388" y="284"/>
                                      </a:lnTo>
                                      <a:lnTo>
                                        <a:pt x="391" y="265"/>
                                      </a:lnTo>
                                      <a:lnTo>
                                        <a:pt x="387" y="244"/>
                                      </a:lnTo>
                                      <a:lnTo>
                                        <a:pt x="374" y="221"/>
                                      </a:lnTo>
                                      <a:lnTo>
                                        <a:pt x="355" y="194"/>
                                      </a:lnTo>
                                      <a:lnTo>
                                        <a:pt x="319" y="159"/>
                                      </a:lnTo>
                                      <a:lnTo>
                                        <a:pt x="277" y="126"/>
                                      </a:lnTo>
                                      <a:lnTo>
                                        <a:pt x="231" y="96"/>
                                      </a:lnTo>
                                      <a:lnTo>
                                        <a:pt x="182" y="70"/>
                                      </a:lnTo>
                                      <a:lnTo>
                                        <a:pt x="134" y="47"/>
                                      </a:lnTo>
                                      <a:lnTo>
                                        <a:pt x="86" y="27"/>
                                      </a:lnTo>
                                      <a:lnTo>
                                        <a:pt x="41" y="11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2">
                                    <a:lumMod val="20000"/>
                                    <a:lumOff val="80000"/>
                                  </a:schemeClr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9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0963" y="106362"/>
                                  <a:ext cx="361950" cy="157163"/>
                                </a:xfrm>
                                <a:custGeom>
                                  <a:avLst/>
                                  <a:gdLst>
                                    <a:gd name="T0" fmla="*/ 314 w 457"/>
                                    <a:gd name="T1" fmla="*/ 5 h 198"/>
                                    <a:gd name="T2" fmla="*/ 384 w 457"/>
                                    <a:gd name="T3" fmla="*/ 28 h 198"/>
                                    <a:gd name="T4" fmla="*/ 431 w 457"/>
                                    <a:gd name="T5" fmla="*/ 68 h 198"/>
                                    <a:gd name="T6" fmla="*/ 454 w 457"/>
                                    <a:gd name="T7" fmla="*/ 113 h 198"/>
                                    <a:gd name="T8" fmla="*/ 453 w 457"/>
                                    <a:gd name="T9" fmla="*/ 157 h 198"/>
                                    <a:gd name="T10" fmla="*/ 423 w 457"/>
                                    <a:gd name="T11" fmla="*/ 189 h 198"/>
                                    <a:gd name="T12" fmla="*/ 379 w 457"/>
                                    <a:gd name="T13" fmla="*/ 198 h 198"/>
                                    <a:gd name="T14" fmla="*/ 327 w 457"/>
                                    <a:gd name="T15" fmla="*/ 189 h 198"/>
                                    <a:gd name="T16" fmla="*/ 280 w 457"/>
                                    <a:gd name="T17" fmla="*/ 164 h 198"/>
                                    <a:gd name="T18" fmla="*/ 247 w 457"/>
                                    <a:gd name="T19" fmla="*/ 126 h 198"/>
                                    <a:gd name="T20" fmla="*/ 239 w 457"/>
                                    <a:gd name="T21" fmla="*/ 80 h 198"/>
                                    <a:gd name="T22" fmla="*/ 253 w 457"/>
                                    <a:gd name="T23" fmla="*/ 55 h 198"/>
                                    <a:gd name="T24" fmla="*/ 277 w 457"/>
                                    <a:gd name="T25" fmla="*/ 47 h 198"/>
                                    <a:gd name="T26" fmla="*/ 302 w 457"/>
                                    <a:gd name="T27" fmla="*/ 53 h 198"/>
                                    <a:gd name="T28" fmla="*/ 319 w 457"/>
                                    <a:gd name="T29" fmla="*/ 69 h 198"/>
                                    <a:gd name="T30" fmla="*/ 318 w 457"/>
                                    <a:gd name="T31" fmla="*/ 69 h 198"/>
                                    <a:gd name="T32" fmla="*/ 297 w 457"/>
                                    <a:gd name="T33" fmla="*/ 57 h 198"/>
                                    <a:gd name="T34" fmla="*/ 275 w 457"/>
                                    <a:gd name="T35" fmla="*/ 63 h 198"/>
                                    <a:gd name="T36" fmla="*/ 259 w 457"/>
                                    <a:gd name="T37" fmla="*/ 88 h 198"/>
                                    <a:gd name="T38" fmla="*/ 267 w 457"/>
                                    <a:gd name="T39" fmla="*/ 135 h 198"/>
                                    <a:gd name="T40" fmla="*/ 297 w 457"/>
                                    <a:gd name="T41" fmla="*/ 168 h 198"/>
                                    <a:gd name="T42" fmla="*/ 340 w 457"/>
                                    <a:gd name="T43" fmla="*/ 187 h 198"/>
                                    <a:gd name="T44" fmla="*/ 382 w 457"/>
                                    <a:gd name="T45" fmla="*/ 187 h 198"/>
                                    <a:gd name="T46" fmla="*/ 415 w 457"/>
                                    <a:gd name="T47" fmla="*/ 164 h 198"/>
                                    <a:gd name="T48" fmla="*/ 426 w 457"/>
                                    <a:gd name="T49" fmla="*/ 121 h 198"/>
                                    <a:gd name="T50" fmla="*/ 406 w 457"/>
                                    <a:gd name="T51" fmla="*/ 75 h 198"/>
                                    <a:gd name="T52" fmla="*/ 363 w 457"/>
                                    <a:gd name="T53" fmla="*/ 36 h 198"/>
                                    <a:gd name="T54" fmla="*/ 299 w 457"/>
                                    <a:gd name="T55" fmla="*/ 11 h 198"/>
                                    <a:gd name="T56" fmla="*/ 219 w 457"/>
                                    <a:gd name="T57" fmla="*/ 9 h 198"/>
                                    <a:gd name="T58" fmla="*/ 143 w 457"/>
                                    <a:gd name="T59" fmla="*/ 28 h 198"/>
                                    <a:gd name="T60" fmla="*/ 91 w 457"/>
                                    <a:gd name="T61" fmla="*/ 57 h 198"/>
                                    <a:gd name="T62" fmla="*/ 60 w 457"/>
                                    <a:gd name="T63" fmla="*/ 86 h 198"/>
                                    <a:gd name="T64" fmla="*/ 43 w 457"/>
                                    <a:gd name="T65" fmla="*/ 109 h 198"/>
                                    <a:gd name="T66" fmla="*/ 33 w 457"/>
                                    <a:gd name="T67" fmla="*/ 121 h 198"/>
                                    <a:gd name="T68" fmla="*/ 14 w 457"/>
                                    <a:gd name="T69" fmla="*/ 126 h 198"/>
                                    <a:gd name="T70" fmla="*/ 0 w 457"/>
                                    <a:gd name="T71" fmla="*/ 123 h 198"/>
                                    <a:gd name="T72" fmla="*/ 5 w 457"/>
                                    <a:gd name="T73" fmla="*/ 113 h 198"/>
                                    <a:gd name="T74" fmla="*/ 29 w 457"/>
                                    <a:gd name="T75" fmla="*/ 88 h 198"/>
                                    <a:gd name="T76" fmla="*/ 73 w 457"/>
                                    <a:gd name="T77" fmla="*/ 55 h 198"/>
                                    <a:gd name="T78" fmla="*/ 137 w 457"/>
                                    <a:gd name="T79" fmla="*/ 24 h 198"/>
                                    <a:gd name="T80" fmla="*/ 225 w 457"/>
                                    <a:gd name="T81" fmla="*/ 3 h 19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57" h="198">
                                      <a:moveTo>
                                        <a:pt x="272" y="0"/>
                                      </a:moveTo>
                                      <a:lnTo>
                                        <a:pt x="314" y="5"/>
                                      </a:lnTo>
                                      <a:lnTo>
                                        <a:pt x="352" y="14"/>
                                      </a:lnTo>
                                      <a:lnTo>
                                        <a:pt x="384" y="28"/>
                                      </a:lnTo>
                                      <a:lnTo>
                                        <a:pt x="410" y="47"/>
                                      </a:lnTo>
                                      <a:lnTo>
                                        <a:pt x="431" y="68"/>
                                      </a:lnTo>
                                      <a:lnTo>
                                        <a:pt x="446" y="90"/>
                                      </a:lnTo>
                                      <a:lnTo>
                                        <a:pt x="454" y="113"/>
                                      </a:lnTo>
                                      <a:lnTo>
                                        <a:pt x="457" y="135"/>
                                      </a:lnTo>
                                      <a:lnTo>
                                        <a:pt x="453" y="157"/>
                                      </a:lnTo>
                                      <a:lnTo>
                                        <a:pt x="440" y="176"/>
                                      </a:lnTo>
                                      <a:lnTo>
                                        <a:pt x="423" y="189"/>
                                      </a:lnTo>
                                      <a:lnTo>
                                        <a:pt x="402" y="197"/>
                                      </a:lnTo>
                                      <a:lnTo>
                                        <a:pt x="379" y="198"/>
                                      </a:lnTo>
                                      <a:lnTo>
                                        <a:pt x="354" y="197"/>
                                      </a:lnTo>
                                      <a:lnTo>
                                        <a:pt x="327" y="189"/>
                                      </a:lnTo>
                                      <a:lnTo>
                                        <a:pt x="302" y="178"/>
                                      </a:lnTo>
                                      <a:lnTo>
                                        <a:pt x="280" y="164"/>
                                      </a:lnTo>
                                      <a:lnTo>
                                        <a:pt x="261" y="145"/>
                                      </a:lnTo>
                                      <a:lnTo>
                                        <a:pt x="247" y="126"/>
                                      </a:lnTo>
                                      <a:lnTo>
                                        <a:pt x="239" y="104"/>
                                      </a:lnTo>
                                      <a:lnTo>
                                        <a:pt x="239" y="80"/>
                                      </a:lnTo>
                                      <a:lnTo>
                                        <a:pt x="244" y="64"/>
                                      </a:lnTo>
                                      <a:lnTo>
                                        <a:pt x="253" y="55"/>
                                      </a:lnTo>
                                      <a:lnTo>
                                        <a:pt x="264" y="49"/>
                                      </a:lnTo>
                                      <a:lnTo>
                                        <a:pt x="277" y="47"/>
                                      </a:lnTo>
                                      <a:lnTo>
                                        <a:pt x="289" y="49"/>
                                      </a:lnTo>
                                      <a:lnTo>
                                        <a:pt x="302" y="53"/>
                                      </a:lnTo>
                                      <a:lnTo>
                                        <a:pt x="313" y="61"/>
                                      </a:lnTo>
                                      <a:lnTo>
                                        <a:pt x="319" y="69"/>
                                      </a:lnTo>
                                      <a:lnTo>
                                        <a:pt x="324" y="80"/>
                                      </a:lnTo>
                                      <a:lnTo>
                                        <a:pt x="318" y="69"/>
                                      </a:lnTo>
                                      <a:lnTo>
                                        <a:pt x="308" y="61"/>
                                      </a:lnTo>
                                      <a:lnTo>
                                        <a:pt x="297" y="57"/>
                                      </a:lnTo>
                                      <a:lnTo>
                                        <a:pt x="286" y="58"/>
                                      </a:lnTo>
                                      <a:lnTo>
                                        <a:pt x="275" y="63"/>
                                      </a:lnTo>
                                      <a:lnTo>
                                        <a:pt x="266" y="72"/>
                                      </a:lnTo>
                                      <a:lnTo>
                                        <a:pt x="259" y="88"/>
                                      </a:lnTo>
                                      <a:lnTo>
                                        <a:pt x="259" y="113"/>
                                      </a:lnTo>
                                      <a:lnTo>
                                        <a:pt x="267" y="135"/>
                                      </a:lnTo>
                                      <a:lnTo>
                                        <a:pt x="280" y="154"/>
                                      </a:lnTo>
                                      <a:lnTo>
                                        <a:pt x="297" y="168"/>
                                      </a:lnTo>
                                      <a:lnTo>
                                        <a:pt x="318" y="181"/>
                                      </a:lnTo>
                                      <a:lnTo>
                                        <a:pt x="340" y="187"/>
                                      </a:lnTo>
                                      <a:lnTo>
                                        <a:pt x="362" y="190"/>
                                      </a:lnTo>
                                      <a:lnTo>
                                        <a:pt x="382" y="187"/>
                                      </a:lnTo>
                                      <a:lnTo>
                                        <a:pt x="401" y="178"/>
                                      </a:lnTo>
                                      <a:lnTo>
                                        <a:pt x="415" y="164"/>
                                      </a:lnTo>
                                      <a:lnTo>
                                        <a:pt x="424" y="143"/>
                                      </a:lnTo>
                                      <a:lnTo>
                                        <a:pt x="426" y="121"/>
                                      </a:lnTo>
                                      <a:lnTo>
                                        <a:pt x="420" y="99"/>
                                      </a:lnTo>
                                      <a:lnTo>
                                        <a:pt x="406" y="75"/>
                                      </a:lnTo>
                                      <a:lnTo>
                                        <a:pt x="387" y="55"/>
                                      </a:lnTo>
                                      <a:lnTo>
                                        <a:pt x="363" y="36"/>
                                      </a:lnTo>
                                      <a:lnTo>
                                        <a:pt x="333" y="22"/>
                                      </a:lnTo>
                                      <a:lnTo>
                                        <a:pt x="299" y="11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19" y="9"/>
                                      </a:lnTo>
                                      <a:lnTo>
                                        <a:pt x="178" y="17"/>
                                      </a:lnTo>
                                      <a:lnTo>
                                        <a:pt x="143" y="28"/>
                                      </a:lnTo>
                                      <a:lnTo>
                                        <a:pt x="115" y="42"/>
                                      </a:lnTo>
                                      <a:lnTo>
                                        <a:pt x="91" y="57"/>
                                      </a:lnTo>
                                      <a:lnTo>
                                        <a:pt x="74" y="71"/>
                                      </a:lnTo>
                                      <a:lnTo>
                                        <a:pt x="60" y="86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43" y="109"/>
                                      </a:lnTo>
                                      <a:lnTo>
                                        <a:pt x="40" y="115"/>
                                      </a:lnTo>
                                      <a:lnTo>
                                        <a:pt x="33" y="121"/>
                                      </a:lnTo>
                                      <a:lnTo>
                                        <a:pt x="24" y="124"/>
                                      </a:lnTo>
                                      <a:lnTo>
                                        <a:pt x="14" y="126"/>
                                      </a:lnTo>
                                      <a:lnTo>
                                        <a:pt x="5" y="126"/>
                                      </a:lnTo>
                                      <a:lnTo>
                                        <a:pt x="0" y="123"/>
                                      </a:lnTo>
                                      <a:lnTo>
                                        <a:pt x="0" y="120"/>
                                      </a:lnTo>
                                      <a:lnTo>
                                        <a:pt x="5" y="113"/>
                                      </a:lnTo>
                                      <a:lnTo>
                                        <a:pt x="14" y="102"/>
                                      </a:lnTo>
                                      <a:lnTo>
                                        <a:pt x="29" y="88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73" y="55"/>
                                      </a:lnTo>
                                      <a:lnTo>
                                        <a:pt x="102" y="38"/>
                                      </a:lnTo>
                                      <a:lnTo>
                                        <a:pt x="137" y="24"/>
                                      </a:lnTo>
                                      <a:lnTo>
                                        <a:pt x="178" y="11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7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2">
                                    <a:lumMod val="20000"/>
                                    <a:lumOff val="80000"/>
                                  </a:schemeClr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0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23950" y="74612"/>
                                  <a:ext cx="444500" cy="119063"/>
                                </a:xfrm>
                                <a:custGeom>
                                  <a:avLst/>
                                  <a:gdLst>
                                    <a:gd name="T0" fmla="*/ 66 w 561"/>
                                    <a:gd name="T1" fmla="*/ 2 h 151"/>
                                    <a:gd name="T2" fmla="*/ 98 w 561"/>
                                    <a:gd name="T3" fmla="*/ 17 h 151"/>
                                    <a:gd name="T4" fmla="*/ 115 w 561"/>
                                    <a:gd name="T5" fmla="*/ 47 h 151"/>
                                    <a:gd name="T6" fmla="*/ 112 w 561"/>
                                    <a:gd name="T7" fmla="*/ 76 h 151"/>
                                    <a:gd name="T8" fmla="*/ 92 w 561"/>
                                    <a:gd name="T9" fmla="*/ 94 h 151"/>
                                    <a:gd name="T10" fmla="*/ 59 w 561"/>
                                    <a:gd name="T11" fmla="*/ 98 h 151"/>
                                    <a:gd name="T12" fmla="*/ 59 w 561"/>
                                    <a:gd name="T13" fmla="*/ 96 h 151"/>
                                    <a:gd name="T14" fmla="*/ 90 w 561"/>
                                    <a:gd name="T15" fmla="*/ 93 h 151"/>
                                    <a:gd name="T16" fmla="*/ 107 w 561"/>
                                    <a:gd name="T17" fmla="*/ 74 h 151"/>
                                    <a:gd name="T18" fmla="*/ 110 w 561"/>
                                    <a:gd name="T19" fmla="*/ 49 h 151"/>
                                    <a:gd name="T20" fmla="*/ 95 w 561"/>
                                    <a:gd name="T21" fmla="*/ 22 h 151"/>
                                    <a:gd name="T22" fmla="*/ 66 w 561"/>
                                    <a:gd name="T23" fmla="*/ 11 h 151"/>
                                    <a:gd name="T24" fmla="*/ 38 w 561"/>
                                    <a:gd name="T25" fmla="*/ 19 h 151"/>
                                    <a:gd name="T26" fmla="*/ 21 w 561"/>
                                    <a:gd name="T27" fmla="*/ 44 h 151"/>
                                    <a:gd name="T28" fmla="*/ 26 w 561"/>
                                    <a:gd name="T29" fmla="*/ 87 h 151"/>
                                    <a:gd name="T30" fmla="*/ 60 w 561"/>
                                    <a:gd name="T31" fmla="*/ 118 h 151"/>
                                    <a:gd name="T32" fmla="*/ 115 w 561"/>
                                    <a:gd name="T33" fmla="*/ 134 h 151"/>
                                    <a:gd name="T34" fmla="*/ 181 w 561"/>
                                    <a:gd name="T35" fmla="*/ 134 h 151"/>
                                    <a:gd name="T36" fmla="*/ 250 w 561"/>
                                    <a:gd name="T37" fmla="*/ 112 h 151"/>
                                    <a:gd name="T38" fmla="*/ 330 w 561"/>
                                    <a:gd name="T39" fmla="*/ 74 h 151"/>
                                    <a:gd name="T40" fmla="*/ 421 w 561"/>
                                    <a:gd name="T41" fmla="*/ 46 h 151"/>
                                    <a:gd name="T42" fmla="*/ 516 w 561"/>
                                    <a:gd name="T43" fmla="*/ 35 h 151"/>
                                    <a:gd name="T44" fmla="*/ 509 w 561"/>
                                    <a:gd name="T45" fmla="*/ 36 h 151"/>
                                    <a:gd name="T46" fmla="*/ 404 w 561"/>
                                    <a:gd name="T47" fmla="*/ 55 h 151"/>
                                    <a:gd name="T48" fmla="*/ 300 w 561"/>
                                    <a:gd name="T49" fmla="*/ 96 h 151"/>
                                    <a:gd name="T50" fmla="*/ 217 w 561"/>
                                    <a:gd name="T51" fmla="*/ 137 h 151"/>
                                    <a:gd name="T52" fmla="*/ 148 w 561"/>
                                    <a:gd name="T53" fmla="*/ 151 h 151"/>
                                    <a:gd name="T54" fmla="*/ 85 w 561"/>
                                    <a:gd name="T55" fmla="*/ 146 h 151"/>
                                    <a:gd name="T56" fmla="*/ 35 w 561"/>
                                    <a:gd name="T57" fmla="*/ 124 h 151"/>
                                    <a:gd name="T58" fmla="*/ 5 w 561"/>
                                    <a:gd name="T59" fmla="*/ 87 h 151"/>
                                    <a:gd name="T60" fmla="*/ 4 w 561"/>
                                    <a:gd name="T61" fmla="*/ 39 h 151"/>
                                    <a:gd name="T62" fmla="*/ 21 w 561"/>
                                    <a:gd name="T63" fmla="*/ 13 h 151"/>
                                    <a:gd name="T64" fmla="*/ 51 w 561"/>
                                    <a:gd name="T65" fmla="*/ 0 h 15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</a:cxnLst>
                                  <a:rect l="0" t="0" r="r" b="b"/>
                                  <a:pathLst>
                                    <a:path w="561" h="151">
                                      <a:moveTo>
                                        <a:pt x="51" y="0"/>
                                      </a:moveTo>
                                      <a:lnTo>
                                        <a:pt x="66" y="2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98" y="17"/>
                                      </a:lnTo>
                                      <a:lnTo>
                                        <a:pt x="109" y="33"/>
                                      </a:lnTo>
                                      <a:lnTo>
                                        <a:pt x="115" y="47"/>
                                      </a:lnTo>
                                      <a:lnTo>
                                        <a:pt x="115" y="61"/>
                                      </a:lnTo>
                                      <a:lnTo>
                                        <a:pt x="112" y="76"/>
                                      </a:lnTo>
                                      <a:lnTo>
                                        <a:pt x="104" y="87"/>
                                      </a:lnTo>
                                      <a:lnTo>
                                        <a:pt x="92" y="94"/>
                                      </a:lnTo>
                                      <a:lnTo>
                                        <a:pt x="77" y="99"/>
                                      </a:lnTo>
                                      <a:lnTo>
                                        <a:pt x="59" y="98"/>
                                      </a:lnTo>
                                      <a:lnTo>
                                        <a:pt x="37" y="90"/>
                                      </a:lnTo>
                                      <a:lnTo>
                                        <a:pt x="59" y="96"/>
                                      </a:lnTo>
                                      <a:lnTo>
                                        <a:pt x="76" y="98"/>
                                      </a:lnTo>
                                      <a:lnTo>
                                        <a:pt x="90" y="93"/>
                                      </a:lnTo>
                                      <a:lnTo>
                                        <a:pt x="101" y="85"/>
                                      </a:lnTo>
                                      <a:lnTo>
                                        <a:pt x="107" y="74"/>
                                      </a:lnTo>
                                      <a:lnTo>
                                        <a:pt x="110" y="63"/>
                                      </a:lnTo>
                                      <a:lnTo>
                                        <a:pt x="110" y="49"/>
                                      </a:lnTo>
                                      <a:lnTo>
                                        <a:pt x="106" y="36"/>
                                      </a:lnTo>
                                      <a:lnTo>
                                        <a:pt x="95" y="22"/>
                                      </a:lnTo>
                                      <a:lnTo>
                                        <a:pt x="81" y="14"/>
                                      </a:lnTo>
                                      <a:lnTo>
                                        <a:pt x="66" y="11"/>
                                      </a:lnTo>
                                      <a:lnTo>
                                        <a:pt x="52" y="13"/>
                                      </a:lnTo>
                                      <a:lnTo>
                                        <a:pt x="38" y="19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21" y="44"/>
                                      </a:lnTo>
                                      <a:lnTo>
                                        <a:pt x="18" y="66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40" y="104"/>
                                      </a:lnTo>
                                      <a:lnTo>
                                        <a:pt x="60" y="118"/>
                                      </a:lnTo>
                                      <a:lnTo>
                                        <a:pt x="85" y="127"/>
                                      </a:lnTo>
                                      <a:lnTo>
                                        <a:pt x="115" y="134"/>
                                      </a:lnTo>
                                      <a:lnTo>
                                        <a:pt x="148" y="137"/>
                                      </a:lnTo>
                                      <a:lnTo>
                                        <a:pt x="181" y="134"/>
                                      </a:lnTo>
                                      <a:lnTo>
                                        <a:pt x="216" y="126"/>
                                      </a:lnTo>
                                      <a:lnTo>
                                        <a:pt x="250" y="112"/>
                                      </a:lnTo>
                                      <a:lnTo>
                                        <a:pt x="289" y="93"/>
                                      </a:lnTo>
                                      <a:lnTo>
                                        <a:pt x="330" y="74"/>
                                      </a:lnTo>
                                      <a:lnTo>
                                        <a:pt x="376" y="58"/>
                                      </a:lnTo>
                                      <a:lnTo>
                                        <a:pt x="421" y="46"/>
                                      </a:lnTo>
                                      <a:lnTo>
                                        <a:pt x="469" y="36"/>
                                      </a:lnTo>
                                      <a:lnTo>
                                        <a:pt x="516" y="35"/>
                                      </a:lnTo>
                                      <a:lnTo>
                                        <a:pt x="561" y="38"/>
                                      </a:lnTo>
                                      <a:lnTo>
                                        <a:pt x="509" y="36"/>
                                      </a:lnTo>
                                      <a:lnTo>
                                        <a:pt x="458" y="43"/>
                                      </a:lnTo>
                                      <a:lnTo>
                                        <a:pt x="404" y="55"/>
                                      </a:lnTo>
                                      <a:lnTo>
                                        <a:pt x="352" y="74"/>
                                      </a:lnTo>
                                      <a:lnTo>
                                        <a:pt x="300" y="96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17" y="137"/>
                                      </a:lnTo>
                                      <a:lnTo>
                                        <a:pt x="183" y="146"/>
                                      </a:lnTo>
                                      <a:lnTo>
                                        <a:pt x="148" y="151"/>
                                      </a:lnTo>
                                      <a:lnTo>
                                        <a:pt x="115" y="151"/>
                                      </a:lnTo>
                                      <a:lnTo>
                                        <a:pt x="85" y="146"/>
                                      </a:lnTo>
                                      <a:lnTo>
                                        <a:pt x="57" y="137"/>
                                      </a:lnTo>
                                      <a:lnTo>
                                        <a:pt x="35" y="124"/>
                                      </a:lnTo>
                                      <a:lnTo>
                                        <a:pt x="18" y="107"/>
                                      </a:lnTo>
                                      <a:lnTo>
                                        <a:pt x="5" y="87"/>
                                      </a:lnTo>
                                      <a:lnTo>
                                        <a:pt x="0" y="65"/>
                                      </a:lnTo>
                                      <a:lnTo>
                                        <a:pt x="4" y="39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21" y="13"/>
                                      </a:lnTo>
                                      <a:lnTo>
                                        <a:pt x="35" y="5"/>
                                      </a:lnTo>
                                      <a:lnTo>
                                        <a:pt x="5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2">
                                    <a:lumMod val="20000"/>
                                    <a:lumOff val="80000"/>
                                  </a:schemeClr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1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20637"/>
                                  <a:ext cx="1270000" cy="195263"/>
                                </a:xfrm>
                                <a:custGeom>
                                  <a:avLst/>
                                  <a:gdLst>
                                    <a:gd name="T0" fmla="*/ 1601 w 1601"/>
                                    <a:gd name="T1" fmla="*/ 0 h 247"/>
                                    <a:gd name="T2" fmla="*/ 1539 w 1601"/>
                                    <a:gd name="T3" fmla="*/ 7 h 247"/>
                                    <a:gd name="T4" fmla="*/ 1478 w 1601"/>
                                    <a:gd name="T5" fmla="*/ 16 h 247"/>
                                    <a:gd name="T6" fmla="*/ 1417 w 1601"/>
                                    <a:gd name="T7" fmla="*/ 29 h 247"/>
                                    <a:gd name="T8" fmla="*/ 1356 w 1601"/>
                                    <a:gd name="T9" fmla="*/ 44 h 247"/>
                                    <a:gd name="T10" fmla="*/ 1293 w 1601"/>
                                    <a:gd name="T11" fmla="*/ 62 h 247"/>
                                    <a:gd name="T12" fmla="*/ 1232 w 1601"/>
                                    <a:gd name="T13" fmla="*/ 81 h 247"/>
                                    <a:gd name="T14" fmla="*/ 1167 w 1601"/>
                                    <a:gd name="T15" fmla="*/ 101 h 247"/>
                                    <a:gd name="T16" fmla="*/ 1103 w 1601"/>
                                    <a:gd name="T17" fmla="*/ 122 h 247"/>
                                    <a:gd name="T18" fmla="*/ 1037 w 1601"/>
                                    <a:gd name="T19" fmla="*/ 142 h 247"/>
                                    <a:gd name="T20" fmla="*/ 969 w 1601"/>
                                    <a:gd name="T21" fmla="*/ 162 h 247"/>
                                    <a:gd name="T22" fmla="*/ 899 w 1601"/>
                                    <a:gd name="T23" fmla="*/ 183 h 247"/>
                                    <a:gd name="T24" fmla="*/ 825 w 1601"/>
                                    <a:gd name="T25" fmla="*/ 199 h 247"/>
                                    <a:gd name="T26" fmla="*/ 749 w 1601"/>
                                    <a:gd name="T27" fmla="*/ 216 h 247"/>
                                    <a:gd name="T28" fmla="*/ 671 w 1601"/>
                                    <a:gd name="T29" fmla="*/ 229 h 247"/>
                                    <a:gd name="T30" fmla="*/ 588 w 1601"/>
                                    <a:gd name="T31" fmla="*/ 240 h 247"/>
                                    <a:gd name="T32" fmla="*/ 501 w 1601"/>
                                    <a:gd name="T33" fmla="*/ 246 h 247"/>
                                    <a:gd name="T34" fmla="*/ 410 w 1601"/>
                                    <a:gd name="T35" fmla="*/ 247 h 247"/>
                                    <a:gd name="T36" fmla="*/ 316 w 1601"/>
                                    <a:gd name="T37" fmla="*/ 246 h 247"/>
                                    <a:gd name="T38" fmla="*/ 215 w 1601"/>
                                    <a:gd name="T39" fmla="*/ 238 h 247"/>
                                    <a:gd name="T40" fmla="*/ 110 w 1601"/>
                                    <a:gd name="T41" fmla="*/ 225 h 247"/>
                                    <a:gd name="T42" fmla="*/ 0 w 1601"/>
                                    <a:gd name="T43" fmla="*/ 207 h 247"/>
                                    <a:gd name="T44" fmla="*/ 108 w 1601"/>
                                    <a:gd name="T45" fmla="*/ 224 h 247"/>
                                    <a:gd name="T46" fmla="*/ 212 w 1601"/>
                                    <a:gd name="T47" fmla="*/ 235 h 247"/>
                                    <a:gd name="T48" fmla="*/ 309 w 1601"/>
                                    <a:gd name="T49" fmla="*/ 241 h 247"/>
                                    <a:gd name="T50" fmla="*/ 404 w 1601"/>
                                    <a:gd name="T51" fmla="*/ 243 h 247"/>
                                    <a:gd name="T52" fmla="*/ 492 w 1601"/>
                                    <a:gd name="T53" fmla="*/ 238 h 247"/>
                                    <a:gd name="T54" fmla="*/ 578 w 1601"/>
                                    <a:gd name="T55" fmla="*/ 232 h 247"/>
                                    <a:gd name="T56" fmla="*/ 660 w 1601"/>
                                    <a:gd name="T57" fmla="*/ 221 h 247"/>
                                    <a:gd name="T58" fmla="*/ 737 w 1601"/>
                                    <a:gd name="T59" fmla="*/ 208 h 247"/>
                                    <a:gd name="T60" fmla="*/ 812 w 1601"/>
                                    <a:gd name="T61" fmla="*/ 192 h 247"/>
                                    <a:gd name="T62" fmla="*/ 886 w 1601"/>
                                    <a:gd name="T63" fmla="*/ 175 h 247"/>
                                    <a:gd name="T64" fmla="*/ 955 w 1601"/>
                                    <a:gd name="T65" fmla="*/ 155 h 247"/>
                                    <a:gd name="T66" fmla="*/ 1024 w 1601"/>
                                    <a:gd name="T67" fmla="*/ 136 h 247"/>
                                    <a:gd name="T68" fmla="*/ 1090 w 1601"/>
                                    <a:gd name="T69" fmla="*/ 115 h 247"/>
                                    <a:gd name="T70" fmla="*/ 1156 w 1601"/>
                                    <a:gd name="T71" fmla="*/ 95 h 247"/>
                                    <a:gd name="T72" fmla="*/ 1219 w 1601"/>
                                    <a:gd name="T73" fmla="*/ 76 h 247"/>
                                    <a:gd name="T74" fmla="*/ 1283 w 1601"/>
                                    <a:gd name="T75" fmla="*/ 57 h 247"/>
                                    <a:gd name="T76" fmla="*/ 1346 w 1601"/>
                                    <a:gd name="T77" fmla="*/ 41 h 247"/>
                                    <a:gd name="T78" fmla="*/ 1409 w 1601"/>
                                    <a:gd name="T79" fmla="*/ 26 h 247"/>
                                    <a:gd name="T80" fmla="*/ 1472 w 1601"/>
                                    <a:gd name="T81" fmla="*/ 15 h 247"/>
                                    <a:gd name="T82" fmla="*/ 1536 w 1601"/>
                                    <a:gd name="T83" fmla="*/ 5 h 247"/>
                                    <a:gd name="T84" fmla="*/ 1601 w 1601"/>
                                    <a:gd name="T85" fmla="*/ 0 h 2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</a:cxnLst>
                                  <a:rect l="0" t="0" r="r" b="b"/>
                                  <a:pathLst>
                                    <a:path w="1601" h="247">
                                      <a:moveTo>
                                        <a:pt x="1601" y="0"/>
                                      </a:moveTo>
                                      <a:lnTo>
                                        <a:pt x="1539" y="7"/>
                                      </a:lnTo>
                                      <a:lnTo>
                                        <a:pt x="1478" y="16"/>
                                      </a:lnTo>
                                      <a:lnTo>
                                        <a:pt x="1417" y="29"/>
                                      </a:lnTo>
                                      <a:lnTo>
                                        <a:pt x="1356" y="44"/>
                                      </a:lnTo>
                                      <a:lnTo>
                                        <a:pt x="1293" y="62"/>
                                      </a:lnTo>
                                      <a:lnTo>
                                        <a:pt x="1232" y="81"/>
                                      </a:lnTo>
                                      <a:lnTo>
                                        <a:pt x="1167" y="101"/>
                                      </a:lnTo>
                                      <a:lnTo>
                                        <a:pt x="1103" y="122"/>
                                      </a:lnTo>
                                      <a:lnTo>
                                        <a:pt x="1037" y="142"/>
                                      </a:lnTo>
                                      <a:lnTo>
                                        <a:pt x="969" y="162"/>
                                      </a:lnTo>
                                      <a:lnTo>
                                        <a:pt x="899" y="183"/>
                                      </a:lnTo>
                                      <a:lnTo>
                                        <a:pt x="825" y="199"/>
                                      </a:lnTo>
                                      <a:lnTo>
                                        <a:pt x="749" y="216"/>
                                      </a:lnTo>
                                      <a:lnTo>
                                        <a:pt x="671" y="229"/>
                                      </a:lnTo>
                                      <a:lnTo>
                                        <a:pt x="588" y="240"/>
                                      </a:lnTo>
                                      <a:lnTo>
                                        <a:pt x="501" y="246"/>
                                      </a:lnTo>
                                      <a:lnTo>
                                        <a:pt x="410" y="247"/>
                                      </a:lnTo>
                                      <a:lnTo>
                                        <a:pt x="316" y="246"/>
                                      </a:lnTo>
                                      <a:lnTo>
                                        <a:pt x="215" y="238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108" y="224"/>
                                      </a:lnTo>
                                      <a:lnTo>
                                        <a:pt x="212" y="235"/>
                                      </a:lnTo>
                                      <a:lnTo>
                                        <a:pt x="309" y="241"/>
                                      </a:lnTo>
                                      <a:lnTo>
                                        <a:pt x="404" y="243"/>
                                      </a:lnTo>
                                      <a:lnTo>
                                        <a:pt x="492" y="238"/>
                                      </a:lnTo>
                                      <a:lnTo>
                                        <a:pt x="578" y="232"/>
                                      </a:lnTo>
                                      <a:lnTo>
                                        <a:pt x="660" y="221"/>
                                      </a:lnTo>
                                      <a:lnTo>
                                        <a:pt x="737" y="208"/>
                                      </a:lnTo>
                                      <a:lnTo>
                                        <a:pt x="812" y="192"/>
                                      </a:lnTo>
                                      <a:lnTo>
                                        <a:pt x="886" y="175"/>
                                      </a:lnTo>
                                      <a:lnTo>
                                        <a:pt x="955" y="155"/>
                                      </a:lnTo>
                                      <a:lnTo>
                                        <a:pt x="1024" y="136"/>
                                      </a:lnTo>
                                      <a:lnTo>
                                        <a:pt x="1090" y="115"/>
                                      </a:lnTo>
                                      <a:lnTo>
                                        <a:pt x="1156" y="95"/>
                                      </a:lnTo>
                                      <a:lnTo>
                                        <a:pt x="1219" y="76"/>
                                      </a:lnTo>
                                      <a:lnTo>
                                        <a:pt x="1283" y="57"/>
                                      </a:lnTo>
                                      <a:lnTo>
                                        <a:pt x="1346" y="41"/>
                                      </a:lnTo>
                                      <a:lnTo>
                                        <a:pt x="1409" y="26"/>
                                      </a:lnTo>
                                      <a:lnTo>
                                        <a:pt x="1472" y="15"/>
                                      </a:lnTo>
                                      <a:lnTo>
                                        <a:pt x="1536" y="5"/>
                                      </a:lnTo>
                                      <a:lnTo>
                                        <a:pt x="160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2">
                                    <a:lumMod val="20000"/>
                                    <a:lumOff val="80000"/>
                                  </a:schemeClr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2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14563" y="20637"/>
                                  <a:ext cx="1071563" cy="312738"/>
                                </a:xfrm>
                                <a:custGeom>
                                  <a:avLst/>
                                  <a:gdLst>
                                    <a:gd name="T0" fmla="*/ 165 w 1349"/>
                                    <a:gd name="T1" fmla="*/ 0 h 395"/>
                                    <a:gd name="T2" fmla="*/ 168 w 1349"/>
                                    <a:gd name="T3" fmla="*/ 3 h 395"/>
                                    <a:gd name="T4" fmla="*/ 122 w 1349"/>
                                    <a:gd name="T5" fmla="*/ 8 h 395"/>
                                    <a:gd name="T6" fmla="*/ 80 w 1349"/>
                                    <a:gd name="T7" fmla="*/ 24 h 395"/>
                                    <a:gd name="T8" fmla="*/ 49 w 1349"/>
                                    <a:gd name="T9" fmla="*/ 51 h 395"/>
                                    <a:gd name="T10" fmla="*/ 36 w 1349"/>
                                    <a:gd name="T11" fmla="*/ 90 h 395"/>
                                    <a:gd name="T12" fmla="*/ 47 w 1349"/>
                                    <a:gd name="T13" fmla="*/ 142 h 395"/>
                                    <a:gd name="T14" fmla="*/ 88 w 1349"/>
                                    <a:gd name="T15" fmla="*/ 197 h 395"/>
                                    <a:gd name="T16" fmla="*/ 157 w 1349"/>
                                    <a:gd name="T17" fmla="*/ 254 h 395"/>
                                    <a:gd name="T18" fmla="*/ 253 w 1349"/>
                                    <a:gd name="T19" fmla="*/ 304 h 395"/>
                                    <a:gd name="T20" fmla="*/ 377 w 1349"/>
                                    <a:gd name="T21" fmla="*/ 343 h 395"/>
                                    <a:gd name="T22" fmla="*/ 536 w 1349"/>
                                    <a:gd name="T23" fmla="*/ 372 h 395"/>
                                    <a:gd name="T24" fmla="*/ 694 w 1349"/>
                                    <a:gd name="T25" fmla="*/ 380 h 395"/>
                                    <a:gd name="T26" fmla="*/ 837 w 1349"/>
                                    <a:gd name="T27" fmla="*/ 370 h 395"/>
                                    <a:gd name="T28" fmla="*/ 966 w 1349"/>
                                    <a:gd name="T29" fmla="*/ 348 h 395"/>
                                    <a:gd name="T30" fmla="*/ 1084 w 1349"/>
                                    <a:gd name="T31" fmla="*/ 318 h 395"/>
                                    <a:gd name="T32" fmla="*/ 1194 w 1349"/>
                                    <a:gd name="T33" fmla="*/ 287 h 395"/>
                                    <a:gd name="T34" fmla="*/ 1298 w 1349"/>
                                    <a:gd name="T35" fmla="*/ 257 h 395"/>
                                    <a:gd name="T36" fmla="*/ 1301 w 1349"/>
                                    <a:gd name="T37" fmla="*/ 258 h 395"/>
                                    <a:gd name="T38" fmla="*/ 1199 w 1349"/>
                                    <a:gd name="T39" fmla="*/ 291 h 395"/>
                                    <a:gd name="T40" fmla="*/ 1090 w 1349"/>
                                    <a:gd name="T41" fmla="*/ 326 h 395"/>
                                    <a:gd name="T42" fmla="*/ 971 w 1349"/>
                                    <a:gd name="T43" fmla="*/ 359 h 395"/>
                                    <a:gd name="T44" fmla="*/ 840 w 1349"/>
                                    <a:gd name="T45" fmla="*/ 383 h 395"/>
                                    <a:gd name="T46" fmla="*/ 696 w 1349"/>
                                    <a:gd name="T47" fmla="*/ 395 h 395"/>
                                    <a:gd name="T48" fmla="*/ 532 w 1349"/>
                                    <a:gd name="T49" fmla="*/ 391 h 395"/>
                                    <a:gd name="T50" fmla="*/ 369 w 1349"/>
                                    <a:gd name="T51" fmla="*/ 365 h 395"/>
                                    <a:gd name="T52" fmla="*/ 243 w 1349"/>
                                    <a:gd name="T53" fmla="*/ 331 h 395"/>
                                    <a:gd name="T54" fmla="*/ 146 w 1349"/>
                                    <a:gd name="T55" fmla="*/ 288 h 395"/>
                                    <a:gd name="T56" fmla="*/ 74 w 1349"/>
                                    <a:gd name="T57" fmla="*/ 240 h 395"/>
                                    <a:gd name="T58" fmla="*/ 28 w 1349"/>
                                    <a:gd name="T59" fmla="*/ 189 h 395"/>
                                    <a:gd name="T60" fmla="*/ 3 w 1349"/>
                                    <a:gd name="T61" fmla="*/ 140 h 395"/>
                                    <a:gd name="T62" fmla="*/ 2 w 1349"/>
                                    <a:gd name="T63" fmla="*/ 95 h 395"/>
                                    <a:gd name="T64" fmla="*/ 25 w 1349"/>
                                    <a:gd name="T65" fmla="*/ 44 h 395"/>
                                    <a:gd name="T66" fmla="*/ 64 w 1349"/>
                                    <a:gd name="T67" fmla="*/ 15 h 395"/>
                                    <a:gd name="T68" fmla="*/ 113 w 1349"/>
                                    <a:gd name="T69" fmla="*/ 2 h 3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</a:cxnLst>
                                  <a:rect l="0" t="0" r="r" b="b"/>
                                  <a:pathLst>
                                    <a:path w="1349" h="395">
                                      <a:moveTo>
                                        <a:pt x="140" y="0"/>
                                      </a:moveTo>
                                      <a:lnTo>
                                        <a:pt x="165" y="0"/>
                                      </a:lnTo>
                                      <a:lnTo>
                                        <a:pt x="188" y="3"/>
                                      </a:lnTo>
                                      <a:lnTo>
                                        <a:pt x="168" y="3"/>
                                      </a:lnTo>
                                      <a:lnTo>
                                        <a:pt x="146" y="5"/>
                                      </a:lnTo>
                                      <a:lnTo>
                                        <a:pt x="122" y="8"/>
                                      </a:lnTo>
                                      <a:lnTo>
                                        <a:pt x="100" y="15"/>
                                      </a:lnTo>
                                      <a:lnTo>
                                        <a:pt x="80" y="24"/>
                                      </a:lnTo>
                                      <a:lnTo>
                                        <a:pt x="63" y="35"/>
                                      </a:lnTo>
                                      <a:lnTo>
                                        <a:pt x="49" y="51"/>
                                      </a:lnTo>
                                      <a:lnTo>
                                        <a:pt x="39" y="68"/>
                                      </a:lnTo>
                                      <a:lnTo>
                                        <a:pt x="36" y="90"/>
                                      </a:lnTo>
                                      <a:lnTo>
                                        <a:pt x="38" y="115"/>
                                      </a:lnTo>
                                      <a:lnTo>
                                        <a:pt x="47" y="142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88" y="197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57" y="254"/>
                                      </a:lnTo>
                                      <a:lnTo>
                                        <a:pt x="201" y="279"/>
                                      </a:lnTo>
                                      <a:lnTo>
                                        <a:pt x="253" y="304"/>
                                      </a:lnTo>
                                      <a:lnTo>
                                        <a:pt x="311" y="326"/>
                                      </a:lnTo>
                                      <a:lnTo>
                                        <a:pt x="377" y="343"/>
                                      </a:lnTo>
                                      <a:lnTo>
                                        <a:pt x="449" y="359"/>
                                      </a:lnTo>
                                      <a:lnTo>
                                        <a:pt x="536" y="372"/>
                                      </a:lnTo>
                                      <a:lnTo>
                                        <a:pt x="617" y="378"/>
                                      </a:lnTo>
                                      <a:lnTo>
                                        <a:pt x="694" y="380"/>
                                      </a:lnTo>
                                      <a:lnTo>
                                        <a:pt x="768" y="376"/>
                                      </a:lnTo>
                                      <a:lnTo>
                                        <a:pt x="837" y="370"/>
                                      </a:lnTo>
                                      <a:lnTo>
                                        <a:pt x="903" y="361"/>
                                      </a:lnTo>
                                      <a:lnTo>
                                        <a:pt x="966" y="348"/>
                                      </a:lnTo>
                                      <a:lnTo>
                                        <a:pt x="1026" y="334"/>
                                      </a:lnTo>
                                      <a:lnTo>
                                        <a:pt x="1084" y="318"/>
                                      </a:lnTo>
                                      <a:lnTo>
                                        <a:pt x="1140" y="303"/>
                                      </a:lnTo>
                                      <a:lnTo>
                                        <a:pt x="1194" y="287"/>
                                      </a:lnTo>
                                      <a:lnTo>
                                        <a:pt x="1247" y="271"/>
                                      </a:lnTo>
                                      <a:lnTo>
                                        <a:pt x="1298" y="257"/>
                                      </a:lnTo>
                                      <a:lnTo>
                                        <a:pt x="1349" y="244"/>
                                      </a:lnTo>
                                      <a:lnTo>
                                        <a:pt x="1301" y="258"/>
                                      </a:lnTo>
                                      <a:lnTo>
                                        <a:pt x="1250" y="274"/>
                                      </a:lnTo>
                                      <a:lnTo>
                                        <a:pt x="1199" y="291"/>
                                      </a:lnTo>
                                      <a:lnTo>
                                        <a:pt x="1145" y="309"/>
                                      </a:lnTo>
                                      <a:lnTo>
                                        <a:pt x="1090" y="326"/>
                                      </a:lnTo>
                                      <a:lnTo>
                                        <a:pt x="1032" y="343"/>
                                      </a:lnTo>
                                      <a:lnTo>
                                        <a:pt x="971" y="359"/>
                                      </a:lnTo>
                                      <a:lnTo>
                                        <a:pt x="908" y="372"/>
                                      </a:lnTo>
                                      <a:lnTo>
                                        <a:pt x="840" y="383"/>
                                      </a:lnTo>
                                      <a:lnTo>
                                        <a:pt x="770" y="391"/>
                                      </a:lnTo>
                                      <a:lnTo>
                                        <a:pt x="696" y="395"/>
                                      </a:lnTo>
                                      <a:lnTo>
                                        <a:pt x="616" y="395"/>
                                      </a:lnTo>
                                      <a:lnTo>
                                        <a:pt x="532" y="391"/>
                                      </a:lnTo>
                                      <a:lnTo>
                                        <a:pt x="445" y="380"/>
                                      </a:lnTo>
                                      <a:lnTo>
                                        <a:pt x="369" y="365"/>
                                      </a:lnTo>
                                      <a:lnTo>
                                        <a:pt x="303" y="350"/>
                                      </a:lnTo>
                                      <a:lnTo>
                                        <a:pt x="243" y="331"/>
                                      </a:lnTo>
                                      <a:lnTo>
                                        <a:pt x="192" y="310"/>
                                      </a:lnTo>
                                      <a:lnTo>
                                        <a:pt x="146" y="288"/>
                                      </a:lnTo>
                                      <a:lnTo>
                                        <a:pt x="107" y="265"/>
                                      </a:lnTo>
                                      <a:lnTo>
                                        <a:pt x="74" y="240"/>
                                      </a:lnTo>
                                      <a:lnTo>
                                        <a:pt x="47" y="214"/>
                                      </a:lnTo>
                                      <a:lnTo>
                                        <a:pt x="28" y="189"/>
                                      </a:lnTo>
                                      <a:lnTo>
                                        <a:pt x="13" y="164"/>
                                      </a:lnTo>
                                      <a:lnTo>
                                        <a:pt x="3" y="140"/>
                                      </a:lnTo>
                                      <a:lnTo>
                                        <a:pt x="0" y="117"/>
                                      </a:lnTo>
                                      <a:lnTo>
                                        <a:pt x="2" y="95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25" y="44"/>
                                      </a:lnTo>
                                      <a:lnTo>
                                        <a:pt x="42" y="27"/>
                                      </a:lnTo>
                                      <a:lnTo>
                                        <a:pt x="64" y="15"/>
                                      </a:lnTo>
                                      <a:lnTo>
                                        <a:pt x="88" y="7"/>
                                      </a:lnTo>
                                      <a:lnTo>
                                        <a:pt x="113" y="2"/>
                                      </a:lnTo>
                                      <a:lnTo>
                                        <a:pt x="14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2">
                                    <a:lumMod val="20000"/>
                                    <a:lumOff val="80000"/>
                                  </a:schemeClr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3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63775" y="28575"/>
                                  <a:ext cx="325438" cy="265113"/>
                                </a:xfrm>
                                <a:custGeom>
                                  <a:avLst/>
                                  <a:gdLst>
                                    <a:gd name="T0" fmla="*/ 103 w 408"/>
                                    <a:gd name="T1" fmla="*/ 0 h 334"/>
                                    <a:gd name="T2" fmla="*/ 80 w 408"/>
                                    <a:gd name="T3" fmla="*/ 5 h 334"/>
                                    <a:gd name="T4" fmla="*/ 59 w 408"/>
                                    <a:gd name="T5" fmla="*/ 11 h 334"/>
                                    <a:gd name="T6" fmla="*/ 42 w 408"/>
                                    <a:gd name="T7" fmla="*/ 22 h 334"/>
                                    <a:gd name="T8" fmla="*/ 30 w 408"/>
                                    <a:gd name="T9" fmla="*/ 35 h 334"/>
                                    <a:gd name="T10" fmla="*/ 20 w 408"/>
                                    <a:gd name="T11" fmla="*/ 51 h 334"/>
                                    <a:gd name="T12" fmla="*/ 19 w 408"/>
                                    <a:gd name="T13" fmla="*/ 68 h 334"/>
                                    <a:gd name="T14" fmla="*/ 23 w 408"/>
                                    <a:gd name="T15" fmla="*/ 88 h 334"/>
                                    <a:gd name="T16" fmla="*/ 34 w 408"/>
                                    <a:gd name="T17" fmla="*/ 112 h 334"/>
                                    <a:gd name="T18" fmla="*/ 55 w 408"/>
                                    <a:gd name="T19" fmla="*/ 139 h 334"/>
                                    <a:gd name="T20" fmla="*/ 91 w 408"/>
                                    <a:gd name="T21" fmla="*/ 175 h 334"/>
                                    <a:gd name="T22" fmla="*/ 132 w 408"/>
                                    <a:gd name="T23" fmla="*/ 208 h 334"/>
                                    <a:gd name="T24" fmla="*/ 179 w 408"/>
                                    <a:gd name="T25" fmla="*/ 236 h 334"/>
                                    <a:gd name="T26" fmla="*/ 226 w 408"/>
                                    <a:gd name="T27" fmla="*/ 263 h 334"/>
                                    <a:gd name="T28" fmla="*/ 275 w 408"/>
                                    <a:gd name="T29" fmla="*/ 287 h 334"/>
                                    <a:gd name="T30" fmla="*/ 323 w 408"/>
                                    <a:gd name="T31" fmla="*/ 306 h 334"/>
                                    <a:gd name="T32" fmla="*/ 367 w 408"/>
                                    <a:gd name="T33" fmla="*/ 321 h 334"/>
                                    <a:gd name="T34" fmla="*/ 408 w 408"/>
                                    <a:gd name="T35" fmla="*/ 334 h 334"/>
                                    <a:gd name="T36" fmla="*/ 371 w 408"/>
                                    <a:gd name="T37" fmla="*/ 325 h 334"/>
                                    <a:gd name="T38" fmla="*/ 328 w 408"/>
                                    <a:gd name="T39" fmla="*/ 314 h 334"/>
                                    <a:gd name="T40" fmla="*/ 283 w 408"/>
                                    <a:gd name="T41" fmla="*/ 299 h 334"/>
                                    <a:gd name="T42" fmla="*/ 235 w 408"/>
                                    <a:gd name="T43" fmla="*/ 284 h 334"/>
                                    <a:gd name="T44" fmla="*/ 190 w 408"/>
                                    <a:gd name="T45" fmla="*/ 265 h 334"/>
                                    <a:gd name="T46" fmla="*/ 144 w 408"/>
                                    <a:gd name="T47" fmla="*/ 243 h 334"/>
                                    <a:gd name="T48" fmla="*/ 103 w 408"/>
                                    <a:gd name="T49" fmla="*/ 219 h 334"/>
                                    <a:gd name="T50" fmla="*/ 67 w 408"/>
                                    <a:gd name="T51" fmla="*/ 192 h 334"/>
                                    <a:gd name="T52" fmla="*/ 36 w 408"/>
                                    <a:gd name="T53" fmla="*/ 162 h 334"/>
                                    <a:gd name="T54" fmla="*/ 17 w 408"/>
                                    <a:gd name="T55" fmla="*/ 134 h 334"/>
                                    <a:gd name="T56" fmla="*/ 4 w 408"/>
                                    <a:gd name="T57" fmla="*/ 109 h 334"/>
                                    <a:gd name="T58" fmla="*/ 0 w 408"/>
                                    <a:gd name="T59" fmla="*/ 87 h 334"/>
                                    <a:gd name="T60" fmla="*/ 1 w 408"/>
                                    <a:gd name="T61" fmla="*/ 66 h 334"/>
                                    <a:gd name="T62" fmla="*/ 8 w 408"/>
                                    <a:gd name="T63" fmla="*/ 49 h 334"/>
                                    <a:gd name="T64" fmla="*/ 20 w 408"/>
                                    <a:gd name="T65" fmla="*/ 33 h 334"/>
                                    <a:gd name="T66" fmla="*/ 36 w 408"/>
                                    <a:gd name="T67" fmla="*/ 21 h 334"/>
                                    <a:gd name="T68" fmla="*/ 56 w 408"/>
                                    <a:gd name="T69" fmla="*/ 11 h 334"/>
                                    <a:gd name="T70" fmla="*/ 78 w 408"/>
                                    <a:gd name="T71" fmla="*/ 4 h 334"/>
                                    <a:gd name="T72" fmla="*/ 103 w 408"/>
                                    <a:gd name="T73" fmla="*/ 0 h 3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</a:cxnLst>
                                  <a:rect l="0" t="0" r="r" b="b"/>
                                  <a:pathLst>
                                    <a:path w="408" h="334">
                                      <a:moveTo>
                                        <a:pt x="103" y="0"/>
                                      </a:moveTo>
                                      <a:lnTo>
                                        <a:pt x="80" y="5"/>
                                      </a:lnTo>
                                      <a:lnTo>
                                        <a:pt x="59" y="11"/>
                                      </a:lnTo>
                                      <a:lnTo>
                                        <a:pt x="42" y="22"/>
                                      </a:lnTo>
                                      <a:lnTo>
                                        <a:pt x="30" y="35"/>
                                      </a:lnTo>
                                      <a:lnTo>
                                        <a:pt x="20" y="51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34" y="112"/>
                                      </a:lnTo>
                                      <a:lnTo>
                                        <a:pt x="55" y="139"/>
                                      </a:lnTo>
                                      <a:lnTo>
                                        <a:pt x="91" y="175"/>
                                      </a:lnTo>
                                      <a:lnTo>
                                        <a:pt x="132" y="208"/>
                                      </a:lnTo>
                                      <a:lnTo>
                                        <a:pt x="179" y="236"/>
                                      </a:lnTo>
                                      <a:lnTo>
                                        <a:pt x="226" y="263"/>
                                      </a:lnTo>
                                      <a:lnTo>
                                        <a:pt x="275" y="287"/>
                                      </a:lnTo>
                                      <a:lnTo>
                                        <a:pt x="323" y="306"/>
                                      </a:lnTo>
                                      <a:lnTo>
                                        <a:pt x="367" y="321"/>
                                      </a:lnTo>
                                      <a:lnTo>
                                        <a:pt x="408" y="334"/>
                                      </a:lnTo>
                                      <a:lnTo>
                                        <a:pt x="371" y="325"/>
                                      </a:lnTo>
                                      <a:lnTo>
                                        <a:pt x="328" y="314"/>
                                      </a:lnTo>
                                      <a:lnTo>
                                        <a:pt x="283" y="299"/>
                                      </a:lnTo>
                                      <a:lnTo>
                                        <a:pt x="235" y="284"/>
                                      </a:lnTo>
                                      <a:lnTo>
                                        <a:pt x="190" y="265"/>
                                      </a:lnTo>
                                      <a:lnTo>
                                        <a:pt x="144" y="243"/>
                                      </a:lnTo>
                                      <a:lnTo>
                                        <a:pt x="103" y="219"/>
                                      </a:lnTo>
                                      <a:lnTo>
                                        <a:pt x="67" y="192"/>
                                      </a:lnTo>
                                      <a:lnTo>
                                        <a:pt x="36" y="162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4" y="109"/>
                                      </a:lnTo>
                                      <a:lnTo>
                                        <a:pt x="0" y="87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8" y="49"/>
                                      </a:lnTo>
                                      <a:lnTo>
                                        <a:pt x="20" y="33"/>
                                      </a:lnTo>
                                      <a:lnTo>
                                        <a:pt x="36" y="21"/>
                                      </a:lnTo>
                                      <a:lnTo>
                                        <a:pt x="56" y="11"/>
                                      </a:lnTo>
                                      <a:lnTo>
                                        <a:pt x="78" y="4"/>
                                      </a:lnTo>
                                      <a:lnTo>
                                        <a:pt x="1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2">
                                    <a:lumMod val="20000"/>
                                    <a:lumOff val="80000"/>
                                  </a:schemeClr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4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398713" y="90487"/>
                                  <a:ext cx="361950" cy="157163"/>
                                </a:xfrm>
                                <a:custGeom>
                                  <a:avLst/>
                                  <a:gdLst>
                                    <a:gd name="T0" fmla="*/ 104 w 456"/>
                                    <a:gd name="T1" fmla="*/ 4 h 199"/>
                                    <a:gd name="T2" fmla="*/ 154 w 456"/>
                                    <a:gd name="T3" fmla="*/ 21 h 199"/>
                                    <a:gd name="T4" fmla="*/ 195 w 456"/>
                                    <a:gd name="T5" fmla="*/ 54 h 199"/>
                                    <a:gd name="T6" fmla="*/ 217 w 456"/>
                                    <a:gd name="T7" fmla="*/ 96 h 199"/>
                                    <a:gd name="T8" fmla="*/ 213 w 456"/>
                                    <a:gd name="T9" fmla="*/ 134 h 199"/>
                                    <a:gd name="T10" fmla="*/ 194 w 456"/>
                                    <a:gd name="T11" fmla="*/ 150 h 199"/>
                                    <a:gd name="T12" fmla="*/ 167 w 456"/>
                                    <a:gd name="T13" fmla="*/ 150 h 199"/>
                                    <a:gd name="T14" fmla="*/ 145 w 456"/>
                                    <a:gd name="T15" fmla="*/ 139 h 199"/>
                                    <a:gd name="T16" fmla="*/ 134 w 456"/>
                                    <a:gd name="T17" fmla="*/ 120 h 199"/>
                                    <a:gd name="T18" fmla="*/ 148 w 456"/>
                                    <a:gd name="T19" fmla="*/ 139 h 199"/>
                                    <a:gd name="T20" fmla="*/ 172 w 456"/>
                                    <a:gd name="T21" fmla="*/ 142 h 199"/>
                                    <a:gd name="T22" fmla="*/ 192 w 456"/>
                                    <a:gd name="T23" fmla="*/ 126 h 199"/>
                                    <a:gd name="T24" fmla="*/ 197 w 456"/>
                                    <a:gd name="T25" fmla="*/ 87 h 199"/>
                                    <a:gd name="T26" fmla="*/ 178 w 456"/>
                                    <a:gd name="T27" fmla="*/ 46 h 199"/>
                                    <a:gd name="T28" fmla="*/ 140 w 456"/>
                                    <a:gd name="T29" fmla="*/ 19 h 199"/>
                                    <a:gd name="T30" fmla="*/ 96 w 456"/>
                                    <a:gd name="T31" fmla="*/ 10 h 199"/>
                                    <a:gd name="T32" fmla="*/ 55 w 456"/>
                                    <a:gd name="T33" fmla="*/ 21 h 199"/>
                                    <a:gd name="T34" fmla="*/ 32 w 456"/>
                                    <a:gd name="T35" fmla="*/ 56 h 199"/>
                                    <a:gd name="T36" fmla="*/ 38 w 456"/>
                                    <a:gd name="T37" fmla="*/ 101 h 199"/>
                                    <a:gd name="T38" fmla="*/ 70 w 456"/>
                                    <a:gd name="T39" fmla="*/ 144 h 199"/>
                                    <a:gd name="T40" fmla="*/ 125 w 456"/>
                                    <a:gd name="T41" fmla="*/ 177 h 199"/>
                                    <a:gd name="T42" fmla="*/ 197 w 456"/>
                                    <a:gd name="T43" fmla="*/ 192 h 199"/>
                                    <a:gd name="T44" fmla="*/ 280 w 456"/>
                                    <a:gd name="T45" fmla="*/ 183 h 199"/>
                                    <a:gd name="T46" fmla="*/ 343 w 456"/>
                                    <a:gd name="T47" fmla="*/ 158 h 199"/>
                                    <a:gd name="T48" fmla="*/ 384 w 456"/>
                                    <a:gd name="T49" fmla="*/ 128 h 199"/>
                                    <a:gd name="T50" fmla="*/ 407 w 456"/>
                                    <a:gd name="T51" fmla="*/ 101 h 199"/>
                                    <a:gd name="T52" fmla="*/ 418 w 456"/>
                                    <a:gd name="T53" fmla="*/ 84 h 199"/>
                                    <a:gd name="T54" fmla="*/ 432 w 456"/>
                                    <a:gd name="T55" fmla="*/ 74 h 199"/>
                                    <a:gd name="T56" fmla="*/ 451 w 456"/>
                                    <a:gd name="T57" fmla="*/ 74 h 199"/>
                                    <a:gd name="T58" fmla="*/ 456 w 456"/>
                                    <a:gd name="T59" fmla="*/ 81 h 199"/>
                                    <a:gd name="T60" fmla="*/ 442 w 456"/>
                                    <a:gd name="T61" fmla="*/ 96 h 199"/>
                                    <a:gd name="T62" fmla="*/ 409 w 456"/>
                                    <a:gd name="T63" fmla="*/ 128 h 199"/>
                                    <a:gd name="T64" fmla="*/ 355 w 456"/>
                                    <a:gd name="T65" fmla="*/ 161 h 199"/>
                                    <a:gd name="T66" fmla="*/ 278 w 456"/>
                                    <a:gd name="T67" fmla="*/ 188 h 199"/>
                                    <a:gd name="T68" fmla="*/ 186 w 456"/>
                                    <a:gd name="T69" fmla="*/ 199 h 199"/>
                                    <a:gd name="T70" fmla="*/ 106 w 456"/>
                                    <a:gd name="T71" fmla="*/ 185 h 199"/>
                                    <a:gd name="T72" fmla="*/ 46 w 456"/>
                                    <a:gd name="T73" fmla="*/ 153 h 199"/>
                                    <a:gd name="T74" fmla="*/ 11 w 456"/>
                                    <a:gd name="T75" fmla="*/ 109 h 199"/>
                                    <a:gd name="T76" fmla="*/ 0 w 456"/>
                                    <a:gd name="T77" fmla="*/ 63 h 199"/>
                                    <a:gd name="T78" fmla="*/ 16 w 456"/>
                                    <a:gd name="T79" fmla="*/ 24 h 199"/>
                                    <a:gd name="T80" fmla="*/ 55 w 456"/>
                                    <a:gd name="T81" fmla="*/ 2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56" h="199">
                                      <a:moveTo>
                                        <a:pt x="79" y="0"/>
                                      </a:moveTo>
                                      <a:lnTo>
                                        <a:pt x="104" y="4"/>
                                      </a:lnTo>
                                      <a:lnTo>
                                        <a:pt x="129" y="10"/>
                                      </a:lnTo>
                                      <a:lnTo>
                                        <a:pt x="154" y="21"/>
                                      </a:lnTo>
                                      <a:lnTo>
                                        <a:pt x="176" y="37"/>
                                      </a:lnTo>
                                      <a:lnTo>
                                        <a:pt x="195" y="54"/>
                                      </a:lnTo>
                                      <a:lnTo>
                                        <a:pt x="209" y="74"/>
                                      </a:lnTo>
                                      <a:lnTo>
                                        <a:pt x="217" y="96"/>
                                      </a:lnTo>
                                      <a:lnTo>
                                        <a:pt x="217" y="120"/>
                                      </a:lnTo>
                                      <a:lnTo>
                                        <a:pt x="213" y="134"/>
                                      </a:lnTo>
                                      <a:lnTo>
                                        <a:pt x="205" y="145"/>
                                      </a:lnTo>
                                      <a:lnTo>
                                        <a:pt x="194" y="150"/>
                                      </a:lnTo>
                                      <a:lnTo>
                                        <a:pt x="181" y="153"/>
                                      </a:lnTo>
                                      <a:lnTo>
                                        <a:pt x="167" y="150"/>
                                      </a:lnTo>
                                      <a:lnTo>
                                        <a:pt x="154" y="145"/>
                                      </a:lnTo>
                                      <a:lnTo>
                                        <a:pt x="145" y="139"/>
                                      </a:lnTo>
                                      <a:lnTo>
                                        <a:pt x="137" y="130"/>
                                      </a:lnTo>
                                      <a:lnTo>
                                        <a:pt x="134" y="120"/>
                                      </a:lnTo>
                                      <a:lnTo>
                                        <a:pt x="139" y="131"/>
                                      </a:lnTo>
                                      <a:lnTo>
                                        <a:pt x="148" y="139"/>
                                      </a:lnTo>
                                      <a:lnTo>
                                        <a:pt x="159" y="142"/>
                                      </a:lnTo>
                                      <a:lnTo>
                                        <a:pt x="172" y="142"/>
                                      </a:lnTo>
                                      <a:lnTo>
                                        <a:pt x="183" y="137"/>
                                      </a:lnTo>
                                      <a:lnTo>
                                        <a:pt x="192" y="126"/>
                                      </a:lnTo>
                                      <a:lnTo>
                                        <a:pt x="197" y="111"/>
                                      </a:lnTo>
                                      <a:lnTo>
                                        <a:pt x="197" y="87"/>
                                      </a:lnTo>
                                      <a:lnTo>
                                        <a:pt x="191" y="65"/>
                                      </a:lnTo>
                                      <a:lnTo>
                                        <a:pt x="178" y="46"/>
                                      </a:lnTo>
                                      <a:lnTo>
                                        <a:pt x="161" y="30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18" y="11"/>
                                      </a:lnTo>
                                      <a:lnTo>
                                        <a:pt x="96" y="10"/>
                                      </a:lnTo>
                                      <a:lnTo>
                                        <a:pt x="74" y="13"/>
                                      </a:lnTo>
                                      <a:lnTo>
                                        <a:pt x="55" y="21"/>
                                      </a:lnTo>
                                      <a:lnTo>
                                        <a:pt x="41" y="35"/>
                                      </a:lnTo>
                                      <a:lnTo>
                                        <a:pt x="32" y="56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51" y="123"/>
                                      </a:lnTo>
                                      <a:lnTo>
                                        <a:pt x="70" y="144"/>
                                      </a:lnTo>
                                      <a:lnTo>
                                        <a:pt x="95" y="163"/>
                                      </a:lnTo>
                                      <a:lnTo>
                                        <a:pt x="125" y="177"/>
                                      </a:lnTo>
                                      <a:lnTo>
                                        <a:pt x="159" y="188"/>
                                      </a:lnTo>
                                      <a:lnTo>
                                        <a:pt x="197" y="192"/>
                                      </a:lnTo>
                                      <a:lnTo>
                                        <a:pt x="239" y="191"/>
                                      </a:lnTo>
                                      <a:lnTo>
                                        <a:pt x="280" y="183"/>
                                      </a:lnTo>
                                      <a:lnTo>
                                        <a:pt x="313" y="170"/>
                                      </a:lnTo>
                                      <a:lnTo>
                                        <a:pt x="343" y="158"/>
                                      </a:lnTo>
                                      <a:lnTo>
                                        <a:pt x="365" y="144"/>
                                      </a:lnTo>
                                      <a:lnTo>
                                        <a:pt x="384" y="128"/>
                                      </a:lnTo>
                                      <a:lnTo>
                                        <a:pt x="396" y="114"/>
                                      </a:lnTo>
                                      <a:lnTo>
                                        <a:pt x="407" y="101"/>
                                      </a:lnTo>
                                      <a:lnTo>
                                        <a:pt x="414" y="90"/>
                                      </a:lnTo>
                                      <a:lnTo>
                                        <a:pt x="418" y="84"/>
                                      </a:lnTo>
                                      <a:lnTo>
                                        <a:pt x="425" y="78"/>
                                      </a:lnTo>
                                      <a:lnTo>
                                        <a:pt x="432" y="74"/>
                                      </a:lnTo>
                                      <a:lnTo>
                                        <a:pt x="443" y="73"/>
                                      </a:lnTo>
                                      <a:lnTo>
                                        <a:pt x="451" y="74"/>
                                      </a:lnTo>
                                      <a:lnTo>
                                        <a:pt x="456" y="76"/>
                                      </a:lnTo>
                                      <a:lnTo>
                                        <a:pt x="456" y="81"/>
                                      </a:lnTo>
                                      <a:lnTo>
                                        <a:pt x="451" y="87"/>
                                      </a:lnTo>
                                      <a:lnTo>
                                        <a:pt x="442" y="96"/>
                                      </a:lnTo>
                                      <a:lnTo>
                                        <a:pt x="428" y="11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385" y="144"/>
                                      </a:lnTo>
                                      <a:lnTo>
                                        <a:pt x="355" y="161"/>
                                      </a:lnTo>
                                      <a:lnTo>
                                        <a:pt x="321" y="177"/>
                                      </a:lnTo>
                                      <a:lnTo>
                                        <a:pt x="278" y="188"/>
                                      </a:lnTo>
                                      <a:lnTo>
                                        <a:pt x="233" y="197"/>
                                      </a:lnTo>
                                      <a:lnTo>
                                        <a:pt x="186" y="199"/>
                                      </a:lnTo>
                                      <a:lnTo>
                                        <a:pt x="143" y="194"/>
                                      </a:lnTo>
                                      <a:lnTo>
                                        <a:pt x="106" y="185"/>
                                      </a:lnTo>
                                      <a:lnTo>
                                        <a:pt x="73" y="170"/>
                                      </a:lnTo>
                                      <a:lnTo>
                                        <a:pt x="46" y="153"/>
                                      </a:lnTo>
                                      <a:lnTo>
                                        <a:pt x="26" y="131"/>
                                      </a:lnTo>
                                      <a:lnTo>
                                        <a:pt x="11" y="109"/>
                                      </a:lnTo>
                                      <a:lnTo>
                                        <a:pt x="2" y="87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5" y="43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33" y="10"/>
                                      </a:lnTo>
                                      <a:lnTo>
                                        <a:pt x="55" y="2"/>
                                      </a:lnTo>
                                      <a:lnTo>
                                        <a:pt x="7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2">
                                    <a:lumMod val="20000"/>
                                    <a:lumOff val="80000"/>
                                  </a:schemeClr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5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3175" y="160337"/>
                                  <a:ext cx="444500" cy="119063"/>
                                </a:xfrm>
                                <a:custGeom>
                                  <a:avLst/>
                                  <a:gdLst>
                                    <a:gd name="T0" fmla="*/ 446 w 561"/>
                                    <a:gd name="T1" fmla="*/ 1 h 151"/>
                                    <a:gd name="T2" fmla="*/ 504 w 561"/>
                                    <a:gd name="T3" fmla="*/ 14 h 151"/>
                                    <a:gd name="T4" fmla="*/ 545 w 561"/>
                                    <a:gd name="T5" fmla="*/ 44 h 151"/>
                                    <a:gd name="T6" fmla="*/ 561 w 561"/>
                                    <a:gd name="T7" fmla="*/ 88 h 151"/>
                                    <a:gd name="T8" fmla="*/ 551 w 561"/>
                                    <a:gd name="T9" fmla="*/ 127 h 151"/>
                                    <a:gd name="T10" fmla="*/ 526 w 561"/>
                                    <a:gd name="T11" fmla="*/ 146 h 151"/>
                                    <a:gd name="T12" fmla="*/ 495 w 561"/>
                                    <a:gd name="T13" fmla="*/ 151 h 151"/>
                                    <a:gd name="T14" fmla="*/ 465 w 561"/>
                                    <a:gd name="T15" fmla="*/ 135 h 151"/>
                                    <a:gd name="T16" fmla="*/ 448 w 561"/>
                                    <a:gd name="T17" fmla="*/ 103 h 151"/>
                                    <a:gd name="T18" fmla="*/ 451 w 561"/>
                                    <a:gd name="T19" fmla="*/ 77 h 151"/>
                                    <a:gd name="T20" fmla="*/ 470 w 561"/>
                                    <a:gd name="T21" fmla="*/ 56 h 151"/>
                                    <a:gd name="T22" fmla="*/ 503 w 561"/>
                                    <a:gd name="T23" fmla="*/ 53 h 151"/>
                                    <a:gd name="T24" fmla="*/ 504 w 561"/>
                                    <a:gd name="T25" fmla="*/ 55 h 151"/>
                                    <a:gd name="T26" fmla="*/ 473 w 561"/>
                                    <a:gd name="T27" fmla="*/ 58 h 151"/>
                                    <a:gd name="T28" fmla="*/ 454 w 561"/>
                                    <a:gd name="T29" fmla="*/ 77 h 151"/>
                                    <a:gd name="T30" fmla="*/ 453 w 561"/>
                                    <a:gd name="T31" fmla="*/ 102 h 151"/>
                                    <a:gd name="T32" fmla="*/ 468 w 561"/>
                                    <a:gd name="T33" fmla="*/ 129 h 151"/>
                                    <a:gd name="T34" fmla="*/ 496 w 561"/>
                                    <a:gd name="T35" fmla="*/ 140 h 151"/>
                                    <a:gd name="T36" fmla="*/ 523 w 561"/>
                                    <a:gd name="T37" fmla="*/ 132 h 151"/>
                                    <a:gd name="T38" fmla="*/ 542 w 561"/>
                                    <a:gd name="T39" fmla="*/ 108 h 151"/>
                                    <a:gd name="T40" fmla="*/ 537 w 561"/>
                                    <a:gd name="T41" fmla="*/ 66 h 151"/>
                                    <a:gd name="T42" fmla="*/ 503 w 561"/>
                                    <a:gd name="T43" fmla="*/ 34 h 151"/>
                                    <a:gd name="T44" fmla="*/ 446 w 561"/>
                                    <a:gd name="T45" fmla="*/ 17 h 151"/>
                                    <a:gd name="T46" fmla="*/ 380 w 561"/>
                                    <a:gd name="T47" fmla="*/ 18 h 151"/>
                                    <a:gd name="T48" fmla="*/ 313 w 561"/>
                                    <a:gd name="T49" fmla="*/ 41 h 151"/>
                                    <a:gd name="T50" fmla="*/ 231 w 561"/>
                                    <a:gd name="T51" fmla="*/ 77 h 151"/>
                                    <a:gd name="T52" fmla="*/ 140 w 561"/>
                                    <a:gd name="T53" fmla="*/ 107 h 151"/>
                                    <a:gd name="T54" fmla="*/ 46 w 561"/>
                                    <a:gd name="T55" fmla="*/ 118 h 151"/>
                                    <a:gd name="T56" fmla="*/ 52 w 561"/>
                                    <a:gd name="T57" fmla="*/ 116 h 151"/>
                                    <a:gd name="T58" fmla="*/ 157 w 561"/>
                                    <a:gd name="T59" fmla="*/ 96 h 151"/>
                                    <a:gd name="T60" fmla="*/ 261 w 561"/>
                                    <a:gd name="T61" fmla="*/ 55 h 151"/>
                                    <a:gd name="T62" fmla="*/ 346 w 561"/>
                                    <a:gd name="T63" fmla="*/ 15 h 151"/>
                                    <a:gd name="T64" fmla="*/ 415 w 561"/>
                                    <a:gd name="T65" fmla="*/ 0 h 15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</a:cxnLst>
                                  <a:rect l="0" t="0" r="r" b="b"/>
                                  <a:pathLst>
                                    <a:path w="561" h="151">
                                      <a:moveTo>
                                        <a:pt x="415" y="0"/>
                                      </a:moveTo>
                                      <a:lnTo>
                                        <a:pt x="446" y="1"/>
                                      </a:lnTo>
                                      <a:lnTo>
                                        <a:pt x="478" y="6"/>
                                      </a:lnTo>
                                      <a:lnTo>
                                        <a:pt x="504" y="14"/>
                                      </a:lnTo>
                                      <a:lnTo>
                                        <a:pt x="528" y="28"/>
                                      </a:lnTo>
                                      <a:lnTo>
                                        <a:pt x="545" y="44"/>
                                      </a:lnTo>
                                      <a:lnTo>
                                        <a:pt x="556" y="64"/>
                                      </a:lnTo>
                                      <a:lnTo>
                                        <a:pt x="561" y="88"/>
                                      </a:lnTo>
                                      <a:lnTo>
                                        <a:pt x="558" y="113"/>
                                      </a:lnTo>
                                      <a:lnTo>
                                        <a:pt x="551" y="127"/>
                                      </a:lnTo>
                                      <a:lnTo>
                                        <a:pt x="540" y="138"/>
                                      </a:lnTo>
                                      <a:lnTo>
                                        <a:pt x="526" y="146"/>
                                      </a:lnTo>
                                      <a:lnTo>
                                        <a:pt x="512" y="151"/>
                                      </a:lnTo>
                                      <a:lnTo>
                                        <a:pt x="495" y="151"/>
                                      </a:lnTo>
                                      <a:lnTo>
                                        <a:pt x="479" y="144"/>
                                      </a:lnTo>
                                      <a:lnTo>
                                        <a:pt x="465" y="135"/>
                                      </a:lnTo>
                                      <a:lnTo>
                                        <a:pt x="453" y="118"/>
                                      </a:lnTo>
                                      <a:lnTo>
                                        <a:pt x="448" y="103"/>
                                      </a:lnTo>
                                      <a:lnTo>
                                        <a:pt x="448" y="89"/>
                                      </a:lnTo>
                                      <a:lnTo>
                                        <a:pt x="451" y="77"/>
                                      </a:lnTo>
                                      <a:lnTo>
                                        <a:pt x="459" y="66"/>
                                      </a:lnTo>
                                      <a:lnTo>
                                        <a:pt x="470" y="56"/>
                                      </a:lnTo>
                                      <a:lnTo>
                                        <a:pt x="485" y="53"/>
                                      </a:lnTo>
                                      <a:lnTo>
                                        <a:pt x="503" y="53"/>
                                      </a:lnTo>
                                      <a:lnTo>
                                        <a:pt x="525" y="61"/>
                                      </a:lnTo>
                                      <a:lnTo>
                                        <a:pt x="504" y="55"/>
                                      </a:lnTo>
                                      <a:lnTo>
                                        <a:pt x="487" y="55"/>
                                      </a:lnTo>
                                      <a:lnTo>
                                        <a:pt x="473" y="58"/>
                                      </a:lnTo>
                                      <a:lnTo>
                                        <a:pt x="462" y="66"/>
                                      </a:lnTo>
                                      <a:lnTo>
                                        <a:pt x="454" y="77"/>
                                      </a:lnTo>
                                      <a:lnTo>
                                        <a:pt x="451" y="89"/>
                                      </a:lnTo>
                                      <a:lnTo>
                                        <a:pt x="453" y="102"/>
                                      </a:lnTo>
                                      <a:lnTo>
                                        <a:pt x="457" y="114"/>
                                      </a:lnTo>
                                      <a:lnTo>
                                        <a:pt x="468" y="129"/>
                                      </a:lnTo>
                                      <a:lnTo>
                                        <a:pt x="481" y="137"/>
                                      </a:lnTo>
                                      <a:lnTo>
                                        <a:pt x="496" y="140"/>
                                      </a:lnTo>
                                      <a:lnTo>
                                        <a:pt x="511" y="138"/>
                                      </a:lnTo>
                                      <a:lnTo>
                                        <a:pt x="523" y="132"/>
                                      </a:lnTo>
                                      <a:lnTo>
                                        <a:pt x="534" y="122"/>
                                      </a:lnTo>
                                      <a:lnTo>
                                        <a:pt x="542" y="108"/>
                                      </a:lnTo>
                                      <a:lnTo>
                                        <a:pt x="544" y="85"/>
                                      </a:lnTo>
                                      <a:lnTo>
                                        <a:pt x="537" y="66"/>
                                      </a:lnTo>
                                      <a:lnTo>
                                        <a:pt x="523" y="48"/>
                                      </a:lnTo>
                                      <a:lnTo>
                                        <a:pt x="503" y="34"/>
                                      </a:lnTo>
                                      <a:lnTo>
                                        <a:pt x="476" y="23"/>
                                      </a:lnTo>
                                      <a:lnTo>
                                        <a:pt x="446" y="17"/>
                                      </a:lnTo>
                                      <a:lnTo>
                                        <a:pt x="415" y="15"/>
                                      </a:lnTo>
                                      <a:lnTo>
                                        <a:pt x="380" y="18"/>
                                      </a:lnTo>
                                      <a:lnTo>
                                        <a:pt x="346" y="26"/>
                                      </a:lnTo>
                                      <a:lnTo>
                                        <a:pt x="313" y="41"/>
                                      </a:lnTo>
                                      <a:lnTo>
                                        <a:pt x="273" y="59"/>
                                      </a:lnTo>
                                      <a:lnTo>
                                        <a:pt x="231" y="77"/>
                                      </a:lnTo>
                                      <a:lnTo>
                                        <a:pt x="187" y="94"/>
                                      </a:lnTo>
                                      <a:lnTo>
                                        <a:pt x="140" y="107"/>
                                      </a:lnTo>
                                      <a:lnTo>
                                        <a:pt x="93" y="114"/>
                                      </a:lnTo>
                                      <a:lnTo>
                                        <a:pt x="46" y="118"/>
                                      </a:lnTo>
                                      <a:lnTo>
                                        <a:pt x="0" y="114"/>
                                      </a:lnTo>
                                      <a:lnTo>
                                        <a:pt x="52" y="116"/>
                                      </a:lnTo>
                                      <a:lnTo>
                                        <a:pt x="105" y="110"/>
                                      </a:lnTo>
                                      <a:lnTo>
                                        <a:pt x="157" y="96"/>
                                      </a:lnTo>
                                      <a:lnTo>
                                        <a:pt x="211" y="78"/>
                                      </a:lnTo>
                                      <a:lnTo>
                                        <a:pt x="261" y="55"/>
                                      </a:lnTo>
                                      <a:lnTo>
                                        <a:pt x="311" y="31"/>
                                      </a:lnTo>
                                      <a:lnTo>
                                        <a:pt x="346" y="15"/>
                                      </a:lnTo>
                                      <a:lnTo>
                                        <a:pt x="380" y="4"/>
                                      </a:lnTo>
                                      <a:lnTo>
                                        <a:pt x="41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2">
                                    <a:lumMod val="20000"/>
                                    <a:lumOff val="80000"/>
                                  </a:schemeClr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6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40038" y="138112"/>
                                  <a:ext cx="1271588" cy="196850"/>
                                </a:xfrm>
                                <a:custGeom>
                                  <a:avLst/>
                                  <a:gdLst>
                                    <a:gd name="T0" fmla="*/ 1190 w 1600"/>
                                    <a:gd name="T1" fmla="*/ 0 h 249"/>
                                    <a:gd name="T2" fmla="*/ 1286 w 1600"/>
                                    <a:gd name="T3" fmla="*/ 2 h 249"/>
                                    <a:gd name="T4" fmla="*/ 1385 w 1600"/>
                                    <a:gd name="T5" fmla="*/ 10 h 249"/>
                                    <a:gd name="T6" fmla="*/ 1490 w 1600"/>
                                    <a:gd name="T7" fmla="*/ 22 h 249"/>
                                    <a:gd name="T8" fmla="*/ 1600 w 1600"/>
                                    <a:gd name="T9" fmla="*/ 41 h 249"/>
                                    <a:gd name="T10" fmla="*/ 1492 w 1600"/>
                                    <a:gd name="T11" fmla="*/ 24 h 249"/>
                                    <a:gd name="T12" fmla="*/ 1390 w 1600"/>
                                    <a:gd name="T13" fmla="*/ 13 h 249"/>
                                    <a:gd name="T14" fmla="*/ 1291 w 1600"/>
                                    <a:gd name="T15" fmla="*/ 8 h 249"/>
                                    <a:gd name="T16" fmla="*/ 1198 w 1600"/>
                                    <a:gd name="T17" fmla="*/ 7 h 249"/>
                                    <a:gd name="T18" fmla="*/ 1109 w 1600"/>
                                    <a:gd name="T19" fmla="*/ 10 h 249"/>
                                    <a:gd name="T20" fmla="*/ 1024 w 1600"/>
                                    <a:gd name="T21" fmla="*/ 18 h 249"/>
                                    <a:gd name="T22" fmla="*/ 942 w 1600"/>
                                    <a:gd name="T23" fmla="*/ 27 h 249"/>
                                    <a:gd name="T24" fmla="*/ 864 w 1600"/>
                                    <a:gd name="T25" fmla="*/ 41 h 249"/>
                                    <a:gd name="T26" fmla="*/ 788 w 1600"/>
                                    <a:gd name="T27" fmla="*/ 57 h 249"/>
                                    <a:gd name="T28" fmla="*/ 716 w 1600"/>
                                    <a:gd name="T29" fmla="*/ 74 h 249"/>
                                    <a:gd name="T30" fmla="*/ 645 w 1600"/>
                                    <a:gd name="T31" fmla="*/ 93 h 249"/>
                                    <a:gd name="T32" fmla="*/ 578 w 1600"/>
                                    <a:gd name="T33" fmla="*/ 114 h 249"/>
                                    <a:gd name="T34" fmla="*/ 510 w 1600"/>
                                    <a:gd name="T35" fmla="*/ 132 h 249"/>
                                    <a:gd name="T36" fmla="*/ 446 w 1600"/>
                                    <a:gd name="T37" fmla="*/ 153 h 249"/>
                                    <a:gd name="T38" fmla="*/ 381 w 1600"/>
                                    <a:gd name="T39" fmla="*/ 173 h 249"/>
                                    <a:gd name="T40" fmla="*/ 318 w 1600"/>
                                    <a:gd name="T41" fmla="*/ 191 h 249"/>
                                    <a:gd name="T42" fmla="*/ 254 w 1600"/>
                                    <a:gd name="T43" fmla="*/ 208 h 249"/>
                                    <a:gd name="T44" fmla="*/ 191 w 1600"/>
                                    <a:gd name="T45" fmla="*/ 222 h 249"/>
                                    <a:gd name="T46" fmla="*/ 128 w 1600"/>
                                    <a:gd name="T47" fmla="*/ 235 h 249"/>
                                    <a:gd name="T48" fmla="*/ 64 w 1600"/>
                                    <a:gd name="T49" fmla="*/ 243 h 249"/>
                                    <a:gd name="T50" fmla="*/ 0 w 1600"/>
                                    <a:gd name="T51" fmla="*/ 249 h 249"/>
                                    <a:gd name="T52" fmla="*/ 62 w 1600"/>
                                    <a:gd name="T53" fmla="*/ 243 h 249"/>
                                    <a:gd name="T54" fmla="*/ 124 w 1600"/>
                                    <a:gd name="T55" fmla="*/ 232 h 249"/>
                                    <a:gd name="T56" fmla="*/ 185 w 1600"/>
                                    <a:gd name="T57" fmla="*/ 219 h 249"/>
                                    <a:gd name="T58" fmla="*/ 246 w 1600"/>
                                    <a:gd name="T59" fmla="*/ 203 h 249"/>
                                    <a:gd name="T60" fmla="*/ 307 w 1600"/>
                                    <a:gd name="T61" fmla="*/ 186 h 249"/>
                                    <a:gd name="T62" fmla="*/ 370 w 1600"/>
                                    <a:gd name="T63" fmla="*/ 167 h 249"/>
                                    <a:gd name="T64" fmla="*/ 433 w 1600"/>
                                    <a:gd name="T65" fmla="*/ 147 h 249"/>
                                    <a:gd name="T66" fmla="*/ 498 w 1600"/>
                                    <a:gd name="T67" fmla="*/ 126 h 249"/>
                                    <a:gd name="T68" fmla="*/ 563 w 1600"/>
                                    <a:gd name="T69" fmla="*/ 106 h 249"/>
                                    <a:gd name="T70" fmla="*/ 633 w 1600"/>
                                    <a:gd name="T71" fmla="*/ 85 h 249"/>
                                    <a:gd name="T72" fmla="*/ 703 w 1600"/>
                                    <a:gd name="T73" fmla="*/ 66 h 249"/>
                                    <a:gd name="T74" fmla="*/ 776 w 1600"/>
                                    <a:gd name="T75" fmla="*/ 49 h 249"/>
                                    <a:gd name="T76" fmla="*/ 851 w 1600"/>
                                    <a:gd name="T77" fmla="*/ 33 h 249"/>
                                    <a:gd name="T78" fmla="*/ 931 w 1600"/>
                                    <a:gd name="T79" fmla="*/ 19 h 249"/>
                                    <a:gd name="T80" fmla="*/ 1013 w 1600"/>
                                    <a:gd name="T81" fmla="*/ 10 h 249"/>
                                    <a:gd name="T82" fmla="*/ 1099 w 1600"/>
                                    <a:gd name="T83" fmla="*/ 3 h 249"/>
                                    <a:gd name="T84" fmla="*/ 1190 w 1600"/>
                                    <a:gd name="T85" fmla="*/ 0 h 24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</a:cxnLst>
                                  <a:rect l="0" t="0" r="r" b="b"/>
                                  <a:pathLst>
                                    <a:path w="1600" h="249">
                                      <a:moveTo>
                                        <a:pt x="1190" y="0"/>
                                      </a:moveTo>
                                      <a:lnTo>
                                        <a:pt x="1286" y="2"/>
                                      </a:lnTo>
                                      <a:lnTo>
                                        <a:pt x="1385" y="10"/>
                                      </a:lnTo>
                                      <a:lnTo>
                                        <a:pt x="1490" y="22"/>
                                      </a:lnTo>
                                      <a:lnTo>
                                        <a:pt x="1600" y="41"/>
                                      </a:lnTo>
                                      <a:lnTo>
                                        <a:pt x="1492" y="24"/>
                                      </a:lnTo>
                                      <a:lnTo>
                                        <a:pt x="1390" y="13"/>
                                      </a:lnTo>
                                      <a:lnTo>
                                        <a:pt x="1291" y="8"/>
                                      </a:lnTo>
                                      <a:lnTo>
                                        <a:pt x="1198" y="7"/>
                                      </a:lnTo>
                                      <a:lnTo>
                                        <a:pt x="1109" y="10"/>
                                      </a:lnTo>
                                      <a:lnTo>
                                        <a:pt x="1024" y="18"/>
                                      </a:lnTo>
                                      <a:lnTo>
                                        <a:pt x="942" y="27"/>
                                      </a:lnTo>
                                      <a:lnTo>
                                        <a:pt x="864" y="41"/>
                                      </a:lnTo>
                                      <a:lnTo>
                                        <a:pt x="788" y="57"/>
                                      </a:lnTo>
                                      <a:lnTo>
                                        <a:pt x="716" y="74"/>
                                      </a:lnTo>
                                      <a:lnTo>
                                        <a:pt x="645" y="93"/>
                                      </a:lnTo>
                                      <a:lnTo>
                                        <a:pt x="578" y="114"/>
                                      </a:lnTo>
                                      <a:lnTo>
                                        <a:pt x="510" y="132"/>
                                      </a:lnTo>
                                      <a:lnTo>
                                        <a:pt x="446" y="153"/>
                                      </a:lnTo>
                                      <a:lnTo>
                                        <a:pt x="381" y="173"/>
                                      </a:lnTo>
                                      <a:lnTo>
                                        <a:pt x="318" y="191"/>
                                      </a:lnTo>
                                      <a:lnTo>
                                        <a:pt x="254" y="208"/>
                                      </a:lnTo>
                                      <a:lnTo>
                                        <a:pt x="191" y="222"/>
                                      </a:lnTo>
                                      <a:lnTo>
                                        <a:pt x="128" y="235"/>
                                      </a:lnTo>
                                      <a:lnTo>
                                        <a:pt x="64" y="243"/>
                                      </a:lnTo>
                                      <a:lnTo>
                                        <a:pt x="0" y="249"/>
                                      </a:lnTo>
                                      <a:lnTo>
                                        <a:pt x="62" y="243"/>
                                      </a:lnTo>
                                      <a:lnTo>
                                        <a:pt x="124" y="232"/>
                                      </a:lnTo>
                                      <a:lnTo>
                                        <a:pt x="185" y="219"/>
                                      </a:lnTo>
                                      <a:lnTo>
                                        <a:pt x="246" y="203"/>
                                      </a:lnTo>
                                      <a:lnTo>
                                        <a:pt x="307" y="186"/>
                                      </a:lnTo>
                                      <a:lnTo>
                                        <a:pt x="370" y="167"/>
                                      </a:lnTo>
                                      <a:lnTo>
                                        <a:pt x="433" y="147"/>
                                      </a:lnTo>
                                      <a:lnTo>
                                        <a:pt x="498" y="126"/>
                                      </a:lnTo>
                                      <a:lnTo>
                                        <a:pt x="563" y="106"/>
                                      </a:lnTo>
                                      <a:lnTo>
                                        <a:pt x="633" y="85"/>
                                      </a:lnTo>
                                      <a:lnTo>
                                        <a:pt x="703" y="66"/>
                                      </a:lnTo>
                                      <a:lnTo>
                                        <a:pt x="776" y="49"/>
                                      </a:lnTo>
                                      <a:lnTo>
                                        <a:pt x="851" y="33"/>
                                      </a:lnTo>
                                      <a:lnTo>
                                        <a:pt x="931" y="19"/>
                                      </a:lnTo>
                                      <a:lnTo>
                                        <a:pt x="1013" y="10"/>
                                      </a:lnTo>
                                      <a:lnTo>
                                        <a:pt x="1099" y="3"/>
                                      </a:lnTo>
                                      <a:lnTo>
                                        <a:pt x="119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2">
                                    <a:lumMod val="20000"/>
                                    <a:lumOff val="80000"/>
                                  </a:schemeClr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group w14:anchorId="68DCA1AF" id="Group 43" o:spid="_x0000_s1026" alt="Filigree accent drawing with fork and knife in center" style="width:323.75pt;height:29.15pt;mso-position-horizontal-relative:char;mso-position-vertical-relative:line" coordsize="41116,36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">
                      <v:shape id="Freeform 14" o:spid="_x0000_s1027" style="position:absolute;left:19637;top:111;width:3588;height:3381;visibility:visible;mso-wrap-style:square;v-text-anchor:top" coordsize="451,4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ZdIcEA&#10;AADbAAAADwAAAGRycy9kb3ducmV2LnhtbERPTYvCMBC9L/gfwgje1lQR0WoUKQirsMK6HjwOzdhU&#10;m0ltslr315sFYW/zeJ8zX7a2EjdqfOlYwaCfgCDOnS65UHD4Xr9PQPiArLFyTAoe5GG56LzNMdXu&#10;zl9024dCxBD2KSowIdSplD43ZNH3XU0cuZNrLIYIm0LqBu8x3FZymCRjabHk2GCwpsxQftn/WAUZ&#10;ZeX1uimm5+PW1Lvp7yeOR1qpXrddzUAEasO/+OX+0HH+CP5+iQfIx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mmXSHBAAAA2wAAAA8AAAAAAAAAAAAAAAAAmAIAAGRycy9kb3du&#10;cmV2LnhtbFBLBQYAAAAABAAEAPUAAACGAwAAAAA=&#10;" path="m25,l38,2,54,7r17,6l93,24r23,16l145,62r31,26l212,123r19,21l245,166r10,20l259,203r4,11l264,219,449,392r,2l449,394r2,1l451,398r-2,4l448,405r-3,5l440,414r-6,5l429,422r-3,3l423,425r-3,l418,425r,l418,425,,7r,l3,5,8,3,16,2,25,xe" fillcolor="#e1d6cf [671]" stroked="f" strokeweight="0">
                        <v:path arrowok="t" o:connecttype="custom" o:connectlocs="19888,0;30229,1591;42958,5569;56481,10343;73982,19095;92279,31825;115349,49328;140010,70014;168648,97861;183763,114569;194900,132073;202855,147985;206037,161511;209219,170262;210015,174241;357184,311883;357184,313474;357184,313474;358775,314269;358775,316656;357184,319839;356388,322226;354002,326204;350024,329386;345251,333364;341274,335751;338887,338138;336501,338138;334114,338138;332523,338138;332523,338138;332523,338138;0,5569;0,5569;2387,3978;6364,2387;12728,1591;19888,0" o:connectangles="0,0,0,0,0,0,0,0,0,0,0,0,0,0,0,0,0,0,0,0,0,0,0,0,0,0,0,0,0,0,0,0,0,0,0,0,0,0"/>
                      </v:shape>
                      <v:shape id="Freeform 16" o:spid="_x0000_s1028" style="position:absolute;left:18288;width:3698;height:3698;visibility:visible;mso-wrap-style:square;v-text-anchor:top" coordsize="465,4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0gi8IA&#10;AADbAAAADwAAAGRycy9kb3ducmV2LnhtbERPTWvCQBC9F/wPywheRDdqqxJdpRQELy008eBxyI5J&#10;NDsbdleN/fXdgtDbPN7nrLedacSNnK8tK5iMExDEhdU1lwoO+W60BOEDssbGMil4kIftpveyxlTb&#10;O3/TLQuliCHsU1RQhdCmUvqiIoN+bFviyJ2sMxgidKXUDu8x3DRymiRzabDm2FBhSx8VFZfsahRk&#10;i9d8dry+Ocrr5HP45c4Xd/5RatDv3lcgAnXhX/x073WcP4e/X+IB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7SCLwgAAANsAAAAPAAAAAAAAAAAAAAAAAJgCAABkcnMvZG93&#10;bnJldi54bWxQSwUGAAAAAAQABAD1AAAAhwMAAAAA&#10;" path="m61,r3,3l72,11,86,21r17,14l122,51r19,17l161,85r18,16l196,117r16,20l221,158r2,17l223,187r-4,10l219,200,463,433r,l465,435r,1l465,438r-2,3l461,446r-3,4l454,455r-7,5l444,463r-5,1l436,466r-1,l433,466r-1,-2l432,464,199,220r-3,l186,224r-12,l157,222r-21,-9l116,197,100,180,84,162,67,142,50,123,34,104,20,87,11,73,3,65,,62,9,52,119,164r5,3l127,167r4,2l135,167r3,-2l139,162r,-4l138,153r-3,-5l127,142,117,131,105,117,89,102,75,85,59,71,47,57,36,44,29,38,26,35r3,-5l34,27r3,3l45,36,56,47,70,60,86,76r16,14l116,106r14,12l141,128r6,8l152,139r5,1l161,140r3,-1l166,136r2,-4l166,128r,-4l163,120,51,10,61,xe" fillcolor="#e1d6cf [671]" stroked="f" strokeweight="0">
                        <v:path arrowok="t" o:connecttype="custom" o:connectlocs="50909,2381;68409,16669;97046,40481;128069,67469;155910,92869;175796,125413;177387,148431;174205,158750;368297,343694;369888,346075;368297,350044;364320,357188;355570,365125;349206,368300;346024,369888;343638,368300;158296,174625;147955,177800;124887,176213;92273,156369;66818,128588;39773,97631;15909,69056;2386,51594;7159,41275;98637,132556;104205,134144;109773,130969;110569,125413;107387,117475;93069,103981;70796,80963;46932,56356;28636,34925;20682,27781;27046,21431;35796,28575;55682,47625;81137,71438;103410,93663;116932,107950;124887,111125;130455,110331;133637,104775;132046,98425;40568,7938" o:connectangles="0,0,0,0,0,0,0,0,0,0,0,0,0,0,0,0,0,0,0,0,0,0,0,0,0,0,0,0,0,0,0,0,0,0,0,0,0,0,0,0,0,0,0,0,0,0"/>
                      </v:shape>
                      <v:shape id="Freeform 17" o:spid="_x0000_s1029" style="position:absolute;left:8255;top:206;width:10715;height:3143;visibility:visible;mso-wrap-style:square;v-text-anchor:top" coordsize="1349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eNfsQA&#10;AADbAAAADwAAAGRycy9kb3ducmV2LnhtbESPS4vCQBCE74L/YWjBm05cfCxZR5EFwYMoPg4em0xv&#10;EjbTEzOTh/56Z2HBWzdfdVX1ct2ZQjRUudyygsk4AkGcWJ1zquB62Y4+QTiPrLGwTAoe5GC96veW&#10;GGvb8omas09FMGEXo4LM+zKW0iUZGXRjWxIH9mMrgz6sVSp1hW0wN4X8iKK5NJhzSMiwpO+Mkt9z&#10;bRTUh1k7vz4DPNb+vpmdbrbZT5UaDrrNFwhPnX+L/693OtRfwN8vYQC5e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4njX7EAAAA2wAAAA8AAAAAAAAAAAAAAAAAmAIAAGRycy9k&#10;b3ducmV2LnhtbFBLBQYAAAAABAAEAPUAAACJAwAAAAA=&#10;" path="m655,r79,l817,5r89,11l980,28r68,16l1106,63r53,20l1205,107r39,24l1276,154r26,25l1323,206r14,24l1346,255r3,22l1348,299r-8,28l1326,349r-19,18l1285,379r-24,10l1236,393r-25,2l1186,393r-24,-3l1183,392r22,-3l1227,385r22,-6l1269,370r18,-11l1301,345r11,-19l1315,305r-3,-25l1302,253r-17,-28l1261,197r-29,-29l1194,142r-44,-27l1098,91,1040,69,974,50,902,35,815,24,732,16,655,14r-74,3l512,24,446,35,383,46,324,60,265,75,210,91r-55,18l104,124,52,138,,151,50,135r50,-15l152,102,206,85,261,68,319,52,379,36,443,22,509,11,580,3,655,xe" fillcolor="#e1d6cf [671]" stroked="f" strokeweight="0">
                        <v:path arrowok="t" o:connecttype="custom" o:connectlocs="583045,0;719671,12732;832467,35013;920639,66048;988157,104244;1034229,142441;1062031,183025;1071563,220425;1064414,260213;1038201,292044;1001661,309550;961944,314325;923022,310346;957178,309550;992129,301593;1022314,285678;1042172,259418;1042172,222813;1020725,179046;978625,133688;913490,91512;826112,54907;716494,27852;581456,12732;461511,13528;354275,27852;257366,47746;166811,72414;82611,98674;0,120160;79434,95491;163634,67640;253394,41379;351892,17507;460716,2387" o:connectangles="0,0,0,0,0,0,0,0,0,0,0,0,0,0,0,0,0,0,0,0,0,0,0,0,0,0,0,0,0,0,0,0,0,0,0"/>
                      </v:shape>
                      <v:shape id="Freeform 18" o:spid="_x0000_s1030" style="position:absolute;left:15224;top:619;width:3254;height:2635;visibility:visible;mso-wrap-style:square;v-text-anchor:top" coordsize="410,3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9l4p8QA&#10;AADbAAAADwAAAGRycy9kb3ducmV2LnhtbESPQWvCQBCF74L/YRmhF6mbigRJXUUEoVhQjB7sbchO&#10;k2B2NmRXTf995yB4m+G9ee+bxap3jbpTF2rPBj4mCSjiwtuaSwPn0/Z9DipEZIuNZzLwRwFWy+Fg&#10;gZn1Dz7SPY+lkhAOGRqoYmwzrUNRkcMw8S2xaL++cxhl7UptO3xIuGv0NElS7bBmaaiwpU1FxTW/&#10;OQP5fnbR4+RQntfzn5jydzq9up0xb6N+/QkqUh9f5uf1lxV8gZVfZAC9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/ZeKfEAAAA2wAAAA8AAAAAAAAAAAAAAAAAmAIAAGRycy9k&#10;b3ducmV2LnhtbFBLBQYAAAAABAAEAPUAAACJAwAAAAA=&#10;" path="m,l39,8,82,19r45,14l173,49r47,21l264,90r42,25l343,142r29,30l393,199r12,25l410,246r-1,20l401,285r-11,14l372,312r-18,11l332,329r-26,5l330,329r20,-8l368,312r12,-13l388,284r3,-19l387,244,374,221,355,194,319,159,277,126,231,96,182,70,134,47,86,27,41,11,,xe" fillcolor="#e1d6cf [671]" stroked="f" strokeweight="0">
                        <v:path arrowok="t" o:connecttype="custom" o:connectlocs="0,0;30956,6312;65088,14991;100806,26037;137319,38661;174625,55230;209550,71010;242888,90735;272257,112038;295275,135707;311944,157010;321469,176735;325438,194093;324644,209873;318294,224864;309563,235910;295275,246167;280988,254846;263525,259580;242888,263525;261938,259580;277813,253268;292100,246167;301625,235910;307975,224075;310357,209084;307182,192515;296863,174368;281782,153065;253207,125451;219869,99414;183357,75744;144463,55230;106363,37083;68263,21303;32544,8679;0,0" o:connectangles="0,0,0,0,0,0,0,0,0,0,0,0,0,0,0,0,0,0,0,0,0,0,0,0,0,0,0,0,0,0,0,0,0,0,0,0,0"/>
                      </v:shape>
                      <v:shape id="Freeform 19" o:spid="_x0000_s1031" style="position:absolute;left:13509;top:1063;width:3620;height:1572;visibility:visible;mso-wrap-style:square;v-text-anchor:top" coordsize="457,1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LtCMEA&#10;AADbAAAADwAAAGRycy9kb3ducmV2LnhtbERP24rCMBB9X/Afwgi+rakKrlajlIIosiBewNehGdtq&#10;MylN1Pr3ZmHBtzmc68yXranEgxpXWlYw6EcgiDOrS84VnI6r7wkI55E1VpZJwYscLBedrznG2j55&#10;T4+Dz0UIYRejgsL7OpbSZQUZdH1bEwfuYhuDPsAml7rBZwg3lRxG0VgaLDk0FFhTWlB2O9yNgqS+&#10;btPKZefj9Teari/33ehnslOq122TGQhPrf+I/90bHeZP4e+XcIBc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3S7QjBAAAA2wAAAA8AAAAAAAAAAAAAAAAAmAIAAGRycy9kb3du&#10;cmV2LnhtbFBLBQYAAAAABAAEAPUAAACGAwAAAAA=&#10;" path="m272,r42,5l352,14r32,14l410,47r21,21l446,90r8,23l457,135r-4,22l440,176r-17,13l402,197r-23,1l354,197r-27,-8l302,178,280,164,261,145,247,126r-8,-22l239,80r5,-16l253,55r11,-6l277,47r12,2l302,53r11,8l319,69r5,11l318,69,308,61,297,57r-11,1l275,63r-9,9l259,88r,25l267,135r13,19l297,168r21,13l340,187r22,3l382,187r19,-9l415,164r9,-21l426,121,420,99,406,75,387,55,363,36,333,22,299,11,259,8,219,9r-41,8l143,28,115,42,91,57,74,71,60,86,51,99r-8,10l40,115r-7,6l24,124r-10,2l5,126,,123r,-3l5,113r9,-11l29,88,47,72,73,55,102,38,137,24,178,11,225,3,272,xe" fillcolor="#e1d6cf [671]" stroked="f" strokeweight="0">
                        <v:path arrowok="t" o:connecttype="custom" o:connectlocs="248692,3969;304133,22225;341358,53975;359574,89694;358782,124619;335022,150019;300173,157163;258988,150019;221764,130175;195627,100013;189291,63500;200379,43656;219388,37306;239188,42069;252652,54769;251860,54769;235228,45244;217804,50006;205131,69850;211468,107157;235228,133350;269284,148432;302549,148432;328685,130175;337398,96044;321557,59531;287501,28575;236812,8731;173451,7144;113258,22225;72073,45244;47521,68263;34057,86519;26136,96044;11088,100013;0,97632;3960,89694;22968,69850;57817,43656;108506,19050;178203,2381" o:connectangles="0,0,0,0,0,0,0,0,0,0,0,0,0,0,0,0,0,0,0,0,0,0,0,0,0,0,0,0,0,0,0,0,0,0,0,0,0,0,0,0,0"/>
                      </v:shape>
                      <v:shape id="Freeform 20" o:spid="_x0000_s1032" style="position:absolute;left:11239;top:746;width:4445;height:1190;visibility:visible;mso-wrap-style:square;v-text-anchor:top" coordsize="561,1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pcJr8A&#10;AADbAAAADwAAAGRycy9kb3ducmV2LnhtbERPy4rCMBTdD/gP4QruxtTCyFCNoqLgVmd87S7NtSk2&#10;N7XJ2Pr3k4Xg8nDe03lnK/GgxpeOFYyGCQji3OmSCwW/P5vPbxA+IGusHJOCJ3mYz3ofU8y0a3lH&#10;j30oRAxhn6ECE0KdSelzQxb90NXEkbu6xmKIsCmkbrCN4baSaZKMpcWSY4PBmlaG8tv+zyo46/th&#10;veT2uB1/3U7pZbcZmaRSatDvFhMQgbrwFr/cW60gjevjl/gD5Ow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AelwmvwAAANsAAAAPAAAAAAAAAAAAAAAAAJgCAABkcnMvZG93bnJl&#10;di54bWxQSwUGAAAAAAQABAD1AAAAhAMAAAAA&#10;" path="m51,l66,2,82,6,98,17r11,16l115,47r,14l112,76r-8,11l92,94,77,99,59,98,37,90r22,6l76,98,90,93r11,-8l107,74r3,-11l110,49,106,36,95,22,81,14,66,11,52,13,38,19,27,30,21,44,18,66r8,21l40,104r20,14l85,127r30,7l148,137r33,-3l216,126r34,-14l289,93,330,74,376,58,421,46,469,36r47,-1l561,38,509,36r-51,7l404,55,352,74,300,96r-48,25l217,137r-34,9l148,151r-33,l85,146,57,137,35,124,18,107,5,87,,65,4,39,10,25,21,13,35,5,51,xe" fillcolor="#e1d6cf [671]" stroked="f" strokeweight="0">
                        <v:path arrowok="t" o:connecttype="custom" o:connectlocs="52294,1577;77649,13404;91119,37059;88742,59926;72895,74119;46748,77273;46748,75696;71310,73330;84780,58349;87157,38636;75272,17347;52294,8673;30109,14981;16639,34694;20601,68599;47540,93043;91119,105659;143413,105659;198084,88312;261471,58349;333573,36271;408845,27597;403299,28386;320103,43367;237701,75696;171937,108024;117266,119063;67348,115121;27732,97774;3962,68599;3169,30751;16639,10250;40409,0" o:connectangles="0,0,0,0,0,0,0,0,0,0,0,0,0,0,0,0,0,0,0,0,0,0,0,0,0,0,0,0,0,0,0,0,0"/>
                      </v:shape>
                      <v:shape id="Freeform 21" o:spid="_x0000_s1033" style="position:absolute;top:206;width:12700;height:1953;visibility:visible;mso-wrap-style:square;v-text-anchor:top" coordsize="1601,2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LGpL4A&#10;AADbAAAADwAAAGRycy9kb3ducmV2LnhtbESPzQrCMBCE74LvEFbwpqkeVKpRRBS8iT/gdW3Wptps&#10;ShO1vr0RBI/DzHzDzBaNLcWTal84VjDoJyCIM6cLzhWcjpveBIQPyBpLx6TgTR4W83Zrhql2L97T&#10;8xByESHsU1RgQqhSKX1myKLvu4o4eldXWwxR1rnUNb4i3JZymCQjabHguGCwopWh7H54WAXXW9as&#10;32zwqC+02Z3z8fkxuSjV7TTLKYhATfiHf+2tVjAcwPdL/AF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hixqS+AAAA2wAAAA8AAAAAAAAAAAAAAAAAmAIAAGRycy9kb3ducmV2&#10;LnhtbFBLBQYAAAAABAAEAPUAAACDAwAAAAA=&#10;" path="m1601,r-62,7l1478,16r-61,13l1356,44r-63,18l1232,81r-65,20l1103,122r-66,20l969,162r-70,21l825,199r-76,17l671,229r-83,11l501,246r-91,1l316,246,215,238,110,225,,207r108,17l212,235r97,6l404,243r88,-5l578,232r82,-11l737,208r75,-16l886,175r69,-20l1024,136r66,-21l1156,95r63,-19l1283,57r63,-16l1409,26r63,-11l1536,5,1601,xe" fillcolor="#e1d6cf [671]" stroked="f" strokeweight="0">
                        <v:path arrowok="t" o:connecttype="custom" o:connectlocs="1270000,0;1220818,5534;1172430,12649;1124041,22926;1075653,34784;1025678,49013;977289,64034;925728,79844;874959,96446;822605,112256;768663,128067;713136,144669;654435,157317;594147,170756;532274,181033;466433,189729;397420,194472;325234,195263;250668,194472;170550,188148;87258,177871;0,163641;85671,177081;168170,185777;245116,190520;320475,192101;390281,188148;458501,183405;523548,174709;584628,164432;644122,151783;702823,138344;757558,122533;812292,107513;864647,90912;917002,75101;966977,60081;1017745,45061;1067720,32412;1117695,20554;1167670,11858;1218438,3953;1270000,0" o:connectangles="0,0,0,0,0,0,0,0,0,0,0,0,0,0,0,0,0,0,0,0,0,0,0,0,0,0,0,0,0,0,0,0,0,0,0,0,0,0,0,0,0,0,0"/>
                      </v:shape>
                      <v:shape id="Freeform 22" o:spid="_x0000_s1034" style="position:absolute;left:22145;top:206;width:10716;height:3127;visibility:visible;mso-wrap-style:square;v-text-anchor:top" coordsize="1349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zkW8QA&#10;AADbAAAADwAAAGRycy9kb3ducmV2LnhtbESPy2rDMBBF94X+g5hCd41cU5vgRgkhEOiitNjJosvB&#10;mtgm1si15Efz9VEhkOXl3Ad3tZlNK0bqXWNZwesiAkFcWt1wpeB42L8sQTiPrLG1TAr+yMFm/fiw&#10;wkzbiXMaC1+JUMIuQwW1910mpStrMugWtiMO7GR7gz7IvpK6xymUm1bGUZRKgw2HhRo72tVUnovB&#10;KBi+kik9XgL8HvzvNsl/7Pj5ptTz07x9B+Fp9nfzLf2hFcQx/H8JP0Cu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A85FvEAAAA2wAAAA8AAAAAAAAAAAAAAAAAmAIAAGRycy9k&#10;b3ducmV2LnhtbFBLBQYAAAAABAAEAPUAAACJAwAAAAA=&#10;" path="m140,r25,l188,3r-20,l146,5,122,8r-22,7l80,24,63,35,49,51,39,68,36,90r2,25l47,142r17,27l88,197r31,28l157,254r44,25l253,304r58,22l377,343r72,16l536,372r81,6l694,380r74,-4l837,370r66,-9l966,348r60,-14l1084,318r56,-15l1194,287r53,-16l1298,257r51,-13l1301,258r-51,16l1199,291r-54,18l1090,326r-58,17l971,359r-63,13l840,383r-70,8l696,395r-80,l532,391,445,380,369,365,303,350,243,331,192,310,146,288,107,265,74,240,47,214,28,189,13,164,3,140,,117,2,95,11,66,25,44,42,27,64,15,88,7,113,2,140,xe" fillcolor="#e1d6cf [671]" stroked="f" strokeweight="0">
                        <v:path arrowok="t" o:connecttype="custom" o:connectlocs="131066,0;133449,2375;96909,6334;63547,19002;38923,40379;28596,71257;37334,112427;69902,155973;124711,201102;200968,240689;299466,271567;425766,294528;551271,300862;664862,292944;767331,275526;861063,251774;948440,227230;1031052,203478;1033435,204269;952412,230397;865829,258108;771303,284235;667245,303237;552860,312738;422588,309571;293111,288986;193024,262067;115973,228022;58781,190018;22241,149639;2383,110844;1589,75215;19858,34837;50838,11876;89760,1583" o:connectangles="0,0,0,0,0,0,0,0,0,0,0,0,0,0,0,0,0,0,0,0,0,0,0,0,0,0,0,0,0,0,0,0,0,0,0"/>
                      </v:shape>
                      <v:shape id="Freeform 23" o:spid="_x0000_s1035" style="position:absolute;left:22637;top:285;width:3255;height:2651;visibility:visible;mso-wrap-style:square;v-text-anchor:top" coordsize="408,3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fFj8MA&#10;AADbAAAADwAAAGRycy9kb3ducmV2LnhtbESP0WrCQBRE34X+w3ILvulGBZHoKpJSWqigUT/gNnub&#10;LGbvptltTP/eFQQfh5k5w6w2va1FR603jhVMxgkI4sJpw6WC8+l9tADhA7LG2jEp+CcPm/XLYIWp&#10;dlfOqTuGUkQI+xQVVCE0qZS+qMiiH7uGOHo/rrUYomxLqVu8Rrit5TRJ5tKi4bhQYUNZRcXl+GcV&#10;7A9593b6+tB1Mym++fxrsl1mlBq+9tsliEB9eIYf7U+tYDqD+5f4A+T6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PfFj8MAAADbAAAADwAAAAAAAAAAAAAAAACYAgAAZHJzL2Rv&#10;d25yZXYueG1sUEsFBgAAAAAEAAQA9QAAAIgDAAAAAA==&#10;" path="m103,l80,5,59,11,42,22,30,35,20,51,19,68r4,20l34,112r21,27l91,175r41,33l179,236r47,27l275,287r48,19l367,321r41,13l371,325,328,314,283,299,235,284,190,265,144,243,103,219,67,192,36,162,17,134,4,109,,87,1,66,8,49,20,33,36,21,56,11,78,4,103,xe" fillcolor="#e1d6cf [671]" stroked="f" strokeweight="0">
                        <v:path arrowok="t" o:connecttype="custom" o:connectlocs="82157,0;63811,3969;47061,8731;33501,17463;23929,27781;15953,40481;15155,53975;18346,69850;27120,88900;43870,110331;72585,138907;105289,165100;142778,187325;180267,208757;219352,227807;257638,242888;292735,254794;325438,265113;295925,257969;261627,249238;225733,237332;187446,225425;151552,210344;114860,192882;82157,173832;53442,152400;28715,128588;13560,106363;3191,86519;0,69056;798,52388;6381,38894;15953,26194;28715,16669;44668,8731;62216,3175;82157,0" o:connectangles="0,0,0,0,0,0,0,0,0,0,0,0,0,0,0,0,0,0,0,0,0,0,0,0,0,0,0,0,0,0,0,0,0,0,0,0,0"/>
                      </v:shape>
                      <v:shape id="Freeform 24" o:spid="_x0000_s1036" style="position:absolute;left:23987;top:904;width:3619;height:1572;visibility:visible;mso-wrap-style:square;v-text-anchor:top" coordsize="456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i05cMA&#10;AADbAAAADwAAAGRycy9kb3ducmV2LnhtbESP3YrCMBSE7wXfIRzBO00tskjXKCII4s/F6j7AaXP6&#10;s9uclCbW6tObhQUvh5n5hlmue1OLjlpXWVYwm0YgiDOrKy4UfF93kwUI55E11pZJwYMcrFfDwRIT&#10;be/8Rd3FFyJA2CWooPS+SaR0WUkG3dQ2xMHLbWvQB9kWUrd4D3BTyziKPqTBisNCiQ1tS8p+Lzej&#10;wPFh8yieaf9zlC7uTml+OMtcqfGo33yC8NT7d/i/vdcK4jn8fQk/QK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1i05cMAAADbAAAADwAAAAAAAAAAAAAAAACYAgAAZHJzL2Rv&#10;d25yZXYueG1sUEsFBgAAAAAEAAQA9QAAAIgDAAAAAA==&#10;" path="m79,r25,4l129,10r25,11l176,37r19,17l209,74r8,22l217,120r-4,14l205,145r-11,5l181,153r-14,-3l154,145r-9,-6l137,130r-3,-10l139,131r9,8l159,142r13,l183,137r9,-11l197,111r,-24l191,65,178,46,161,30,140,19,118,11,96,10,74,13,55,21,41,35,32,56r,22l38,101r13,22l70,144r25,19l125,177r34,11l197,192r42,-1l280,183r33,-13l343,158r22,-14l384,128r12,-14l407,101r7,-11l418,84r7,-6l432,74r11,-1l451,74r5,2l456,81r-5,6l442,96r-14,15l409,128r-24,16l355,161r-34,16l278,188r-45,9l186,199r-43,-5l106,185,73,170,46,153,26,131,11,109,2,87,,63,5,43,16,24,33,10,55,2,79,xe" fillcolor="#e1d6cf [671]" stroked="f" strokeweight="0">
                        <v:path arrowok="t" o:connecttype="custom" o:connectlocs="82550,3159;122238,16585;154781,42647;172244,75817;169069,105828;153988,118465;132556,118465;115094,109777;106363,94772;117475,109777;136525,112146;152400,99510;156369,68709;141288,36329;111125,15006;76200,7898;43656,16585;25400,44227;30163,79766;55563,113726;99219,139788;156369,151635;222250,144527;272256,124783;304800,101090;323056,79766;331788,66340;342900,58443;357981,58443;361950,63971;350838,75817;324644,101090;281781,127152;220663,148476;147638,157163;84138,146106;36513,120834;8731,86084;0,49755;12700,18954;43656,1580" o:connectangles="0,0,0,0,0,0,0,0,0,0,0,0,0,0,0,0,0,0,0,0,0,0,0,0,0,0,0,0,0,0,0,0,0,0,0,0,0,0,0,0,0"/>
                      </v:shape>
                      <v:shape id="Freeform 25" o:spid="_x0000_s1037" style="position:absolute;left:25431;top:1603;width:4445;height:1191;visibility:visible;mso-wrap-style:square;v-text-anchor:top" coordsize="561,1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3/vsMA&#10;AADbAAAADwAAAGRycy9kb3ducmV2LnhtbESPQWvCQBSE7wX/w/KE3pqNAaVEV1FR8Kq1VW+P7DMb&#10;zL6N2a1J/323IPQ4zMw3zGzR21o8qPWVYwWjJAVBXDhdcang+LF9ewfhA7LG2jEp+CEPi/ngZYa5&#10;dh3v6XEIpYgQ9jkqMCE0uZS+MGTRJ64hjt7VtRZDlG0pdYtdhNtaZmk6kRYrjgsGG1obKm6Hb6vg&#10;rO+fmxV3X7vJ+HbKLvvtyKS1Uq/DfjkFEagP/+Fne6cVZGP4+xJ/gJ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A3/vsMAAADbAAAADwAAAAAAAAAAAAAAAACYAgAAZHJzL2Rv&#10;d25yZXYueG1sUEsFBgAAAAAEAAQA9QAAAIgDAAAAAA==&#10;" path="m415,r31,1l478,6r26,8l528,28r17,16l556,64r5,24l558,113r-7,14l540,138r-14,8l512,151r-17,l479,144r-14,-9l453,118r-5,-15l448,89r3,-12l459,66,470,56r15,-3l503,53r22,8l504,55r-17,l473,58r-11,8l454,77r-3,12l453,102r4,12l468,129r13,8l496,140r15,-2l523,132r11,-10l542,108r2,-23l537,66,523,48,503,34,476,23,446,17,415,15r-35,3l346,26,313,41,273,59,231,77,187,94r-47,13l93,114r-47,4l,114r52,2l105,110,157,96,211,78,261,55,311,31,346,15,380,4,415,xe" fillcolor="#e1d6cf [671]" stroked="f" strokeweight="0">
                        <v:path arrowok="t" o:connecttype="custom" o:connectlocs="353381,788;399337,11039;431823,34694;444500,69388;436577,100139;416768,115121;392206,119063;368436,106447;354966,81215;357343,60714;372398,44156;398545,41790;399337,43367;374775,45733;359720,60714;358928,80427;370813,101716;392998,110390;414391,104082;429446,85158;425484,52041;398545,26809;353381,13404;301087,14193;248001,32328;183029,60714;110927,84369;36447,93043;41201,91466;124397,75696;206799,43367;274148,11827;328819,0" o:connectangles="0,0,0,0,0,0,0,0,0,0,0,0,0,0,0,0,0,0,0,0,0,0,0,0,0,0,0,0,0,0,0,0,0"/>
                      </v:shape>
                      <v:shape id="Freeform 26" o:spid="_x0000_s1038" style="position:absolute;left:28400;top:1381;width:12716;height:1968;visibility:visible;mso-wrap-style:square;v-text-anchor:top" coordsize="1600,2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f8JcEA&#10;AADbAAAADwAAAGRycy9kb3ducmV2LnhtbESPT4vCMBTE7wt+h/AEb2tqD2WpRmlFweOuf+6P5tkW&#10;m5fSxJr105uFBY/DzPyGWW2C6cRIg2stK1jMExDEldUt1wrOp/3nFwjnkTV2lknBLznYrCcfK8y1&#10;ffAPjUdfiwhhl6OCxvs+l9JVDRl0c9sTR+9qB4M+yqGWesBHhJtOpkmSSYMtx4UGe9o2VN2Od6Ng&#10;PH8nvOtNmYVL+lwUPrgnl0rNpqFYgvAU/Dv83z5oBWkGf1/iD5D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Z3/CXBAAAA2wAAAA8AAAAAAAAAAAAAAAAAmAIAAGRycy9kb3du&#10;cmV2LnhtbFBLBQYAAAAABAAEAPUAAACGAwAAAAA=&#10;" path="m1190,r96,2l1385,10r105,12l1600,41,1492,24,1390,13,1291,8,1198,7r-89,3l1024,18r-82,9l864,41,788,57,716,74,645,93r-67,21l510,132r-64,21l381,173r-63,18l254,208r-63,14l128,235r-64,8l,249r62,-6l124,232r61,-13l246,203r61,-17l370,167r63,-20l498,126r65,-20l633,85,703,66,776,49,851,33,931,19r82,-9l1099,3,1190,xe" fillcolor="#e1d6cf [671]" stroked="f" strokeweight="0">
                        <v:path arrowok="t" o:connecttype="custom" o:connectlocs="945744,0;1022039,1581;1100718,7906;1184166,17392;1271588,32413;1185756,18973;1104692,10277;1026013,6324;952102,5534;881369,7906;813816,14230;748647,21345;686658,32413;626257,45062;569036,58502;512609,73522;459361,90124;405319,104354;354455,120956;302797,136767;252728,150997;201865,164437;151796,175505;101727,185782;50864,192107;0,196850;49274,192107;98548,183410;147027,173133;195507,160484;243986,147045;294055,132024;344124,116213;395782,99611;447440,83800;503072,67198;558704,52177;616720,38738;676326,26089;739905,15021;805074,7906;873422,2372;945744,0" o:connectangles="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  <w:tbl>
            <w:tblPr>
              <w:tblW w:w="4998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Card content layout"/>
            </w:tblPr>
            <w:tblGrid>
              <w:gridCol w:w="5112"/>
              <w:gridCol w:w="143"/>
              <w:gridCol w:w="1367"/>
            </w:tblGrid>
            <w:tr w:rsidR="005531B1">
              <w:tc>
                <w:tcPr>
                  <w:tcW w:w="3860" w:type="pct"/>
                </w:tcPr>
                <w:tbl>
                  <w:tblPr>
                    <w:tblStyle w:val="Recipetable"/>
                    <w:tblW w:w="5000" w:type="pct"/>
                    <w:tblLayout w:type="fixed"/>
                    <w:tblLook w:val="04A0" w:firstRow="1" w:lastRow="0" w:firstColumn="1" w:lastColumn="0" w:noHBand="0" w:noVBand="1"/>
                    <w:tblDescription w:val="Lined text layout"/>
                  </w:tblPr>
                  <w:tblGrid>
                    <w:gridCol w:w="5112"/>
                  </w:tblGrid>
                  <w:tr w:rsidR="005531B1">
                    <w:tc>
                      <w:tcPr>
                        <w:tcW w:w="5000" w:type="pct"/>
                      </w:tcPr>
                      <w:p w:rsidR="005531B1" w:rsidRDefault="00987480">
                        <w:sdt>
                          <w:sdtPr>
                            <w:id w:val="839812057"/>
                            <w:placeholder>
                              <w:docPart w:val="FBAF73C3031D481CBFF24F8D1EBC5EA2"/>
                            </w:placeholder>
                            <w:temporary/>
                            <w:showingPlcHdr/>
                            <w:text/>
                          </w:sdtPr>
                          <w:sdtEndPr/>
                          <w:sdtContent>
                            <w:r w:rsidR="00B95D1A">
                              <w:t>[To print these cards two-sided, click File and then click Print.]</w:t>
                            </w:r>
                          </w:sdtContent>
                        </w:sdt>
                      </w:p>
                    </w:tc>
                  </w:tr>
                  <w:tr w:rsidR="005531B1">
                    <w:tc>
                      <w:tcPr>
                        <w:tcW w:w="5000" w:type="pct"/>
                      </w:tcPr>
                      <w:p w:rsidR="005531B1" w:rsidRDefault="00987480">
                        <w:sdt>
                          <w:sdtPr>
                            <w:id w:val="-33662651"/>
                            <w:placeholder>
                              <w:docPart w:val="CA609A6B25C940A9A417E993C8E8E337"/>
                            </w:placeholder>
                            <w:temporary/>
                            <w:showingPlcHdr/>
                            <w:text/>
                          </w:sdtPr>
                          <w:sdtEndPr/>
                          <w:sdtContent>
                            <w:r w:rsidR="00B95D1A">
                              <w:t>[Select the setting that defaults to ‘Print One-Sided’ and then…]</w:t>
                            </w:r>
                          </w:sdtContent>
                        </w:sdt>
                      </w:p>
                    </w:tc>
                  </w:tr>
                  <w:tr w:rsidR="005531B1">
                    <w:tc>
                      <w:tcPr>
                        <w:tcW w:w="5000" w:type="pct"/>
                      </w:tcPr>
                      <w:p w:rsidR="005531B1" w:rsidRDefault="00987480">
                        <w:sdt>
                          <w:sdtPr>
                            <w:id w:val="-957104869"/>
                            <w:placeholder>
                              <w:docPart w:val="DB6E63D83E954A099F7A983A63B72660"/>
                            </w:placeholder>
                            <w:temporary/>
                            <w:showingPlcHdr/>
                            <w:text/>
                          </w:sdtPr>
                          <w:sdtEndPr/>
                          <w:sdtContent>
                            <w:r w:rsidR="00B95D1A">
                              <w:t>[…choose a two-sided option. Available options vary by printer.]</w:t>
                            </w:r>
                          </w:sdtContent>
                        </w:sdt>
                      </w:p>
                    </w:tc>
                  </w:tr>
                  <w:tr w:rsidR="005531B1">
                    <w:tc>
                      <w:tcPr>
                        <w:tcW w:w="5000" w:type="pct"/>
                      </w:tcPr>
                      <w:p w:rsidR="005531B1" w:rsidRDefault="005531B1"/>
                    </w:tc>
                  </w:tr>
                  <w:tr w:rsidR="005531B1">
                    <w:tc>
                      <w:tcPr>
                        <w:tcW w:w="5000" w:type="pct"/>
                      </w:tcPr>
                      <w:p w:rsidR="005531B1" w:rsidRDefault="005531B1"/>
                    </w:tc>
                  </w:tr>
                  <w:tr w:rsidR="005531B1">
                    <w:tc>
                      <w:tcPr>
                        <w:tcW w:w="5000" w:type="pct"/>
                      </w:tcPr>
                      <w:p w:rsidR="005531B1" w:rsidRDefault="005531B1"/>
                    </w:tc>
                  </w:tr>
                  <w:tr w:rsidR="005531B1">
                    <w:tc>
                      <w:tcPr>
                        <w:tcW w:w="5000" w:type="pct"/>
                      </w:tcPr>
                      <w:p w:rsidR="005531B1" w:rsidRDefault="005531B1"/>
                    </w:tc>
                  </w:tr>
                  <w:tr w:rsidR="005531B1">
                    <w:tc>
                      <w:tcPr>
                        <w:tcW w:w="5000" w:type="pct"/>
                      </w:tcPr>
                      <w:p w:rsidR="005531B1" w:rsidRDefault="005531B1"/>
                    </w:tc>
                  </w:tr>
                  <w:tr w:rsidR="005531B1">
                    <w:tc>
                      <w:tcPr>
                        <w:tcW w:w="5000" w:type="pct"/>
                      </w:tcPr>
                      <w:p w:rsidR="005531B1" w:rsidRDefault="005531B1"/>
                    </w:tc>
                  </w:tr>
                </w:tbl>
                <w:p w:rsidR="005531B1" w:rsidRDefault="005531B1">
                  <w:pPr>
                    <w:jc w:val="center"/>
                  </w:pPr>
                </w:p>
              </w:tc>
              <w:tc>
                <w:tcPr>
                  <w:tcW w:w="108" w:type="pct"/>
                </w:tcPr>
                <w:p w:rsidR="005531B1" w:rsidRDefault="005531B1">
                  <w:pPr>
                    <w:jc w:val="center"/>
                  </w:pPr>
                </w:p>
              </w:tc>
              <w:tc>
                <w:tcPr>
                  <w:tcW w:w="1032" w:type="pct"/>
                </w:tcPr>
                <w:tbl>
                  <w:tblPr>
                    <w:tblW w:w="0" w:type="auto"/>
                    <w:tblLayout w:type="fixed"/>
                    <w:tblCellMar>
                      <w:left w:w="72" w:type="dxa"/>
                      <w:right w:w="72" w:type="dxa"/>
                    </w:tblCellMar>
                    <w:tblLook w:val="04A0" w:firstRow="1" w:lastRow="0" w:firstColumn="1" w:lastColumn="0" w:noHBand="0" w:noVBand="1"/>
                    <w:tblDescription w:val="Picture and caption layout"/>
                  </w:tblPr>
                  <w:tblGrid>
                    <w:gridCol w:w="1368"/>
                  </w:tblGrid>
                  <w:tr w:rsidR="005531B1">
                    <w:tc>
                      <w:tcPr>
                        <w:tcW w:w="1368" w:type="dxa"/>
                        <w:tcBorders>
                          <w:bottom w:val="single" w:sz="2" w:space="0" w:color="C4AD9F" w:themeColor="text2" w:themeTint="66"/>
                        </w:tcBorders>
                      </w:tcPr>
                      <w:p w:rsidR="005531B1" w:rsidRDefault="005531B1"/>
                    </w:tc>
                  </w:tr>
                  <w:tr w:rsidR="005531B1">
                    <w:trPr>
                      <w:trHeight w:hRule="exact" w:val="1368"/>
                    </w:trPr>
                    <w:tc>
                      <w:tcPr>
                        <w:tcW w:w="1368" w:type="dxa"/>
                        <w:tcBorders>
                          <w:top w:val="single" w:sz="2" w:space="0" w:color="C4AD9F" w:themeColor="text2" w:themeTint="66"/>
                          <w:left w:val="single" w:sz="2" w:space="0" w:color="C4AD9F" w:themeColor="text2" w:themeTint="66"/>
                          <w:bottom w:val="single" w:sz="2" w:space="0" w:color="C4AD9F" w:themeColor="text2" w:themeTint="66"/>
                          <w:right w:val="single" w:sz="2" w:space="0" w:color="C4AD9F" w:themeColor="text2" w:themeTint="66"/>
                        </w:tcBorders>
                        <w:vAlign w:val="center"/>
                      </w:tcPr>
                      <w:p w:rsidR="005531B1" w:rsidRDefault="00B95D1A">
                        <w:pPr>
                          <w:jc w:val="center"/>
                        </w:pPr>
                        <w:r>
                          <w:rPr>
                            <w:noProof/>
                            <w:lang w:eastAsia="en-US"/>
                          </w:rPr>
                          <w:drawing>
                            <wp:inline distT="0" distB="0" distL="0" distR="0">
                              <wp:extent cx="777240" cy="781050"/>
                              <wp:effectExtent l="0" t="0" r="3810" b="0"/>
                              <wp:docPr id="27" name="Picture 27" descr="Placeholder photo showing a bunch of asparagus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5" name="002D9540.jpg"/>
                                      <pic:cNvPicPr/>
                                    </pic:nvPicPr>
                                    <pic:blipFill rotWithShape="1">
                                      <a:blip r:embed="rId8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 l="20104" t="1203" r="14272"/>
                                      <a:stretch/>
                                    </pic:blipFill>
                                    <pic:spPr bwMode="auto">
                                      <a:xfrm>
                                        <a:off x="0" y="0"/>
                                        <a:ext cx="777240" cy="781050"/>
                                      </a:xfrm>
                                      <a:prstGeom prst="rect">
                                        <a:avLst/>
                                      </a:prstGeom>
                                      <a:ln>
                                        <a:noFill/>
                                      </a:ln>
                                      <a:extLst>
                                        <a:ext uri="{53640926-AAD7-44D8-BBD7-CCE9431645EC}">
                                          <a14:shadowObscured xmlns:a14="http://schemas.microsoft.com/office/drawing/2010/main"/>
                                        </a:ext>
                                      </a:extLst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5531B1">
                    <w:tc>
                      <w:tcPr>
                        <w:tcW w:w="1368" w:type="dxa"/>
                        <w:tcBorders>
                          <w:top w:val="single" w:sz="2" w:space="0" w:color="C4AD9F" w:themeColor="text2" w:themeTint="66"/>
                        </w:tcBorders>
                      </w:tcPr>
                      <w:p w:rsidR="005531B1" w:rsidRDefault="005531B1">
                        <w:pPr>
                          <w:pStyle w:val="NoSpacing"/>
                        </w:pPr>
                      </w:p>
                    </w:tc>
                  </w:tr>
                  <w:tr w:rsidR="005531B1">
                    <w:tc>
                      <w:tcPr>
                        <w:tcW w:w="1368" w:type="dxa"/>
                      </w:tcPr>
                      <w:p w:rsidR="005531B1" w:rsidRDefault="00987480">
                        <w:pPr>
                          <w:pStyle w:val="Caption"/>
                        </w:pPr>
                        <w:sdt>
                          <w:sdtPr>
                            <w:id w:val="1140842419"/>
                            <w:placeholder>
                              <w:docPart w:val="88E8CC7A2F2C49BBBCC95BD47D3DD255"/>
                            </w:placeholder>
                            <w:showingPlcHdr/>
                            <w:date>
                              <w:dateFormat w:val="M/d/yy"/>
                              <w:lid w:val="en-US"/>
                              <w:storeMappedDataAs w:val="dateTime"/>
                              <w:calendar w:val="gregorian"/>
                            </w:date>
                          </w:sdtPr>
                          <w:sdtEndPr/>
                          <w:sdtContent>
                            <w:r w:rsidR="00B95D1A">
                              <w:t>[Date]</w:t>
                            </w:r>
                          </w:sdtContent>
                        </w:sdt>
                      </w:p>
                      <w:sdt>
                        <w:sdtPr>
                          <w:rPr>
                            <w:rStyle w:val="Emphasis"/>
                          </w:rPr>
                          <w:id w:val="-1293516638"/>
                          <w:placeholder>
                            <w:docPart w:val="850F628DAAF14649B9A5E9F31B0F5841"/>
                          </w:placeholder>
                          <w:temporary/>
                          <w:showingPlcHdr/>
                          <w:text/>
                        </w:sdtPr>
                        <w:sdtEndPr>
                          <w:rPr>
                            <w:rStyle w:val="Emphasis"/>
                          </w:rPr>
                        </w:sdtEndPr>
                        <w:sdtContent>
                          <w:p w:rsidR="005531B1" w:rsidRDefault="00B95D1A">
                            <w:pPr>
                              <w:pStyle w:val="Caption"/>
                              <w:rPr>
                                <w:rStyle w:val="Emphasis"/>
                              </w:rPr>
                            </w:pPr>
                            <w:r>
                              <w:rPr>
                                <w:rStyle w:val="Emphasis"/>
                              </w:rPr>
                              <w:t>(author)</w:t>
                            </w:r>
                          </w:p>
                        </w:sdtContent>
                      </w:sdt>
                    </w:tc>
                  </w:tr>
                </w:tbl>
                <w:p w:rsidR="005531B1" w:rsidRDefault="005531B1">
                  <w:pPr>
                    <w:jc w:val="center"/>
                  </w:pPr>
                </w:p>
              </w:tc>
            </w:tr>
          </w:tbl>
          <w:p w:rsidR="005531B1" w:rsidRDefault="00987480">
            <w:pPr>
              <w:pStyle w:val="Title"/>
            </w:pPr>
            <w:sdt>
              <w:sdtPr>
                <w:id w:val="734360754"/>
                <w:placeholder>
                  <w:docPart w:val="219F8835B6674CDCB4856A5F060A3F47"/>
                </w:placeholder>
                <w:temporary/>
                <w:showingPlcHdr/>
                <w:text/>
              </w:sdtPr>
              <w:sdtEndPr/>
              <w:sdtContent>
                <w:r w:rsidR="00B95D1A">
                  <w:t>[Recipe Name]</w:t>
                </w:r>
              </w:sdtContent>
            </w:sdt>
          </w:p>
        </w:tc>
        <w:tc>
          <w:tcPr>
            <w:tcW w:w="288" w:type="dxa"/>
          </w:tcPr>
          <w:p w:rsidR="005531B1" w:rsidRDefault="005531B1"/>
        </w:tc>
      </w:tr>
      <w:tr w:rsidR="005531B1">
        <w:trPr>
          <w:cantSplit/>
          <w:trHeight w:hRule="exact" w:val="4320"/>
        </w:trPr>
        <w:tc>
          <w:tcPr>
            <w:tcW w:w="287" w:type="dxa"/>
          </w:tcPr>
          <w:p w:rsidR="005531B1" w:rsidRDefault="005531B1"/>
        </w:tc>
        <w:tc>
          <w:tcPr>
            <w:tcW w:w="6625" w:type="dxa"/>
          </w:tcPr>
          <w:p w:rsidR="005531B1" w:rsidRDefault="00B95D1A">
            <w:pPr>
              <w:pStyle w:val="Art"/>
            </w:pPr>
            <w:r>
              <w:rPr>
                <w:noProof/>
                <w:lang w:eastAsia="en-US"/>
              </w:rPr>
              <mc:AlternateContent>
                <mc:Choice Requires="wpg">
                  <w:drawing>
                    <wp:inline distT="0" distB="0" distL="0" distR="0">
                      <wp:extent cx="4111626" cy="369888"/>
                      <wp:effectExtent l="0" t="0" r="3175" b="0"/>
                      <wp:docPr id="28" name="Group 43" descr="Filigree accent drawing with fork and knife in center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111626" cy="369888"/>
                                <a:chOff x="0" y="0"/>
                                <a:chExt cx="4111626" cy="369888"/>
                              </a:xfrm>
                            </wpg:grpSpPr>
                            <wps:wsp>
                              <wps:cNvPr id="29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963738" y="11112"/>
                                  <a:ext cx="358775" cy="338138"/>
                                </a:xfrm>
                                <a:custGeom>
                                  <a:avLst/>
                                  <a:gdLst>
                                    <a:gd name="T0" fmla="*/ 25 w 451"/>
                                    <a:gd name="T1" fmla="*/ 0 h 425"/>
                                    <a:gd name="T2" fmla="*/ 38 w 451"/>
                                    <a:gd name="T3" fmla="*/ 2 h 425"/>
                                    <a:gd name="T4" fmla="*/ 54 w 451"/>
                                    <a:gd name="T5" fmla="*/ 7 h 425"/>
                                    <a:gd name="T6" fmla="*/ 71 w 451"/>
                                    <a:gd name="T7" fmla="*/ 13 h 425"/>
                                    <a:gd name="T8" fmla="*/ 93 w 451"/>
                                    <a:gd name="T9" fmla="*/ 24 h 425"/>
                                    <a:gd name="T10" fmla="*/ 116 w 451"/>
                                    <a:gd name="T11" fmla="*/ 40 h 425"/>
                                    <a:gd name="T12" fmla="*/ 145 w 451"/>
                                    <a:gd name="T13" fmla="*/ 62 h 425"/>
                                    <a:gd name="T14" fmla="*/ 176 w 451"/>
                                    <a:gd name="T15" fmla="*/ 88 h 425"/>
                                    <a:gd name="T16" fmla="*/ 212 w 451"/>
                                    <a:gd name="T17" fmla="*/ 123 h 425"/>
                                    <a:gd name="T18" fmla="*/ 231 w 451"/>
                                    <a:gd name="T19" fmla="*/ 144 h 425"/>
                                    <a:gd name="T20" fmla="*/ 245 w 451"/>
                                    <a:gd name="T21" fmla="*/ 166 h 425"/>
                                    <a:gd name="T22" fmla="*/ 255 w 451"/>
                                    <a:gd name="T23" fmla="*/ 186 h 425"/>
                                    <a:gd name="T24" fmla="*/ 259 w 451"/>
                                    <a:gd name="T25" fmla="*/ 203 h 425"/>
                                    <a:gd name="T26" fmla="*/ 263 w 451"/>
                                    <a:gd name="T27" fmla="*/ 214 h 425"/>
                                    <a:gd name="T28" fmla="*/ 264 w 451"/>
                                    <a:gd name="T29" fmla="*/ 219 h 425"/>
                                    <a:gd name="T30" fmla="*/ 449 w 451"/>
                                    <a:gd name="T31" fmla="*/ 392 h 425"/>
                                    <a:gd name="T32" fmla="*/ 449 w 451"/>
                                    <a:gd name="T33" fmla="*/ 394 h 425"/>
                                    <a:gd name="T34" fmla="*/ 449 w 451"/>
                                    <a:gd name="T35" fmla="*/ 394 h 425"/>
                                    <a:gd name="T36" fmla="*/ 451 w 451"/>
                                    <a:gd name="T37" fmla="*/ 395 h 425"/>
                                    <a:gd name="T38" fmla="*/ 451 w 451"/>
                                    <a:gd name="T39" fmla="*/ 398 h 425"/>
                                    <a:gd name="T40" fmla="*/ 449 w 451"/>
                                    <a:gd name="T41" fmla="*/ 402 h 425"/>
                                    <a:gd name="T42" fmla="*/ 448 w 451"/>
                                    <a:gd name="T43" fmla="*/ 405 h 425"/>
                                    <a:gd name="T44" fmla="*/ 445 w 451"/>
                                    <a:gd name="T45" fmla="*/ 410 h 425"/>
                                    <a:gd name="T46" fmla="*/ 440 w 451"/>
                                    <a:gd name="T47" fmla="*/ 414 h 425"/>
                                    <a:gd name="T48" fmla="*/ 434 w 451"/>
                                    <a:gd name="T49" fmla="*/ 419 h 425"/>
                                    <a:gd name="T50" fmla="*/ 429 w 451"/>
                                    <a:gd name="T51" fmla="*/ 422 h 425"/>
                                    <a:gd name="T52" fmla="*/ 426 w 451"/>
                                    <a:gd name="T53" fmla="*/ 425 h 425"/>
                                    <a:gd name="T54" fmla="*/ 423 w 451"/>
                                    <a:gd name="T55" fmla="*/ 425 h 425"/>
                                    <a:gd name="T56" fmla="*/ 420 w 451"/>
                                    <a:gd name="T57" fmla="*/ 425 h 425"/>
                                    <a:gd name="T58" fmla="*/ 418 w 451"/>
                                    <a:gd name="T59" fmla="*/ 425 h 425"/>
                                    <a:gd name="T60" fmla="*/ 418 w 451"/>
                                    <a:gd name="T61" fmla="*/ 425 h 425"/>
                                    <a:gd name="T62" fmla="*/ 418 w 451"/>
                                    <a:gd name="T63" fmla="*/ 425 h 425"/>
                                    <a:gd name="T64" fmla="*/ 0 w 451"/>
                                    <a:gd name="T65" fmla="*/ 7 h 425"/>
                                    <a:gd name="T66" fmla="*/ 0 w 451"/>
                                    <a:gd name="T67" fmla="*/ 7 h 425"/>
                                    <a:gd name="T68" fmla="*/ 3 w 451"/>
                                    <a:gd name="T69" fmla="*/ 5 h 425"/>
                                    <a:gd name="T70" fmla="*/ 8 w 451"/>
                                    <a:gd name="T71" fmla="*/ 3 h 425"/>
                                    <a:gd name="T72" fmla="*/ 16 w 451"/>
                                    <a:gd name="T73" fmla="*/ 2 h 425"/>
                                    <a:gd name="T74" fmla="*/ 25 w 451"/>
                                    <a:gd name="T75" fmla="*/ 0 h 4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</a:cxnLst>
                                  <a:rect l="0" t="0" r="r" b="b"/>
                                  <a:pathLst>
                                    <a:path w="451" h="425">
                                      <a:moveTo>
                                        <a:pt x="25" y="0"/>
                                      </a:moveTo>
                                      <a:lnTo>
                                        <a:pt x="38" y="2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93" y="24"/>
                                      </a:lnTo>
                                      <a:lnTo>
                                        <a:pt x="116" y="40"/>
                                      </a:lnTo>
                                      <a:lnTo>
                                        <a:pt x="145" y="62"/>
                                      </a:lnTo>
                                      <a:lnTo>
                                        <a:pt x="176" y="88"/>
                                      </a:lnTo>
                                      <a:lnTo>
                                        <a:pt x="212" y="123"/>
                                      </a:lnTo>
                                      <a:lnTo>
                                        <a:pt x="231" y="144"/>
                                      </a:lnTo>
                                      <a:lnTo>
                                        <a:pt x="245" y="166"/>
                                      </a:lnTo>
                                      <a:lnTo>
                                        <a:pt x="255" y="186"/>
                                      </a:lnTo>
                                      <a:lnTo>
                                        <a:pt x="259" y="203"/>
                                      </a:lnTo>
                                      <a:lnTo>
                                        <a:pt x="263" y="214"/>
                                      </a:lnTo>
                                      <a:lnTo>
                                        <a:pt x="264" y="219"/>
                                      </a:lnTo>
                                      <a:lnTo>
                                        <a:pt x="449" y="392"/>
                                      </a:lnTo>
                                      <a:lnTo>
                                        <a:pt x="449" y="394"/>
                                      </a:lnTo>
                                      <a:lnTo>
                                        <a:pt x="449" y="394"/>
                                      </a:lnTo>
                                      <a:lnTo>
                                        <a:pt x="451" y="395"/>
                                      </a:lnTo>
                                      <a:lnTo>
                                        <a:pt x="451" y="398"/>
                                      </a:lnTo>
                                      <a:lnTo>
                                        <a:pt x="449" y="402"/>
                                      </a:lnTo>
                                      <a:lnTo>
                                        <a:pt x="448" y="405"/>
                                      </a:lnTo>
                                      <a:lnTo>
                                        <a:pt x="445" y="410"/>
                                      </a:lnTo>
                                      <a:lnTo>
                                        <a:pt x="440" y="414"/>
                                      </a:lnTo>
                                      <a:lnTo>
                                        <a:pt x="434" y="419"/>
                                      </a:lnTo>
                                      <a:lnTo>
                                        <a:pt x="429" y="422"/>
                                      </a:lnTo>
                                      <a:lnTo>
                                        <a:pt x="426" y="425"/>
                                      </a:lnTo>
                                      <a:lnTo>
                                        <a:pt x="423" y="425"/>
                                      </a:lnTo>
                                      <a:lnTo>
                                        <a:pt x="420" y="425"/>
                                      </a:lnTo>
                                      <a:lnTo>
                                        <a:pt x="418" y="425"/>
                                      </a:lnTo>
                                      <a:lnTo>
                                        <a:pt x="418" y="425"/>
                                      </a:lnTo>
                                      <a:lnTo>
                                        <a:pt x="418" y="425"/>
                                      </a:lnTo>
                                      <a:lnTo>
                                        <a:pt x="0" y="7"/>
                                      </a:lnTo>
                                      <a:lnTo>
                                        <a:pt x="0" y="7"/>
                                      </a:lnTo>
                                      <a:lnTo>
                                        <a:pt x="3" y="5"/>
                                      </a:lnTo>
                                      <a:lnTo>
                                        <a:pt x="8" y="3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2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2">
                                    <a:lumMod val="20000"/>
                                    <a:lumOff val="80000"/>
                                  </a:schemeClr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0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28800" y="0"/>
                                  <a:ext cx="369888" cy="369888"/>
                                </a:xfrm>
                                <a:custGeom>
                                  <a:avLst/>
                                  <a:gdLst>
                                    <a:gd name="T0" fmla="*/ 64 w 465"/>
                                    <a:gd name="T1" fmla="*/ 3 h 466"/>
                                    <a:gd name="T2" fmla="*/ 86 w 465"/>
                                    <a:gd name="T3" fmla="*/ 21 h 466"/>
                                    <a:gd name="T4" fmla="*/ 122 w 465"/>
                                    <a:gd name="T5" fmla="*/ 51 h 466"/>
                                    <a:gd name="T6" fmla="*/ 161 w 465"/>
                                    <a:gd name="T7" fmla="*/ 85 h 466"/>
                                    <a:gd name="T8" fmla="*/ 196 w 465"/>
                                    <a:gd name="T9" fmla="*/ 117 h 466"/>
                                    <a:gd name="T10" fmla="*/ 221 w 465"/>
                                    <a:gd name="T11" fmla="*/ 158 h 466"/>
                                    <a:gd name="T12" fmla="*/ 223 w 465"/>
                                    <a:gd name="T13" fmla="*/ 187 h 466"/>
                                    <a:gd name="T14" fmla="*/ 219 w 465"/>
                                    <a:gd name="T15" fmla="*/ 200 h 466"/>
                                    <a:gd name="T16" fmla="*/ 463 w 465"/>
                                    <a:gd name="T17" fmla="*/ 433 h 466"/>
                                    <a:gd name="T18" fmla="*/ 465 w 465"/>
                                    <a:gd name="T19" fmla="*/ 436 h 466"/>
                                    <a:gd name="T20" fmla="*/ 463 w 465"/>
                                    <a:gd name="T21" fmla="*/ 441 h 466"/>
                                    <a:gd name="T22" fmla="*/ 458 w 465"/>
                                    <a:gd name="T23" fmla="*/ 450 h 466"/>
                                    <a:gd name="T24" fmla="*/ 447 w 465"/>
                                    <a:gd name="T25" fmla="*/ 460 h 466"/>
                                    <a:gd name="T26" fmla="*/ 439 w 465"/>
                                    <a:gd name="T27" fmla="*/ 464 h 466"/>
                                    <a:gd name="T28" fmla="*/ 435 w 465"/>
                                    <a:gd name="T29" fmla="*/ 466 h 466"/>
                                    <a:gd name="T30" fmla="*/ 432 w 465"/>
                                    <a:gd name="T31" fmla="*/ 464 h 466"/>
                                    <a:gd name="T32" fmla="*/ 199 w 465"/>
                                    <a:gd name="T33" fmla="*/ 220 h 466"/>
                                    <a:gd name="T34" fmla="*/ 186 w 465"/>
                                    <a:gd name="T35" fmla="*/ 224 h 466"/>
                                    <a:gd name="T36" fmla="*/ 157 w 465"/>
                                    <a:gd name="T37" fmla="*/ 222 h 466"/>
                                    <a:gd name="T38" fmla="*/ 116 w 465"/>
                                    <a:gd name="T39" fmla="*/ 197 h 466"/>
                                    <a:gd name="T40" fmla="*/ 84 w 465"/>
                                    <a:gd name="T41" fmla="*/ 162 h 466"/>
                                    <a:gd name="T42" fmla="*/ 50 w 465"/>
                                    <a:gd name="T43" fmla="*/ 123 h 466"/>
                                    <a:gd name="T44" fmla="*/ 20 w 465"/>
                                    <a:gd name="T45" fmla="*/ 87 h 466"/>
                                    <a:gd name="T46" fmla="*/ 3 w 465"/>
                                    <a:gd name="T47" fmla="*/ 65 h 466"/>
                                    <a:gd name="T48" fmla="*/ 9 w 465"/>
                                    <a:gd name="T49" fmla="*/ 52 h 466"/>
                                    <a:gd name="T50" fmla="*/ 124 w 465"/>
                                    <a:gd name="T51" fmla="*/ 167 h 466"/>
                                    <a:gd name="T52" fmla="*/ 131 w 465"/>
                                    <a:gd name="T53" fmla="*/ 169 h 466"/>
                                    <a:gd name="T54" fmla="*/ 138 w 465"/>
                                    <a:gd name="T55" fmla="*/ 165 h 466"/>
                                    <a:gd name="T56" fmla="*/ 139 w 465"/>
                                    <a:gd name="T57" fmla="*/ 158 h 466"/>
                                    <a:gd name="T58" fmla="*/ 135 w 465"/>
                                    <a:gd name="T59" fmla="*/ 148 h 466"/>
                                    <a:gd name="T60" fmla="*/ 117 w 465"/>
                                    <a:gd name="T61" fmla="*/ 131 h 466"/>
                                    <a:gd name="T62" fmla="*/ 89 w 465"/>
                                    <a:gd name="T63" fmla="*/ 102 h 466"/>
                                    <a:gd name="T64" fmla="*/ 59 w 465"/>
                                    <a:gd name="T65" fmla="*/ 71 h 466"/>
                                    <a:gd name="T66" fmla="*/ 36 w 465"/>
                                    <a:gd name="T67" fmla="*/ 44 h 466"/>
                                    <a:gd name="T68" fmla="*/ 26 w 465"/>
                                    <a:gd name="T69" fmla="*/ 35 h 466"/>
                                    <a:gd name="T70" fmla="*/ 34 w 465"/>
                                    <a:gd name="T71" fmla="*/ 27 h 466"/>
                                    <a:gd name="T72" fmla="*/ 45 w 465"/>
                                    <a:gd name="T73" fmla="*/ 36 h 466"/>
                                    <a:gd name="T74" fmla="*/ 70 w 465"/>
                                    <a:gd name="T75" fmla="*/ 60 h 466"/>
                                    <a:gd name="T76" fmla="*/ 102 w 465"/>
                                    <a:gd name="T77" fmla="*/ 90 h 466"/>
                                    <a:gd name="T78" fmla="*/ 130 w 465"/>
                                    <a:gd name="T79" fmla="*/ 118 h 466"/>
                                    <a:gd name="T80" fmla="*/ 147 w 465"/>
                                    <a:gd name="T81" fmla="*/ 136 h 466"/>
                                    <a:gd name="T82" fmla="*/ 157 w 465"/>
                                    <a:gd name="T83" fmla="*/ 140 h 466"/>
                                    <a:gd name="T84" fmla="*/ 164 w 465"/>
                                    <a:gd name="T85" fmla="*/ 139 h 466"/>
                                    <a:gd name="T86" fmla="*/ 168 w 465"/>
                                    <a:gd name="T87" fmla="*/ 132 h 466"/>
                                    <a:gd name="T88" fmla="*/ 166 w 465"/>
                                    <a:gd name="T89" fmla="*/ 124 h 466"/>
                                    <a:gd name="T90" fmla="*/ 51 w 465"/>
                                    <a:gd name="T91" fmla="*/ 10 h 46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465" h="466">
                                      <a:moveTo>
                                        <a:pt x="61" y="0"/>
                                      </a:moveTo>
                                      <a:lnTo>
                                        <a:pt x="64" y="3"/>
                                      </a:lnTo>
                                      <a:lnTo>
                                        <a:pt x="72" y="1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103" y="35"/>
                                      </a:lnTo>
                                      <a:lnTo>
                                        <a:pt x="122" y="51"/>
                                      </a:lnTo>
                                      <a:lnTo>
                                        <a:pt x="141" y="68"/>
                                      </a:lnTo>
                                      <a:lnTo>
                                        <a:pt x="161" y="85"/>
                                      </a:lnTo>
                                      <a:lnTo>
                                        <a:pt x="179" y="101"/>
                                      </a:lnTo>
                                      <a:lnTo>
                                        <a:pt x="196" y="117"/>
                                      </a:lnTo>
                                      <a:lnTo>
                                        <a:pt x="212" y="137"/>
                                      </a:lnTo>
                                      <a:lnTo>
                                        <a:pt x="221" y="158"/>
                                      </a:lnTo>
                                      <a:lnTo>
                                        <a:pt x="223" y="175"/>
                                      </a:lnTo>
                                      <a:lnTo>
                                        <a:pt x="223" y="187"/>
                                      </a:lnTo>
                                      <a:lnTo>
                                        <a:pt x="219" y="197"/>
                                      </a:lnTo>
                                      <a:lnTo>
                                        <a:pt x="219" y="200"/>
                                      </a:lnTo>
                                      <a:lnTo>
                                        <a:pt x="463" y="433"/>
                                      </a:lnTo>
                                      <a:lnTo>
                                        <a:pt x="463" y="433"/>
                                      </a:lnTo>
                                      <a:lnTo>
                                        <a:pt x="465" y="435"/>
                                      </a:lnTo>
                                      <a:lnTo>
                                        <a:pt x="465" y="436"/>
                                      </a:lnTo>
                                      <a:lnTo>
                                        <a:pt x="465" y="438"/>
                                      </a:lnTo>
                                      <a:lnTo>
                                        <a:pt x="463" y="441"/>
                                      </a:lnTo>
                                      <a:lnTo>
                                        <a:pt x="461" y="446"/>
                                      </a:lnTo>
                                      <a:lnTo>
                                        <a:pt x="458" y="450"/>
                                      </a:lnTo>
                                      <a:lnTo>
                                        <a:pt x="454" y="455"/>
                                      </a:lnTo>
                                      <a:lnTo>
                                        <a:pt x="447" y="460"/>
                                      </a:lnTo>
                                      <a:lnTo>
                                        <a:pt x="444" y="463"/>
                                      </a:lnTo>
                                      <a:lnTo>
                                        <a:pt x="439" y="464"/>
                                      </a:lnTo>
                                      <a:lnTo>
                                        <a:pt x="436" y="466"/>
                                      </a:lnTo>
                                      <a:lnTo>
                                        <a:pt x="435" y="466"/>
                                      </a:lnTo>
                                      <a:lnTo>
                                        <a:pt x="433" y="466"/>
                                      </a:lnTo>
                                      <a:lnTo>
                                        <a:pt x="432" y="464"/>
                                      </a:lnTo>
                                      <a:lnTo>
                                        <a:pt x="432" y="464"/>
                                      </a:lnTo>
                                      <a:lnTo>
                                        <a:pt x="199" y="220"/>
                                      </a:lnTo>
                                      <a:lnTo>
                                        <a:pt x="196" y="220"/>
                                      </a:lnTo>
                                      <a:lnTo>
                                        <a:pt x="186" y="224"/>
                                      </a:lnTo>
                                      <a:lnTo>
                                        <a:pt x="174" y="224"/>
                                      </a:lnTo>
                                      <a:lnTo>
                                        <a:pt x="157" y="222"/>
                                      </a:lnTo>
                                      <a:lnTo>
                                        <a:pt x="136" y="213"/>
                                      </a:lnTo>
                                      <a:lnTo>
                                        <a:pt x="116" y="197"/>
                                      </a:lnTo>
                                      <a:lnTo>
                                        <a:pt x="100" y="180"/>
                                      </a:lnTo>
                                      <a:lnTo>
                                        <a:pt x="84" y="162"/>
                                      </a:lnTo>
                                      <a:lnTo>
                                        <a:pt x="67" y="142"/>
                                      </a:lnTo>
                                      <a:lnTo>
                                        <a:pt x="50" y="123"/>
                                      </a:lnTo>
                                      <a:lnTo>
                                        <a:pt x="34" y="104"/>
                                      </a:lnTo>
                                      <a:lnTo>
                                        <a:pt x="20" y="87"/>
                                      </a:lnTo>
                                      <a:lnTo>
                                        <a:pt x="11" y="73"/>
                                      </a:lnTo>
                                      <a:lnTo>
                                        <a:pt x="3" y="65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9" y="52"/>
                                      </a:lnTo>
                                      <a:lnTo>
                                        <a:pt x="119" y="164"/>
                                      </a:lnTo>
                                      <a:lnTo>
                                        <a:pt x="124" y="167"/>
                                      </a:lnTo>
                                      <a:lnTo>
                                        <a:pt x="127" y="167"/>
                                      </a:lnTo>
                                      <a:lnTo>
                                        <a:pt x="131" y="169"/>
                                      </a:lnTo>
                                      <a:lnTo>
                                        <a:pt x="135" y="167"/>
                                      </a:lnTo>
                                      <a:lnTo>
                                        <a:pt x="138" y="165"/>
                                      </a:lnTo>
                                      <a:lnTo>
                                        <a:pt x="139" y="162"/>
                                      </a:lnTo>
                                      <a:lnTo>
                                        <a:pt x="139" y="158"/>
                                      </a:lnTo>
                                      <a:lnTo>
                                        <a:pt x="138" y="153"/>
                                      </a:lnTo>
                                      <a:lnTo>
                                        <a:pt x="135" y="148"/>
                                      </a:lnTo>
                                      <a:lnTo>
                                        <a:pt x="127" y="142"/>
                                      </a:lnTo>
                                      <a:lnTo>
                                        <a:pt x="117" y="131"/>
                                      </a:lnTo>
                                      <a:lnTo>
                                        <a:pt x="105" y="117"/>
                                      </a:lnTo>
                                      <a:lnTo>
                                        <a:pt x="89" y="102"/>
                                      </a:lnTo>
                                      <a:lnTo>
                                        <a:pt x="75" y="85"/>
                                      </a:lnTo>
                                      <a:lnTo>
                                        <a:pt x="59" y="71"/>
                                      </a:lnTo>
                                      <a:lnTo>
                                        <a:pt x="47" y="57"/>
                                      </a:lnTo>
                                      <a:lnTo>
                                        <a:pt x="36" y="44"/>
                                      </a:lnTo>
                                      <a:lnTo>
                                        <a:pt x="29" y="38"/>
                                      </a:lnTo>
                                      <a:lnTo>
                                        <a:pt x="26" y="35"/>
                                      </a:lnTo>
                                      <a:lnTo>
                                        <a:pt x="29" y="30"/>
                                      </a:lnTo>
                                      <a:lnTo>
                                        <a:pt x="34" y="27"/>
                                      </a:lnTo>
                                      <a:lnTo>
                                        <a:pt x="37" y="30"/>
                                      </a:lnTo>
                                      <a:lnTo>
                                        <a:pt x="45" y="36"/>
                                      </a:lnTo>
                                      <a:lnTo>
                                        <a:pt x="56" y="47"/>
                                      </a:lnTo>
                                      <a:lnTo>
                                        <a:pt x="70" y="60"/>
                                      </a:lnTo>
                                      <a:lnTo>
                                        <a:pt x="86" y="76"/>
                                      </a:lnTo>
                                      <a:lnTo>
                                        <a:pt x="102" y="90"/>
                                      </a:lnTo>
                                      <a:lnTo>
                                        <a:pt x="116" y="106"/>
                                      </a:lnTo>
                                      <a:lnTo>
                                        <a:pt x="130" y="118"/>
                                      </a:lnTo>
                                      <a:lnTo>
                                        <a:pt x="141" y="128"/>
                                      </a:lnTo>
                                      <a:lnTo>
                                        <a:pt x="147" y="136"/>
                                      </a:lnTo>
                                      <a:lnTo>
                                        <a:pt x="152" y="139"/>
                                      </a:lnTo>
                                      <a:lnTo>
                                        <a:pt x="157" y="140"/>
                                      </a:lnTo>
                                      <a:lnTo>
                                        <a:pt x="161" y="140"/>
                                      </a:lnTo>
                                      <a:lnTo>
                                        <a:pt x="164" y="139"/>
                                      </a:lnTo>
                                      <a:lnTo>
                                        <a:pt x="166" y="136"/>
                                      </a:lnTo>
                                      <a:lnTo>
                                        <a:pt x="168" y="132"/>
                                      </a:lnTo>
                                      <a:lnTo>
                                        <a:pt x="166" y="128"/>
                                      </a:lnTo>
                                      <a:lnTo>
                                        <a:pt x="166" y="124"/>
                                      </a:lnTo>
                                      <a:lnTo>
                                        <a:pt x="163" y="120"/>
                                      </a:lnTo>
                                      <a:lnTo>
                                        <a:pt x="51" y="10"/>
                                      </a:lnTo>
                                      <a:lnTo>
                                        <a:pt x="6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2">
                                    <a:lumMod val="20000"/>
                                    <a:lumOff val="80000"/>
                                  </a:schemeClr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1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825500" y="20637"/>
                                  <a:ext cx="1071563" cy="314325"/>
                                </a:xfrm>
                                <a:custGeom>
                                  <a:avLst/>
                                  <a:gdLst>
                                    <a:gd name="T0" fmla="*/ 734 w 1349"/>
                                    <a:gd name="T1" fmla="*/ 0 h 395"/>
                                    <a:gd name="T2" fmla="*/ 906 w 1349"/>
                                    <a:gd name="T3" fmla="*/ 16 h 395"/>
                                    <a:gd name="T4" fmla="*/ 1048 w 1349"/>
                                    <a:gd name="T5" fmla="*/ 44 h 395"/>
                                    <a:gd name="T6" fmla="*/ 1159 w 1349"/>
                                    <a:gd name="T7" fmla="*/ 83 h 395"/>
                                    <a:gd name="T8" fmla="*/ 1244 w 1349"/>
                                    <a:gd name="T9" fmla="*/ 131 h 395"/>
                                    <a:gd name="T10" fmla="*/ 1302 w 1349"/>
                                    <a:gd name="T11" fmla="*/ 179 h 395"/>
                                    <a:gd name="T12" fmla="*/ 1337 w 1349"/>
                                    <a:gd name="T13" fmla="*/ 230 h 395"/>
                                    <a:gd name="T14" fmla="*/ 1349 w 1349"/>
                                    <a:gd name="T15" fmla="*/ 277 h 395"/>
                                    <a:gd name="T16" fmla="*/ 1340 w 1349"/>
                                    <a:gd name="T17" fmla="*/ 327 h 395"/>
                                    <a:gd name="T18" fmla="*/ 1307 w 1349"/>
                                    <a:gd name="T19" fmla="*/ 367 h 395"/>
                                    <a:gd name="T20" fmla="*/ 1261 w 1349"/>
                                    <a:gd name="T21" fmla="*/ 389 h 395"/>
                                    <a:gd name="T22" fmla="*/ 1211 w 1349"/>
                                    <a:gd name="T23" fmla="*/ 395 h 395"/>
                                    <a:gd name="T24" fmla="*/ 1162 w 1349"/>
                                    <a:gd name="T25" fmla="*/ 390 h 395"/>
                                    <a:gd name="T26" fmla="*/ 1205 w 1349"/>
                                    <a:gd name="T27" fmla="*/ 389 h 395"/>
                                    <a:gd name="T28" fmla="*/ 1249 w 1349"/>
                                    <a:gd name="T29" fmla="*/ 379 h 395"/>
                                    <a:gd name="T30" fmla="*/ 1287 w 1349"/>
                                    <a:gd name="T31" fmla="*/ 359 h 395"/>
                                    <a:gd name="T32" fmla="*/ 1312 w 1349"/>
                                    <a:gd name="T33" fmla="*/ 326 h 395"/>
                                    <a:gd name="T34" fmla="*/ 1312 w 1349"/>
                                    <a:gd name="T35" fmla="*/ 280 h 395"/>
                                    <a:gd name="T36" fmla="*/ 1285 w 1349"/>
                                    <a:gd name="T37" fmla="*/ 225 h 395"/>
                                    <a:gd name="T38" fmla="*/ 1232 w 1349"/>
                                    <a:gd name="T39" fmla="*/ 168 h 395"/>
                                    <a:gd name="T40" fmla="*/ 1150 w 1349"/>
                                    <a:gd name="T41" fmla="*/ 115 h 395"/>
                                    <a:gd name="T42" fmla="*/ 1040 w 1349"/>
                                    <a:gd name="T43" fmla="*/ 69 h 395"/>
                                    <a:gd name="T44" fmla="*/ 902 w 1349"/>
                                    <a:gd name="T45" fmla="*/ 35 h 395"/>
                                    <a:gd name="T46" fmla="*/ 732 w 1349"/>
                                    <a:gd name="T47" fmla="*/ 16 h 395"/>
                                    <a:gd name="T48" fmla="*/ 581 w 1349"/>
                                    <a:gd name="T49" fmla="*/ 17 h 395"/>
                                    <a:gd name="T50" fmla="*/ 446 w 1349"/>
                                    <a:gd name="T51" fmla="*/ 35 h 395"/>
                                    <a:gd name="T52" fmla="*/ 324 w 1349"/>
                                    <a:gd name="T53" fmla="*/ 60 h 395"/>
                                    <a:gd name="T54" fmla="*/ 210 w 1349"/>
                                    <a:gd name="T55" fmla="*/ 91 h 395"/>
                                    <a:gd name="T56" fmla="*/ 104 w 1349"/>
                                    <a:gd name="T57" fmla="*/ 124 h 395"/>
                                    <a:gd name="T58" fmla="*/ 0 w 1349"/>
                                    <a:gd name="T59" fmla="*/ 151 h 395"/>
                                    <a:gd name="T60" fmla="*/ 100 w 1349"/>
                                    <a:gd name="T61" fmla="*/ 120 h 395"/>
                                    <a:gd name="T62" fmla="*/ 206 w 1349"/>
                                    <a:gd name="T63" fmla="*/ 85 h 395"/>
                                    <a:gd name="T64" fmla="*/ 319 w 1349"/>
                                    <a:gd name="T65" fmla="*/ 52 h 395"/>
                                    <a:gd name="T66" fmla="*/ 443 w 1349"/>
                                    <a:gd name="T67" fmla="*/ 22 h 395"/>
                                    <a:gd name="T68" fmla="*/ 580 w 1349"/>
                                    <a:gd name="T69" fmla="*/ 3 h 3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</a:cxnLst>
                                  <a:rect l="0" t="0" r="r" b="b"/>
                                  <a:pathLst>
                                    <a:path w="1349" h="395">
                                      <a:moveTo>
                                        <a:pt x="655" y="0"/>
                                      </a:moveTo>
                                      <a:lnTo>
                                        <a:pt x="734" y="0"/>
                                      </a:lnTo>
                                      <a:lnTo>
                                        <a:pt x="817" y="5"/>
                                      </a:lnTo>
                                      <a:lnTo>
                                        <a:pt x="906" y="16"/>
                                      </a:lnTo>
                                      <a:lnTo>
                                        <a:pt x="980" y="28"/>
                                      </a:lnTo>
                                      <a:lnTo>
                                        <a:pt x="1048" y="44"/>
                                      </a:lnTo>
                                      <a:lnTo>
                                        <a:pt x="1106" y="63"/>
                                      </a:lnTo>
                                      <a:lnTo>
                                        <a:pt x="1159" y="83"/>
                                      </a:lnTo>
                                      <a:lnTo>
                                        <a:pt x="1205" y="107"/>
                                      </a:lnTo>
                                      <a:lnTo>
                                        <a:pt x="1244" y="131"/>
                                      </a:lnTo>
                                      <a:lnTo>
                                        <a:pt x="1276" y="154"/>
                                      </a:lnTo>
                                      <a:lnTo>
                                        <a:pt x="1302" y="179"/>
                                      </a:lnTo>
                                      <a:lnTo>
                                        <a:pt x="1323" y="206"/>
                                      </a:lnTo>
                                      <a:lnTo>
                                        <a:pt x="1337" y="230"/>
                                      </a:lnTo>
                                      <a:lnTo>
                                        <a:pt x="1346" y="255"/>
                                      </a:lnTo>
                                      <a:lnTo>
                                        <a:pt x="1349" y="277"/>
                                      </a:lnTo>
                                      <a:lnTo>
                                        <a:pt x="1348" y="299"/>
                                      </a:lnTo>
                                      <a:lnTo>
                                        <a:pt x="1340" y="327"/>
                                      </a:lnTo>
                                      <a:lnTo>
                                        <a:pt x="1326" y="349"/>
                                      </a:lnTo>
                                      <a:lnTo>
                                        <a:pt x="1307" y="367"/>
                                      </a:lnTo>
                                      <a:lnTo>
                                        <a:pt x="1285" y="379"/>
                                      </a:lnTo>
                                      <a:lnTo>
                                        <a:pt x="1261" y="389"/>
                                      </a:lnTo>
                                      <a:lnTo>
                                        <a:pt x="1236" y="393"/>
                                      </a:lnTo>
                                      <a:lnTo>
                                        <a:pt x="1211" y="395"/>
                                      </a:lnTo>
                                      <a:lnTo>
                                        <a:pt x="1186" y="393"/>
                                      </a:lnTo>
                                      <a:lnTo>
                                        <a:pt x="1162" y="390"/>
                                      </a:lnTo>
                                      <a:lnTo>
                                        <a:pt x="1183" y="392"/>
                                      </a:lnTo>
                                      <a:lnTo>
                                        <a:pt x="1205" y="389"/>
                                      </a:lnTo>
                                      <a:lnTo>
                                        <a:pt x="1227" y="385"/>
                                      </a:lnTo>
                                      <a:lnTo>
                                        <a:pt x="1249" y="379"/>
                                      </a:lnTo>
                                      <a:lnTo>
                                        <a:pt x="1269" y="370"/>
                                      </a:lnTo>
                                      <a:lnTo>
                                        <a:pt x="1287" y="359"/>
                                      </a:lnTo>
                                      <a:lnTo>
                                        <a:pt x="1301" y="345"/>
                                      </a:lnTo>
                                      <a:lnTo>
                                        <a:pt x="1312" y="326"/>
                                      </a:lnTo>
                                      <a:lnTo>
                                        <a:pt x="1315" y="305"/>
                                      </a:lnTo>
                                      <a:lnTo>
                                        <a:pt x="1312" y="280"/>
                                      </a:lnTo>
                                      <a:lnTo>
                                        <a:pt x="1302" y="253"/>
                                      </a:lnTo>
                                      <a:lnTo>
                                        <a:pt x="1285" y="225"/>
                                      </a:lnTo>
                                      <a:lnTo>
                                        <a:pt x="1261" y="197"/>
                                      </a:lnTo>
                                      <a:lnTo>
                                        <a:pt x="1232" y="168"/>
                                      </a:lnTo>
                                      <a:lnTo>
                                        <a:pt x="1194" y="142"/>
                                      </a:lnTo>
                                      <a:lnTo>
                                        <a:pt x="1150" y="115"/>
                                      </a:lnTo>
                                      <a:lnTo>
                                        <a:pt x="1098" y="91"/>
                                      </a:lnTo>
                                      <a:lnTo>
                                        <a:pt x="1040" y="69"/>
                                      </a:lnTo>
                                      <a:lnTo>
                                        <a:pt x="974" y="50"/>
                                      </a:lnTo>
                                      <a:lnTo>
                                        <a:pt x="902" y="35"/>
                                      </a:lnTo>
                                      <a:lnTo>
                                        <a:pt x="815" y="24"/>
                                      </a:lnTo>
                                      <a:lnTo>
                                        <a:pt x="732" y="16"/>
                                      </a:lnTo>
                                      <a:lnTo>
                                        <a:pt x="655" y="14"/>
                                      </a:lnTo>
                                      <a:lnTo>
                                        <a:pt x="581" y="17"/>
                                      </a:lnTo>
                                      <a:lnTo>
                                        <a:pt x="512" y="24"/>
                                      </a:lnTo>
                                      <a:lnTo>
                                        <a:pt x="446" y="35"/>
                                      </a:lnTo>
                                      <a:lnTo>
                                        <a:pt x="383" y="46"/>
                                      </a:lnTo>
                                      <a:lnTo>
                                        <a:pt x="324" y="60"/>
                                      </a:lnTo>
                                      <a:lnTo>
                                        <a:pt x="265" y="75"/>
                                      </a:lnTo>
                                      <a:lnTo>
                                        <a:pt x="210" y="91"/>
                                      </a:lnTo>
                                      <a:lnTo>
                                        <a:pt x="155" y="109"/>
                                      </a:lnTo>
                                      <a:lnTo>
                                        <a:pt x="104" y="124"/>
                                      </a:lnTo>
                                      <a:lnTo>
                                        <a:pt x="52" y="138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50" y="135"/>
                                      </a:lnTo>
                                      <a:lnTo>
                                        <a:pt x="100" y="120"/>
                                      </a:lnTo>
                                      <a:lnTo>
                                        <a:pt x="152" y="102"/>
                                      </a:lnTo>
                                      <a:lnTo>
                                        <a:pt x="206" y="85"/>
                                      </a:lnTo>
                                      <a:lnTo>
                                        <a:pt x="261" y="68"/>
                                      </a:lnTo>
                                      <a:lnTo>
                                        <a:pt x="319" y="52"/>
                                      </a:lnTo>
                                      <a:lnTo>
                                        <a:pt x="379" y="36"/>
                                      </a:lnTo>
                                      <a:lnTo>
                                        <a:pt x="443" y="22"/>
                                      </a:lnTo>
                                      <a:lnTo>
                                        <a:pt x="509" y="11"/>
                                      </a:lnTo>
                                      <a:lnTo>
                                        <a:pt x="580" y="3"/>
                                      </a:lnTo>
                                      <a:lnTo>
                                        <a:pt x="65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2">
                                    <a:lumMod val="20000"/>
                                    <a:lumOff val="80000"/>
                                  </a:schemeClr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2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22413" y="61912"/>
                                  <a:ext cx="325438" cy="263525"/>
                                </a:xfrm>
                                <a:custGeom>
                                  <a:avLst/>
                                  <a:gdLst>
                                    <a:gd name="T0" fmla="*/ 0 w 410"/>
                                    <a:gd name="T1" fmla="*/ 0 h 334"/>
                                    <a:gd name="T2" fmla="*/ 39 w 410"/>
                                    <a:gd name="T3" fmla="*/ 8 h 334"/>
                                    <a:gd name="T4" fmla="*/ 82 w 410"/>
                                    <a:gd name="T5" fmla="*/ 19 h 334"/>
                                    <a:gd name="T6" fmla="*/ 127 w 410"/>
                                    <a:gd name="T7" fmla="*/ 33 h 334"/>
                                    <a:gd name="T8" fmla="*/ 173 w 410"/>
                                    <a:gd name="T9" fmla="*/ 49 h 334"/>
                                    <a:gd name="T10" fmla="*/ 220 w 410"/>
                                    <a:gd name="T11" fmla="*/ 70 h 334"/>
                                    <a:gd name="T12" fmla="*/ 264 w 410"/>
                                    <a:gd name="T13" fmla="*/ 90 h 334"/>
                                    <a:gd name="T14" fmla="*/ 306 w 410"/>
                                    <a:gd name="T15" fmla="*/ 115 h 334"/>
                                    <a:gd name="T16" fmla="*/ 343 w 410"/>
                                    <a:gd name="T17" fmla="*/ 142 h 334"/>
                                    <a:gd name="T18" fmla="*/ 372 w 410"/>
                                    <a:gd name="T19" fmla="*/ 172 h 334"/>
                                    <a:gd name="T20" fmla="*/ 393 w 410"/>
                                    <a:gd name="T21" fmla="*/ 199 h 334"/>
                                    <a:gd name="T22" fmla="*/ 405 w 410"/>
                                    <a:gd name="T23" fmla="*/ 224 h 334"/>
                                    <a:gd name="T24" fmla="*/ 410 w 410"/>
                                    <a:gd name="T25" fmla="*/ 246 h 334"/>
                                    <a:gd name="T26" fmla="*/ 409 w 410"/>
                                    <a:gd name="T27" fmla="*/ 266 h 334"/>
                                    <a:gd name="T28" fmla="*/ 401 w 410"/>
                                    <a:gd name="T29" fmla="*/ 285 h 334"/>
                                    <a:gd name="T30" fmla="*/ 390 w 410"/>
                                    <a:gd name="T31" fmla="*/ 299 h 334"/>
                                    <a:gd name="T32" fmla="*/ 372 w 410"/>
                                    <a:gd name="T33" fmla="*/ 312 h 334"/>
                                    <a:gd name="T34" fmla="*/ 354 w 410"/>
                                    <a:gd name="T35" fmla="*/ 323 h 334"/>
                                    <a:gd name="T36" fmla="*/ 332 w 410"/>
                                    <a:gd name="T37" fmla="*/ 329 h 334"/>
                                    <a:gd name="T38" fmla="*/ 306 w 410"/>
                                    <a:gd name="T39" fmla="*/ 334 h 334"/>
                                    <a:gd name="T40" fmla="*/ 330 w 410"/>
                                    <a:gd name="T41" fmla="*/ 329 h 334"/>
                                    <a:gd name="T42" fmla="*/ 350 w 410"/>
                                    <a:gd name="T43" fmla="*/ 321 h 334"/>
                                    <a:gd name="T44" fmla="*/ 368 w 410"/>
                                    <a:gd name="T45" fmla="*/ 312 h 334"/>
                                    <a:gd name="T46" fmla="*/ 380 w 410"/>
                                    <a:gd name="T47" fmla="*/ 299 h 334"/>
                                    <a:gd name="T48" fmla="*/ 388 w 410"/>
                                    <a:gd name="T49" fmla="*/ 284 h 334"/>
                                    <a:gd name="T50" fmla="*/ 391 w 410"/>
                                    <a:gd name="T51" fmla="*/ 265 h 334"/>
                                    <a:gd name="T52" fmla="*/ 387 w 410"/>
                                    <a:gd name="T53" fmla="*/ 244 h 334"/>
                                    <a:gd name="T54" fmla="*/ 374 w 410"/>
                                    <a:gd name="T55" fmla="*/ 221 h 334"/>
                                    <a:gd name="T56" fmla="*/ 355 w 410"/>
                                    <a:gd name="T57" fmla="*/ 194 h 334"/>
                                    <a:gd name="T58" fmla="*/ 319 w 410"/>
                                    <a:gd name="T59" fmla="*/ 159 h 334"/>
                                    <a:gd name="T60" fmla="*/ 277 w 410"/>
                                    <a:gd name="T61" fmla="*/ 126 h 334"/>
                                    <a:gd name="T62" fmla="*/ 231 w 410"/>
                                    <a:gd name="T63" fmla="*/ 96 h 334"/>
                                    <a:gd name="T64" fmla="*/ 182 w 410"/>
                                    <a:gd name="T65" fmla="*/ 70 h 334"/>
                                    <a:gd name="T66" fmla="*/ 134 w 410"/>
                                    <a:gd name="T67" fmla="*/ 47 h 334"/>
                                    <a:gd name="T68" fmla="*/ 86 w 410"/>
                                    <a:gd name="T69" fmla="*/ 27 h 334"/>
                                    <a:gd name="T70" fmla="*/ 41 w 410"/>
                                    <a:gd name="T71" fmla="*/ 11 h 334"/>
                                    <a:gd name="T72" fmla="*/ 0 w 410"/>
                                    <a:gd name="T73" fmla="*/ 0 h 3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</a:cxnLst>
                                  <a:rect l="0" t="0" r="r" b="b"/>
                                  <a:pathLst>
                                    <a:path w="410" h="334">
                                      <a:moveTo>
                                        <a:pt x="0" y="0"/>
                                      </a:moveTo>
                                      <a:lnTo>
                                        <a:pt x="39" y="8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127" y="33"/>
                                      </a:lnTo>
                                      <a:lnTo>
                                        <a:pt x="173" y="49"/>
                                      </a:lnTo>
                                      <a:lnTo>
                                        <a:pt x="220" y="70"/>
                                      </a:lnTo>
                                      <a:lnTo>
                                        <a:pt x="264" y="90"/>
                                      </a:lnTo>
                                      <a:lnTo>
                                        <a:pt x="306" y="115"/>
                                      </a:lnTo>
                                      <a:lnTo>
                                        <a:pt x="343" y="142"/>
                                      </a:lnTo>
                                      <a:lnTo>
                                        <a:pt x="372" y="172"/>
                                      </a:lnTo>
                                      <a:lnTo>
                                        <a:pt x="393" y="199"/>
                                      </a:lnTo>
                                      <a:lnTo>
                                        <a:pt x="405" y="224"/>
                                      </a:lnTo>
                                      <a:lnTo>
                                        <a:pt x="410" y="24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1" y="285"/>
                                      </a:lnTo>
                                      <a:lnTo>
                                        <a:pt x="390" y="299"/>
                                      </a:lnTo>
                                      <a:lnTo>
                                        <a:pt x="372" y="312"/>
                                      </a:lnTo>
                                      <a:lnTo>
                                        <a:pt x="354" y="323"/>
                                      </a:lnTo>
                                      <a:lnTo>
                                        <a:pt x="332" y="329"/>
                                      </a:lnTo>
                                      <a:lnTo>
                                        <a:pt x="306" y="334"/>
                                      </a:lnTo>
                                      <a:lnTo>
                                        <a:pt x="330" y="329"/>
                                      </a:lnTo>
                                      <a:lnTo>
                                        <a:pt x="350" y="321"/>
                                      </a:lnTo>
                                      <a:lnTo>
                                        <a:pt x="368" y="312"/>
                                      </a:lnTo>
                                      <a:lnTo>
                                        <a:pt x="380" y="299"/>
                                      </a:lnTo>
                                      <a:lnTo>
                                        <a:pt x="388" y="284"/>
                                      </a:lnTo>
                                      <a:lnTo>
                                        <a:pt x="391" y="265"/>
                                      </a:lnTo>
                                      <a:lnTo>
                                        <a:pt x="387" y="244"/>
                                      </a:lnTo>
                                      <a:lnTo>
                                        <a:pt x="374" y="221"/>
                                      </a:lnTo>
                                      <a:lnTo>
                                        <a:pt x="355" y="194"/>
                                      </a:lnTo>
                                      <a:lnTo>
                                        <a:pt x="319" y="159"/>
                                      </a:lnTo>
                                      <a:lnTo>
                                        <a:pt x="277" y="126"/>
                                      </a:lnTo>
                                      <a:lnTo>
                                        <a:pt x="231" y="96"/>
                                      </a:lnTo>
                                      <a:lnTo>
                                        <a:pt x="182" y="70"/>
                                      </a:lnTo>
                                      <a:lnTo>
                                        <a:pt x="134" y="47"/>
                                      </a:lnTo>
                                      <a:lnTo>
                                        <a:pt x="86" y="27"/>
                                      </a:lnTo>
                                      <a:lnTo>
                                        <a:pt x="41" y="11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2">
                                    <a:lumMod val="20000"/>
                                    <a:lumOff val="80000"/>
                                  </a:schemeClr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3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0963" y="106362"/>
                                  <a:ext cx="361950" cy="157163"/>
                                </a:xfrm>
                                <a:custGeom>
                                  <a:avLst/>
                                  <a:gdLst>
                                    <a:gd name="T0" fmla="*/ 314 w 457"/>
                                    <a:gd name="T1" fmla="*/ 5 h 198"/>
                                    <a:gd name="T2" fmla="*/ 384 w 457"/>
                                    <a:gd name="T3" fmla="*/ 28 h 198"/>
                                    <a:gd name="T4" fmla="*/ 431 w 457"/>
                                    <a:gd name="T5" fmla="*/ 68 h 198"/>
                                    <a:gd name="T6" fmla="*/ 454 w 457"/>
                                    <a:gd name="T7" fmla="*/ 113 h 198"/>
                                    <a:gd name="T8" fmla="*/ 453 w 457"/>
                                    <a:gd name="T9" fmla="*/ 157 h 198"/>
                                    <a:gd name="T10" fmla="*/ 423 w 457"/>
                                    <a:gd name="T11" fmla="*/ 189 h 198"/>
                                    <a:gd name="T12" fmla="*/ 379 w 457"/>
                                    <a:gd name="T13" fmla="*/ 198 h 198"/>
                                    <a:gd name="T14" fmla="*/ 327 w 457"/>
                                    <a:gd name="T15" fmla="*/ 189 h 198"/>
                                    <a:gd name="T16" fmla="*/ 280 w 457"/>
                                    <a:gd name="T17" fmla="*/ 164 h 198"/>
                                    <a:gd name="T18" fmla="*/ 247 w 457"/>
                                    <a:gd name="T19" fmla="*/ 126 h 198"/>
                                    <a:gd name="T20" fmla="*/ 239 w 457"/>
                                    <a:gd name="T21" fmla="*/ 80 h 198"/>
                                    <a:gd name="T22" fmla="*/ 253 w 457"/>
                                    <a:gd name="T23" fmla="*/ 55 h 198"/>
                                    <a:gd name="T24" fmla="*/ 277 w 457"/>
                                    <a:gd name="T25" fmla="*/ 47 h 198"/>
                                    <a:gd name="T26" fmla="*/ 302 w 457"/>
                                    <a:gd name="T27" fmla="*/ 53 h 198"/>
                                    <a:gd name="T28" fmla="*/ 319 w 457"/>
                                    <a:gd name="T29" fmla="*/ 69 h 198"/>
                                    <a:gd name="T30" fmla="*/ 318 w 457"/>
                                    <a:gd name="T31" fmla="*/ 69 h 198"/>
                                    <a:gd name="T32" fmla="*/ 297 w 457"/>
                                    <a:gd name="T33" fmla="*/ 57 h 198"/>
                                    <a:gd name="T34" fmla="*/ 275 w 457"/>
                                    <a:gd name="T35" fmla="*/ 63 h 198"/>
                                    <a:gd name="T36" fmla="*/ 259 w 457"/>
                                    <a:gd name="T37" fmla="*/ 88 h 198"/>
                                    <a:gd name="T38" fmla="*/ 267 w 457"/>
                                    <a:gd name="T39" fmla="*/ 135 h 198"/>
                                    <a:gd name="T40" fmla="*/ 297 w 457"/>
                                    <a:gd name="T41" fmla="*/ 168 h 198"/>
                                    <a:gd name="T42" fmla="*/ 340 w 457"/>
                                    <a:gd name="T43" fmla="*/ 187 h 198"/>
                                    <a:gd name="T44" fmla="*/ 382 w 457"/>
                                    <a:gd name="T45" fmla="*/ 187 h 198"/>
                                    <a:gd name="T46" fmla="*/ 415 w 457"/>
                                    <a:gd name="T47" fmla="*/ 164 h 198"/>
                                    <a:gd name="T48" fmla="*/ 426 w 457"/>
                                    <a:gd name="T49" fmla="*/ 121 h 198"/>
                                    <a:gd name="T50" fmla="*/ 406 w 457"/>
                                    <a:gd name="T51" fmla="*/ 75 h 198"/>
                                    <a:gd name="T52" fmla="*/ 363 w 457"/>
                                    <a:gd name="T53" fmla="*/ 36 h 198"/>
                                    <a:gd name="T54" fmla="*/ 299 w 457"/>
                                    <a:gd name="T55" fmla="*/ 11 h 198"/>
                                    <a:gd name="T56" fmla="*/ 219 w 457"/>
                                    <a:gd name="T57" fmla="*/ 9 h 198"/>
                                    <a:gd name="T58" fmla="*/ 143 w 457"/>
                                    <a:gd name="T59" fmla="*/ 28 h 198"/>
                                    <a:gd name="T60" fmla="*/ 91 w 457"/>
                                    <a:gd name="T61" fmla="*/ 57 h 198"/>
                                    <a:gd name="T62" fmla="*/ 60 w 457"/>
                                    <a:gd name="T63" fmla="*/ 86 h 198"/>
                                    <a:gd name="T64" fmla="*/ 43 w 457"/>
                                    <a:gd name="T65" fmla="*/ 109 h 198"/>
                                    <a:gd name="T66" fmla="*/ 33 w 457"/>
                                    <a:gd name="T67" fmla="*/ 121 h 198"/>
                                    <a:gd name="T68" fmla="*/ 14 w 457"/>
                                    <a:gd name="T69" fmla="*/ 126 h 198"/>
                                    <a:gd name="T70" fmla="*/ 0 w 457"/>
                                    <a:gd name="T71" fmla="*/ 123 h 198"/>
                                    <a:gd name="T72" fmla="*/ 5 w 457"/>
                                    <a:gd name="T73" fmla="*/ 113 h 198"/>
                                    <a:gd name="T74" fmla="*/ 29 w 457"/>
                                    <a:gd name="T75" fmla="*/ 88 h 198"/>
                                    <a:gd name="T76" fmla="*/ 73 w 457"/>
                                    <a:gd name="T77" fmla="*/ 55 h 198"/>
                                    <a:gd name="T78" fmla="*/ 137 w 457"/>
                                    <a:gd name="T79" fmla="*/ 24 h 198"/>
                                    <a:gd name="T80" fmla="*/ 225 w 457"/>
                                    <a:gd name="T81" fmla="*/ 3 h 19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57" h="198">
                                      <a:moveTo>
                                        <a:pt x="272" y="0"/>
                                      </a:moveTo>
                                      <a:lnTo>
                                        <a:pt x="314" y="5"/>
                                      </a:lnTo>
                                      <a:lnTo>
                                        <a:pt x="352" y="14"/>
                                      </a:lnTo>
                                      <a:lnTo>
                                        <a:pt x="384" y="28"/>
                                      </a:lnTo>
                                      <a:lnTo>
                                        <a:pt x="410" y="47"/>
                                      </a:lnTo>
                                      <a:lnTo>
                                        <a:pt x="431" y="68"/>
                                      </a:lnTo>
                                      <a:lnTo>
                                        <a:pt x="446" y="90"/>
                                      </a:lnTo>
                                      <a:lnTo>
                                        <a:pt x="454" y="113"/>
                                      </a:lnTo>
                                      <a:lnTo>
                                        <a:pt x="457" y="135"/>
                                      </a:lnTo>
                                      <a:lnTo>
                                        <a:pt x="453" y="157"/>
                                      </a:lnTo>
                                      <a:lnTo>
                                        <a:pt x="440" y="176"/>
                                      </a:lnTo>
                                      <a:lnTo>
                                        <a:pt x="423" y="189"/>
                                      </a:lnTo>
                                      <a:lnTo>
                                        <a:pt x="402" y="197"/>
                                      </a:lnTo>
                                      <a:lnTo>
                                        <a:pt x="379" y="198"/>
                                      </a:lnTo>
                                      <a:lnTo>
                                        <a:pt x="354" y="197"/>
                                      </a:lnTo>
                                      <a:lnTo>
                                        <a:pt x="327" y="189"/>
                                      </a:lnTo>
                                      <a:lnTo>
                                        <a:pt x="302" y="178"/>
                                      </a:lnTo>
                                      <a:lnTo>
                                        <a:pt x="280" y="164"/>
                                      </a:lnTo>
                                      <a:lnTo>
                                        <a:pt x="261" y="145"/>
                                      </a:lnTo>
                                      <a:lnTo>
                                        <a:pt x="247" y="126"/>
                                      </a:lnTo>
                                      <a:lnTo>
                                        <a:pt x="239" y="104"/>
                                      </a:lnTo>
                                      <a:lnTo>
                                        <a:pt x="239" y="80"/>
                                      </a:lnTo>
                                      <a:lnTo>
                                        <a:pt x="244" y="64"/>
                                      </a:lnTo>
                                      <a:lnTo>
                                        <a:pt x="253" y="55"/>
                                      </a:lnTo>
                                      <a:lnTo>
                                        <a:pt x="264" y="49"/>
                                      </a:lnTo>
                                      <a:lnTo>
                                        <a:pt x="277" y="47"/>
                                      </a:lnTo>
                                      <a:lnTo>
                                        <a:pt x="289" y="49"/>
                                      </a:lnTo>
                                      <a:lnTo>
                                        <a:pt x="302" y="53"/>
                                      </a:lnTo>
                                      <a:lnTo>
                                        <a:pt x="313" y="61"/>
                                      </a:lnTo>
                                      <a:lnTo>
                                        <a:pt x="319" y="69"/>
                                      </a:lnTo>
                                      <a:lnTo>
                                        <a:pt x="324" y="80"/>
                                      </a:lnTo>
                                      <a:lnTo>
                                        <a:pt x="318" y="69"/>
                                      </a:lnTo>
                                      <a:lnTo>
                                        <a:pt x="308" y="61"/>
                                      </a:lnTo>
                                      <a:lnTo>
                                        <a:pt x="297" y="57"/>
                                      </a:lnTo>
                                      <a:lnTo>
                                        <a:pt x="286" y="58"/>
                                      </a:lnTo>
                                      <a:lnTo>
                                        <a:pt x="275" y="63"/>
                                      </a:lnTo>
                                      <a:lnTo>
                                        <a:pt x="266" y="72"/>
                                      </a:lnTo>
                                      <a:lnTo>
                                        <a:pt x="259" y="88"/>
                                      </a:lnTo>
                                      <a:lnTo>
                                        <a:pt x="259" y="113"/>
                                      </a:lnTo>
                                      <a:lnTo>
                                        <a:pt x="267" y="135"/>
                                      </a:lnTo>
                                      <a:lnTo>
                                        <a:pt x="280" y="154"/>
                                      </a:lnTo>
                                      <a:lnTo>
                                        <a:pt x="297" y="168"/>
                                      </a:lnTo>
                                      <a:lnTo>
                                        <a:pt x="318" y="181"/>
                                      </a:lnTo>
                                      <a:lnTo>
                                        <a:pt x="340" y="187"/>
                                      </a:lnTo>
                                      <a:lnTo>
                                        <a:pt x="362" y="190"/>
                                      </a:lnTo>
                                      <a:lnTo>
                                        <a:pt x="382" y="187"/>
                                      </a:lnTo>
                                      <a:lnTo>
                                        <a:pt x="401" y="178"/>
                                      </a:lnTo>
                                      <a:lnTo>
                                        <a:pt x="415" y="164"/>
                                      </a:lnTo>
                                      <a:lnTo>
                                        <a:pt x="424" y="143"/>
                                      </a:lnTo>
                                      <a:lnTo>
                                        <a:pt x="426" y="121"/>
                                      </a:lnTo>
                                      <a:lnTo>
                                        <a:pt x="420" y="99"/>
                                      </a:lnTo>
                                      <a:lnTo>
                                        <a:pt x="406" y="75"/>
                                      </a:lnTo>
                                      <a:lnTo>
                                        <a:pt x="387" y="55"/>
                                      </a:lnTo>
                                      <a:lnTo>
                                        <a:pt x="363" y="36"/>
                                      </a:lnTo>
                                      <a:lnTo>
                                        <a:pt x="333" y="22"/>
                                      </a:lnTo>
                                      <a:lnTo>
                                        <a:pt x="299" y="11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19" y="9"/>
                                      </a:lnTo>
                                      <a:lnTo>
                                        <a:pt x="178" y="17"/>
                                      </a:lnTo>
                                      <a:lnTo>
                                        <a:pt x="143" y="28"/>
                                      </a:lnTo>
                                      <a:lnTo>
                                        <a:pt x="115" y="42"/>
                                      </a:lnTo>
                                      <a:lnTo>
                                        <a:pt x="91" y="57"/>
                                      </a:lnTo>
                                      <a:lnTo>
                                        <a:pt x="74" y="71"/>
                                      </a:lnTo>
                                      <a:lnTo>
                                        <a:pt x="60" y="86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43" y="109"/>
                                      </a:lnTo>
                                      <a:lnTo>
                                        <a:pt x="40" y="115"/>
                                      </a:lnTo>
                                      <a:lnTo>
                                        <a:pt x="33" y="121"/>
                                      </a:lnTo>
                                      <a:lnTo>
                                        <a:pt x="24" y="124"/>
                                      </a:lnTo>
                                      <a:lnTo>
                                        <a:pt x="14" y="126"/>
                                      </a:lnTo>
                                      <a:lnTo>
                                        <a:pt x="5" y="126"/>
                                      </a:lnTo>
                                      <a:lnTo>
                                        <a:pt x="0" y="123"/>
                                      </a:lnTo>
                                      <a:lnTo>
                                        <a:pt x="0" y="120"/>
                                      </a:lnTo>
                                      <a:lnTo>
                                        <a:pt x="5" y="113"/>
                                      </a:lnTo>
                                      <a:lnTo>
                                        <a:pt x="14" y="102"/>
                                      </a:lnTo>
                                      <a:lnTo>
                                        <a:pt x="29" y="88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73" y="55"/>
                                      </a:lnTo>
                                      <a:lnTo>
                                        <a:pt x="102" y="38"/>
                                      </a:lnTo>
                                      <a:lnTo>
                                        <a:pt x="137" y="24"/>
                                      </a:lnTo>
                                      <a:lnTo>
                                        <a:pt x="178" y="11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7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2">
                                    <a:lumMod val="20000"/>
                                    <a:lumOff val="80000"/>
                                  </a:schemeClr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4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23950" y="74612"/>
                                  <a:ext cx="444500" cy="119063"/>
                                </a:xfrm>
                                <a:custGeom>
                                  <a:avLst/>
                                  <a:gdLst>
                                    <a:gd name="T0" fmla="*/ 66 w 561"/>
                                    <a:gd name="T1" fmla="*/ 2 h 151"/>
                                    <a:gd name="T2" fmla="*/ 98 w 561"/>
                                    <a:gd name="T3" fmla="*/ 17 h 151"/>
                                    <a:gd name="T4" fmla="*/ 115 w 561"/>
                                    <a:gd name="T5" fmla="*/ 47 h 151"/>
                                    <a:gd name="T6" fmla="*/ 112 w 561"/>
                                    <a:gd name="T7" fmla="*/ 76 h 151"/>
                                    <a:gd name="T8" fmla="*/ 92 w 561"/>
                                    <a:gd name="T9" fmla="*/ 94 h 151"/>
                                    <a:gd name="T10" fmla="*/ 59 w 561"/>
                                    <a:gd name="T11" fmla="*/ 98 h 151"/>
                                    <a:gd name="T12" fmla="*/ 59 w 561"/>
                                    <a:gd name="T13" fmla="*/ 96 h 151"/>
                                    <a:gd name="T14" fmla="*/ 90 w 561"/>
                                    <a:gd name="T15" fmla="*/ 93 h 151"/>
                                    <a:gd name="T16" fmla="*/ 107 w 561"/>
                                    <a:gd name="T17" fmla="*/ 74 h 151"/>
                                    <a:gd name="T18" fmla="*/ 110 w 561"/>
                                    <a:gd name="T19" fmla="*/ 49 h 151"/>
                                    <a:gd name="T20" fmla="*/ 95 w 561"/>
                                    <a:gd name="T21" fmla="*/ 22 h 151"/>
                                    <a:gd name="T22" fmla="*/ 66 w 561"/>
                                    <a:gd name="T23" fmla="*/ 11 h 151"/>
                                    <a:gd name="T24" fmla="*/ 38 w 561"/>
                                    <a:gd name="T25" fmla="*/ 19 h 151"/>
                                    <a:gd name="T26" fmla="*/ 21 w 561"/>
                                    <a:gd name="T27" fmla="*/ 44 h 151"/>
                                    <a:gd name="T28" fmla="*/ 26 w 561"/>
                                    <a:gd name="T29" fmla="*/ 87 h 151"/>
                                    <a:gd name="T30" fmla="*/ 60 w 561"/>
                                    <a:gd name="T31" fmla="*/ 118 h 151"/>
                                    <a:gd name="T32" fmla="*/ 115 w 561"/>
                                    <a:gd name="T33" fmla="*/ 134 h 151"/>
                                    <a:gd name="T34" fmla="*/ 181 w 561"/>
                                    <a:gd name="T35" fmla="*/ 134 h 151"/>
                                    <a:gd name="T36" fmla="*/ 250 w 561"/>
                                    <a:gd name="T37" fmla="*/ 112 h 151"/>
                                    <a:gd name="T38" fmla="*/ 330 w 561"/>
                                    <a:gd name="T39" fmla="*/ 74 h 151"/>
                                    <a:gd name="T40" fmla="*/ 421 w 561"/>
                                    <a:gd name="T41" fmla="*/ 46 h 151"/>
                                    <a:gd name="T42" fmla="*/ 516 w 561"/>
                                    <a:gd name="T43" fmla="*/ 35 h 151"/>
                                    <a:gd name="T44" fmla="*/ 509 w 561"/>
                                    <a:gd name="T45" fmla="*/ 36 h 151"/>
                                    <a:gd name="T46" fmla="*/ 404 w 561"/>
                                    <a:gd name="T47" fmla="*/ 55 h 151"/>
                                    <a:gd name="T48" fmla="*/ 300 w 561"/>
                                    <a:gd name="T49" fmla="*/ 96 h 151"/>
                                    <a:gd name="T50" fmla="*/ 217 w 561"/>
                                    <a:gd name="T51" fmla="*/ 137 h 151"/>
                                    <a:gd name="T52" fmla="*/ 148 w 561"/>
                                    <a:gd name="T53" fmla="*/ 151 h 151"/>
                                    <a:gd name="T54" fmla="*/ 85 w 561"/>
                                    <a:gd name="T55" fmla="*/ 146 h 151"/>
                                    <a:gd name="T56" fmla="*/ 35 w 561"/>
                                    <a:gd name="T57" fmla="*/ 124 h 151"/>
                                    <a:gd name="T58" fmla="*/ 5 w 561"/>
                                    <a:gd name="T59" fmla="*/ 87 h 151"/>
                                    <a:gd name="T60" fmla="*/ 4 w 561"/>
                                    <a:gd name="T61" fmla="*/ 39 h 151"/>
                                    <a:gd name="T62" fmla="*/ 21 w 561"/>
                                    <a:gd name="T63" fmla="*/ 13 h 151"/>
                                    <a:gd name="T64" fmla="*/ 51 w 561"/>
                                    <a:gd name="T65" fmla="*/ 0 h 15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</a:cxnLst>
                                  <a:rect l="0" t="0" r="r" b="b"/>
                                  <a:pathLst>
                                    <a:path w="561" h="151">
                                      <a:moveTo>
                                        <a:pt x="51" y="0"/>
                                      </a:moveTo>
                                      <a:lnTo>
                                        <a:pt x="66" y="2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98" y="17"/>
                                      </a:lnTo>
                                      <a:lnTo>
                                        <a:pt x="109" y="33"/>
                                      </a:lnTo>
                                      <a:lnTo>
                                        <a:pt x="115" y="47"/>
                                      </a:lnTo>
                                      <a:lnTo>
                                        <a:pt x="115" y="61"/>
                                      </a:lnTo>
                                      <a:lnTo>
                                        <a:pt x="112" y="76"/>
                                      </a:lnTo>
                                      <a:lnTo>
                                        <a:pt x="104" y="87"/>
                                      </a:lnTo>
                                      <a:lnTo>
                                        <a:pt x="92" y="94"/>
                                      </a:lnTo>
                                      <a:lnTo>
                                        <a:pt x="77" y="99"/>
                                      </a:lnTo>
                                      <a:lnTo>
                                        <a:pt x="59" y="98"/>
                                      </a:lnTo>
                                      <a:lnTo>
                                        <a:pt x="37" y="90"/>
                                      </a:lnTo>
                                      <a:lnTo>
                                        <a:pt x="59" y="96"/>
                                      </a:lnTo>
                                      <a:lnTo>
                                        <a:pt x="76" y="98"/>
                                      </a:lnTo>
                                      <a:lnTo>
                                        <a:pt x="90" y="93"/>
                                      </a:lnTo>
                                      <a:lnTo>
                                        <a:pt x="101" y="85"/>
                                      </a:lnTo>
                                      <a:lnTo>
                                        <a:pt x="107" y="74"/>
                                      </a:lnTo>
                                      <a:lnTo>
                                        <a:pt x="110" y="63"/>
                                      </a:lnTo>
                                      <a:lnTo>
                                        <a:pt x="110" y="49"/>
                                      </a:lnTo>
                                      <a:lnTo>
                                        <a:pt x="106" y="36"/>
                                      </a:lnTo>
                                      <a:lnTo>
                                        <a:pt x="95" y="22"/>
                                      </a:lnTo>
                                      <a:lnTo>
                                        <a:pt x="81" y="14"/>
                                      </a:lnTo>
                                      <a:lnTo>
                                        <a:pt x="66" y="11"/>
                                      </a:lnTo>
                                      <a:lnTo>
                                        <a:pt x="52" y="13"/>
                                      </a:lnTo>
                                      <a:lnTo>
                                        <a:pt x="38" y="19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21" y="44"/>
                                      </a:lnTo>
                                      <a:lnTo>
                                        <a:pt x="18" y="66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40" y="104"/>
                                      </a:lnTo>
                                      <a:lnTo>
                                        <a:pt x="60" y="118"/>
                                      </a:lnTo>
                                      <a:lnTo>
                                        <a:pt x="85" y="127"/>
                                      </a:lnTo>
                                      <a:lnTo>
                                        <a:pt x="115" y="134"/>
                                      </a:lnTo>
                                      <a:lnTo>
                                        <a:pt x="148" y="137"/>
                                      </a:lnTo>
                                      <a:lnTo>
                                        <a:pt x="181" y="134"/>
                                      </a:lnTo>
                                      <a:lnTo>
                                        <a:pt x="216" y="126"/>
                                      </a:lnTo>
                                      <a:lnTo>
                                        <a:pt x="250" y="112"/>
                                      </a:lnTo>
                                      <a:lnTo>
                                        <a:pt x="289" y="93"/>
                                      </a:lnTo>
                                      <a:lnTo>
                                        <a:pt x="330" y="74"/>
                                      </a:lnTo>
                                      <a:lnTo>
                                        <a:pt x="376" y="58"/>
                                      </a:lnTo>
                                      <a:lnTo>
                                        <a:pt x="421" y="46"/>
                                      </a:lnTo>
                                      <a:lnTo>
                                        <a:pt x="469" y="36"/>
                                      </a:lnTo>
                                      <a:lnTo>
                                        <a:pt x="516" y="35"/>
                                      </a:lnTo>
                                      <a:lnTo>
                                        <a:pt x="561" y="38"/>
                                      </a:lnTo>
                                      <a:lnTo>
                                        <a:pt x="509" y="36"/>
                                      </a:lnTo>
                                      <a:lnTo>
                                        <a:pt x="458" y="43"/>
                                      </a:lnTo>
                                      <a:lnTo>
                                        <a:pt x="404" y="55"/>
                                      </a:lnTo>
                                      <a:lnTo>
                                        <a:pt x="352" y="74"/>
                                      </a:lnTo>
                                      <a:lnTo>
                                        <a:pt x="300" y="96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17" y="137"/>
                                      </a:lnTo>
                                      <a:lnTo>
                                        <a:pt x="183" y="146"/>
                                      </a:lnTo>
                                      <a:lnTo>
                                        <a:pt x="148" y="151"/>
                                      </a:lnTo>
                                      <a:lnTo>
                                        <a:pt x="115" y="151"/>
                                      </a:lnTo>
                                      <a:lnTo>
                                        <a:pt x="85" y="146"/>
                                      </a:lnTo>
                                      <a:lnTo>
                                        <a:pt x="57" y="137"/>
                                      </a:lnTo>
                                      <a:lnTo>
                                        <a:pt x="35" y="124"/>
                                      </a:lnTo>
                                      <a:lnTo>
                                        <a:pt x="18" y="107"/>
                                      </a:lnTo>
                                      <a:lnTo>
                                        <a:pt x="5" y="87"/>
                                      </a:lnTo>
                                      <a:lnTo>
                                        <a:pt x="0" y="65"/>
                                      </a:lnTo>
                                      <a:lnTo>
                                        <a:pt x="4" y="39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21" y="13"/>
                                      </a:lnTo>
                                      <a:lnTo>
                                        <a:pt x="35" y="5"/>
                                      </a:lnTo>
                                      <a:lnTo>
                                        <a:pt x="5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2">
                                    <a:lumMod val="20000"/>
                                    <a:lumOff val="80000"/>
                                  </a:schemeClr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5" name="Freeform 35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20637"/>
                                  <a:ext cx="1270000" cy="195263"/>
                                </a:xfrm>
                                <a:custGeom>
                                  <a:avLst/>
                                  <a:gdLst>
                                    <a:gd name="T0" fmla="*/ 1601 w 1601"/>
                                    <a:gd name="T1" fmla="*/ 0 h 247"/>
                                    <a:gd name="T2" fmla="*/ 1539 w 1601"/>
                                    <a:gd name="T3" fmla="*/ 7 h 247"/>
                                    <a:gd name="T4" fmla="*/ 1478 w 1601"/>
                                    <a:gd name="T5" fmla="*/ 16 h 247"/>
                                    <a:gd name="T6" fmla="*/ 1417 w 1601"/>
                                    <a:gd name="T7" fmla="*/ 29 h 247"/>
                                    <a:gd name="T8" fmla="*/ 1356 w 1601"/>
                                    <a:gd name="T9" fmla="*/ 44 h 247"/>
                                    <a:gd name="T10" fmla="*/ 1293 w 1601"/>
                                    <a:gd name="T11" fmla="*/ 62 h 247"/>
                                    <a:gd name="T12" fmla="*/ 1232 w 1601"/>
                                    <a:gd name="T13" fmla="*/ 81 h 247"/>
                                    <a:gd name="T14" fmla="*/ 1167 w 1601"/>
                                    <a:gd name="T15" fmla="*/ 101 h 247"/>
                                    <a:gd name="T16" fmla="*/ 1103 w 1601"/>
                                    <a:gd name="T17" fmla="*/ 122 h 247"/>
                                    <a:gd name="T18" fmla="*/ 1037 w 1601"/>
                                    <a:gd name="T19" fmla="*/ 142 h 247"/>
                                    <a:gd name="T20" fmla="*/ 969 w 1601"/>
                                    <a:gd name="T21" fmla="*/ 162 h 247"/>
                                    <a:gd name="T22" fmla="*/ 899 w 1601"/>
                                    <a:gd name="T23" fmla="*/ 183 h 247"/>
                                    <a:gd name="T24" fmla="*/ 825 w 1601"/>
                                    <a:gd name="T25" fmla="*/ 199 h 247"/>
                                    <a:gd name="T26" fmla="*/ 749 w 1601"/>
                                    <a:gd name="T27" fmla="*/ 216 h 247"/>
                                    <a:gd name="T28" fmla="*/ 671 w 1601"/>
                                    <a:gd name="T29" fmla="*/ 229 h 247"/>
                                    <a:gd name="T30" fmla="*/ 588 w 1601"/>
                                    <a:gd name="T31" fmla="*/ 240 h 247"/>
                                    <a:gd name="T32" fmla="*/ 501 w 1601"/>
                                    <a:gd name="T33" fmla="*/ 246 h 247"/>
                                    <a:gd name="T34" fmla="*/ 410 w 1601"/>
                                    <a:gd name="T35" fmla="*/ 247 h 247"/>
                                    <a:gd name="T36" fmla="*/ 316 w 1601"/>
                                    <a:gd name="T37" fmla="*/ 246 h 247"/>
                                    <a:gd name="T38" fmla="*/ 215 w 1601"/>
                                    <a:gd name="T39" fmla="*/ 238 h 247"/>
                                    <a:gd name="T40" fmla="*/ 110 w 1601"/>
                                    <a:gd name="T41" fmla="*/ 225 h 247"/>
                                    <a:gd name="T42" fmla="*/ 0 w 1601"/>
                                    <a:gd name="T43" fmla="*/ 207 h 247"/>
                                    <a:gd name="T44" fmla="*/ 108 w 1601"/>
                                    <a:gd name="T45" fmla="*/ 224 h 247"/>
                                    <a:gd name="T46" fmla="*/ 212 w 1601"/>
                                    <a:gd name="T47" fmla="*/ 235 h 247"/>
                                    <a:gd name="T48" fmla="*/ 309 w 1601"/>
                                    <a:gd name="T49" fmla="*/ 241 h 247"/>
                                    <a:gd name="T50" fmla="*/ 404 w 1601"/>
                                    <a:gd name="T51" fmla="*/ 243 h 247"/>
                                    <a:gd name="T52" fmla="*/ 492 w 1601"/>
                                    <a:gd name="T53" fmla="*/ 238 h 247"/>
                                    <a:gd name="T54" fmla="*/ 578 w 1601"/>
                                    <a:gd name="T55" fmla="*/ 232 h 247"/>
                                    <a:gd name="T56" fmla="*/ 660 w 1601"/>
                                    <a:gd name="T57" fmla="*/ 221 h 247"/>
                                    <a:gd name="T58" fmla="*/ 737 w 1601"/>
                                    <a:gd name="T59" fmla="*/ 208 h 247"/>
                                    <a:gd name="T60" fmla="*/ 812 w 1601"/>
                                    <a:gd name="T61" fmla="*/ 192 h 247"/>
                                    <a:gd name="T62" fmla="*/ 886 w 1601"/>
                                    <a:gd name="T63" fmla="*/ 175 h 247"/>
                                    <a:gd name="T64" fmla="*/ 955 w 1601"/>
                                    <a:gd name="T65" fmla="*/ 155 h 247"/>
                                    <a:gd name="T66" fmla="*/ 1024 w 1601"/>
                                    <a:gd name="T67" fmla="*/ 136 h 247"/>
                                    <a:gd name="T68" fmla="*/ 1090 w 1601"/>
                                    <a:gd name="T69" fmla="*/ 115 h 247"/>
                                    <a:gd name="T70" fmla="*/ 1156 w 1601"/>
                                    <a:gd name="T71" fmla="*/ 95 h 247"/>
                                    <a:gd name="T72" fmla="*/ 1219 w 1601"/>
                                    <a:gd name="T73" fmla="*/ 76 h 247"/>
                                    <a:gd name="T74" fmla="*/ 1283 w 1601"/>
                                    <a:gd name="T75" fmla="*/ 57 h 247"/>
                                    <a:gd name="T76" fmla="*/ 1346 w 1601"/>
                                    <a:gd name="T77" fmla="*/ 41 h 247"/>
                                    <a:gd name="T78" fmla="*/ 1409 w 1601"/>
                                    <a:gd name="T79" fmla="*/ 26 h 247"/>
                                    <a:gd name="T80" fmla="*/ 1472 w 1601"/>
                                    <a:gd name="T81" fmla="*/ 15 h 247"/>
                                    <a:gd name="T82" fmla="*/ 1536 w 1601"/>
                                    <a:gd name="T83" fmla="*/ 5 h 247"/>
                                    <a:gd name="T84" fmla="*/ 1601 w 1601"/>
                                    <a:gd name="T85" fmla="*/ 0 h 2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</a:cxnLst>
                                  <a:rect l="0" t="0" r="r" b="b"/>
                                  <a:pathLst>
                                    <a:path w="1601" h="247">
                                      <a:moveTo>
                                        <a:pt x="1601" y="0"/>
                                      </a:moveTo>
                                      <a:lnTo>
                                        <a:pt x="1539" y="7"/>
                                      </a:lnTo>
                                      <a:lnTo>
                                        <a:pt x="1478" y="16"/>
                                      </a:lnTo>
                                      <a:lnTo>
                                        <a:pt x="1417" y="29"/>
                                      </a:lnTo>
                                      <a:lnTo>
                                        <a:pt x="1356" y="44"/>
                                      </a:lnTo>
                                      <a:lnTo>
                                        <a:pt x="1293" y="62"/>
                                      </a:lnTo>
                                      <a:lnTo>
                                        <a:pt x="1232" y="81"/>
                                      </a:lnTo>
                                      <a:lnTo>
                                        <a:pt x="1167" y="101"/>
                                      </a:lnTo>
                                      <a:lnTo>
                                        <a:pt x="1103" y="122"/>
                                      </a:lnTo>
                                      <a:lnTo>
                                        <a:pt x="1037" y="142"/>
                                      </a:lnTo>
                                      <a:lnTo>
                                        <a:pt x="969" y="162"/>
                                      </a:lnTo>
                                      <a:lnTo>
                                        <a:pt x="899" y="183"/>
                                      </a:lnTo>
                                      <a:lnTo>
                                        <a:pt x="825" y="199"/>
                                      </a:lnTo>
                                      <a:lnTo>
                                        <a:pt x="749" y="216"/>
                                      </a:lnTo>
                                      <a:lnTo>
                                        <a:pt x="671" y="229"/>
                                      </a:lnTo>
                                      <a:lnTo>
                                        <a:pt x="588" y="240"/>
                                      </a:lnTo>
                                      <a:lnTo>
                                        <a:pt x="501" y="246"/>
                                      </a:lnTo>
                                      <a:lnTo>
                                        <a:pt x="410" y="247"/>
                                      </a:lnTo>
                                      <a:lnTo>
                                        <a:pt x="316" y="246"/>
                                      </a:lnTo>
                                      <a:lnTo>
                                        <a:pt x="215" y="238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108" y="224"/>
                                      </a:lnTo>
                                      <a:lnTo>
                                        <a:pt x="212" y="235"/>
                                      </a:lnTo>
                                      <a:lnTo>
                                        <a:pt x="309" y="241"/>
                                      </a:lnTo>
                                      <a:lnTo>
                                        <a:pt x="404" y="243"/>
                                      </a:lnTo>
                                      <a:lnTo>
                                        <a:pt x="492" y="238"/>
                                      </a:lnTo>
                                      <a:lnTo>
                                        <a:pt x="578" y="232"/>
                                      </a:lnTo>
                                      <a:lnTo>
                                        <a:pt x="660" y="221"/>
                                      </a:lnTo>
                                      <a:lnTo>
                                        <a:pt x="737" y="208"/>
                                      </a:lnTo>
                                      <a:lnTo>
                                        <a:pt x="812" y="192"/>
                                      </a:lnTo>
                                      <a:lnTo>
                                        <a:pt x="886" y="175"/>
                                      </a:lnTo>
                                      <a:lnTo>
                                        <a:pt x="955" y="155"/>
                                      </a:lnTo>
                                      <a:lnTo>
                                        <a:pt x="1024" y="136"/>
                                      </a:lnTo>
                                      <a:lnTo>
                                        <a:pt x="1090" y="115"/>
                                      </a:lnTo>
                                      <a:lnTo>
                                        <a:pt x="1156" y="95"/>
                                      </a:lnTo>
                                      <a:lnTo>
                                        <a:pt x="1219" y="76"/>
                                      </a:lnTo>
                                      <a:lnTo>
                                        <a:pt x="1283" y="57"/>
                                      </a:lnTo>
                                      <a:lnTo>
                                        <a:pt x="1346" y="41"/>
                                      </a:lnTo>
                                      <a:lnTo>
                                        <a:pt x="1409" y="26"/>
                                      </a:lnTo>
                                      <a:lnTo>
                                        <a:pt x="1472" y="15"/>
                                      </a:lnTo>
                                      <a:lnTo>
                                        <a:pt x="1536" y="5"/>
                                      </a:lnTo>
                                      <a:lnTo>
                                        <a:pt x="160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2">
                                    <a:lumMod val="20000"/>
                                    <a:lumOff val="80000"/>
                                  </a:schemeClr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6" name="Freeform 3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14563" y="20637"/>
                                  <a:ext cx="1071563" cy="312738"/>
                                </a:xfrm>
                                <a:custGeom>
                                  <a:avLst/>
                                  <a:gdLst>
                                    <a:gd name="T0" fmla="*/ 165 w 1349"/>
                                    <a:gd name="T1" fmla="*/ 0 h 395"/>
                                    <a:gd name="T2" fmla="*/ 168 w 1349"/>
                                    <a:gd name="T3" fmla="*/ 3 h 395"/>
                                    <a:gd name="T4" fmla="*/ 122 w 1349"/>
                                    <a:gd name="T5" fmla="*/ 8 h 395"/>
                                    <a:gd name="T6" fmla="*/ 80 w 1349"/>
                                    <a:gd name="T7" fmla="*/ 24 h 395"/>
                                    <a:gd name="T8" fmla="*/ 49 w 1349"/>
                                    <a:gd name="T9" fmla="*/ 51 h 395"/>
                                    <a:gd name="T10" fmla="*/ 36 w 1349"/>
                                    <a:gd name="T11" fmla="*/ 90 h 395"/>
                                    <a:gd name="T12" fmla="*/ 47 w 1349"/>
                                    <a:gd name="T13" fmla="*/ 142 h 395"/>
                                    <a:gd name="T14" fmla="*/ 88 w 1349"/>
                                    <a:gd name="T15" fmla="*/ 197 h 395"/>
                                    <a:gd name="T16" fmla="*/ 157 w 1349"/>
                                    <a:gd name="T17" fmla="*/ 254 h 395"/>
                                    <a:gd name="T18" fmla="*/ 253 w 1349"/>
                                    <a:gd name="T19" fmla="*/ 304 h 395"/>
                                    <a:gd name="T20" fmla="*/ 377 w 1349"/>
                                    <a:gd name="T21" fmla="*/ 343 h 395"/>
                                    <a:gd name="T22" fmla="*/ 536 w 1349"/>
                                    <a:gd name="T23" fmla="*/ 372 h 395"/>
                                    <a:gd name="T24" fmla="*/ 694 w 1349"/>
                                    <a:gd name="T25" fmla="*/ 380 h 395"/>
                                    <a:gd name="T26" fmla="*/ 837 w 1349"/>
                                    <a:gd name="T27" fmla="*/ 370 h 395"/>
                                    <a:gd name="T28" fmla="*/ 966 w 1349"/>
                                    <a:gd name="T29" fmla="*/ 348 h 395"/>
                                    <a:gd name="T30" fmla="*/ 1084 w 1349"/>
                                    <a:gd name="T31" fmla="*/ 318 h 395"/>
                                    <a:gd name="T32" fmla="*/ 1194 w 1349"/>
                                    <a:gd name="T33" fmla="*/ 287 h 395"/>
                                    <a:gd name="T34" fmla="*/ 1298 w 1349"/>
                                    <a:gd name="T35" fmla="*/ 257 h 395"/>
                                    <a:gd name="T36" fmla="*/ 1301 w 1349"/>
                                    <a:gd name="T37" fmla="*/ 258 h 395"/>
                                    <a:gd name="T38" fmla="*/ 1199 w 1349"/>
                                    <a:gd name="T39" fmla="*/ 291 h 395"/>
                                    <a:gd name="T40" fmla="*/ 1090 w 1349"/>
                                    <a:gd name="T41" fmla="*/ 326 h 395"/>
                                    <a:gd name="T42" fmla="*/ 971 w 1349"/>
                                    <a:gd name="T43" fmla="*/ 359 h 395"/>
                                    <a:gd name="T44" fmla="*/ 840 w 1349"/>
                                    <a:gd name="T45" fmla="*/ 383 h 395"/>
                                    <a:gd name="T46" fmla="*/ 696 w 1349"/>
                                    <a:gd name="T47" fmla="*/ 395 h 395"/>
                                    <a:gd name="T48" fmla="*/ 532 w 1349"/>
                                    <a:gd name="T49" fmla="*/ 391 h 395"/>
                                    <a:gd name="T50" fmla="*/ 369 w 1349"/>
                                    <a:gd name="T51" fmla="*/ 365 h 395"/>
                                    <a:gd name="T52" fmla="*/ 243 w 1349"/>
                                    <a:gd name="T53" fmla="*/ 331 h 395"/>
                                    <a:gd name="T54" fmla="*/ 146 w 1349"/>
                                    <a:gd name="T55" fmla="*/ 288 h 395"/>
                                    <a:gd name="T56" fmla="*/ 74 w 1349"/>
                                    <a:gd name="T57" fmla="*/ 240 h 395"/>
                                    <a:gd name="T58" fmla="*/ 28 w 1349"/>
                                    <a:gd name="T59" fmla="*/ 189 h 395"/>
                                    <a:gd name="T60" fmla="*/ 3 w 1349"/>
                                    <a:gd name="T61" fmla="*/ 140 h 395"/>
                                    <a:gd name="T62" fmla="*/ 2 w 1349"/>
                                    <a:gd name="T63" fmla="*/ 95 h 395"/>
                                    <a:gd name="T64" fmla="*/ 25 w 1349"/>
                                    <a:gd name="T65" fmla="*/ 44 h 395"/>
                                    <a:gd name="T66" fmla="*/ 64 w 1349"/>
                                    <a:gd name="T67" fmla="*/ 15 h 395"/>
                                    <a:gd name="T68" fmla="*/ 113 w 1349"/>
                                    <a:gd name="T69" fmla="*/ 2 h 3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</a:cxnLst>
                                  <a:rect l="0" t="0" r="r" b="b"/>
                                  <a:pathLst>
                                    <a:path w="1349" h="395">
                                      <a:moveTo>
                                        <a:pt x="140" y="0"/>
                                      </a:moveTo>
                                      <a:lnTo>
                                        <a:pt x="165" y="0"/>
                                      </a:lnTo>
                                      <a:lnTo>
                                        <a:pt x="188" y="3"/>
                                      </a:lnTo>
                                      <a:lnTo>
                                        <a:pt x="168" y="3"/>
                                      </a:lnTo>
                                      <a:lnTo>
                                        <a:pt x="146" y="5"/>
                                      </a:lnTo>
                                      <a:lnTo>
                                        <a:pt x="122" y="8"/>
                                      </a:lnTo>
                                      <a:lnTo>
                                        <a:pt x="100" y="15"/>
                                      </a:lnTo>
                                      <a:lnTo>
                                        <a:pt x="80" y="24"/>
                                      </a:lnTo>
                                      <a:lnTo>
                                        <a:pt x="63" y="35"/>
                                      </a:lnTo>
                                      <a:lnTo>
                                        <a:pt x="49" y="51"/>
                                      </a:lnTo>
                                      <a:lnTo>
                                        <a:pt x="39" y="68"/>
                                      </a:lnTo>
                                      <a:lnTo>
                                        <a:pt x="36" y="90"/>
                                      </a:lnTo>
                                      <a:lnTo>
                                        <a:pt x="38" y="115"/>
                                      </a:lnTo>
                                      <a:lnTo>
                                        <a:pt x="47" y="142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88" y="197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57" y="254"/>
                                      </a:lnTo>
                                      <a:lnTo>
                                        <a:pt x="201" y="279"/>
                                      </a:lnTo>
                                      <a:lnTo>
                                        <a:pt x="253" y="304"/>
                                      </a:lnTo>
                                      <a:lnTo>
                                        <a:pt x="311" y="326"/>
                                      </a:lnTo>
                                      <a:lnTo>
                                        <a:pt x="377" y="343"/>
                                      </a:lnTo>
                                      <a:lnTo>
                                        <a:pt x="449" y="359"/>
                                      </a:lnTo>
                                      <a:lnTo>
                                        <a:pt x="536" y="372"/>
                                      </a:lnTo>
                                      <a:lnTo>
                                        <a:pt x="617" y="378"/>
                                      </a:lnTo>
                                      <a:lnTo>
                                        <a:pt x="694" y="380"/>
                                      </a:lnTo>
                                      <a:lnTo>
                                        <a:pt x="768" y="376"/>
                                      </a:lnTo>
                                      <a:lnTo>
                                        <a:pt x="837" y="370"/>
                                      </a:lnTo>
                                      <a:lnTo>
                                        <a:pt x="903" y="361"/>
                                      </a:lnTo>
                                      <a:lnTo>
                                        <a:pt x="966" y="348"/>
                                      </a:lnTo>
                                      <a:lnTo>
                                        <a:pt x="1026" y="334"/>
                                      </a:lnTo>
                                      <a:lnTo>
                                        <a:pt x="1084" y="318"/>
                                      </a:lnTo>
                                      <a:lnTo>
                                        <a:pt x="1140" y="303"/>
                                      </a:lnTo>
                                      <a:lnTo>
                                        <a:pt x="1194" y="287"/>
                                      </a:lnTo>
                                      <a:lnTo>
                                        <a:pt x="1247" y="271"/>
                                      </a:lnTo>
                                      <a:lnTo>
                                        <a:pt x="1298" y="257"/>
                                      </a:lnTo>
                                      <a:lnTo>
                                        <a:pt x="1349" y="244"/>
                                      </a:lnTo>
                                      <a:lnTo>
                                        <a:pt x="1301" y="258"/>
                                      </a:lnTo>
                                      <a:lnTo>
                                        <a:pt x="1250" y="274"/>
                                      </a:lnTo>
                                      <a:lnTo>
                                        <a:pt x="1199" y="291"/>
                                      </a:lnTo>
                                      <a:lnTo>
                                        <a:pt x="1145" y="309"/>
                                      </a:lnTo>
                                      <a:lnTo>
                                        <a:pt x="1090" y="326"/>
                                      </a:lnTo>
                                      <a:lnTo>
                                        <a:pt x="1032" y="343"/>
                                      </a:lnTo>
                                      <a:lnTo>
                                        <a:pt x="971" y="359"/>
                                      </a:lnTo>
                                      <a:lnTo>
                                        <a:pt x="908" y="372"/>
                                      </a:lnTo>
                                      <a:lnTo>
                                        <a:pt x="840" y="383"/>
                                      </a:lnTo>
                                      <a:lnTo>
                                        <a:pt x="770" y="391"/>
                                      </a:lnTo>
                                      <a:lnTo>
                                        <a:pt x="696" y="395"/>
                                      </a:lnTo>
                                      <a:lnTo>
                                        <a:pt x="616" y="395"/>
                                      </a:lnTo>
                                      <a:lnTo>
                                        <a:pt x="532" y="391"/>
                                      </a:lnTo>
                                      <a:lnTo>
                                        <a:pt x="445" y="380"/>
                                      </a:lnTo>
                                      <a:lnTo>
                                        <a:pt x="369" y="365"/>
                                      </a:lnTo>
                                      <a:lnTo>
                                        <a:pt x="303" y="350"/>
                                      </a:lnTo>
                                      <a:lnTo>
                                        <a:pt x="243" y="331"/>
                                      </a:lnTo>
                                      <a:lnTo>
                                        <a:pt x="192" y="310"/>
                                      </a:lnTo>
                                      <a:lnTo>
                                        <a:pt x="146" y="288"/>
                                      </a:lnTo>
                                      <a:lnTo>
                                        <a:pt x="107" y="265"/>
                                      </a:lnTo>
                                      <a:lnTo>
                                        <a:pt x="74" y="240"/>
                                      </a:lnTo>
                                      <a:lnTo>
                                        <a:pt x="47" y="214"/>
                                      </a:lnTo>
                                      <a:lnTo>
                                        <a:pt x="28" y="189"/>
                                      </a:lnTo>
                                      <a:lnTo>
                                        <a:pt x="13" y="164"/>
                                      </a:lnTo>
                                      <a:lnTo>
                                        <a:pt x="3" y="140"/>
                                      </a:lnTo>
                                      <a:lnTo>
                                        <a:pt x="0" y="117"/>
                                      </a:lnTo>
                                      <a:lnTo>
                                        <a:pt x="2" y="95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25" y="44"/>
                                      </a:lnTo>
                                      <a:lnTo>
                                        <a:pt x="42" y="27"/>
                                      </a:lnTo>
                                      <a:lnTo>
                                        <a:pt x="64" y="15"/>
                                      </a:lnTo>
                                      <a:lnTo>
                                        <a:pt x="88" y="7"/>
                                      </a:lnTo>
                                      <a:lnTo>
                                        <a:pt x="113" y="2"/>
                                      </a:lnTo>
                                      <a:lnTo>
                                        <a:pt x="14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2">
                                    <a:lumMod val="20000"/>
                                    <a:lumOff val="80000"/>
                                  </a:schemeClr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7" name="Freeform 3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63775" y="28575"/>
                                  <a:ext cx="325438" cy="265113"/>
                                </a:xfrm>
                                <a:custGeom>
                                  <a:avLst/>
                                  <a:gdLst>
                                    <a:gd name="T0" fmla="*/ 103 w 408"/>
                                    <a:gd name="T1" fmla="*/ 0 h 334"/>
                                    <a:gd name="T2" fmla="*/ 80 w 408"/>
                                    <a:gd name="T3" fmla="*/ 5 h 334"/>
                                    <a:gd name="T4" fmla="*/ 59 w 408"/>
                                    <a:gd name="T5" fmla="*/ 11 h 334"/>
                                    <a:gd name="T6" fmla="*/ 42 w 408"/>
                                    <a:gd name="T7" fmla="*/ 22 h 334"/>
                                    <a:gd name="T8" fmla="*/ 30 w 408"/>
                                    <a:gd name="T9" fmla="*/ 35 h 334"/>
                                    <a:gd name="T10" fmla="*/ 20 w 408"/>
                                    <a:gd name="T11" fmla="*/ 51 h 334"/>
                                    <a:gd name="T12" fmla="*/ 19 w 408"/>
                                    <a:gd name="T13" fmla="*/ 68 h 334"/>
                                    <a:gd name="T14" fmla="*/ 23 w 408"/>
                                    <a:gd name="T15" fmla="*/ 88 h 334"/>
                                    <a:gd name="T16" fmla="*/ 34 w 408"/>
                                    <a:gd name="T17" fmla="*/ 112 h 334"/>
                                    <a:gd name="T18" fmla="*/ 55 w 408"/>
                                    <a:gd name="T19" fmla="*/ 139 h 334"/>
                                    <a:gd name="T20" fmla="*/ 91 w 408"/>
                                    <a:gd name="T21" fmla="*/ 175 h 334"/>
                                    <a:gd name="T22" fmla="*/ 132 w 408"/>
                                    <a:gd name="T23" fmla="*/ 208 h 334"/>
                                    <a:gd name="T24" fmla="*/ 179 w 408"/>
                                    <a:gd name="T25" fmla="*/ 236 h 334"/>
                                    <a:gd name="T26" fmla="*/ 226 w 408"/>
                                    <a:gd name="T27" fmla="*/ 263 h 334"/>
                                    <a:gd name="T28" fmla="*/ 275 w 408"/>
                                    <a:gd name="T29" fmla="*/ 287 h 334"/>
                                    <a:gd name="T30" fmla="*/ 323 w 408"/>
                                    <a:gd name="T31" fmla="*/ 306 h 334"/>
                                    <a:gd name="T32" fmla="*/ 367 w 408"/>
                                    <a:gd name="T33" fmla="*/ 321 h 334"/>
                                    <a:gd name="T34" fmla="*/ 408 w 408"/>
                                    <a:gd name="T35" fmla="*/ 334 h 334"/>
                                    <a:gd name="T36" fmla="*/ 371 w 408"/>
                                    <a:gd name="T37" fmla="*/ 325 h 334"/>
                                    <a:gd name="T38" fmla="*/ 328 w 408"/>
                                    <a:gd name="T39" fmla="*/ 314 h 334"/>
                                    <a:gd name="T40" fmla="*/ 283 w 408"/>
                                    <a:gd name="T41" fmla="*/ 299 h 334"/>
                                    <a:gd name="T42" fmla="*/ 235 w 408"/>
                                    <a:gd name="T43" fmla="*/ 284 h 334"/>
                                    <a:gd name="T44" fmla="*/ 190 w 408"/>
                                    <a:gd name="T45" fmla="*/ 265 h 334"/>
                                    <a:gd name="T46" fmla="*/ 144 w 408"/>
                                    <a:gd name="T47" fmla="*/ 243 h 334"/>
                                    <a:gd name="T48" fmla="*/ 103 w 408"/>
                                    <a:gd name="T49" fmla="*/ 219 h 334"/>
                                    <a:gd name="T50" fmla="*/ 67 w 408"/>
                                    <a:gd name="T51" fmla="*/ 192 h 334"/>
                                    <a:gd name="T52" fmla="*/ 36 w 408"/>
                                    <a:gd name="T53" fmla="*/ 162 h 334"/>
                                    <a:gd name="T54" fmla="*/ 17 w 408"/>
                                    <a:gd name="T55" fmla="*/ 134 h 334"/>
                                    <a:gd name="T56" fmla="*/ 4 w 408"/>
                                    <a:gd name="T57" fmla="*/ 109 h 334"/>
                                    <a:gd name="T58" fmla="*/ 0 w 408"/>
                                    <a:gd name="T59" fmla="*/ 87 h 334"/>
                                    <a:gd name="T60" fmla="*/ 1 w 408"/>
                                    <a:gd name="T61" fmla="*/ 66 h 334"/>
                                    <a:gd name="T62" fmla="*/ 8 w 408"/>
                                    <a:gd name="T63" fmla="*/ 49 h 334"/>
                                    <a:gd name="T64" fmla="*/ 20 w 408"/>
                                    <a:gd name="T65" fmla="*/ 33 h 334"/>
                                    <a:gd name="T66" fmla="*/ 36 w 408"/>
                                    <a:gd name="T67" fmla="*/ 21 h 334"/>
                                    <a:gd name="T68" fmla="*/ 56 w 408"/>
                                    <a:gd name="T69" fmla="*/ 11 h 334"/>
                                    <a:gd name="T70" fmla="*/ 78 w 408"/>
                                    <a:gd name="T71" fmla="*/ 4 h 334"/>
                                    <a:gd name="T72" fmla="*/ 103 w 408"/>
                                    <a:gd name="T73" fmla="*/ 0 h 3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</a:cxnLst>
                                  <a:rect l="0" t="0" r="r" b="b"/>
                                  <a:pathLst>
                                    <a:path w="408" h="334">
                                      <a:moveTo>
                                        <a:pt x="103" y="0"/>
                                      </a:moveTo>
                                      <a:lnTo>
                                        <a:pt x="80" y="5"/>
                                      </a:lnTo>
                                      <a:lnTo>
                                        <a:pt x="59" y="11"/>
                                      </a:lnTo>
                                      <a:lnTo>
                                        <a:pt x="42" y="22"/>
                                      </a:lnTo>
                                      <a:lnTo>
                                        <a:pt x="30" y="35"/>
                                      </a:lnTo>
                                      <a:lnTo>
                                        <a:pt x="20" y="51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34" y="112"/>
                                      </a:lnTo>
                                      <a:lnTo>
                                        <a:pt x="55" y="139"/>
                                      </a:lnTo>
                                      <a:lnTo>
                                        <a:pt x="91" y="175"/>
                                      </a:lnTo>
                                      <a:lnTo>
                                        <a:pt x="132" y="208"/>
                                      </a:lnTo>
                                      <a:lnTo>
                                        <a:pt x="179" y="236"/>
                                      </a:lnTo>
                                      <a:lnTo>
                                        <a:pt x="226" y="263"/>
                                      </a:lnTo>
                                      <a:lnTo>
                                        <a:pt x="275" y="287"/>
                                      </a:lnTo>
                                      <a:lnTo>
                                        <a:pt x="323" y="306"/>
                                      </a:lnTo>
                                      <a:lnTo>
                                        <a:pt x="367" y="321"/>
                                      </a:lnTo>
                                      <a:lnTo>
                                        <a:pt x="408" y="334"/>
                                      </a:lnTo>
                                      <a:lnTo>
                                        <a:pt x="371" y="325"/>
                                      </a:lnTo>
                                      <a:lnTo>
                                        <a:pt x="328" y="314"/>
                                      </a:lnTo>
                                      <a:lnTo>
                                        <a:pt x="283" y="299"/>
                                      </a:lnTo>
                                      <a:lnTo>
                                        <a:pt x="235" y="284"/>
                                      </a:lnTo>
                                      <a:lnTo>
                                        <a:pt x="190" y="265"/>
                                      </a:lnTo>
                                      <a:lnTo>
                                        <a:pt x="144" y="243"/>
                                      </a:lnTo>
                                      <a:lnTo>
                                        <a:pt x="103" y="219"/>
                                      </a:lnTo>
                                      <a:lnTo>
                                        <a:pt x="67" y="192"/>
                                      </a:lnTo>
                                      <a:lnTo>
                                        <a:pt x="36" y="162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4" y="109"/>
                                      </a:lnTo>
                                      <a:lnTo>
                                        <a:pt x="0" y="87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8" y="49"/>
                                      </a:lnTo>
                                      <a:lnTo>
                                        <a:pt x="20" y="33"/>
                                      </a:lnTo>
                                      <a:lnTo>
                                        <a:pt x="36" y="21"/>
                                      </a:lnTo>
                                      <a:lnTo>
                                        <a:pt x="56" y="11"/>
                                      </a:lnTo>
                                      <a:lnTo>
                                        <a:pt x="78" y="4"/>
                                      </a:lnTo>
                                      <a:lnTo>
                                        <a:pt x="1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2">
                                    <a:lumMod val="20000"/>
                                    <a:lumOff val="80000"/>
                                  </a:schemeClr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8" name="Freeform 3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398713" y="90487"/>
                                  <a:ext cx="361950" cy="157163"/>
                                </a:xfrm>
                                <a:custGeom>
                                  <a:avLst/>
                                  <a:gdLst>
                                    <a:gd name="T0" fmla="*/ 104 w 456"/>
                                    <a:gd name="T1" fmla="*/ 4 h 199"/>
                                    <a:gd name="T2" fmla="*/ 154 w 456"/>
                                    <a:gd name="T3" fmla="*/ 21 h 199"/>
                                    <a:gd name="T4" fmla="*/ 195 w 456"/>
                                    <a:gd name="T5" fmla="*/ 54 h 199"/>
                                    <a:gd name="T6" fmla="*/ 217 w 456"/>
                                    <a:gd name="T7" fmla="*/ 96 h 199"/>
                                    <a:gd name="T8" fmla="*/ 213 w 456"/>
                                    <a:gd name="T9" fmla="*/ 134 h 199"/>
                                    <a:gd name="T10" fmla="*/ 194 w 456"/>
                                    <a:gd name="T11" fmla="*/ 150 h 199"/>
                                    <a:gd name="T12" fmla="*/ 167 w 456"/>
                                    <a:gd name="T13" fmla="*/ 150 h 199"/>
                                    <a:gd name="T14" fmla="*/ 145 w 456"/>
                                    <a:gd name="T15" fmla="*/ 139 h 199"/>
                                    <a:gd name="T16" fmla="*/ 134 w 456"/>
                                    <a:gd name="T17" fmla="*/ 120 h 199"/>
                                    <a:gd name="T18" fmla="*/ 148 w 456"/>
                                    <a:gd name="T19" fmla="*/ 139 h 199"/>
                                    <a:gd name="T20" fmla="*/ 172 w 456"/>
                                    <a:gd name="T21" fmla="*/ 142 h 199"/>
                                    <a:gd name="T22" fmla="*/ 192 w 456"/>
                                    <a:gd name="T23" fmla="*/ 126 h 199"/>
                                    <a:gd name="T24" fmla="*/ 197 w 456"/>
                                    <a:gd name="T25" fmla="*/ 87 h 199"/>
                                    <a:gd name="T26" fmla="*/ 178 w 456"/>
                                    <a:gd name="T27" fmla="*/ 46 h 199"/>
                                    <a:gd name="T28" fmla="*/ 140 w 456"/>
                                    <a:gd name="T29" fmla="*/ 19 h 199"/>
                                    <a:gd name="T30" fmla="*/ 96 w 456"/>
                                    <a:gd name="T31" fmla="*/ 10 h 199"/>
                                    <a:gd name="T32" fmla="*/ 55 w 456"/>
                                    <a:gd name="T33" fmla="*/ 21 h 199"/>
                                    <a:gd name="T34" fmla="*/ 32 w 456"/>
                                    <a:gd name="T35" fmla="*/ 56 h 199"/>
                                    <a:gd name="T36" fmla="*/ 38 w 456"/>
                                    <a:gd name="T37" fmla="*/ 101 h 199"/>
                                    <a:gd name="T38" fmla="*/ 70 w 456"/>
                                    <a:gd name="T39" fmla="*/ 144 h 199"/>
                                    <a:gd name="T40" fmla="*/ 125 w 456"/>
                                    <a:gd name="T41" fmla="*/ 177 h 199"/>
                                    <a:gd name="T42" fmla="*/ 197 w 456"/>
                                    <a:gd name="T43" fmla="*/ 192 h 199"/>
                                    <a:gd name="T44" fmla="*/ 280 w 456"/>
                                    <a:gd name="T45" fmla="*/ 183 h 199"/>
                                    <a:gd name="T46" fmla="*/ 343 w 456"/>
                                    <a:gd name="T47" fmla="*/ 158 h 199"/>
                                    <a:gd name="T48" fmla="*/ 384 w 456"/>
                                    <a:gd name="T49" fmla="*/ 128 h 199"/>
                                    <a:gd name="T50" fmla="*/ 407 w 456"/>
                                    <a:gd name="T51" fmla="*/ 101 h 199"/>
                                    <a:gd name="T52" fmla="*/ 418 w 456"/>
                                    <a:gd name="T53" fmla="*/ 84 h 199"/>
                                    <a:gd name="T54" fmla="*/ 432 w 456"/>
                                    <a:gd name="T55" fmla="*/ 74 h 199"/>
                                    <a:gd name="T56" fmla="*/ 451 w 456"/>
                                    <a:gd name="T57" fmla="*/ 74 h 199"/>
                                    <a:gd name="T58" fmla="*/ 456 w 456"/>
                                    <a:gd name="T59" fmla="*/ 81 h 199"/>
                                    <a:gd name="T60" fmla="*/ 442 w 456"/>
                                    <a:gd name="T61" fmla="*/ 96 h 199"/>
                                    <a:gd name="T62" fmla="*/ 409 w 456"/>
                                    <a:gd name="T63" fmla="*/ 128 h 199"/>
                                    <a:gd name="T64" fmla="*/ 355 w 456"/>
                                    <a:gd name="T65" fmla="*/ 161 h 199"/>
                                    <a:gd name="T66" fmla="*/ 278 w 456"/>
                                    <a:gd name="T67" fmla="*/ 188 h 199"/>
                                    <a:gd name="T68" fmla="*/ 186 w 456"/>
                                    <a:gd name="T69" fmla="*/ 199 h 199"/>
                                    <a:gd name="T70" fmla="*/ 106 w 456"/>
                                    <a:gd name="T71" fmla="*/ 185 h 199"/>
                                    <a:gd name="T72" fmla="*/ 46 w 456"/>
                                    <a:gd name="T73" fmla="*/ 153 h 199"/>
                                    <a:gd name="T74" fmla="*/ 11 w 456"/>
                                    <a:gd name="T75" fmla="*/ 109 h 199"/>
                                    <a:gd name="T76" fmla="*/ 0 w 456"/>
                                    <a:gd name="T77" fmla="*/ 63 h 199"/>
                                    <a:gd name="T78" fmla="*/ 16 w 456"/>
                                    <a:gd name="T79" fmla="*/ 24 h 199"/>
                                    <a:gd name="T80" fmla="*/ 55 w 456"/>
                                    <a:gd name="T81" fmla="*/ 2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56" h="199">
                                      <a:moveTo>
                                        <a:pt x="79" y="0"/>
                                      </a:moveTo>
                                      <a:lnTo>
                                        <a:pt x="104" y="4"/>
                                      </a:lnTo>
                                      <a:lnTo>
                                        <a:pt x="129" y="10"/>
                                      </a:lnTo>
                                      <a:lnTo>
                                        <a:pt x="154" y="21"/>
                                      </a:lnTo>
                                      <a:lnTo>
                                        <a:pt x="176" y="37"/>
                                      </a:lnTo>
                                      <a:lnTo>
                                        <a:pt x="195" y="54"/>
                                      </a:lnTo>
                                      <a:lnTo>
                                        <a:pt x="209" y="74"/>
                                      </a:lnTo>
                                      <a:lnTo>
                                        <a:pt x="217" y="96"/>
                                      </a:lnTo>
                                      <a:lnTo>
                                        <a:pt x="217" y="120"/>
                                      </a:lnTo>
                                      <a:lnTo>
                                        <a:pt x="213" y="134"/>
                                      </a:lnTo>
                                      <a:lnTo>
                                        <a:pt x="205" y="145"/>
                                      </a:lnTo>
                                      <a:lnTo>
                                        <a:pt x="194" y="150"/>
                                      </a:lnTo>
                                      <a:lnTo>
                                        <a:pt x="181" y="153"/>
                                      </a:lnTo>
                                      <a:lnTo>
                                        <a:pt x="167" y="150"/>
                                      </a:lnTo>
                                      <a:lnTo>
                                        <a:pt x="154" y="145"/>
                                      </a:lnTo>
                                      <a:lnTo>
                                        <a:pt x="145" y="139"/>
                                      </a:lnTo>
                                      <a:lnTo>
                                        <a:pt x="137" y="130"/>
                                      </a:lnTo>
                                      <a:lnTo>
                                        <a:pt x="134" y="120"/>
                                      </a:lnTo>
                                      <a:lnTo>
                                        <a:pt x="139" y="131"/>
                                      </a:lnTo>
                                      <a:lnTo>
                                        <a:pt x="148" y="139"/>
                                      </a:lnTo>
                                      <a:lnTo>
                                        <a:pt x="159" y="142"/>
                                      </a:lnTo>
                                      <a:lnTo>
                                        <a:pt x="172" y="142"/>
                                      </a:lnTo>
                                      <a:lnTo>
                                        <a:pt x="183" y="137"/>
                                      </a:lnTo>
                                      <a:lnTo>
                                        <a:pt x="192" y="126"/>
                                      </a:lnTo>
                                      <a:lnTo>
                                        <a:pt x="197" y="111"/>
                                      </a:lnTo>
                                      <a:lnTo>
                                        <a:pt x="197" y="87"/>
                                      </a:lnTo>
                                      <a:lnTo>
                                        <a:pt x="191" y="65"/>
                                      </a:lnTo>
                                      <a:lnTo>
                                        <a:pt x="178" y="46"/>
                                      </a:lnTo>
                                      <a:lnTo>
                                        <a:pt x="161" y="30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18" y="11"/>
                                      </a:lnTo>
                                      <a:lnTo>
                                        <a:pt x="96" y="10"/>
                                      </a:lnTo>
                                      <a:lnTo>
                                        <a:pt x="74" y="13"/>
                                      </a:lnTo>
                                      <a:lnTo>
                                        <a:pt x="55" y="21"/>
                                      </a:lnTo>
                                      <a:lnTo>
                                        <a:pt x="41" y="35"/>
                                      </a:lnTo>
                                      <a:lnTo>
                                        <a:pt x="32" y="56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51" y="123"/>
                                      </a:lnTo>
                                      <a:lnTo>
                                        <a:pt x="70" y="144"/>
                                      </a:lnTo>
                                      <a:lnTo>
                                        <a:pt x="95" y="163"/>
                                      </a:lnTo>
                                      <a:lnTo>
                                        <a:pt x="125" y="177"/>
                                      </a:lnTo>
                                      <a:lnTo>
                                        <a:pt x="159" y="188"/>
                                      </a:lnTo>
                                      <a:lnTo>
                                        <a:pt x="197" y="192"/>
                                      </a:lnTo>
                                      <a:lnTo>
                                        <a:pt x="239" y="191"/>
                                      </a:lnTo>
                                      <a:lnTo>
                                        <a:pt x="280" y="183"/>
                                      </a:lnTo>
                                      <a:lnTo>
                                        <a:pt x="313" y="170"/>
                                      </a:lnTo>
                                      <a:lnTo>
                                        <a:pt x="343" y="158"/>
                                      </a:lnTo>
                                      <a:lnTo>
                                        <a:pt x="365" y="144"/>
                                      </a:lnTo>
                                      <a:lnTo>
                                        <a:pt x="384" y="128"/>
                                      </a:lnTo>
                                      <a:lnTo>
                                        <a:pt x="396" y="114"/>
                                      </a:lnTo>
                                      <a:lnTo>
                                        <a:pt x="407" y="101"/>
                                      </a:lnTo>
                                      <a:lnTo>
                                        <a:pt x="414" y="90"/>
                                      </a:lnTo>
                                      <a:lnTo>
                                        <a:pt x="418" y="84"/>
                                      </a:lnTo>
                                      <a:lnTo>
                                        <a:pt x="425" y="78"/>
                                      </a:lnTo>
                                      <a:lnTo>
                                        <a:pt x="432" y="74"/>
                                      </a:lnTo>
                                      <a:lnTo>
                                        <a:pt x="443" y="73"/>
                                      </a:lnTo>
                                      <a:lnTo>
                                        <a:pt x="451" y="74"/>
                                      </a:lnTo>
                                      <a:lnTo>
                                        <a:pt x="456" y="76"/>
                                      </a:lnTo>
                                      <a:lnTo>
                                        <a:pt x="456" y="81"/>
                                      </a:lnTo>
                                      <a:lnTo>
                                        <a:pt x="451" y="87"/>
                                      </a:lnTo>
                                      <a:lnTo>
                                        <a:pt x="442" y="96"/>
                                      </a:lnTo>
                                      <a:lnTo>
                                        <a:pt x="428" y="11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385" y="144"/>
                                      </a:lnTo>
                                      <a:lnTo>
                                        <a:pt x="355" y="161"/>
                                      </a:lnTo>
                                      <a:lnTo>
                                        <a:pt x="321" y="177"/>
                                      </a:lnTo>
                                      <a:lnTo>
                                        <a:pt x="278" y="188"/>
                                      </a:lnTo>
                                      <a:lnTo>
                                        <a:pt x="233" y="197"/>
                                      </a:lnTo>
                                      <a:lnTo>
                                        <a:pt x="186" y="199"/>
                                      </a:lnTo>
                                      <a:lnTo>
                                        <a:pt x="143" y="194"/>
                                      </a:lnTo>
                                      <a:lnTo>
                                        <a:pt x="106" y="185"/>
                                      </a:lnTo>
                                      <a:lnTo>
                                        <a:pt x="73" y="170"/>
                                      </a:lnTo>
                                      <a:lnTo>
                                        <a:pt x="46" y="153"/>
                                      </a:lnTo>
                                      <a:lnTo>
                                        <a:pt x="26" y="131"/>
                                      </a:lnTo>
                                      <a:lnTo>
                                        <a:pt x="11" y="109"/>
                                      </a:lnTo>
                                      <a:lnTo>
                                        <a:pt x="2" y="87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5" y="43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33" y="10"/>
                                      </a:lnTo>
                                      <a:lnTo>
                                        <a:pt x="55" y="2"/>
                                      </a:lnTo>
                                      <a:lnTo>
                                        <a:pt x="7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2">
                                    <a:lumMod val="20000"/>
                                    <a:lumOff val="80000"/>
                                  </a:schemeClr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9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3175" y="160337"/>
                                  <a:ext cx="444500" cy="119063"/>
                                </a:xfrm>
                                <a:custGeom>
                                  <a:avLst/>
                                  <a:gdLst>
                                    <a:gd name="T0" fmla="*/ 446 w 561"/>
                                    <a:gd name="T1" fmla="*/ 1 h 151"/>
                                    <a:gd name="T2" fmla="*/ 504 w 561"/>
                                    <a:gd name="T3" fmla="*/ 14 h 151"/>
                                    <a:gd name="T4" fmla="*/ 545 w 561"/>
                                    <a:gd name="T5" fmla="*/ 44 h 151"/>
                                    <a:gd name="T6" fmla="*/ 561 w 561"/>
                                    <a:gd name="T7" fmla="*/ 88 h 151"/>
                                    <a:gd name="T8" fmla="*/ 551 w 561"/>
                                    <a:gd name="T9" fmla="*/ 127 h 151"/>
                                    <a:gd name="T10" fmla="*/ 526 w 561"/>
                                    <a:gd name="T11" fmla="*/ 146 h 151"/>
                                    <a:gd name="T12" fmla="*/ 495 w 561"/>
                                    <a:gd name="T13" fmla="*/ 151 h 151"/>
                                    <a:gd name="T14" fmla="*/ 465 w 561"/>
                                    <a:gd name="T15" fmla="*/ 135 h 151"/>
                                    <a:gd name="T16" fmla="*/ 448 w 561"/>
                                    <a:gd name="T17" fmla="*/ 103 h 151"/>
                                    <a:gd name="T18" fmla="*/ 451 w 561"/>
                                    <a:gd name="T19" fmla="*/ 77 h 151"/>
                                    <a:gd name="T20" fmla="*/ 470 w 561"/>
                                    <a:gd name="T21" fmla="*/ 56 h 151"/>
                                    <a:gd name="T22" fmla="*/ 503 w 561"/>
                                    <a:gd name="T23" fmla="*/ 53 h 151"/>
                                    <a:gd name="T24" fmla="*/ 504 w 561"/>
                                    <a:gd name="T25" fmla="*/ 55 h 151"/>
                                    <a:gd name="T26" fmla="*/ 473 w 561"/>
                                    <a:gd name="T27" fmla="*/ 58 h 151"/>
                                    <a:gd name="T28" fmla="*/ 454 w 561"/>
                                    <a:gd name="T29" fmla="*/ 77 h 151"/>
                                    <a:gd name="T30" fmla="*/ 453 w 561"/>
                                    <a:gd name="T31" fmla="*/ 102 h 151"/>
                                    <a:gd name="T32" fmla="*/ 468 w 561"/>
                                    <a:gd name="T33" fmla="*/ 129 h 151"/>
                                    <a:gd name="T34" fmla="*/ 496 w 561"/>
                                    <a:gd name="T35" fmla="*/ 140 h 151"/>
                                    <a:gd name="T36" fmla="*/ 523 w 561"/>
                                    <a:gd name="T37" fmla="*/ 132 h 151"/>
                                    <a:gd name="T38" fmla="*/ 542 w 561"/>
                                    <a:gd name="T39" fmla="*/ 108 h 151"/>
                                    <a:gd name="T40" fmla="*/ 537 w 561"/>
                                    <a:gd name="T41" fmla="*/ 66 h 151"/>
                                    <a:gd name="T42" fmla="*/ 503 w 561"/>
                                    <a:gd name="T43" fmla="*/ 34 h 151"/>
                                    <a:gd name="T44" fmla="*/ 446 w 561"/>
                                    <a:gd name="T45" fmla="*/ 17 h 151"/>
                                    <a:gd name="T46" fmla="*/ 380 w 561"/>
                                    <a:gd name="T47" fmla="*/ 18 h 151"/>
                                    <a:gd name="T48" fmla="*/ 313 w 561"/>
                                    <a:gd name="T49" fmla="*/ 41 h 151"/>
                                    <a:gd name="T50" fmla="*/ 231 w 561"/>
                                    <a:gd name="T51" fmla="*/ 77 h 151"/>
                                    <a:gd name="T52" fmla="*/ 140 w 561"/>
                                    <a:gd name="T53" fmla="*/ 107 h 151"/>
                                    <a:gd name="T54" fmla="*/ 46 w 561"/>
                                    <a:gd name="T55" fmla="*/ 118 h 151"/>
                                    <a:gd name="T56" fmla="*/ 52 w 561"/>
                                    <a:gd name="T57" fmla="*/ 116 h 151"/>
                                    <a:gd name="T58" fmla="*/ 157 w 561"/>
                                    <a:gd name="T59" fmla="*/ 96 h 151"/>
                                    <a:gd name="T60" fmla="*/ 261 w 561"/>
                                    <a:gd name="T61" fmla="*/ 55 h 151"/>
                                    <a:gd name="T62" fmla="*/ 346 w 561"/>
                                    <a:gd name="T63" fmla="*/ 15 h 151"/>
                                    <a:gd name="T64" fmla="*/ 415 w 561"/>
                                    <a:gd name="T65" fmla="*/ 0 h 15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</a:cxnLst>
                                  <a:rect l="0" t="0" r="r" b="b"/>
                                  <a:pathLst>
                                    <a:path w="561" h="151">
                                      <a:moveTo>
                                        <a:pt x="415" y="0"/>
                                      </a:moveTo>
                                      <a:lnTo>
                                        <a:pt x="446" y="1"/>
                                      </a:lnTo>
                                      <a:lnTo>
                                        <a:pt x="478" y="6"/>
                                      </a:lnTo>
                                      <a:lnTo>
                                        <a:pt x="504" y="14"/>
                                      </a:lnTo>
                                      <a:lnTo>
                                        <a:pt x="528" y="28"/>
                                      </a:lnTo>
                                      <a:lnTo>
                                        <a:pt x="545" y="44"/>
                                      </a:lnTo>
                                      <a:lnTo>
                                        <a:pt x="556" y="64"/>
                                      </a:lnTo>
                                      <a:lnTo>
                                        <a:pt x="561" y="88"/>
                                      </a:lnTo>
                                      <a:lnTo>
                                        <a:pt x="558" y="113"/>
                                      </a:lnTo>
                                      <a:lnTo>
                                        <a:pt x="551" y="127"/>
                                      </a:lnTo>
                                      <a:lnTo>
                                        <a:pt x="540" y="138"/>
                                      </a:lnTo>
                                      <a:lnTo>
                                        <a:pt x="526" y="146"/>
                                      </a:lnTo>
                                      <a:lnTo>
                                        <a:pt x="512" y="151"/>
                                      </a:lnTo>
                                      <a:lnTo>
                                        <a:pt x="495" y="151"/>
                                      </a:lnTo>
                                      <a:lnTo>
                                        <a:pt x="479" y="144"/>
                                      </a:lnTo>
                                      <a:lnTo>
                                        <a:pt x="465" y="135"/>
                                      </a:lnTo>
                                      <a:lnTo>
                                        <a:pt x="453" y="118"/>
                                      </a:lnTo>
                                      <a:lnTo>
                                        <a:pt x="448" y="103"/>
                                      </a:lnTo>
                                      <a:lnTo>
                                        <a:pt x="448" y="89"/>
                                      </a:lnTo>
                                      <a:lnTo>
                                        <a:pt x="451" y="77"/>
                                      </a:lnTo>
                                      <a:lnTo>
                                        <a:pt x="459" y="66"/>
                                      </a:lnTo>
                                      <a:lnTo>
                                        <a:pt x="470" y="56"/>
                                      </a:lnTo>
                                      <a:lnTo>
                                        <a:pt x="485" y="53"/>
                                      </a:lnTo>
                                      <a:lnTo>
                                        <a:pt x="503" y="53"/>
                                      </a:lnTo>
                                      <a:lnTo>
                                        <a:pt x="525" y="61"/>
                                      </a:lnTo>
                                      <a:lnTo>
                                        <a:pt x="504" y="55"/>
                                      </a:lnTo>
                                      <a:lnTo>
                                        <a:pt x="487" y="55"/>
                                      </a:lnTo>
                                      <a:lnTo>
                                        <a:pt x="473" y="58"/>
                                      </a:lnTo>
                                      <a:lnTo>
                                        <a:pt x="462" y="66"/>
                                      </a:lnTo>
                                      <a:lnTo>
                                        <a:pt x="454" y="77"/>
                                      </a:lnTo>
                                      <a:lnTo>
                                        <a:pt x="451" y="89"/>
                                      </a:lnTo>
                                      <a:lnTo>
                                        <a:pt x="453" y="102"/>
                                      </a:lnTo>
                                      <a:lnTo>
                                        <a:pt x="457" y="114"/>
                                      </a:lnTo>
                                      <a:lnTo>
                                        <a:pt x="468" y="129"/>
                                      </a:lnTo>
                                      <a:lnTo>
                                        <a:pt x="481" y="137"/>
                                      </a:lnTo>
                                      <a:lnTo>
                                        <a:pt x="496" y="140"/>
                                      </a:lnTo>
                                      <a:lnTo>
                                        <a:pt x="511" y="138"/>
                                      </a:lnTo>
                                      <a:lnTo>
                                        <a:pt x="523" y="132"/>
                                      </a:lnTo>
                                      <a:lnTo>
                                        <a:pt x="534" y="122"/>
                                      </a:lnTo>
                                      <a:lnTo>
                                        <a:pt x="542" y="108"/>
                                      </a:lnTo>
                                      <a:lnTo>
                                        <a:pt x="544" y="85"/>
                                      </a:lnTo>
                                      <a:lnTo>
                                        <a:pt x="537" y="66"/>
                                      </a:lnTo>
                                      <a:lnTo>
                                        <a:pt x="523" y="48"/>
                                      </a:lnTo>
                                      <a:lnTo>
                                        <a:pt x="503" y="34"/>
                                      </a:lnTo>
                                      <a:lnTo>
                                        <a:pt x="476" y="23"/>
                                      </a:lnTo>
                                      <a:lnTo>
                                        <a:pt x="446" y="17"/>
                                      </a:lnTo>
                                      <a:lnTo>
                                        <a:pt x="415" y="15"/>
                                      </a:lnTo>
                                      <a:lnTo>
                                        <a:pt x="380" y="18"/>
                                      </a:lnTo>
                                      <a:lnTo>
                                        <a:pt x="346" y="26"/>
                                      </a:lnTo>
                                      <a:lnTo>
                                        <a:pt x="313" y="41"/>
                                      </a:lnTo>
                                      <a:lnTo>
                                        <a:pt x="273" y="59"/>
                                      </a:lnTo>
                                      <a:lnTo>
                                        <a:pt x="231" y="77"/>
                                      </a:lnTo>
                                      <a:lnTo>
                                        <a:pt x="187" y="94"/>
                                      </a:lnTo>
                                      <a:lnTo>
                                        <a:pt x="140" y="107"/>
                                      </a:lnTo>
                                      <a:lnTo>
                                        <a:pt x="93" y="114"/>
                                      </a:lnTo>
                                      <a:lnTo>
                                        <a:pt x="46" y="118"/>
                                      </a:lnTo>
                                      <a:lnTo>
                                        <a:pt x="0" y="114"/>
                                      </a:lnTo>
                                      <a:lnTo>
                                        <a:pt x="52" y="116"/>
                                      </a:lnTo>
                                      <a:lnTo>
                                        <a:pt x="105" y="110"/>
                                      </a:lnTo>
                                      <a:lnTo>
                                        <a:pt x="157" y="96"/>
                                      </a:lnTo>
                                      <a:lnTo>
                                        <a:pt x="211" y="78"/>
                                      </a:lnTo>
                                      <a:lnTo>
                                        <a:pt x="261" y="55"/>
                                      </a:lnTo>
                                      <a:lnTo>
                                        <a:pt x="311" y="31"/>
                                      </a:lnTo>
                                      <a:lnTo>
                                        <a:pt x="346" y="15"/>
                                      </a:lnTo>
                                      <a:lnTo>
                                        <a:pt x="380" y="4"/>
                                      </a:lnTo>
                                      <a:lnTo>
                                        <a:pt x="41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2">
                                    <a:lumMod val="20000"/>
                                    <a:lumOff val="80000"/>
                                  </a:schemeClr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40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40038" y="138112"/>
                                  <a:ext cx="1271588" cy="196850"/>
                                </a:xfrm>
                                <a:custGeom>
                                  <a:avLst/>
                                  <a:gdLst>
                                    <a:gd name="T0" fmla="*/ 1190 w 1600"/>
                                    <a:gd name="T1" fmla="*/ 0 h 249"/>
                                    <a:gd name="T2" fmla="*/ 1286 w 1600"/>
                                    <a:gd name="T3" fmla="*/ 2 h 249"/>
                                    <a:gd name="T4" fmla="*/ 1385 w 1600"/>
                                    <a:gd name="T5" fmla="*/ 10 h 249"/>
                                    <a:gd name="T6" fmla="*/ 1490 w 1600"/>
                                    <a:gd name="T7" fmla="*/ 22 h 249"/>
                                    <a:gd name="T8" fmla="*/ 1600 w 1600"/>
                                    <a:gd name="T9" fmla="*/ 41 h 249"/>
                                    <a:gd name="T10" fmla="*/ 1492 w 1600"/>
                                    <a:gd name="T11" fmla="*/ 24 h 249"/>
                                    <a:gd name="T12" fmla="*/ 1390 w 1600"/>
                                    <a:gd name="T13" fmla="*/ 13 h 249"/>
                                    <a:gd name="T14" fmla="*/ 1291 w 1600"/>
                                    <a:gd name="T15" fmla="*/ 8 h 249"/>
                                    <a:gd name="T16" fmla="*/ 1198 w 1600"/>
                                    <a:gd name="T17" fmla="*/ 7 h 249"/>
                                    <a:gd name="T18" fmla="*/ 1109 w 1600"/>
                                    <a:gd name="T19" fmla="*/ 10 h 249"/>
                                    <a:gd name="T20" fmla="*/ 1024 w 1600"/>
                                    <a:gd name="T21" fmla="*/ 18 h 249"/>
                                    <a:gd name="T22" fmla="*/ 942 w 1600"/>
                                    <a:gd name="T23" fmla="*/ 27 h 249"/>
                                    <a:gd name="T24" fmla="*/ 864 w 1600"/>
                                    <a:gd name="T25" fmla="*/ 41 h 249"/>
                                    <a:gd name="T26" fmla="*/ 788 w 1600"/>
                                    <a:gd name="T27" fmla="*/ 57 h 249"/>
                                    <a:gd name="T28" fmla="*/ 716 w 1600"/>
                                    <a:gd name="T29" fmla="*/ 74 h 249"/>
                                    <a:gd name="T30" fmla="*/ 645 w 1600"/>
                                    <a:gd name="T31" fmla="*/ 93 h 249"/>
                                    <a:gd name="T32" fmla="*/ 578 w 1600"/>
                                    <a:gd name="T33" fmla="*/ 114 h 249"/>
                                    <a:gd name="T34" fmla="*/ 510 w 1600"/>
                                    <a:gd name="T35" fmla="*/ 132 h 249"/>
                                    <a:gd name="T36" fmla="*/ 446 w 1600"/>
                                    <a:gd name="T37" fmla="*/ 153 h 249"/>
                                    <a:gd name="T38" fmla="*/ 381 w 1600"/>
                                    <a:gd name="T39" fmla="*/ 173 h 249"/>
                                    <a:gd name="T40" fmla="*/ 318 w 1600"/>
                                    <a:gd name="T41" fmla="*/ 191 h 249"/>
                                    <a:gd name="T42" fmla="*/ 254 w 1600"/>
                                    <a:gd name="T43" fmla="*/ 208 h 249"/>
                                    <a:gd name="T44" fmla="*/ 191 w 1600"/>
                                    <a:gd name="T45" fmla="*/ 222 h 249"/>
                                    <a:gd name="T46" fmla="*/ 128 w 1600"/>
                                    <a:gd name="T47" fmla="*/ 235 h 249"/>
                                    <a:gd name="T48" fmla="*/ 64 w 1600"/>
                                    <a:gd name="T49" fmla="*/ 243 h 249"/>
                                    <a:gd name="T50" fmla="*/ 0 w 1600"/>
                                    <a:gd name="T51" fmla="*/ 249 h 249"/>
                                    <a:gd name="T52" fmla="*/ 62 w 1600"/>
                                    <a:gd name="T53" fmla="*/ 243 h 249"/>
                                    <a:gd name="T54" fmla="*/ 124 w 1600"/>
                                    <a:gd name="T55" fmla="*/ 232 h 249"/>
                                    <a:gd name="T56" fmla="*/ 185 w 1600"/>
                                    <a:gd name="T57" fmla="*/ 219 h 249"/>
                                    <a:gd name="T58" fmla="*/ 246 w 1600"/>
                                    <a:gd name="T59" fmla="*/ 203 h 249"/>
                                    <a:gd name="T60" fmla="*/ 307 w 1600"/>
                                    <a:gd name="T61" fmla="*/ 186 h 249"/>
                                    <a:gd name="T62" fmla="*/ 370 w 1600"/>
                                    <a:gd name="T63" fmla="*/ 167 h 249"/>
                                    <a:gd name="T64" fmla="*/ 433 w 1600"/>
                                    <a:gd name="T65" fmla="*/ 147 h 249"/>
                                    <a:gd name="T66" fmla="*/ 498 w 1600"/>
                                    <a:gd name="T67" fmla="*/ 126 h 249"/>
                                    <a:gd name="T68" fmla="*/ 563 w 1600"/>
                                    <a:gd name="T69" fmla="*/ 106 h 249"/>
                                    <a:gd name="T70" fmla="*/ 633 w 1600"/>
                                    <a:gd name="T71" fmla="*/ 85 h 249"/>
                                    <a:gd name="T72" fmla="*/ 703 w 1600"/>
                                    <a:gd name="T73" fmla="*/ 66 h 249"/>
                                    <a:gd name="T74" fmla="*/ 776 w 1600"/>
                                    <a:gd name="T75" fmla="*/ 49 h 249"/>
                                    <a:gd name="T76" fmla="*/ 851 w 1600"/>
                                    <a:gd name="T77" fmla="*/ 33 h 249"/>
                                    <a:gd name="T78" fmla="*/ 931 w 1600"/>
                                    <a:gd name="T79" fmla="*/ 19 h 249"/>
                                    <a:gd name="T80" fmla="*/ 1013 w 1600"/>
                                    <a:gd name="T81" fmla="*/ 10 h 249"/>
                                    <a:gd name="T82" fmla="*/ 1099 w 1600"/>
                                    <a:gd name="T83" fmla="*/ 3 h 249"/>
                                    <a:gd name="T84" fmla="*/ 1190 w 1600"/>
                                    <a:gd name="T85" fmla="*/ 0 h 24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</a:cxnLst>
                                  <a:rect l="0" t="0" r="r" b="b"/>
                                  <a:pathLst>
                                    <a:path w="1600" h="249">
                                      <a:moveTo>
                                        <a:pt x="1190" y="0"/>
                                      </a:moveTo>
                                      <a:lnTo>
                                        <a:pt x="1286" y="2"/>
                                      </a:lnTo>
                                      <a:lnTo>
                                        <a:pt x="1385" y="10"/>
                                      </a:lnTo>
                                      <a:lnTo>
                                        <a:pt x="1490" y="22"/>
                                      </a:lnTo>
                                      <a:lnTo>
                                        <a:pt x="1600" y="41"/>
                                      </a:lnTo>
                                      <a:lnTo>
                                        <a:pt x="1492" y="24"/>
                                      </a:lnTo>
                                      <a:lnTo>
                                        <a:pt x="1390" y="13"/>
                                      </a:lnTo>
                                      <a:lnTo>
                                        <a:pt x="1291" y="8"/>
                                      </a:lnTo>
                                      <a:lnTo>
                                        <a:pt x="1198" y="7"/>
                                      </a:lnTo>
                                      <a:lnTo>
                                        <a:pt x="1109" y="10"/>
                                      </a:lnTo>
                                      <a:lnTo>
                                        <a:pt x="1024" y="18"/>
                                      </a:lnTo>
                                      <a:lnTo>
                                        <a:pt x="942" y="27"/>
                                      </a:lnTo>
                                      <a:lnTo>
                                        <a:pt x="864" y="41"/>
                                      </a:lnTo>
                                      <a:lnTo>
                                        <a:pt x="788" y="57"/>
                                      </a:lnTo>
                                      <a:lnTo>
                                        <a:pt x="716" y="74"/>
                                      </a:lnTo>
                                      <a:lnTo>
                                        <a:pt x="645" y="93"/>
                                      </a:lnTo>
                                      <a:lnTo>
                                        <a:pt x="578" y="114"/>
                                      </a:lnTo>
                                      <a:lnTo>
                                        <a:pt x="510" y="132"/>
                                      </a:lnTo>
                                      <a:lnTo>
                                        <a:pt x="446" y="153"/>
                                      </a:lnTo>
                                      <a:lnTo>
                                        <a:pt x="381" y="173"/>
                                      </a:lnTo>
                                      <a:lnTo>
                                        <a:pt x="318" y="191"/>
                                      </a:lnTo>
                                      <a:lnTo>
                                        <a:pt x="254" y="208"/>
                                      </a:lnTo>
                                      <a:lnTo>
                                        <a:pt x="191" y="222"/>
                                      </a:lnTo>
                                      <a:lnTo>
                                        <a:pt x="128" y="235"/>
                                      </a:lnTo>
                                      <a:lnTo>
                                        <a:pt x="64" y="243"/>
                                      </a:lnTo>
                                      <a:lnTo>
                                        <a:pt x="0" y="249"/>
                                      </a:lnTo>
                                      <a:lnTo>
                                        <a:pt x="62" y="243"/>
                                      </a:lnTo>
                                      <a:lnTo>
                                        <a:pt x="124" y="232"/>
                                      </a:lnTo>
                                      <a:lnTo>
                                        <a:pt x="185" y="219"/>
                                      </a:lnTo>
                                      <a:lnTo>
                                        <a:pt x="246" y="203"/>
                                      </a:lnTo>
                                      <a:lnTo>
                                        <a:pt x="307" y="186"/>
                                      </a:lnTo>
                                      <a:lnTo>
                                        <a:pt x="370" y="167"/>
                                      </a:lnTo>
                                      <a:lnTo>
                                        <a:pt x="433" y="147"/>
                                      </a:lnTo>
                                      <a:lnTo>
                                        <a:pt x="498" y="126"/>
                                      </a:lnTo>
                                      <a:lnTo>
                                        <a:pt x="563" y="106"/>
                                      </a:lnTo>
                                      <a:lnTo>
                                        <a:pt x="633" y="85"/>
                                      </a:lnTo>
                                      <a:lnTo>
                                        <a:pt x="703" y="66"/>
                                      </a:lnTo>
                                      <a:lnTo>
                                        <a:pt x="776" y="49"/>
                                      </a:lnTo>
                                      <a:lnTo>
                                        <a:pt x="851" y="33"/>
                                      </a:lnTo>
                                      <a:lnTo>
                                        <a:pt x="931" y="19"/>
                                      </a:lnTo>
                                      <a:lnTo>
                                        <a:pt x="1013" y="10"/>
                                      </a:lnTo>
                                      <a:lnTo>
                                        <a:pt x="1099" y="3"/>
                                      </a:lnTo>
                                      <a:lnTo>
                                        <a:pt x="119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2">
                                    <a:lumMod val="20000"/>
                                    <a:lumOff val="80000"/>
                                  </a:schemeClr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group w14:anchorId="40C14340" id="Group 43" o:spid="_x0000_s1026" alt="Filigree accent drawing with fork and knife in center" style="width:323.75pt;height:29.15pt;mso-position-horizontal-relative:char;mso-position-vertical-relative:line" coordsize="41116,36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">
                      <v:shape id="Freeform 29" o:spid="_x0000_s1027" style="position:absolute;left:19637;top:111;width:3588;height:3381;visibility:visible;mso-wrap-style:square;v-text-anchor:top" coordsize="451,4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s4AsUA&#10;AADbAAAADwAAAGRycy9kb3ducmV2LnhtbESPQWvCQBSE74X+h+UVvNWNItJEN0EChVaoUOvB4yP7&#10;zEazb2N2q7G/3i0Uehxm5htmWQy2FRfqfeNYwWScgCCunG64VrD7en1+AeEDssbWMSm4kYcif3xY&#10;YqbdlT/psg21iBD2GSowIXSZlL4yZNGPXUccvYPrLYYo+1rqHq8Rbls5TZK5tNhwXDDYUWmoOm2/&#10;rYKSyuZ8fq/T435tuk3684HzmVZq9DSsFiACDeE//Nd+0wqmKfx+iT9A5n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yzgCxQAAANsAAAAPAAAAAAAAAAAAAAAAAJgCAABkcnMv&#10;ZG93bnJldi54bWxQSwUGAAAAAAQABAD1AAAAigMAAAAA&#10;" path="m25,l38,2,54,7r17,6l93,24r23,16l145,62r31,26l212,123r19,21l245,166r10,20l259,203r4,11l264,219,449,392r,2l449,394r2,1l451,398r-2,4l448,405r-3,5l440,414r-6,5l429,422r-3,3l423,425r-3,l418,425r,l418,425,,7r,l3,5,8,3,16,2,25,xe" fillcolor="#e1d6cf [671]" stroked="f" strokeweight="0">
                        <v:path arrowok="t" o:connecttype="custom" o:connectlocs="19888,0;30229,1591;42958,5569;56481,10343;73982,19095;92279,31825;115349,49328;140010,70014;168648,97861;183763,114569;194900,132073;202855,147985;206037,161511;209219,170262;210015,174241;357184,311883;357184,313474;357184,313474;358775,314269;358775,316656;357184,319839;356388,322226;354002,326204;350024,329386;345251,333364;341274,335751;338887,338138;336501,338138;334114,338138;332523,338138;332523,338138;332523,338138;0,5569;0,5569;2387,3978;6364,2387;12728,1591;19888,0" o:connectangles="0,0,0,0,0,0,0,0,0,0,0,0,0,0,0,0,0,0,0,0,0,0,0,0,0,0,0,0,0,0,0,0,0,0,0,0,0,0"/>
                      </v:shape>
                      <v:shape id="Freeform 30" o:spid="_x0000_s1028" style="position:absolute;left:18288;width:3698;height:3698;visibility:visible;mso-wrap-style:square;v-text-anchor:top" coordsize="465,4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1BBMEA&#10;AADbAAAADwAAAGRycy9kb3ducmV2LnhtbERPz2vCMBS+C/sfwht4EU2nTqUzigjCLg5sd/D4aJ5t&#10;tXkpSdS6v94cBh4/vt/LdWcacSPna8sKPkYJCOLC6ppLBb/5brgA4QOyxsYyKXiQh/XqrbfEVNs7&#10;H+iWhVLEEPYpKqhCaFMpfVGRQT+yLXHkTtYZDBG6UmqH9xhuGjlOkpk0WHNsqLClbUXFJbsaBdl8&#10;mk+O109HeZ3sBz/ufHHnP6X6793mC0SgLrzE/+5vrWAS18cv8QfI1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39QQTBAAAA2wAAAA8AAAAAAAAAAAAAAAAAmAIAAGRycy9kb3du&#10;cmV2LnhtbFBLBQYAAAAABAAEAPUAAACGAwAAAAA=&#10;" path="m61,r3,3l72,11,86,21r17,14l122,51r19,17l161,85r18,16l196,117r16,20l221,158r2,17l223,187r-4,10l219,200,463,433r,l465,435r,1l465,438r-2,3l461,446r-3,4l454,455r-7,5l444,463r-5,1l436,466r-1,l433,466r-1,-2l432,464,199,220r-3,l186,224r-12,l157,222r-21,-9l116,197,100,180,84,162,67,142,50,123,34,104,20,87,11,73,3,65,,62,9,52,119,164r5,3l127,167r4,2l135,167r3,-2l139,162r,-4l138,153r-3,-5l127,142,117,131,105,117,89,102,75,85,59,71,47,57,36,44,29,38,26,35r3,-5l34,27r3,3l45,36,56,47,70,60,86,76r16,14l116,106r14,12l141,128r6,8l152,139r5,1l161,140r3,-1l166,136r2,-4l166,128r,-4l163,120,51,10,61,xe" fillcolor="#e1d6cf [671]" stroked="f" strokeweight="0">
                        <v:path arrowok="t" o:connecttype="custom" o:connectlocs="50909,2381;68409,16669;97046,40481;128069,67469;155910,92869;175796,125413;177387,148431;174205,158750;368297,343694;369888,346075;368297,350044;364320,357188;355570,365125;349206,368300;346024,369888;343638,368300;158296,174625;147955,177800;124887,176213;92273,156369;66818,128588;39773,97631;15909,69056;2386,51594;7159,41275;98637,132556;104205,134144;109773,130969;110569,125413;107387,117475;93069,103981;70796,80963;46932,56356;28636,34925;20682,27781;27046,21431;35796,28575;55682,47625;81137,71438;103410,93663;116932,107950;124887,111125;130455,110331;133637,104775;132046,98425;40568,7938" o:connectangles="0,0,0,0,0,0,0,0,0,0,0,0,0,0,0,0,0,0,0,0,0,0,0,0,0,0,0,0,0,0,0,0,0,0,0,0,0,0,0,0,0,0,0,0,0,0"/>
                      </v:shape>
                      <v:shape id="Freeform 31" o:spid="_x0000_s1029" style="position:absolute;left:8255;top:206;width:10715;height:3143;visibility:visible;mso-wrap-style:square;v-text-anchor:top" coordsize="1349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fs8cIA&#10;AADbAAAADwAAAGRycy9kb3ducmV2LnhtbESPS4vCMBSF94L/IVzBnabOqEg1igwMzEIUHRezvDTX&#10;ttjcdJr0ob/eCILLw3cenNWmM4VoqHK5ZQWTcQSCOLE651TB+fd7tADhPLLGwjIpuJGDzbrfW2Gs&#10;bctHak4+FaGEXYwKMu/LWEqXZGTQjW1JHNjFVgZ9kFUqdYVtKDeF/IiiuTSYc1jIsKSvjJLrqTYK&#10;6v2snZ/vAR5q/7+dHf9ss5sqNRx02yUIT51/m1/pH63gcwLPL+EHyP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N+zxwgAAANsAAAAPAAAAAAAAAAAAAAAAAJgCAABkcnMvZG93&#10;bnJldi54bWxQSwUGAAAAAAQABAD1AAAAhwMAAAAA&#10;" path="m655,r79,l817,5r89,11l980,28r68,16l1106,63r53,20l1205,107r39,24l1276,154r26,25l1323,206r14,24l1346,255r3,22l1348,299r-8,28l1326,349r-19,18l1285,379r-24,10l1236,393r-25,2l1186,393r-24,-3l1183,392r22,-3l1227,385r22,-6l1269,370r18,-11l1301,345r11,-19l1315,305r-3,-25l1302,253r-17,-28l1261,197r-29,-29l1194,142r-44,-27l1098,91,1040,69,974,50,902,35,815,24,732,16,655,14r-74,3l512,24,446,35,383,46,324,60,265,75,210,91r-55,18l104,124,52,138,,151,50,135r50,-15l152,102,206,85,261,68,319,52,379,36,443,22,509,11,580,3,655,xe" fillcolor="#e1d6cf [671]" stroked="f" strokeweight="0">
                        <v:path arrowok="t" o:connecttype="custom" o:connectlocs="583045,0;719671,12732;832467,35013;920639,66048;988157,104244;1034229,142441;1062031,183025;1071563,220425;1064414,260213;1038201,292044;1001661,309550;961944,314325;923022,310346;957178,309550;992129,301593;1022314,285678;1042172,259418;1042172,222813;1020725,179046;978625,133688;913490,91512;826112,54907;716494,27852;581456,12732;461511,13528;354275,27852;257366,47746;166811,72414;82611,98674;0,120160;79434,95491;163634,67640;253394,41379;351892,17507;460716,2387" o:connectangles="0,0,0,0,0,0,0,0,0,0,0,0,0,0,0,0,0,0,0,0,0,0,0,0,0,0,0,0,0,0,0,0,0,0,0"/>
                      </v:shape>
                      <v:shape id="Freeform 32" o:spid="_x0000_s1030" style="position:absolute;left:15224;top:619;width:3254;height:2635;visibility:visible;mso-wrap-style:square;v-text-anchor:top" coordsize="410,3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QTLcQA&#10;AADbAAAADwAAAGRycy9kb3ducmV2LnhtbESPQYvCMBSE74L/ITzBi2hqV4p0jSKCILugWD3s3h7N&#10;27bYvJQmavffG0HwOMzMN8xi1Zla3Kh1lWUF00kEgji3uuJCwfm0Hc9BOI+ssbZMCv7JwWrZ7y0w&#10;1fbOR7plvhABwi5FBaX3TSqly0sy6Ca2IQ7en20N+iDbQuoW7wFuahlHUSINVhwWSmxoU1J+ya5G&#10;Qbaf/chRdCjO6/mvT/g7iS/mS6nhoFt/gvDU+Xf41d5pBR8xPL+EH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WEEy3EAAAA2wAAAA8AAAAAAAAAAAAAAAAAmAIAAGRycy9k&#10;b3ducmV2LnhtbFBLBQYAAAAABAAEAPUAAACJAwAAAAA=&#10;" path="m,l39,8,82,19r45,14l173,49r47,21l264,90r42,25l343,142r29,30l393,199r12,25l410,246r-1,20l401,285r-11,14l372,312r-18,11l332,329r-26,5l330,329r20,-8l368,312r12,-13l388,284r3,-19l387,244,374,221,355,194,319,159,277,126,231,96,182,70,134,47,86,27,41,11,,xe" fillcolor="#e1d6cf [671]" stroked="f" strokeweight="0">
                        <v:path arrowok="t" o:connecttype="custom" o:connectlocs="0,0;30956,6312;65088,14991;100806,26037;137319,38661;174625,55230;209550,71010;242888,90735;272257,112038;295275,135707;311944,157010;321469,176735;325438,194093;324644,209873;318294,224864;309563,235910;295275,246167;280988,254846;263525,259580;242888,263525;261938,259580;277813,253268;292100,246167;301625,235910;307975,224075;310357,209084;307182,192515;296863,174368;281782,153065;253207,125451;219869,99414;183357,75744;144463,55230;106363,37083;68263,21303;32544,8679;0,0" o:connectangles="0,0,0,0,0,0,0,0,0,0,0,0,0,0,0,0,0,0,0,0,0,0,0,0,0,0,0,0,0,0,0,0,0,0,0,0,0"/>
                      </v:shape>
                      <v:shape id="Freeform 33" o:spid="_x0000_s1031" style="position:absolute;left:13509;top:1063;width:3620;height:1572;visibility:visible;mso-wrap-style:square;v-text-anchor:top" coordsize="457,1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4+GgsMA&#10;AADbAAAADwAAAGRycy9kb3ducmV2LnhtbESP3YrCMBSE7wXfIRzBO0214Go1igjLigjiD3h7aI5t&#10;tTkpTdT69kZY8HKYmW+Y2aIxpXhQ7QrLCgb9CARxanXBmYLT8bc3BuE8ssbSMil4kYPFvN2aYaLt&#10;k/f0OPhMBAi7BBXk3leJlC7NyaDr24o4eBdbG/RB1pnUNT4D3JRyGEUjabDgsJBjRauc0tvhbhQs&#10;q+tmVbr0fLxuo8nf5b6Lf8Y7pbqdZjkF4anx3/B/e60VxDF8voQfIOd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4+GgsMAAADbAAAADwAAAAAAAAAAAAAAAACYAgAAZHJzL2Rv&#10;d25yZXYueG1sUEsFBgAAAAAEAAQA9QAAAIgDAAAAAA==&#10;" path="m272,r42,5l352,14r32,14l410,47r21,21l446,90r8,23l457,135r-4,22l440,176r-17,13l402,197r-23,1l354,197r-27,-8l302,178,280,164,261,145,247,126r-8,-22l239,80r5,-16l253,55r11,-6l277,47r12,2l302,53r11,8l319,69r5,11l318,69,308,61,297,57r-11,1l275,63r-9,9l259,88r,25l267,135r13,19l297,168r21,13l340,187r22,3l382,187r19,-9l415,164r9,-21l426,121,420,99,406,75,387,55,363,36,333,22,299,11,259,8,219,9r-41,8l143,28,115,42,91,57,74,71,60,86,51,99r-8,10l40,115r-7,6l24,124r-10,2l5,126,,123r,-3l5,113r9,-11l29,88,47,72,73,55,102,38,137,24,178,11,225,3,272,xe" fillcolor="#e1d6cf [671]" stroked="f" strokeweight="0">
                        <v:path arrowok="t" o:connecttype="custom" o:connectlocs="248692,3969;304133,22225;341358,53975;359574,89694;358782,124619;335022,150019;300173,157163;258988,150019;221764,130175;195627,100013;189291,63500;200379,43656;219388,37306;239188,42069;252652,54769;251860,54769;235228,45244;217804,50006;205131,69850;211468,107157;235228,133350;269284,148432;302549,148432;328685,130175;337398,96044;321557,59531;287501,28575;236812,8731;173451,7144;113258,22225;72073,45244;47521,68263;34057,86519;26136,96044;11088,100013;0,97632;3960,89694;22968,69850;57817,43656;108506,19050;178203,2381" o:connectangles="0,0,0,0,0,0,0,0,0,0,0,0,0,0,0,0,0,0,0,0,0,0,0,0,0,0,0,0,0,0,0,0,0,0,0,0,0,0,0,0,0"/>
                      </v:shape>
                      <v:shape id="Freeform 34" o:spid="_x0000_s1032" style="position:absolute;left:11239;top:746;width:4445;height:1190;visibility:visible;mso-wrap-style:square;v-text-anchor:top" coordsize="561,1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jM+MQA&#10;AADbAAAADwAAAGRycy9kb3ducmV2LnhtbESPS2/CMBCE70j9D9ZW6g0cHkUoxSCoQOLKowVuq3gb&#10;R8TrNHZJ+PcYqRLH0cx8o5nOW1uKK9W+cKyg30tAEGdOF5wrOOzX3QkIH5A1lo5JwY08zGcvnSmm&#10;2jW8pesu5CJC2KeowIRQpVL6zJBF33MVcfR+XG0xRFnnUtfYRLgt5SBJxtJiwXHBYEWfhrLL7s8q&#10;OOnfr9WSm+/N+P1yHJy3675JSqXeXtvFB4hAbXiG/9sbrWA4gseX+APk7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YzPjEAAAA2wAAAA8AAAAAAAAAAAAAAAAAmAIAAGRycy9k&#10;b3ducmV2LnhtbFBLBQYAAAAABAAEAPUAAACJAwAAAAA=&#10;" path="m51,l66,2,82,6,98,17r11,16l115,47r,14l112,76r-8,11l92,94,77,99,59,98,37,90r22,6l76,98,90,93r11,-8l107,74r3,-11l110,49,106,36,95,22,81,14,66,11,52,13,38,19,27,30,21,44,18,66r8,21l40,104r20,14l85,127r30,7l148,137r33,-3l216,126r34,-14l289,93,330,74,376,58,421,46,469,36r47,-1l561,38,509,36r-51,7l404,55,352,74,300,96r-48,25l217,137r-34,9l148,151r-33,l85,146,57,137,35,124,18,107,5,87,,65,4,39,10,25,21,13,35,5,51,xe" fillcolor="#e1d6cf [671]" stroked="f" strokeweight="0">
                        <v:path arrowok="t" o:connecttype="custom" o:connectlocs="52294,1577;77649,13404;91119,37059;88742,59926;72895,74119;46748,77273;46748,75696;71310,73330;84780,58349;87157,38636;75272,17347;52294,8673;30109,14981;16639,34694;20601,68599;47540,93043;91119,105659;143413,105659;198084,88312;261471,58349;333573,36271;408845,27597;403299,28386;320103,43367;237701,75696;171937,108024;117266,119063;67348,115121;27732,97774;3962,68599;3169,30751;16639,10250;40409,0" o:connectangles="0,0,0,0,0,0,0,0,0,0,0,0,0,0,0,0,0,0,0,0,0,0,0,0,0,0,0,0,0,0,0,0,0"/>
                      </v:shape>
                      <v:shape id="Freeform 35" o:spid="_x0000_s1033" style="position:absolute;top:206;width:12700;height:1953;visibility:visible;mso-wrap-style:square;v-text-anchor:top" coordsize="1601,2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BWesIA&#10;AADbAAAADwAAAGRycy9kb3ducmV2LnhtbESPW4vCMBSE34X9D+EIvmmqixeqURZZwbfFC/h62pw2&#10;3W1OShO1/vuNIPg4zMw3zGrT2VrcqPWVYwXjUQKCOHe64lLB+bQbLkD4gKyxdkwKHuRhs/7orTDV&#10;7s4Huh1DKSKEfYoKTAhNKqXPDVn0I9cQR69wrcUQZVtK3eI9wm0tJ0kykxYrjgsGG9oayv+OV6ug&#10;+M277wcbPOmMdj+Xcn65LjKlBv3uawkiUBfe4Vd7rxV8TuH5Jf4Auf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gFZ6wgAAANsAAAAPAAAAAAAAAAAAAAAAAJgCAABkcnMvZG93&#10;bnJldi54bWxQSwUGAAAAAAQABAD1AAAAhwMAAAAA&#10;" path="m1601,r-62,7l1478,16r-61,13l1356,44r-63,18l1232,81r-65,20l1103,122r-66,20l969,162r-70,21l825,199r-76,17l671,229r-83,11l501,246r-91,1l316,246,215,238,110,225,,207r108,17l212,235r97,6l404,243r88,-5l578,232r82,-11l737,208r75,-16l886,175r69,-20l1024,136r66,-21l1156,95r63,-19l1283,57r63,-16l1409,26r63,-11l1536,5,1601,xe" fillcolor="#e1d6cf [671]" stroked="f" strokeweight="0">
                        <v:path arrowok="t" o:connecttype="custom" o:connectlocs="1270000,0;1220818,5534;1172430,12649;1124041,22926;1075653,34784;1025678,49013;977289,64034;925728,79844;874959,96446;822605,112256;768663,128067;713136,144669;654435,157317;594147,170756;532274,181033;466433,189729;397420,194472;325234,195263;250668,194472;170550,188148;87258,177871;0,163641;85671,177081;168170,185777;245116,190520;320475,192101;390281,188148;458501,183405;523548,174709;584628,164432;644122,151783;702823,138344;757558,122533;812292,107513;864647,90912;917002,75101;966977,60081;1017745,45061;1067720,32412;1117695,20554;1167670,11858;1218438,3953;1270000,0" o:connectangles="0,0,0,0,0,0,0,0,0,0,0,0,0,0,0,0,0,0,0,0,0,0,0,0,0,0,0,0,0,0,0,0,0,0,0,0,0,0,0,0,0,0,0"/>
                      </v:shape>
                      <v:shape id="Freeform 36" o:spid="_x0000_s1034" style="position:absolute;left:22145;top:206;width:10716;height:3127;visibility:visible;mso-wrap-style:square;v-text-anchor:top" coordsize="1349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50hcMA&#10;AADbAAAADwAAAGRycy9kb3ducmV2LnhtbESPS2vCQBSF90L/w3AL7nRiq0Gio0ih0IUoWhcuL5lr&#10;EszcSTOTh/56RxC6PHznwVmue1OKlmpXWFYwGUcgiFOrC84UnH6/R3MQziNrLC2Tghs5WK/eBktM&#10;tO34QO3RZyKUsEtQQe59lUjp0pwMurGtiAO72NqgD7LOpK6xC+WmlB9RFEuDBYeFHCv6yim9Hhuj&#10;oNnNuvh0D3Df+L/N7HC27Xaq1PC93yxAeOr9v/mV/tEKPmN4fgk/QK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t50hcMAAADbAAAADwAAAAAAAAAAAAAAAACYAgAAZHJzL2Rv&#10;d25yZXYueG1sUEsFBgAAAAAEAAQA9QAAAIgDAAAAAA==&#10;" path="m140,r25,l188,3r-20,l146,5,122,8r-22,7l80,24,63,35,49,51,39,68,36,90r2,25l47,142r17,27l88,197r31,28l157,254r44,25l253,304r58,22l377,343r72,16l536,372r81,6l694,380r74,-4l837,370r66,-9l966,348r60,-14l1084,318r56,-15l1194,287r53,-16l1298,257r51,-13l1301,258r-51,16l1199,291r-54,18l1090,326r-58,17l971,359r-63,13l840,383r-70,8l696,395r-80,l532,391,445,380,369,365,303,350,243,331,192,310,146,288,107,265,74,240,47,214,28,189,13,164,3,140,,117,2,95,11,66,25,44,42,27,64,15,88,7,113,2,140,xe" fillcolor="#e1d6cf [671]" stroked="f" strokeweight="0">
                        <v:path arrowok="t" o:connecttype="custom" o:connectlocs="131066,0;133449,2375;96909,6334;63547,19002;38923,40379;28596,71257;37334,112427;69902,155973;124711,201102;200968,240689;299466,271567;425766,294528;551271,300862;664862,292944;767331,275526;861063,251774;948440,227230;1031052,203478;1033435,204269;952412,230397;865829,258108;771303,284235;667245,303237;552860,312738;422588,309571;293111,288986;193024,262067;115973,228022;58781,190018;22241,149639;2383,110844;1589,75215;19858,34837;50838,11876;89760,1583" o:connectangles="0,0,0,0,0,0,0,0,0,0,0,0,0,0,0,0,0,0,0,0,0,0,0,0,0,0,0,0,0,0,0,0,0,0,0"/>
                      </v:shape>
                      <v:shape id="Freeform 37" o:spid="_x0000_s1035" style="position:absolute;left:22637;top:285;width:3255;height:2651;visibility:visible;mso-wrap-style:square;v-text-anchor:top" coordsize="408,3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VVUcQA&#10;AADbAAAADwAAAGRycy9kb3ducmV2LnhtbESP3WrCQBSE7wt9h+UUelc3tqASXUVSpIJC/XuAY/aY&#10;LGbPxuw2xrd3C4KXw8x8w0xmna1ES403jhX0ewkI4txpw4WCw37xMQLhA7LGyjEpuJGH2fT1ZYKp&#10;dlfeUrsLhYgQ9ikqKEOoUyl9XpJF33M1cfROrrEYomwKqRu8Rrit5GeSDKRFw3GhxJqykvLz7s8q&#10;+N1s2+/96kdXdT8/8uFisnVmlHp/6+ZjEIG68Aw/2kut4GsI/1/iD5DT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oVVVHEAAAA2wAAAA8AAAAAAAAAAAAAAAAAmAIAAGRycy9k&#10;b3ducmV2LnhtbFBLBQYAAAAABAAEAPUAAACJAwAAAAA=&#10;" path="m103,l80,5,59,11,42,22,30,35,20,51,19,68r4,20l34,112r21,27l91,175r41,33l179,236r47,27l275,287r48,19l367,321r41,13l371,325,328,314,283,299,235,284,190,265,144,243,103,219,67,192,36,162,17,134,4,109,,87,1,66,8,49,20,33,36,21,56,11,78,4,103,xe" fillcolor="#e1d6cf [671]" stroked="f" strokeweight="0">
                        <v:path arrowok="t" o:connecttype="custom" o:connectlocs="82157,0;63811,3969;47061,8731;33501,17463;23929,27781;15953,40481;15155,53975;18346,69850;27120,88900;43870,110331;72585,138907;105289,165100;142778,187325;180267,208757;219352,227807;257638,242888;292735,254794;325438,265113;295925,257969;261627,249238;225733,237332;187446,225425;151552,210344;114860,192882;82157,173832;53442,152400;28715,128588;13560,106363;3191,86519;0,69056;798,52388;6381,38894;15953,26194;28715,16669;44668,8731;62216,3175;82157,0" o:connectangles="0,0,0,0,0,0,0,0,0,0,0,0,0,0,0,0,0,0,0,0,0,0,0,0,0,0,0,0,0,0,0,0,0,0,0,0,0"/>
                      </v:shape>
                      <v:shape id="Freeform 38" o:spid="_x0000_s1036" style="position:absolute;left:23987;top:904;width:3619;height:1572;visibility:visible;mso-wrap-style:square;v-text-anchor:top" coordsize="456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woPcAA&#10;AADbAAAADwAAAGRycy9kb3ducmV2LnhtbERPy4rCMBTdC/MP4Q6403QckKGaFhEGxNGFjw+4bW4f&#10;2tyUJtbq15uFMMvDeS/TwTSip87VlhV8TSMQxLnVNZcKzqffyQ8I55E1NpZJwYMcpMnHaImxtnc+&#10;UH/0pQgh7GJUUHnfxlK6vCKDbmpb4sAVtjPoA+xKqTu8h3DTyFkUzaXBmkNDhS2tK8qvx5tR4Hi7&#10;epTPbLj8STfrd1mx3ctCqfHnsFqA8DT4f/HbvdEKvsPY8CX8AJm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8woPcAAAADbAAAADwAAAAAAAAAAAAAAAACYAgAAZHJzL2Rvd25y&#10;ZXYueG1sUEsFBgAAAAAEAAQA9QAAAIUDAAAAAA==&#10;" path="m79,r25,4l129,10r25,11l176,37r19,17l209,74r8,22l217,120r-4,14l205,145r-11,5l181,153r-14,-3l154,145r-9,-6l137,130r-3,-10l139,131r9,8l159,142r13,l183,137r9,-11l197,111r,-24l191,65,178,46,161,30,140,19,118,11,96,10,74,13,55,21,41,35,32,56r,22l38,101r13,22l70,144r25,19l125,177r34,11l197,192r42,-1l280,183r33,-13l343,158r22,-14l384,128r12,-14l407,101r7,-11l418,84r7,-6l432,74r11,-1l451,74r5,2l456,81r-5,6l442,96r-14,15l409,128r-24,16l355,161r-34,16l278,188r-45,9l186,199r-43,-5l106,185,73,170,46,153,26,131,11,109,2,87,,63,5,43,16,24,33,10,55,2,79,xe" fillcolor="#e1d6cf [671]" stroked="f" strokeweight="0">
                        <v:path arrowok="t" o:connecttype="custom" o:connectlocs="82550,3159;122238,16585;154781,42647;172244,75817;169069,105828;153988,118465;132556,118465;115094,109777;106363,94772;117475,109777;136525,112146;152400,99510;156369,68709;141288,36329;111125,15006;76200,7898;43656,16585;25400,44227;30163,79766;55563,113726;99219,139788;156369,151635;222250,144527;272256,124783;304800,101090;323056,79766;331788,66340;342900,58443;357981,58443;361950,63971;350838,75817;324644,101090;281781,127152;220663,148476;147638,157163;84138,146106;36513,120834;8731,86084;0,49755;12700,18954;43656,1580" o:connectangles="0,0,0,0,0,0,0,0,0,0,0,0,0,0,0,0,0,0,0,0,0,0,0,0,0,0,0,0,0,0,0,0,0,0,0,0,0,0,0,0,0"/>
                      </v:shape>
                      <v:shape id="Freeform 39" o:spid="_x0000_s1037" style="position:absolute;left:25431;top:1603;width:4445;height:1191;visibility:visible;mso-wrap-style:square;v-text-anchor:top" coordsize="561,1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ljZsQA&#10;AADbAAAADwAAAGRycy9kb3ducmV2LnhtbESPT2sCMRTE70K/Q3iF3mpWRdGtUbQoePVPq94em9fN&#10;4uZlu0nd9dsboeBxmJnfMNN5a0txpdoXjhX0ugkI4szpgnMFh/36fQzCB2SNpWNScCMP89lLZ4qp&#10;dg1v6boLuYgQ9ikqMCFUqZQ+M2TRd11FHL0fV1sMUda51DU2EW5L2U+SkbRYcFwwWNGnoeyy+7MK&#10;Tvr3a7Xk5nszGl6O/fN23TNJqdTba7v4ABGoDc/wf3ujFQwm8PgSf4Cc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ZY2bEAAAA2wAAAA8AAAAAAAAAAAAAAAAAmAIAAGRycy9k&#10;b3ducmV2LnhtbFBLBQYAAAAABAAEAPUAAACJAwAAAAA=&#10;" path="m415,r31,1l478,6r26,8l528,28r17,16l556,64r5,24l558,113r-7,14l540,138r-14,8l512,151r-17,l479,144r-14,-9l453,118r-5,-15l448,89r3,-12l459,66,470,56r15,-3l503,53r22,8l504,55r-17,l473,58r-11,8l454,77r-3,12l453,102r4,12l468,129r13,8l496,140r15,-2l523,132r11,-10l542,108r2,-23l537,66,523,48,503,34,476,23,446,17,415,15r-35,3l346,26,313,41,273,59,231,77,187,94r-47,13l93,114r-47,4l,114r52,2l105,110,157,96,211,78,261,55,311,31,346,15,380,4,415,xe" fillcolor="#e1d6cf [671]" stroked="f" strokeweight="0">
                        <v:path arrowok="t" o:connecttype="custom" o:connectlocs="353381,788;399337,11039;431823,34694;444500,69388;436577,100139;416768,115121;392206,119063;368436,106447;354966,81215;357343,60714;372398,44156;398545,41790;399337,43367;374775,45733;359720,60714;358928,80427;370813,101716;392998,110390;414391,104082;429446,85158;425484,52041;398545,26809;353381,13404;301087,14193;248001,32328;183029,60714;110927,84369;36447,93043;41201,91466;124397,75696;206799,43367;274148,11827;328819,0" o:connectangles="0,0,0,0,0,0,0,0,0,0,0,0,0,0,0,0,0,0,0,0,0,0,0,0,0,0,0,0,0,0,0,0,0"/>
                      </v:shape>
                      <v:shape id="Freeform 40" o:spid="_x0000_s1038" style="position:absolute;left:28400;top:1381;width:12716;height:1968;visibility:visible;mso-wrap-style:square;v-text-anchor:top" coordsize="1600,2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0karoA&#10;AADbAAAADwAAAGRycy9kb3ducmV2LnhtbERPSwrCMBDdC94hjOBOU0VEqlFUFFz63Q/N2BabSWli&#10;jZ7eLASXj/dfrIKpREuNKy0rGA0TEMSZ1SXnCq6X/WAGwnlkjZVlUvAmB6tlt7PAVNsXn6g9+1zE&#10;EHYpKii8r1MpXVaQQTe0NXHk7rYx6CNscqkbfMVwU8lxkkylwZJjQ4E1bQvKHuenUdBejwnvarOZ&#10;htv4M1r74D68UarfC+s5CE/B/8U/90ErmMT18Uv8AXL5BQ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qw0karoAAADbAAAADwAAAAAAAAAAAAAAAACYAgAAZHJzL2Rvd25yZXYueG1s&#10;UEsFBgAAAAAEAAQA9QAAAH8DAAAAAA==&#10;" path="m1190,r96,2l1385,10r105,12l1600,41,1492,24,1390,13,1291,8,1198,7r-89,3l1024,18r-82,9l864,41,788,57,716,74,645,93r-67,21l510,132r-64,21l381,173r-63,18l254,208r-63,14l128,235r-64,8l,249r62,-6l124,232r61,-13l246,203r61,-17l370,167r63,-20l498,126r65,-20l633,85,703,66,776,49,851,33,931,19r82,-9l1099,3,1190,xe" fillcolor="#e1d6cf [671]" stroked="f" strokeweight="0">
                        <v:path arrowok="t" o:connecttype="custom" o:connectlocs="945744,0;1022039,1581;1100718,7906;1184166,17392;1271588,32413;1185756,18973;1104692,10277;1026013,6324;952102,5534;881369,7906;813816,14230;748647,21345;686658,32413;626257,45062;569036,58502;512609,73522;459361,90124;405319,104354;354455,120956;302797,136767;252728,150997;201865,164437;151796,175505;101727,185782;50864,192107;0,196850;49274,192107;98548,183410;147027,173133;195507,160484;243986,147045;294055,132024;344124,116213;395782,99611;447440,83800;503072,67198;558704,52177;616720,38738;676326,26089;739905,15021;805074,7906;873422,2372;945744,0" o:connectangles="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  <w:tbl>
            <w:tblPr>
              <w:tblW w:w="4998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Card content layout"/>
            </w:tblPr>
            <w:tblGrid>
              <w:gridCol w:w="5112"/>
              <w:gridCol w:w="143"/>
              <w:gridCol w:w="1367"/>
            </w:tblGrid>
            <w:tr w:rsidR="005531B1">
              <w:tc>
                <w:tcPr>
                  <w:tcW w:w="3860" w:type="pct"/>
                </w:tcPr>
                <w:tbl>
                  <w:tblPr>
                    <w:tblStyle w:val="Recipetable"/>
                    <w:tblW w:w="5000" w:type="pct"/>
                    <w:tblLayout w:type="fixed"/>
                    <w:tblLook w:val="04A0" w:firstRow="1" w:lastRow="0" w:firstColumn="1" w:lastColumn="0" w:noHBand="0" w:noVBand="1"/>
                    <w:tblDescription w:val="Lined text layout"/>
                  </w:tblPr>
                  <w:tblGrid>
                    <w:gridCol w:w="5112"/>
                  </w:tblGrid>
                  <w:tr w:rsidR="005531B1">
                    <w:tc>
                      <w:tcPr>
                        <w:tcW w:w="5000" w:type="pct"/>
                      </w:tcPr>
                      <w:p w:rsidR="005531B1" w:rsidRDefault="00987480">
                        <w:sdt>
                          <w:sdtPr>
                            <w:id w:val="435871944"/>
                            <w:placeholder>
                              <w:docPart w:val="1E0DA913E2644237A16F8FAC4E34A524"/>
                            </w:placeholder>
                            <w:temporary/>
                            <w:showingPlcHdr/>
                            <w:text/>
                          </w:sdtPr>
                          <w:sdtEndPr/>
                          <w:sdtContent>
                            <w:r w:rsidR="00B95D1A">
                              <w:t>[Click here to add ingredients.]</w:t>
                            </w:r>
                          </w:sdtContent>
                        </w:sdt>
                      </w:p>
                    </w:tc>
                  </w:tr>
                  <w:tr w:rsidR="005531B1">
                    <w:tc>
                      <w:tcPr>
                        <w:tcW w:w="5000" w:type="pct"/>
                      </w:tcPr>
                      <w:p w:rsidR="005531B1" w:rsidRDefault="005531B1"/>
                    </w:tc>
                  </w:tr>
                  <w:tr w:rsidR="005531B1">
                    <w:tc>
                      <w:tcPr>
                        <w:tcW w:w="5000" w:type="pct"/>
                      </w:tcPr>
                      <w:p w:rsidR="005531B1" w:rsidRDefault="005531B1"/>
                    </w:tc>
                  </w:tr>
                  <w:tr w:rsidR="005531B1">
                    <w:tc>
                      <w:tcPr>
                        <w:tcW w:w="5000" w:type="pct"/>
                      </w:tcPr>
                      <w:p w:rsidR="005531B1" w:rsidRDefault="005531B1"/>
                    </w:tc>
                  </w:tr>
                  <w:tr w:rsidR="005531B1">
                    <w:tc>
                      <w:tcPr>
                        <w:tcW w:w="5000" w:type="pct"/>
                      </w:tcPr>
                      <w:p w:rsidR="005531B1" w:rsidRDefault="005531B1"/>
                    </w:tc>
                  </w:tr>
                  <w:tr w:rsidR="005531B1">
                    <w:tc>
                      <w:tcPr>
                        <w:tcW w:w="5000" w:type="pct"/>
                      </w:tcPr>
                      <w:p w:rsidR="005531B1" w:rsidRDefault="005531B1"/>
                    </w:tc>
                  </w:tr>
                  <w:tr w:rsidR="005531B1">
                    <w:tc>
                      <w:tcPr>
                        <w:tcW w:w="5000" w:type="pct"/>
                      </w:tcPr>
                      <w:p w:rsidR="005531B1" w:rsidRDefault="005531B1"/>
                    </w:tc>
                  </w:tr>
                  <w:tr w:rsidR="005531B1">
                    <w:tc>
                      <w:tcPr>
                        <w:tcW w:w="5000" w:type="pct"/>
                      </w:tcPr>
                      <w:p w:rsidR="005531B1" w:rsidRDefault="005531B1"/>
                    </w:tc>
                  </w:tr>
                  <w:tr w:rsidR="005531B1">
                    <w:tc>
                      <w:tcPr>
                        <w:tcW w:w="5000" w:type="pct"/>
                      </w:tcPr>
                      <w:p w:rsidR="005531B1" w:rsidRDefault="005531B1"/>
                    </w:tc>
                  </w:tr>
                </w:tbl>
                <w:p w:rsidR="005531B1" w:rsidRDefault="005531B1">
                  <w:pPr>
                    <w:jc w:val="center"/>
                  </w:pPr>
                </w:p>
              </w:tc>
              <w:tc>
                <w:tcPr>
                  <w:tcW w:w="108" w:type="pct"/>
                </w:tcPr>
                <w:p w:rsidR="005531B1" w:rsidRDefault="005531B1">
                  <w:pPr>
                    <w:jc w:val="center"/>
                  </w:pPr>
                </w:p>
              </w:tc>
              <w:tc>
                <w:tcPr>
                  <w:tcW w:w="1032" w:type="pct"/>
                </w:tcPr>
                <w:tbl>
                  <w:tblPr>
                    <w:tblW w:w="0" w:type="auto"/>
                    <w:tblLayout w:type="fixed"/>
                    <w:tblCellMar>
                      <w:left w:w="72" w:type="dxa"/>
                      <w:right w:w="72" w:type="dxa"/>
                    </w:tblCellMar>
                    <w:tblLook w:val="04A0" w:firstRow="1" w:lastRow="0" w:firstColumn="1" w:lastColumn="0" w:noHBand="0" w:noVBand="1"/>
                    <w:tblDescription w:val="Picture and caption layout"/>
                  </w:tblPr>
                  <w:tblGrid>
                    <w:gridCol w:w="1368"/>
                  </w:tblGrid>
                  <w:tr w:rsidR="005531B1">
                    <w:tc>
                      <w:tcPr>
                        <w:tcW w:w="1368" w:type="dxa"/>
                        <w:tcBorders>
                          <w:bottom w:val="single" w:sz="2" w:space="0" w:color="C4AD9F" w:themeColor="text2" w:themeTint="66"/>
                        </w:tcBorders>
                      </w:tcPr>
                      <w:p w:rsidR="005531B1" w:rsidRDefault="005531B1"/>
                    </w:tc>
                  </w:tr>
                  <w:tr w:rsidR="005531B1">
                    <w:trPr>
                      <w:trHeight w:hRule="exact" w:val="1368"/>
                    </w:trPr>
                    <w:tc>
                      <w:tcPr>
                        <w:tcW w:w="1368" w:type="dxa"/>
                        <w:tcBorders>
                          <w:top w:val="single" w:sz="2" w:space="0" w:color="C4AD9F" w:themeColor="text2" w:themeTint="66"/>
                          <w:left w:val="single" w:sz="2" w:space="0" w:color="C4AD9F" w:themeColor="text2" w:themeTint="66"/>
                          <w:bottom w:val="single" w:sz="2" w:space="0" w:color="C4AD9F" w:themeColor="text2" w:themeTint="66"/>
                          <w:right w:val="single" w:sz="2" w:space="0" w:color="C4AD9F" w:themeColor="text2" w:themeTint="66"/>
                        </w:tcBorders>
                        <w:vAlign w:val="center"/>
                      </w:tcPr>
                      <w:p w:rsidR="005531B1" w:rsidRDefault="00B95D1A">
                        <w:pPr>
                          <w:jc w:val="center"/>
                        </w:pPr>
                        <w:r>
                          <w:rPr>
                            <w:noProof/>
                            <w:lang w:eastAsia="en-US"/>
                          </w:rPr>
                          <w:drawing>
                            <wp:inline distT="0" distB="0" distL="0" distR="0">
                              <wp:extent cx="777240" cy="781050"/>
                              <wp:effectExtent l="0" t="0" r="3810" b="0"/>
                              <wp:docPr id="41" name="Picture 41" descr="Placeholder photo showing a bunch of asparagus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5" name="002D9540.jpg"/>
                                      <pic:cNvPicPr/>
                                    </pic:nvPicPr>
                                    <pic:blipFill rotWithShape="1">
                                      <a:blip r:embed="rId8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 l="20104" t="1203" r="14272"/>
                                      <a:stretch/>
                                    </pic:blipFill>
                                    <pic:spPr bwMode="auto">
                                      <a:xfrm>
                                        <a:off x="0" y="0"/>
                                        <a:ext cx="777240" cy="781050"/>
                                      </a:xfrm>
                                      <a:prstGeom prst="rect">
                                        <a:avLst/>
                                      </a:prstGeom>
                                      <a:ln>
                                        <a:noFill/>
                                      </a:ln>
                                      <a:extLst>
                                        <a:ext uri="{53640926-AAD7-44D8-BBD7-CCE9431645EC}">
                                          <a14:shadowObscured xmlns:a14="http://schemas.microsoft.com/office/drawing/2010/main"/>
                                        </a:ext>
                                      </a:extLst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5531B1">
                    <w:tc>
                      <w:tcPr>
                        <w:tcW w:w="1368" w:type="dxa"/>
                        <w:tcBorders>
                          <w:top w:val="single" w:sz="2" w:space="0" w:color="C4AD9F" w:themeColor="text2" w:themeTint="66"/>
                        </w:tcBorders>
                      </w:tcPr>
                      <w:p w:rsidR="005531B1" w:rsidRDefault="005531B1">
                        <w:pPr>
                          <w:pStyle w:val="NoSpacing"/>
                        </w:pPr>
                      </w:p>
                    </w:tc>
                  </w:tr>
                  <w:tr w:rsidR="005531B1">
                    <w:tc>
                      <w:tcPr>
                        <w:tcW w:w="1368" w:type="dxa"/>
                      </w:tcPr>
                      <w:p w:rsidR="005531B1" w:rsidRDefault="00987480">
                        <w:pPr>
                          <w:pStyle w:val="Caption"/>
                        </w:pPr>
                        <w:sdt>
                          <w:sdtPr>
                            <w:id w:val="-902524421"/>
                            <w:placeholder>
                              <w:docPart w:val="88E8CC7A2F2C49BBBCC95BD47D3DD255"/>
                            </w:placeholder>
                            <w:showingPlcHdr/>
                            <w:date>
                              <w:dateFormat w:val="M/d/yy"/>
                              <w:lid w:val="en-US"/>
                              <w:storeMappedDataAs w:val="dateTime"/>
                              <w:calendar w:val="gregorian"/>
                            </w:date>
                          </w:sdtPr>
                          <w:sdtEndPr/>
                          <w:sdtContent>
                            <w:r w:rsidR="00B95D1A">
                              <w:t>[Date]</w:t>
                            </w:r>
                          </w:sdtContent>
                        </w:sdt>
                      </w:p>
                      <w:sdt>
                        <w:sdtPr>
                          <w:rPr>
                            <w:rStyle w:val="Emphasis"/>
                          </w:rPr>
                          <w:id w:val="-2121521769"/>
                          <w:placeholder>
                            <w:docPart w:val="850F628DAAF14649B9A5E9F31B0F5841"/>
                          </w:placeholder>
                          <w:temporary/>
                          <w:showingPlcHdr/>
                          <w:text/>
                        </w:sdtPr>
                        <w:sdtEndPr>
                          <w:rPr>
                            <w:rStyle w:val="Emphasis"/>
                          </w:rPr>
                        </w:sdtEndPr>
                        <w:sdtContent>
                          <w:p w:rsidR="005531B1" w:rsidRDefault="00B95D1A">
                            <w:pPr>
                              <w:pStyle w:val="Caption"/>
                              <w:rPr>
                                <w:rStyle w:val="Emphasis"/>
                              </w:rPr>
                            </w:pPr>
                            <w:r>
                              <w:rPr>
                                <w:rStyle w:val="Emphasis"/>
                              </w:rPr>
                              <w:t>(author)</w:t>
                            </w:r>
                          </w:p>
                        </w:sdtContent>
                      </w:sdt>
                    </w:tc>
                  </w:tr>
                </w:tbl>
                <w:p w:rsidR="005531B1" w:rsidRDefault="005531B1">
                  <w:pPr>
                    <w:jc w:val="center"/>
                  </w:pPr>
                </w:p>
              </w:tc>
            </w:tr>
          </w:tbl>
          <w:p w:rsidR="005531B1" w:rsidRDefault="00987480">
            <w:pPr>
              <w:pStyle w:val="Title"/>
            </w:pPr>
            <w:sdt>
              <w:sdtPr>
                <w:id w:val="1890995376"/>
                <w:placeholder>
                  <w:docPart w:val="219F8835B6674CDCB4856A5F060A3F47"/>
                </w:placeholder>
                <w:temporary/>
                <w:showingPlcHdr/>
                <w:text/>
              </w:sdtPr>
              <w:sdtEndPr/>
              <w:sdtContent>
                <w:r w:rsidR="00B95D1A">
                  <w:t>[Recipe Name]</w:t>
                </w:r>
              </w:sdtContent>
            </w:sdt>
          </w:p>
        </w:tc>
        <w:tc>
          <w:tcPr>
            <w:tcW w:w="288" w:type="dxa"/>
          </w:tcPr>
          <w:p w:rsidR="005531B1" w:rsidRDefault="005531B1"/>
        </w:tc>
      </w:tr>
    </w:tbl>
    <w:p w:rsidR="005531B1" w:rsidRDefault="00B95D1A">
      <w:r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Page layout for three cards"/>
      </w:tblPr>
      <w:tblGrid>
        <w:gridCol w:w="287"/>
        <w:gridCol w:w="6625"/>
        <w:gridCol w:w="288"/>
      </w:tblGrid>
      <w:tr w:rsidR="005531B1">
        <w:trPr>
          <w:cantSplit/>
          <w:trHeight w:hRule="exact" w:val="4320"/>
        </w:trPr>
        <w:tc>
          <w:tcPr>
            <w:tcW w:w="287" w:type="dxa"/>
          </w:tcPr>
          <w:p w:rsidR="005531B1" w:rsidRDefault="005531B1"/>
        </w:tc>
        <w:tc>
          <w:tcPr>
            <w:tcW w:w="6625" w:type="dxa"/>
          </w:tcPr>
          <w:p w:rsidR="005531B1" w:rsidRDefault="00B95D1A">
            <w:pPr>
              <w:pStyle w:val="Art"/>
            </w:pPr>
            <w:r>
              <w:rPr>
                <w:noProof/>
                <w:lang w:eastAsia="en-US"/>
              </w:rPr>
              <mc:AlternateContent>
                <mc:Choice Requires="wpg">
                  <w:drawing>
                    <wp:inline distT="0" distB="0" distL="0" distR="0">
                      <wp:extent cx="4111626" cy="369888"/>
                      <wp:effectExtent l="0" t="0" r="3175" b="0"/>
                      <wp:docPr id="43" name="Group 43" descr="Filigree accent drawing with fork and knife in center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111626" cy="369888"/>
                                <a:chOff x="0" y="0"/>
                                <a:chExt cx="4111626" cy="369888"/>
                              </a:xfrm>
                            </wpg:grpSpPr>
                            <wps:wsp>
                              <wps:cNvPr id="45" name="Freeform 4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963738" y="11112"/>
                                  <a:ext cx="358775" cy="338138"/>
                                </a:xfrm>
                                <a:custGeom>
                                  <a:avLst/>
                                  <a:gdLst>
                                    <a:gd name="T0" fmla="*/ 25 w 451"/>
                                    <a:gd name="T1" fmla="*/ 0 h 425"/>
                                    <a:gd name="T2" fmla="*/ 38 w 451"/>
                                    <a:gd name="T3" fmla="*/ 2 h 425"/>
                                    <a:gd name="T4" fmla="*/ 54 w 451"/>
                                    <a:gd name="T5" fmla="*/ 7 h 425"/>
                                    <a:gd name="T6" fmla="*/ 71 w 451"/>
                                    <a:gd name="T7" fmla="*/ 13 h 425"/>
                                    <a:gd name="T8" fmla="*/ 93 w 451"/>
                                    <a:gd name="T9" fmla="*/ 24 h 425"/>
                                    <a:gd name="T10" fmla="*/ 116 w 451"/>
                                    <a:gd name="T11" fmla="*/ 40 h 425"/>
                                    <a:gd name="T12" fmla="*/ 145 w 451"/>
                                    <a:gd name="T13" fmla="*/ 62 h 425"/>
                                    <a:gd name="T14" fmla="*/ 176 w 451"/>
                                    <a:gd name="T15" fmla="*/ 88 h 425"/>
                                    <a:gd name="T16" fmla="*/ 212 w 451"/>
                                    <a:gd name="T17" fmla="*/ 123 h 425"/>
                                    <a:gd name="T18" fmla="*/ 231 w 451"/>
                                    <a:gd name="T19" fmla="*/ 144 h 425"/>
                                    <a:gd name="T20" fmla="*/ 245 w 451"/>
                                    <a:gd name="T21" fmla="*/ 166 h 425"/>
                                    <a:gd name="T22" fmla="*/ 255 w 451"/>
                                    <a:gd name="T23" fmla="*/ 186 h 425"/>
                                    <a:gd name="T24" fmla="*/ 259 w 451"/>
                                    <a:gd name="T25" fmla="*/ 203 h 425"/>
                                    <a:gd name="T26" fmla="*/ 263 w 451"/>
                                    <a:gd name="T27" fmla="*/ 214 h 425"/>
                                    <a:gd name="T28" fmla="*/ 264 w 451"/>
                                    <a:gd name="T29" fmla="*/ 219 h 425"/>
                                    <a:gd name="T30" fmla="*/ 449 w 451"/>
                                    <a:gd name="T31" fmla="*/ 392 h 425"/>
                                    <a:gd name="T32" fmla="*/ 449 w 451"/>
                                    <a:gd name="T33" fmla="*/ 394 h 425"/>
                                    <a:gd name="T34" fmla="*/ 449 w 451"/>
                                    <a:gd name="T35" fmla="*/ 394 h 425"/>
                                    <a:gd name="T36" fmla="*/ 451 w 451"/>
                                    <a:gd name="T37" fmla="*/ 395 h 425"/>
                                    <a:gd name="T38" fmla="*/ 451 w 451"/>
                                    <a:gd name="T39" fmla="*/ 398 h 425"/>
                                    <a:gd name="T40" fmla="*/ 449 w 451"/>
                                    <a:gd name="T41" fmla="*/ 402 h 425"/>
                                    <a:gd name="T42" fmla="*/ 448 w 451"/>
                                    <a:gd name="T43" fmla="*/ 405 h 425"/>
                                    <a:gd name="T44" fmla="*/ 445 w 451"/>
                                    <a:gd name="T45" fmla="*/ 410 h 425"/>
                                    <a:gd name="T46" fmla="*/ 440 w 451"/>
                                    <a:gd name="T47" fmla="*/ 414 h 425"/>
                                    <a:gd name="T48" fmla="*/ 434 w 451"/>
                                    <a:gd name="T49" fmla="*/ 419 h 425"/>
                                    <a:gd name="T50" fmla="*/ 429 w 451"/>
                                    <a:gd name="T51" fmla="*/ 422 h 425"/>
                                    <a:gd name="T52" fmla="*/ 426 w 451"/>
                                    <a:gd name="T53" fmla="*/ 425 h 425"/>
                                    <a:gd name="T54" fmla="*/ 423 w 451"/>
                                    <a:gd name="T55" fmla="*/ 425 h 425"/>
                                    <a:gd name="T56" fmla="*/ 420 w 451"/>
                                    <a:gd name="T57" fmla="*/ 425 h 425"/>
                                    <a:gd name="T58" fmla="*/ 418 w 451"/>
                                    <a:gd name="T59" fmla="*/ 425 h 425"/>
                                    <a:gd name="T60" fmla="*/ 418 w 451"/>
                                    <a:gd name="T61" fmla="*/ 425 h 425"/>
                                    <a:gd name="T62" fmla="*/ 418 w 451"/>
                                    <a:gd name="T63" fmla="*/ 425 h 425"/>
                                    <a:gd name="T64" fmla="*/ 0 w 451"/>
                                    <a:gd name="T65" fmla="*/ 7 h 425"/>
                                    <a:gd name="T66" fmla="*/ 0 w 451"/>
                                    <a:gd name="T67" fmla="*/ 7 h 425"/>
                                    <a:gd name="T68" fmla="*/ 3 w 451"/>
                                    <a:gd name="T69" fmla="*/ 5 h 425"/>
                                    <a:gd name="T70" fmla="*/ 8 w 451"/>
                                    <a:gd name="T71" fmla="*/ 3 h 425"/>
                                    <a:gd name="T72" fmla="*/ 16 w 451"/>
                                    <a:gd name="T73" fmla="*/ 2 h 425"/>
                                    <a:gd name="T74" fmla="*/ 25 w 451"/>
                                    <a:gd name="T75" fmla="*/ 0 h 4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</a:cxnLst>
                                  <a:rect l="0" t="0" r="r" b="b"/>
                                  <a:pathLst>
                                    <a:path w="451" h="425">
                                      <a:moveTo>
                                        <a:pt x="25" y="0"/>
                                      </a:moveTo>
                                      <a:lnTo>
                                        <a:pt x="38" y="2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93" y="24"/>
                                      </a:lnTo>
                                      <a:lnTo>
                                        <a:pt x="116" y="40"/>
                                      </a:lnTo>
                                      <a:lnTo>
                                        <a:pt x="145" y="62"/>
                                      </a:lnTo>
                                      <a:lnTo>
                                        <a:pt x="176" y="88"/>
                                      </a:lnTo>
                                      <a:lnTo>
                                        <a:pt x="212" y="123"/>
                                      </a:lnTo>
                                      <a:lnTo>
                                        <a:pt x="231" y="144"/>
                                      </a:lnTo>
                                      <a:lnTo>
                                        <a:pt x="245" y="166"/>
                                      </a:lnTo>
                                      <a:lnTo>
                                        <a:pt x="255" y="186"/>
                                      </a:lnTo>
                                      <a:lnTo>
                                        <a:pt x="259" y="203"/>
                                      </a:lnTo>
                                      <a:lnTo>
                                        <a:pt x="263" y="214"/>
                                      </a:lnTo>
                                      <a:lnTo>
                                        <a:pt x="264" y="219"/>
                                      </a:lnTo>
                                      <a:lnTo>
                                        <a:pt x="449" y="392"/>
                                      </a:lnTo>
                                      <a:lnTo>
                                        <a:pt x="449" y="394"/>
                                      </a:lnTo>
                                      <a:lnTo>
                                        <a:pt x="449" y="394"/>
                                      </a:lnTo>
                                      <a:lnTo>
                                        <a:pt x="451" y="395"/>
                                      </a:lnTo>
                                      <a:lnTo>
                                        <a:pt x="451" y="398"/>
                                      </a:lnTo>
                                      <a:lnTo>
                                        <a:pt x="449" y="402"/>
                                      </a:lnTo>
                                      <a:lnTo>
                                        <a:pt x="448" y="405"/>
                                      </a:lnTo>
                                      <a:lnTo>
                                        <a:pt x="445" y="410"/>
                                      </a:lnTo>
                                      <a:lnTo>
                                        <a:pt x="440" y="414"/>
                                      </a:lnTo>
                                      <a:lnTo>
                                        <a:pt x="434" y="419"/>
                                      </a:lnTo>
                                      <a:lnTo>
                                        <a:pt x="429" y="422"/>
                                      </a:lnTo>
                                      <a:lnTo>
                                        <a:pt x="426" y="425"/>
                                      </a:lnTo>
                                      <a:lnTo>
                                        <a:pt x="423" y="425"/>
                                      </a:lnTo>
                                      <a:lnTo>
                                        <a:pt x="420" y="425"/>
                                      </a:lnTo>
                                      <a:lnTo>
                                        <a:pt x="418" y="425"/>
                                      </a:lnTo>
                                      <a:lnTo>
                                        <a:pt x="418" y="425"/>
                                      </a:lnTo>
                                      <a:lnTo>
                                        <a:pt x="418" y="425"/>
                                      </a:lnTo>
                                      <a:lnTo>
                                        <a:pt x="0" y="7"/>
                                      </a:lnTo>
                                      <a:lnTo>
                                        <a:pt x="0" y="7"/>
                                      </a:lnTo>
                                      <a:lnTo>
                                        <a:pt x="3" y="5"/>
                                      </a:lnTo>
                                      <a:lnTo>
                                        <a:pt x="8" y="3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2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2">
                                    <a:lumMod val="20000"/>
                                    <a:lumOff val="80000"/>
                                  </a:schemeClr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46" name="Freeform 4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28800" y="0"/>
                                  <a:ext cx="369888" cy="369888"/>
                                </a:xfrm>
                                <a:custGeom>
                                  <a:avLst/>
                                  <a:gdLst>
                                    <a:gd name="T0" fmla="*/ 64 w 465"/>
                                    <a:gd name="T1" fmla="*/ 3 h 466"/>
                                    <a:gd name="T2" fmla="*/ 86 w 465"/>
                                    <a:gd name="T3" fmla="*/ 21 h 466"/>
                                    <a:gd name="T4" fmla="*/ 122 w 465"/>
                                    <a:gd name="T5" fmla="*/ 51 h 466"/>
                                    <a:gd name="T6" fmla="*/ 161 w 465"/>
                                    <a:gd name="T7" fmla="*/ 85 h 466"/>
                                    <a:gd name="T8" fmla="*/ 196 w 465"/>
                                    <a:gd name="T9" fmla="*/ 117 h 466"/>
                                    <a:gd name="T10" fmla="*/ 221 w 465"/>
                                    <a:gd name="T11" fmla="*/ 158 h 466"/>
                                    <a:gd name="T12" fmla="*/ 223 w 465"/>
                                    <a:gd name="T13" fmla="*/ 187 h 466"/>
                                    <a:gd name="T14" fmla="*/ 219 w 465"/>
                                    <a:gd name="T15" fmla="*/ 200 h 466"/>
                                    <a:gd name="T16" fmla="*/ 463 w 465"/>
                                    <a:gd name="T17" fmla="*/ 433 h 466"/>
                                    <a:gd name="T18" fmla="*/ 465 w 465"/>
                                    <a:gd name="T19" fmla="*/ 436 h 466"/>
                                    <a:gd name="T20" fmla="*/ 463 w 465"/>
                                    <a:gd name="T21" fmla="*/ 441 h 466"/>
                                    <a:gd name="T22" fmla="*/ 458 w 465"/>
                                    <a:gd name="T23" fmla="*/ 450 h 466"/>
                                    <a:gd name="T24" fmla="*/ 447 w 465"/>
                                    <a:gd name="T25" fmla="*/ 460 h 466"/>
                                    <a:gd name="T26" fmla="*/ 439 w 465"/>
                                    <a:gd name="T27" fmla="*/ 464 h 466"/>
                                    <a:gd name="T28" fmla="*/ 435 w 465"/>
                                    <a:gd name="T29" fmla="*/ 466 h 466"/>
                                    <a:gd name="T30" fmla="*/ 432 w 465"/>
                                    <a:gd name="T31" fmla="*/ 464 h 466"/>
                                    <a:gd name="T32" fmla="*/ 199 w 465"/>
                                    <a:gd name="T33" fmla="*/ 220 h 466"/>
                                    <a:gd name="T34" fmla="*/ 186 w 465"/>
                                    <a:gd name="T35" fmla="*/ 224 h 466"/>
                                    <a:gd name="T36" fmla="*/ 157 w 465"/>
                                    <a:gd name="T37" fmla="*/ 222 h 466"/>
                                    <a:gd name="T38" fmla="*/ 116 w 465"/>
                                    <a:gd name="T39" fmla="*/ 197 h 466"/>
                                    <a:gd name="T40" fmla="*/ 84 w 465"/>
                                    <a:gd name="T41" fmla="*/ 162 h 466"/>
                                    <a:gd name="T42" fmla="*/ 50 w 465"/>
                                    <a:gd name="T43" fmla="*/ 123 h 466"/>
                                    <a:gd name="T44" fmla="*/ 20 w 465"/>
                                    <a:gd name="T45" fmla="*/ 87 h 466"/>
                                    <a:gd name="T46" fmla="*/ 3 w 465"/>
                                    <a:gd name="T47" fmla="*/ 65 h 466"/>
                                    <a:gd name="T48" fmla="*/ 9 w 465"/>
                                    <a:gd name="T49" fmla="*/ 52 h 466"/>
                                    <a:gd name="T50" fmla="*/ 124 w 465"/>
                                    <a:gd name="T51" fmla="*/ 167 h 466"/>
                                    <a:gd name="T52" fmla="*/ 131 w 465"/>
                                    <a:gd name="T53" fmla="*/ 169 h 466"/>
                                    <a:gd name="T54" fmla="*/ 138 w 465"/>
                                    <a:gd name="T55" fmla="*/ 165 h 466"/>
                                    <a:gd name="T56" fmla="*/ 139 w 465"/>
                                    <a:gd name="T57" fmla="*/ 158 h 466"/>
                                    <a:gd name="T58" fmla="*/ 135 w 465"/>
                                    <a:gd name="T59" fmla="*/ 148 h 466"/>
                                    <a:gd name="T60" fmla="*/ 117 w 465"/>
                                    <a:gd name="T61" fmla="*/ 131 h 466"/>
                                    <a:gd name="T62" fmla="*/ 89 w 465"/>
                                    <a:gd name="T63" fmla="*/ 102 h 466"/>
                                    <a:gd name="T64" fmla="*/ 59 w 465"/>
                                    <a:gd name="T65" fmla="*/ 71 h 466"/>
                                    <a:gd name="T66" fmla="*/ 36 w 465"/>
                                    <a:gd name="T67" fmla="*/ 44 h 466"/>
                                    <a:gd name="T68" fmla="*/ 26 w 465"/>
                                    <a:gd name="T69" fmla="*/ 35 h 466"/>
                                    <a:gd name="T70" fmla="*/ 34 w 465"/>
                                    <a:gd name="T71" fmla="*/ 27 h 466"/>
                                    <a:gd name="T72" fmla="*/ 45 w 465"/>
                                    <a:gd name="T73" fmla="*/ 36 h 466"/>
                                    <a:gd name="T74" fmla="*/ 70 w 465"/>
                                    <a:gd name="T75" fmla="*/ 60 h 466"/>
                                    <a:gd name="T76" fmla="*/ 102 w 465"/>
                                    <a:gd name="T77" fmla="*/ 90 h 466"/>
                                    <a:gd name="T78" fmla="*/ 130 w 465"/>
                                    <a:gd name="T79" fmla="*/ 118 h 466"/>
                                    <a:gd name="T80" fmla="*/ 147 w 465"/>
                                    <a:gd name="T81" fmla="*/ 136 h 466"/>
                                    <a:gd name="T82" fmla="*/ 157 w 465"/>
                                    <a:gd name="T83" fmla="*/ 140 h 466"/>
                                    <a:gd name="T84" fmla="*/ 164 w 465"/>
                                    <a:gd name="T85" fmla="*/ 139 h 466"/>
                                    <a:gd name="T86" fmla="*/ 168 w 465"/>
                                    <a:gd name="T87" fmla="*/ 132 h 466"/>
                                    <a:gd name="T88" fmla="*/ 166 w 465"/>
                                    <a:gd name="T89" fmla="*/ 124 h 466"/>
                                    <a:gd name="T90" fmla="*/ 51 w 465"/>
                                    <a:gd name="T91" fmla="*/ 10 h 46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465" h="466">
                                      <a:moveTo>
                                        <a:pt x="61" y="0"/>
                                      </a:moveTo>
                                      <a:lnTo>
                                        <a:pt x="64" y="3"/>
                                      </a:lnTo>
                                      <a:lnTo>
                                        <a:pt x="72" y="1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103" y="35"/>
                                      </a:lnTo>
                                      <a:lnTo>
                                        <a:pt x="122" y="51"/>
                                      </a:lnTo>
                                      <a:lnTo>
                                        <a:pt x="141" y="68"/>
                                      </a:lnTo>
                                      <a:lnTo>
                                        <a:pt x="161" y="85"/>
                                      </a:lnTo>
                                      <a:lnTo>
                                        <a:pt x="179" y="101"/>
                                      </a:lnTo>
                                      <a:lnTo>
                                        <a:pt x="196" y="117"/>
                                      </a:lnTo>
                                      <a:lnTo>
                                        <a:pt x="212" y="137"/>
                                      </a:lnTo>
                                      <a:lnTo>
                                        <a:pt x="221" y="158"/>
                                      </a:lnTo>
                                      <a:lnTo>
                                        <a:pt x="223" y="175"/>
                                      </a:lnTo>
                                      <a:lnTo>
                                        <a:pt x="223" y="187"/>
                                      </a:lnTo>
                                      <a:lnTo>
                                        <a:pt x="219" y="197"/>
                                      </a:lnTo>
                                      <a:lnTo>
                                        <a:pt x="219" y="200"/>
                                      </a:lnTo>
                                      <a:lnTo>
                                        <a:pt x="463" y="433"/>
                                      </a:lnTo>
                                      <a:lnTo>
                                        <a:pt x="463" y="433"/>
                                      </a:lnTo>
                                      <a:lnTo>
                                        <a:pt x="465" y="435"/>
                                      </a:lnTo>
                                      <a:lnTo>
                                        <a:pt x="465" y="436"/>
                                      </a:lnTo>
                                      <a:lnTo>
                                        <a:pt x="465" y="438"/>
                                      </a:lnTo>
                                      <a:lnTo>
                                        <a:pt x="463" y="441"/>
                                      </a:lnTo>
                                      <a:lnTo>
                                        <a:pt x="461" y="446"/>
                                      </a:lnTo>
                                      <a:lnTo>
                                        <a:pt x="458" y="450"/>
                                      </a:lnTo>
                                      <a:lnTo>
                                        <a:pt x="454" y="455"/>
                                      </a:lnTo>
                                      <a:lnTo>
                                        <a:pt x="447" y="460"/>
                                      </a:lnTo>
                                      <a:lnTo>
                                        <a:pt x="444" y="463"/>
                                      </a:lnTo>
                                      <a:lnTo>
                                        <a:pt x="439" y="464"/>
                                      </a:lnTo>
                                      <a:lnTo>
                                        <a:pt x="436" y="466"/>
                                      </a:lnTo>
                                      <a:lnTo>
                                        <a:pt x="435" y="466"/>
                                      </a:lnTo>
                                      <a:lnTo>
                                        <a:pt x="433" y="466"/>
                                      </a:lnTo>
                                      <a:lnTo>
                                        <a:pt x="432" y="464"/>
                                      </a:lnTo>
                                      <a:lnTo>
                                        <a:pt x="432" y="464"/>
                                      </a:lnTo>
                                      <a:lnTo>
                                        <a:pt x="199" y="220"/>
                                      </a:lnTo>
                                      <a:lnTo>
                                        <a:pt x="196" y="220"/>
                                      </a:lnTo>
                                      <a:lnTo>
                                        <a:pt x="186" y="224"/>
                                      </a:lnTo>
                                      <a:lnTo>
                                        <a:pt x="174" y="224"/>
                                      </a:lnTo>
                                      <a:lnTo>
                                        <a:pt x="157" y="222"/>
                                      </a:lnTo>
                                      <a:lnTo>
                                        <a:pt x="136" y="213"/>
                                      </a:lnTo>
                                      <a:lnTo>
                                        <a:pt x="116" y="197"/>
                                      </a:lnTo>
                                      <a:lnTo>
                                        <a:pt x="100" y="180"/>
                                      </a:lnTo>
                                      <a:lnTo>
                                        <a:pt x="84" y="162"/>
                                      </a:lnTo>
                                      <a:lnTo>
                                        <a:pt x="67" y="142"/>
                                      </a:lnTo>
                                      <a:lnTo>
                                        <a:pt x="50" y="123"/>
                                      </a:lnTo>
                                      <a:lnTo>
                                        <a:pt x="34" y="104"/>
                                      </a:lnTo>
                                      <a:lnTo>
                                        <a:pt x="20" y="87"/>
                                      </a:lnTo>
                                      <a:lnTo>
                                        <a:pt x="11" y="73"/>
                                      </a:lnTo>
                                      <a:lnTo>
                                        <a:pt x="3" y="65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9" y="52"/>
                                      </a:lnTo>
                                      <a:lnTo>
                                        <a:pt x="119" y="164"/>
                                      </a:lnTo>
                                      <a:lnTo>
                                        <a:pt x="124" y="167"/>
                                      </a:lnTo>
                                      <a:lnTo>
                                        <a:pt x="127" y="167"/>
                                      </a:lnTo>
                                      <a:lnTo>
                                        <a:pt x="131" y="169"/>
                                      </a:lnTo>
                                      <a:lnTo>
                                        <a:pt x="135" y="167"/>
                                      </a:lnTo>
                                      <a:lnTo>
                                        <a:pt x="138" y="165"/>
                                      </a:lnTo>
                                      <a:lnTo>
                                        <a:pt x="139" y="162"/>
                                      </a:lnTo>
                                      <a:lnTo>
                                        <a:pt x="139" y="158"/>
                                      </a:lnTo>
                                      <a:lnTo>
                                        <a:pt x="138" y="153"/>
                                      </a:lnTo>
                                      <a:lnTo>
                                        <a:pt x="135" y="148"/>
                                      </a:lnTo>
                                      <a:lnTo>
                                        <a:pt x="127" y="142"/>
                                      </a:lnTo>
                                      <a:lnTo>
                                        <a:pt x="117" y="131"/>
                                      </a:lnTo>
                                      <a:lnTo>
                                        <a:pt x="105" y="117"/>
                                      </a:lnTo>
                                      <a:lnTo>
                                        <a:pt x="89" y="102"/>
                                      </a:lnTo>
                                      <a:lnTo>
                                        <a:pt x="75" y="85"/>
                                      </a:lnTo>
                                      <a:lnTo>
                                        <a:pt x="59" y="71"/>
                                      </a:lnTo>
                                      <a:lnTo>
                                        <a:pt x="47" y="57"/>
                                      </a:lnTo>
                                      <a:lnTo>
                                        <a:pt x="36" y="44"/>
                                      </a:lnTo>
                                      <a:lnTo>
                                        <a:pt x="29" y="38"/>
                                      </a:lnTo>
                                      <a:lnTo>
                                        <a:pt x="26" y="35"/>
                                      </a:lnTo>
                                      <a:lnTo>
                                        <a:pt x="29" y="30"/>
                                      </a:lnTo>
                                      <a:lnTo>
                                        <a:pt x="34" y="27"/>
                                      </a:lnTo>
                                      <a:lnTo>
                                        <a:pt x="37" y="30"/>
                                      </a:lnTo>
                                      <a:lnTo>
                                        <a:pt x="45" y="36"/>
                                      </a:lnTo>
                                      <a:lnTo>
                                        <a:pt x="56" y="47"/>
                                      </a:lnTo>
                                      <a:lnTo>
                                        <a:pt x="70" y="60"/>
                                      </a:lnTo>
                                      <a:lnTo>
                                        <a:pt x="86" y="76"/>
                                      </a:lnTo>
                                      <a:lnTo>
                                        <a:pt x="102" y="90"/>
                                      </a:lnTo>
                                      <a:lnTo>
                                        <a:pt x="116" y="106"/>
                                      </a:lnTo>
                                      <a:lnTo>
                                        <a:pt x="130" y="118"/>
                                      </a:lnTo>
                                      <a:lnTo>
                                        <a:pt x="141" y="128"/>
                                      </a:lnTo>
                                      <a:lnTo>
                                        <a:pt x="147" y="136"/>
                                      </a:lnTo>
                                      <a:lnTo>
                                        <a:pt x="152" y="139"/>
                                      </a:lnTo>
                                      <a:lnTo>
                                        <a:pt x="157" y="140"/>
                                      </a:lnTo>
                                      <a:lnTo>
                                        <a:pt x="161" y="140"/>
                                      </a:lnTo>
                                      <a:lnTo>
                                        <a:pt x="164" y="139"/>
                                      </a:lnTo>
                                      <a:lnTo>
                                        <a:pt x="166" y="136"/>
                                      </a:lnTo>
                                      <a:lnTo>
                                        <a:pt x="168" y="132"/>
                                      </a:lnTo>
                                      <a:lnTo>
                                        <a:pt x="166" y="128"/>
                                      </a:lnTo>
                                      <a:lnTo>
                                        <a:pt x="166" y="124"/>
                                      </a:lnTo>
                                      <a:lnTo>
                                        <a:pt x="163" y="120"/>
                                      </a:lnTo>
                                      <a:lnTo>
                                        <a:pt x="51" y="10"/>
                                      </a:lnTo>
                                      <a:lnTo>
                                        <a:pt x="6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2">
                                    <a:lumMod val="20000"/>
                                    <a:lumOff val="80000"/>
                                  </a:schemeClr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47" name="Freeform 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25500" y="20637"/>
                                  <a:ext cx="1071563" cy="314325"/>
                                </a:xfrm>
                                <a:custGeom>
                                  <a:avLst/>
                                  <a:gdLst>
                                    <a:gd name="T0" fmla="*/ 734 w 1349"/>
                                    <a:gd name="T1" fmla="*/ 0 h 395"/>
                                    <a:gd name="T2" fmla="*/ 906 w 1349"/>
                                    <a:gd name="T3" fmla="*/ 16 h 395"/>
                                    <a:gd name="T4" fmla="*/ 1048 w 1349"/>
                                    <a:gd name="T5" fmla="*/ 44 h 395"/>
                                    <a:gd name="T6" fmla="*/ 1159 w 1349"/>
                                    <a:gd name="T7" fmla="*/ 83 h 395"/>
                                    <a:gd name="T8" fmla="*/ 1244 w 1349"/>
                                    <a:gd name="T9" fmla="*/ 131 h 395"/>
                                    <a:gd name="T10" fmla="*/ 1302 w 1349"/>
                                    <a:gd name="T11" fmla="*/ 179 h 395"/>
                                    <a:gd name="T12" fmla="*/ 1337 w 1349"/>
                                    <a:gd name="T13" fmla="*/ 230 h 395"/>
                                    <a:gd name="T14" fmla="*/ 1349 w 1349"/>
                                    <a:gd name="T15" fmla="*/ 277 h 395"/>
                                    <a:gd name="T16" fmla="*/ 1340 w 1349"/>
                                    <a:gd name="T17" fmla="*/ 327 h 395"/>
                                    <a:gd name="T18" fmla="*/ 1307 w 1349"/>
                                    <a:gd name="T19" fmla="*/ 367 h 395"/>
                                    <a:gd name="T20" fmla="*/ 1261 w 1349"/>
                                    <a:gd name="T21" fmla="*/ 389 h 395"/>
                                    <a:gd name="T22" fmla="*/ 1211 w 1349"/>
                                    <a:gd name="T23" fmla="*/ 395 h 395"/>
                                    <a:gd name="T24" fmla="*/ 1162 w 1349"/>
                                    <a:gd name="T25" fmla="*/ 390 h 395"/>
                                    <a:gd name="T26" fmla="*/ 1205 w 1349"/>
                                    <a:gd name="T27" fmla="*/ 389 h 395"/>
                                    <a:gd name="T28" fmla="*/ 1249 w 1349"/>
                                    <a:gd name="T29" fmla="*/ 379 h 395"/>
                                    <a:gd name="T30" fmla="*/ 1287 w 1349"/>
                                    <a:gd name="T31" fmla="*/ 359 h 395"/>
                                    <a:gd name="T32" fmla="*/ 1312 w 1349"/>
                                    <a:gd name="T33" fmla="*/ 326 h 395"/>
                                    <a:gd name="T34" fmla="*/ 1312 w 1349"/>
                                    <a:gd name="T35" fmla="*/ 280 h 395"/>
                                    <a:gd name="T36" fmla="*/ 1285 w 1349"/>
                                    <a:gd name="T37" fmla="*/ 225 h 395"/>
                                    <a:gd name="T38" fmla="*/ 1232 w 1349"/>
                                    <a:gd name="T39" fmla="*/ 168 h 395"/>
                                    <a:gd name="T40" fmla="*/ 1150 w 1349"/>
                                    <a:gd name="T41" fmla="*/ 115 h 395"/>
                                    <a:gd name="T42" fmla="*/ 1040 w 1349"/>
                                    <a:gd name="T43" fmla="*/ 69 h 395"/>
                                    <a:gd name="T44" fmla="*/ 902 w 1349"/>
                                    <a:gd name="T45" fmla="*/ 35 h 395"/>
                                    <a:gd name="T46" fmla="*/ 732 w 1349"/>
                                    <a:gd name="T47" fmla="*/ 16 h 395"/>
                                    <a:gd name="T48" fmla="*/ 581 w 1349"/>
                                    <a:gd name="T49" fmla="*/ 17 h 395"/>
                                    <a:gd name="T50" fmla="*/ 446 w 1349"/>
                                    <a:gd name="T51" fmla="*/ 35 h 395"/>
                                    <a:gd name="T52" fmla="*/ 324 w 1349"/>
                                    <a:gd name="T53" fmla="*/ 60 h 395"/>
                                    <a:gd name="T54" fmla="*/ 210 w 1349"/>
                                    <a:gd name="T55" fmla="*/ 91 h 395"/>
                                    <a:gd name="T56" fmla="*/ 104 w 1349"/>
                                    <a:gd name="T57" fmla="*/ 124 h 395"/>
                                    <a:gd name="T58" fmla="*/ 0 w 1349"/>
                                    <a:gd name="T59" fmla="*/ 151 h 395"/>
                                    <a:gd name="T60" fmla="*/ 100 w 1349"/>
                                    <a:gd name="T61" fmla="*/ 120 h 395"/>
                                    <a:gd name="T62" fmla="*/ 206 w 1349"/>
                                    <a:gd name="T63" fmla="*/ 85 h 395"/>
                                    <a:gd name="T64" fmla="*/ 319 w 1349"/>
                                    <a:gd name="T65" fmla="*/ 52 h 395"/>
                                    <a:gd name="T66" fmla="*/ 443 w 1349"/>
                                    <a:gd name="T67" fmla="*/ 22 h 395"/>
                                    <a:gd name="T68" fmla="*/ 580 w 1349"/>
                                    <a:gd name="T69" fmla="*/ 3 h 3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</a:cxnLst>
                                  <a:rect l="0" t="0" r="r" b="b"/>
                                  <a:pathLst>
                                    <a:path w="1349" h="395">
                                      <a:moveTo>
                                        <a:pt x="655" y="0"/>
                                      </a:moveTo>
                                      <a:lnTo>
                                        <a:pt x="734" y="0"/>
                                      </a:lnTo>
                                      <a:lnTo>
                                        <a:pt x="817" y="5"/>
                                      </a:lnTo>
                                      <a:lnTo>
                                        <a:pt x="906" y="16"/>
                                      </a:lnTo>
                                      <a:lnTo>
                                        <a:pt x="980" y="28"/>
                                      </a:lnTo>
                                      <a:lnTo>
                                        <a:pt x="1048" y="44"/>
                                      </a:lnTo>
                                      <a:lnTo>
                                        <a:pt x="1106" y="63"/>
                                      </a:lnTo>
                                      <a:lnTo>
                                        <a:pt x="1159" y="83"/>
                                      </a:lnTo>
                                      <a:lnTo>
                                        <a:pt x="1205" y="107"/>
                                      </a:lnTo>
                                      <a:lnTo>
                                        <a:pt x="1244" y="131"/>
                                      </a:lnTo>
                                      <a:lnTo>
                                        <a:pt x="1276" y="154"/>
                                      </a:lnTo>
                                      <a:lnTo>
                                        <a:pt x="1302" y="179"/>
                                      </a:lnTo>
                                      <a:lnTo>
                                        <a:pt x="1323" y="206"/>
                                      </a:lnTo>
                                      <a:lnTo>
                                        <a:pt x="1337" y="230"/>
                                      </a:lnTo>
                                      <a:lnTo>
                                        <a:pt x="1346" y="255"/>
                                      </a:lnTo>
                                      <a:lnTo>
                                        <a:pt x="1349" y="277"/>
                                      </a:lnTo>
                                      <a:lnTo>
                                        <a:pt x="1348" y="299"/>
                                      </a:lnTo>
                                      <a:lnTo>
                                        <a:pt x="1340" y="327"/>
                                      </a:lnTo>
                                      <a:lnTo>
                                        <a:pt x="1326" y="349"/>
                                      </a:lnTo>
                                      <a:lnTo>
                                        <a:pt x="1307" y="367"/>
                                      </a:lnTo>
                                      <a:lnTo>
                                        <a:pt x="1285" y="379"/>
                                      </a:lnTo>
                                      <a:lnTo>
                                        <a:pt x="1261" y="389"/>
                                      </a:lnTo>
                                      <a:lnTo>
                                        <a:pt x="1236" y="393"/>
                                      </a:lnTo>
                                      <a:lnTo>
                                        <a:pt x="1211" y="395"/>
                                      </a:lnTo>
                                      <a:lnTo>
                                        <a:pt x="1186" y="393"/>
                                      </a:lnTo>
                                      <a:lnTo>
                                        <a:pt x="1162" y="390"/>
                                      </a:lnTo>
                                      <a:lnTo>
                                        <a:pt x="1183" y="392"/>
                                      </a:lnTo>
                                      <a:lnTo>
                                        <a:pt x="1205" y="389"/>
                                      </a:lnTo>
                                      <a:lnTo>
                                        <a:pt x="1227" y="385"/>
                                      </a:lnTo>
                                      <a:lnTo>
                                        <a:pt x="1249" y="379"/>
                                      </a:lnTo>
                                      <a:lnTo>
                                        <a:pt x="1269" y="370"/>
                                      </a:lnTo>
                                      <a:lnTo>
                                        <a:pt x="1287" y="359"/>
                                      </a:lnTo>
                                      <a:lnTo>
                                        <a:pt x="1301" y="345"/>
                                      </a:lnTo>
                                      <a:lnTo>
                                        <a:pt x="1312" y="326"/>
                                      </a:lnTo>
                                      <a:lnTo>
                                        <a:pt x="1315" y="305"/>
                                      </a:lnTo>
                                      <a:lnTo>
                                        <a:pt x="1312" y="280"/>
                                      </a:lnTo>
                                      <a:lnTo>
                                        <a:pt x="1302" y="253"/>
                                      </a:lnTo>
                                      <a:lnTo>
                                        <a:pt x="1285" y="225"/>
                                      </a:lnTo>
                                      <a:lnTo>
                                        <a:pt x="1261" y="197"/>
                                      </a:lnTo>
                                      <a:lnTo>
                                        <a:pt x="1232" y="168"/>
                                      </a:lnTo>
                                      <a:lnTo>
                                        <a:pt x="1194" y="142"/>
                                      </a:lnTo>
                                      <a:lnTo>
                                        <a:pt x="1150" y="115"/>
                                      </a:lnTo>
                                      <a:lnTo>
                                        <a:pt x="1098" y="91"/>
                                      </a:lnTo>
                                      <a:lnTo>
                                        <a:pt x="1040" y="69"/>
                                      </a:lnTo>
                                      <a:lnTo>
                                        <a:pt x="974" y="50"/>
                                      </a:lnTo>
                                      <a:lnTo>
                                        <a:pt x="902" y="35"/>
                                      </a:lnTo>
                                      <a:lnTo>
                                        <a:pt x="815" y="24"/>
                                      </a:lnTo>
                                      <a:lnTo>
                                        <a:pt x="732" y="16"/>
                                      </a:lnTo>
                                      <a:lnTo>
                                        <a:pt x="655" y="14"/>
                                      </a:lnTo>
                                      <a:lnTo>
                                        <a:pt x="581" y="17"/>
                                      </a:lnTo>
                                      <a:lnTo>
                                        <a:pt x="512" y="24"/>
                                      </a:lnTo>
                                      <a:lnTo>
                                        <a:pt x="446" y="35"/>
                                      </a:lnTo>
                                      <a:lnTo>
                                        <a:pt x="383" y="46"/>
                                      </a:lnTo>
                                      <a:lnTo>
                                        <a:pt x="324" y="60"/>
                                      </a:lnTo>
                                      <a:lnTo>
                                        <a:pt x="265" y="75"/>
                                      </a:lnTo>
                                      <a:lnTo>
                                        <a:pt x="210" y="91"/>
                                      </a:lnTo>
                                      <a:lnTo>
                                        <a:pt x="155" y="109"/>
                                      </a:lnTo>
                                      <a:lnTo>
                                        <a:pt x="104" y="124"/>
                                      </a:lnTo>
                                      <a:lnTo>
                                        <a:pt x="52" y="138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50" y="135"/>
                                      </a:lnTo>
                                      <a:lnTo>
                                        <a:pt x="100" y="120"/>
                                      </a:lnTo>
                                      <a:lnTo>
                                        <a:pt x="152" y="102"/>
                                      </a:lnTo>
                                      <a:lnTo>
                                        <a:pt x="206" y="85"/>
                                      </a:lnTo>
                                      <a:lnTo>
                                        <a:pt x="261" y="68"/>
                                      </a:lnTo>
                                      <a:lnTo>
                                        <a:pt x="319" y="52"/>
                                      </a:lnTo>
                                      <a:lnTo>
                                        <a:pt x="379" y="36"/>
                                      </a:lnTo>
                                      <a:lnTo>
                                        <a:pt x="443" y="22"/>
                                      </a:lnTo>
                                      <a:lnTo>
                                        <a:pt x="509" y="11"/>
                                      </a:lnTo>
                                      <a:lnTo>
                                        <a:pt x="580" y="3"/>
                                      </a:lnTo>
                                      <a:lnTo>
                                        <a:pt x="65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2">
                                    <a:lumMod val="20000"/>
                                    <a:lumOff val="80000"/>
                                  </a:schemeClr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48" name="Freeform 4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22413" y="61912"/>
                                  <a:ext cx="325438" cy="263525"/>
                                </a:xfrm>
                                <a:custGeom>
                                  <a:avLst/>
                                  <a:gdLst>
                                    <a:gd name="T0" fmla="*/ 0 w 410"/>
                                    <a:gd name="T1" fmla="*/ 0 h 334"/>
                                    <a:gd name="T2" fmla="*/ 39 w 410"/>
                                    <a:gd name="T3" fmla="*/ 8 h 334"/>
                                    <a:gd name="T4" fmla="*/ 82 w 410"/>
                                    <a:gd name="T5" fmla="*/ 19 h 334"/>
                                    <a:gd name="T6" fmla="*/ 127 w 410"/>
                                    <a:gd name="T7" fmla="*/ 33 h 334"/>
                                    <a:gd name="T8" fmla="*/ 173 w 410"/>
                                    <a:gd name="T9" fmla="*/ 49 h 334"/>
                                    <a:gd name="T10" fmla="*/ 220 w 410"/>
                                    <a:gd name="T11" fmla="*/ 70 h 334"/>
                                    <a:gd name="T12" fmla="*/ 264 w 410"/>
                                    <a:gd name="T13" fmla="*/ 90 h 334"/>
                                    <a:gd name="T14" fmla="*/ 306 w 410"/>
                                    <a:gd name="T15" fmla="*/ 115 h 334"/>
                                    <a:gd name="T16" fmla="*/ 343 w 410"/>
                                    <a:gd name="T17" fmla="*/ 142 h 334"/>
                                    <a:gd name="T18" fmla="*/ 372 w 410"/>
                                    <a:gd name="T19" fmla="*/ 172 h 334"/>
                                    <a:gd name="T20" fmla="*/ 393 w 410"/>
                                    <a:gd name="T21" fmla="*/ 199 h 334"/>
                                    <a:gd name="T22" fmla="*/ 405 w 410"/>
                                    <a:gd name="T23" fmla="*/ 224 h 334"/>
                                    <a:gd name="T24" fmla="*/ 410 w 410"/>
                                    <a:gd name="T25" fmla="*/ 246 h 334"/>
                                    <a:gd name="T26" fmla="*/ 409 w 410"/>
                                    <a:gd name="T27" fmla="*/ 266 h 334"/>
                                    <a:gd name="T28" fmla="*/ 401 w 410"/>
                                    <a:gd name="T29" fmla="*/ 285 h 334"/>
                                    <a:gd name="T30" fmla="*/ 390 w 410"/>
                                    <a:gd name="T31" fmla="*/ 299 h 334"/>
                                    <a:gd name="T32" fmla="*/ 372 w 410"/>
                                    <a:gd name="T33" fmla="*/ 312 h 334"/>
                                    <a:gd name="T34" fmla="*/ 354 w 410"/>
                                    <a:gd name="T35" fmla="*/ 323 h 334"/>
                                    <a:gd name="T36" fmla="*/ 332 w 410"/>
                                    <a:gd name="T37" fmla="*/ 329 h 334"/>
                                    <a:gd name="T38" fmla="*/ 306 w 410"/>
                                    <a:gd name="T39" fmla="*/ 334 h 334"/>
                                    <a:gd name="T40" fmla="*/ 330 w 410"/>
                                    <a:gd name="T41" fmla="*/ 329 h 334"/>
                                    <a:gd name="T42" fmla="*/ 350 w 410"/>
                                    <a:gd name="T43" fmla="*/ 321 h 334"/>
                                    <a:gd name="T44" fmla="*/ 368 w 410"/>
                                    <a:gd name="T45" fmla="*/ 312 h 334"/>
                                    <a:gd name="T46" fmla="*/ 380 w 410"/>
                                    <a:gd name="T47" fmla="*/ 299 h 334"/>
                                    <a:gd name="T48" fmla="*/ 388 w 410"/>
                                    <a:gd name="T49" fmla="*/ 284 h 334"/>
                                    <a:gd name="T50" fmla="*/ 391 w 410"/>
                                    <a:gd name="T51" fmla="*/ 265 h 334"/>
                                    <a:gd name="T52" fmla="*/ 387 w 410"/>
                                    <a:gd name="T53" fmla="*/ 244 h 334"/>
                                    <a:gd name="T54" fmla="*/ 374 w 410"/>
                                    <a:gd name="T55" fmla="*/ 221 h 334"/>
                                    <a:gd name="T56" fmla="*/ 355 w 410"/>
                                    <a:gd name="T57" fmla="*/ 194 h 334"/>
                                    <a:gd name="T58" fmla="*/ 319 w 410"/>
                                    <a:gd name="T59" fmla="*/ 159 h 334"/>
                                    <a:gd name="T60" fmla="*/ 277 w 410"/>
                                    <a:gd name="T61" fmla="*/ 126 h 334"/>
                                    <a:gd name="T62" fmla="*/ 231 w 410"/>
                                    <a:gd name="T63" fmla="*/ 96 h 334"/>
                                    <a:gd name="T64" fmla="*/ 182 w 410"/>
                                    <a:gd name="T65" fmla="*/ 70 h 334"/>
                                    <a:gd name="T66" fmla="*/ 134 w 410"/>
                                    <a:gd name="T67" fmla="*/ 47 h 334"/>
                                    <a:gd name="T68" fmla="*/ 86 w 410"/>
                                    <a:gd name="T69" fmla="*/ 27 h 334"/>
                                    <a:gd name="T70" fmla="*/ 41 w 410"/>
                                    <a:gd name="T71" fmla="*/ 11 h 334"/>
                                    <a:gd name="T72" fmla="*/ 0 w 410"/>
                                    <a:gd name="T73" fmla="*/ 0 h 3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</a:cxnLst>
                                  <a:rect l="0" t="0" r="r" b="b"/>
                                  <a:pathLst>
                                    <a:path w="410" h="334">
                                      <a:moveTo>
                                        <a:pt x="0" y="0"/>
                                      </a:moveTo>
                                      <a:lnTo>
                                        <a:pt x="39" y="8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127" y="33"/>
                                      </a:lnTo>
                                      <a:lnTo>
                                        <a:pt x="173" y="49"/>
                                      </a:lnTo>
                                      <a:lnTo>
                                        <a:pt x="220" y="70"/>
                                      </a:lnTo>
                                      <a:lnTo>
                                        <a:pt x="264" y="90"/>
                                      </a:lnTo>
                                      <a:lnTo>
                                        <a:pt x="306" y="115"/>
                                      </a:lnTo>
                                      <a:lnTo>
                                        <a:pt x="343" y="142"/>
                                      </a:lnTo>
                                      <a:lnTo>
                                        <a:pt x="372" y="172"/>
                                      </a:lnTo>
                                      <a:lnTo>
                                        <a:pt x="393" y="199"/>
                                      </a:lnTo>
                                      <a:lnTo>
                                        <a:pt x="405" y="224"/>
                                      </a:lnTo>
                                      <a:lnTo>
                                        <a:pt x="410" y="24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1" y="285"/>
                                      </a:lnTo>
                                      <a:lnTo>
                                        <a:pt x="390" y="299"/>
                                      </a:lnTo>
                                      <a:lnTo>
                                        <a:pt x="372" y="312"/>
                                      </a:lnTo>
                                      <a:lnTo>
                                        <a:pt x="354" y="323"/>
                                      </a:lnTo>
                                      <a:lnTo>
                                        <a:pt x="332" y="329"/>
                                      </a:lnTo>
                                      <a:lnTo>
                                        <a:pt x="306" y="334"/>
                                      </a:lnTo>
                                      <a:lnTo>
                                        <a:pt x="330" y="329"/>
                                      </a:lnTo>
                                      <a:lnTo>
                                        <a:pt x="350" y="321"/>
                                      </a:lnTo>
                                      <a:lnTo>
                                        <a:pt x="368" y="312"/>
                                      </a:lnTo>
                                      <a:lnTo>
                                        <a:pt x="380" y="299"/>
                                      </a:lnTo>
                                      <a:lnTo>
                                        <a:pt x="388" y="284"/>
                                      </a:lnTo>
                                      <a:lnTo>
                                        <a:pt x="391" y="265"/>
                                      </a:lnTo>
                                      <a:lnTo>
                                        <a:pt x="387" y="244"/>
                                      </a:lnTo>
                                      <a:lnTo>
                                        <a:pt x="374" y="221"/>
                                      </a:lnTo>
                                      <a:lnTo>
                                        <a:pt x="355" y="194"/>
                                      </a:lnTo>
                                      <a:lnTo>
                                        <a:pt x="319" y="159"/>
                                      </a:lnTo>
                                      <a:lnTo>
                                        <a:pt x="277" y="126"/>
                                      </a:lnTo>
                                      <a:lnTo>
                                        <a:pt x="231" y="96"/>
                                      </a:lnTo>
                                      <a:lnTo>
                                        <a:pt x="182" y="70"/>
                                      </a:lnTo>
                                      <a:lnTo>
                                        <a:pt x="134" y="47"/>
                                      </a:lnTo>
                                      <a:lnTo>
                                        <a:pt x="86" y="27"/>
                                      </a:lnTo>
                                      <a:lnTo>
                                        <a:pt x="41" y="11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2">
                                    <a:lumMod val="20000"/>
                                    <a:lumOff val="80000"/>
                                  </a:schemeClr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49" name="Freeform 4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0963" y="106362"/>
                                  <a:ext cx="361950" cy="157163"/>
                                </a:xfrm>
                                <a:custGeom>
                                  <a:avLst/>
                                  <a:gdLst>
                                    <a:gd name="T0" fmla="*/ 314 w 457"/>
                                    <a:gd name="T1" fmla="*/ 5 h 198"/>
                                    <a:gd name="T2" fmla="*/ 384 w 457"/>
                                    <a:gd name="T3" fmla="*/ 28 h 198"/>
                                    <a:gd name="T4" fmla="*/ 431 w 457"/>
                                    <a:gd name="T5" fmla="*/ 68 h 198"/>
                                    <a:gd name="T6" fmla="*/ 454 w 457"/>
                                    <a:gd name="T7" fmla="*/ 113 h 198"/>
                                    <a:gd name="T8" fmla="*/ 453 w 457"/>
                                    <a:gd name="T9" fmla="*/ 157 h 198"/>
                                    <a:gd name="T10" fmla="*/ 423 w 457"/>
                                    <a:gd name="T11" fmla="*/ 189 h 198"/>
                                    <a:gd name="T12" fmla="*/ 379 w 457"/>
                                    <a:gd name="T13" fmla="*/ 198 h 198"/>
                                    <a:gd name="T14" fmla="*/ 327 w 457"/>
                                    <a:gd name="T15" fmla="*/ 189 h 198"/>
                                    <a:gd name="T16" fmla="*/ 280 w 457"/>
                                    <a:gd name="T17" fmla="*/ 164 h 198"/>
                                    <a:gd name="T18" fmla="*/ 247 w 457"/>
                                    <a:gd name="T19" fmla="*/ 126 h 198"/>
                                    <a:gd name="T20" fmla="*/ 239 w 457"/>
                                    <a:gd name="T21" fmla="*/ 80 h 198"/>
                                    <a:gd name="T22" fmla="*/ 253 w 457"/>
                                    <a:gd name="T23" fmla="*/ 55 h 198"/>
                                    <a:gd name="T24" fmla="*/ 277 w 457"/>
                                    <a:gd name="T25" fmla="*/ 47 h 198"/>
                                    <a:gd name="T26" fmla="*/ 302 w 457"/>
                                    <a:gd name="T27" fmla="*/ 53 h 198"/>
                                    <a:gd name="T28" fmla="*/ 319 w 457"/>
                                    <a:gd name="T29" fmla="*/ 69 h 198"/>
                                    <a:gd name="T30" fmla="*/ 318 w 457"/>
                                    <a:gd name="T31" fmla="*/ 69 h 198"/>
                                    <a:gd name="T32" fmla="*/ 297 w 457"/>
                                    <a:gd name="T33" fmla="*/ 57 h 198"/>
                                    <a:gd name="T34" fmla="*/ 275 w 457"/>
                                    <a:gd name="T35" fmla="*/ 63 h 198"/>
                                    <a:gd name="T36" fmla="*/ 259 w 457"/>
                                    <a:gd name="T37" fmla="*/ 88 h 198"/>
                                    <a:gd name="T38" fmla="*/ 267 w 457"/>
                                    <a:gd name="T39" fmla="*/ 135 h 198"/>
                                    <a:gd name="T40" fmla="*/ 297 w 457"/>
                                    <a:gd name="T41" fmla="*/ 168 h 198"/>
                                    <a:gd name="T42" fmla="*/ 340 w 457"/>
                                    <a:gd name="T43" fmla="*/ 187 h 198"/>
                                    <a:gd name="T44" fmla="*/ 382 w 457"/>
                                    <a:gd name="T45" fmla="*/ 187 h 198"/>
                                    <a:gd name="T46" fmla="*/ 415 w 457"/>
                                    <a:gd name="T47" fmla="*/ 164 h 198"/>
                                    <a:gd name="T48" fmla="*/ 426 w 457"/>
                                    <a:gd name="T49" fmla="*/ 121 h 198"/>
                                    <a:gd name="T50" fmla="*/ 406 w 457"/>
                                    <a:gd name="T51" fmla="*/ 75 h 198"/>
                                    <a:gd name="T52" fmla="*/ 363 w 457"/>
                                    <a:gd name="T53" fmla="*/ 36 h 198"/>
                                    <a:gd name="T54" fmla="*/ 299 w 457"/>
                                    <a:gd name="T55" fmla="*/ 11 h 198"/>
                                    <a:gd name="T56" fmla="*/ 219 w 457"/>
                                    <a:gd name="T57" fmla="*/ 9 h 198"/>
                                    <a:gd name="T58" fmla="*/ 143 w 457"/>
                                    <a:gd name="T59" fmla="*/ 28 h 198"/>
                                    <a:gd name="T60" fmla="*/ 91 w 457"/>
                                    <a:gd name="T61" fmla="*/ 57 h 198"/>
                                    <a:gd name="T62" fmla="*/ 60 w 457"/>
                                    <a:gd name="T63" fmla="*/ 86 h 198"/>
                                    <a:gd name="T64" fmla="*/ 43 w 457"/>
                                    <a:gd name="T65" fmla="*/ 109 h 198"/>
                                    <a:gd name="T66" fmla="*/ 33 w 457"/>
                                    <a:gd name="T67" fmla="*/ 121 h 198"/>
                                    <a:gd name="T68" fmla="*/ 14 w 457"/>
                                    <a:gd name="T69" fmla="*/ 126 h 198"/>
                                    <a:gd name="T70" fmla="*/ 0 w 457"/>
                                    <a:gd name="T71" fmla="*/ 123 h 198"/>
                                    <a:gd name="T72" fmla="*/ 5 w 457"/>
                                    <a:gd name="T73" fmla="*/ 113 h 198"/>
                                    <a:gd name="T74" fmla="*/ 29 w 457"/>
                                    <a:gd name="T75" fmla="*/ 88 h 198"/>
                                    <a:gd name="T76" fmla="*/ 73 w 457"/>
                                    <a:gd name="T77" fmla="*/ 55 h 198"/>
                                    <a:gd name="T78" fmla="*/ 137 w 457"/>
                                    <a:gd name="T79" fmla="*/ 24 h 198"/>
                                    <a:gd name="T80" fmla="*/ 225 w 457"/>
                                    <a:gd name="T81" fmla="*/ 3 h 19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57" h="198">
                                      <a:moveTo>
                                        <a:pt x="272" y="0"/>
                                      </a:moveTo>
                                      <a:lnTo>
                                        <a:pt x="314" y="5"/>
                                      </a:lnTo>
                                      <a:lnTo>
                                        <a:pt x="352" y="14"/>
                                      </a:lnTo>
                                      <a:lnTo>
                                        <a:pt x="384" y="28"/>
                                      </a:lnTo>
                                      <a:lnTo>
                                        <a:pt x="410" y="47"/>
                                      </a:lnTo>
                                      <a:lnTo>
                                        <a:pt x="431" y="68"/>
                                      </a:lnTo>
                                      <a:lnTo>
                                        <a:pt x="446" y="90"/>
                                      </a:lnTo>
                                      <a:lnTo>
                                        <a:pt x="454" y="113"/>
                                      </a:lnTo>
                                      <a:lnTo>
                                        <a:pt x="457" y="135"/>
                                      </a:lnTo>
                                      <a:lnTo>
                                        <a:pt x="453" y="157"/>
                                      </a:lnTo>
                                      <a:lnTo>
                                        <a:pt x="440" y="176"/>
                                      </a:lnTo>
                                      <a:lnTo>
                                        <a:pt x="423" y="189"/>
                                      </a:lnTo>
                                      <a:lnTo>
                                        <a:pt x="402" y="197"/>
                                      </a:lnTo>
                                      <a:lnTo>
                                        <a:pt x="379" y="198"/>
                                      </a:lnTo>
                                      <a:lnTo>
                                        <a:pt x="354" y="197"/>
                                      </a:lnTo>
                                      <a:lnTo>
                                        <a:pt x="327" y="189"/>
                                      </a:lnTo>
                                      <a:lnTo>
                                        <a:pt x="302" y="178"/>
                                      </a:lnTo>
                                      <a:lnTo>
                                        <a:pt x="280" y="164"/>
                                      </a:lnTo>
                                      <a:lnTo>
                                        <a:pt x="261" y="145"/>
                                      </a:lnTo>
                                      <a:lnTo>
                                        <a:pt x="247" y="126"/>
                                      </a:lnTo>
                                      <a:lnTo>
                                        <a:pt x="239" y="104"/>
                                      </a:lnTo>
                                      <a:lnTo>
                                        <a:pt x="239" y="80"/>
                                      </a:lnTo>
                                      <a:lnTo>
                                        <a:pt x="244" y="64"/>
                                      </a:lnTo>
                                      <a:lnTo>
                                        <a:pt x="253" y="55"/>
                                      </a:lnTo>
                                      <a:lnTo>
                                        <a:pt x="264" y="49"/>
                                      </a:lnTo>
                                      <a:lnTo>
                                        <a:pt x="277" y="47"/>
                                      </a:lnTo>
                                      <a:lnTo>
                                        <a:pt x="289" y="49"/>
                                      </a:lnTo>
                                      <a:lnTo>
                                        <a:pt x="302" y="53"/>
                                      </a:lnTo>
                                      <a:lnTo>
                                        <a:pt x="313" y="61"/>
                                      </a:lnTo>
                                      <a:lnTo>
                                        <a:pt x="319" y="69"/>
                                      </a:lnTo>
                                      <a:lnTo>
                                        <a:pt x="324" y="80"/>
                                      </a:lnTo>
                                      <a:lnTo>
                                        <a:pt x="318" y="69"/>
                                      </a:lnTo>
                                      <a:lnTo>
                                        <a:pt x="308" y="61"/>
                                      </a:lnTo>
                                      <a:lnTo>
                                        <a:pt x="297" y="57"/>
                                      </a:lnTo>
                                      <a:lnTo>
                                        <a:pt x="286" y="58"/>
                                      </a:lnTo>
                                      <a:lnTo>
                                        <a:pt x="275" y="63"/>
                                      </a:lnTo>
                                      <a:lnTo>
                                        <a:pt x="266" y="72"/>
                                      </a:lnTo>
                                      <a:lnTo>
                                        <a:pt x="259" y="88"/>
                                      </a:lnTo>
                                      <a:lnTo>
                                        <a:pt x="259" y="113"/>
                                      </a:lnTo>
                                      <a:lnTo>
                                        <a:pt x="267" y="135"/>
                                      </a:lnTo>
                                      <a:lnTo>
                                        <a:pt x="280" y="154"/>
                                      </a:lnTo>
                                      <a:lnTo>
                                        <a:pt x="297" y="168"/>
                                      </a:lnTo>
                                      <a:lnTo>
                                        <a:pt x="318" y="181"/>
                                      </a:lnTo>
                                      <a:lnTo>
                                        <a:pt x="340" y="187"/>
                                      </a:lnTo>
                                      <a:lnTo>
                                        <a:pt x="362" y="190"/>
                                      </a:lnTo>
                                      <a:lnTo>
                                        <a:pt x="382" y="187"/>
                                      </a:lnTo>
                                      <a:lnTo>
                                        <a:pt x="401" y="178"/>
                                      </a:lnTo>
                                      <a:lnTo>
                                        <a:pt x="415" y="164"/>
                                      </a:lnTo>
                                      <a:lnTo>
                                        <a:pt x="424" y="143"/>
                                      </a:lnTo>
                                      <a:lnTo>
                                        <a:pt x="426" y="121"/>
                                      </a:lnTo>
                                      <a:lnTo>
                                        <a:pt x="420" y="99"/>
                                      </a:lnTo>
                                      <a:lnTo>
                                        <a:pt x="406" y="75"/>
                                      </a:lnTo>
                                      <a:lnTo>
                                        <a:pt x="387" y="55"/>
                                      </a:lnTo>
                                      <a:lnTo>
                                        <a:pt x="363" y="36"/>
                                      </a:lnTo>
                                      <a:lnTo>
                                        <a:pt x="333" y="22"/>
                                      </a:lnTo>
                                      <a:lnTo>
                                        <a:pt x="299" y="11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19" y="9"/>
                                      </a:lnTo>
                                      <a:lnTo>
                                        <a:pt x="178" y="17"/>
                                      </a:lnTo>
                                      <a:lnTo>
                                        <a:pt x="143" y="28"/>
                                      </a:lnTo>
                                      <a:lnTo>
                                        <a:pt x="115" y="42"/>
                                      </a:lnTo>
                                      <a:lnTo>
                                        <a:pt x="91" y="57"/>
                                      </a:lnTo>
                                      <a:lnTo>
                                        <a:pt x="74" y="71"/>
                                      </a:lnTo>
                                      <a:lnTo>
                                        <a:pt x="60" y="86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43" y="109"/>
                                      </a:lnTo>
                                      <a:lnTo>
                                        <a:pt x="40" y="115"/>
                                      </a:lnTo>
                                      <a:lnTo>
                                        <a:pt x="33" y="121"/>
                                      </a:lnTo>
                                      <a:lnTo>
                                        <a:pt x="24" y="124"/>
                                      </a:lnTo>
                                      <a:lnTo>
                                        <a:pt x="14" y="126"/>
                                      </a:lnTo>
                                      <a:lnTo>
                                        <a:pt x="5" y="126"/>
                                      </a:lnTo>
                                      <a:lnTo>
                                        <a:pt x="0" y="123"/>
                                      </a:lnTo>
                                      <a:lnTo>
                                        <a:pt x="0" y="120"/>
                                      </a:lnTo>
                                      <a:lnTo>
                                        <a:pt x="5" y="113"/>
                                      </a:lnTo>
                                      <a:lnTo>
                                        <a:pt x="14" y="102"/>
                                      </a:lnTo>
                                      <a:lnTo>
                                        <a:pt x="29" y="88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73" y="55"/>
                                      </a:lnTo>
                                      <a:lnTo>
                                        <a:pt x="102" y="38"/>
                                      </a:lnTo>
                                      <a:lnTo>
                                        <a:pt x="137" y="24"/>
                                      </a:lnTo>
                                      <a:lnTo>
                                        <a:pt x="178" y="11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7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2">
                                    <a:lumMod val="20000"/>
                                    <a:lumOff val="80000"/>
                                  </a:schemeClr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50" name="Freeform 5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23950" y="74612"/>
                                  <a:ext cx="444500" cy="119063"/>
                                </a:xfrm>
                                <a:custGeom>
                                  <a:avLst/>
                                  <a:gdLst>
                                    <a:gd name="T0" fmla="*/ 66 w 561"/>
                                    <a:gd name="T1" fmla="*/ 2 h 151"/>
                                    <a:gd name="T2" fmla="*/ 98 w 561"/>
                                    <a:gd name="T3" fmla="*/ 17 h 151"/>
                                    <a:gd name="T4" fmla="*/ 115 w 561"/>
                                    <a:gd name="T5" fmla="*/ 47 h 151"/>
                                    <a:gd name="T6" fmla="*/ 112 w 561"/>
                                    <a:gd name="T7" fmla="*/ 76 h 151"/>
                                    <a:gd name="T8" fmla="*/ 92 w 561"/>
                                    <a:gd name="T9" fmla="*/ 94 h 151"/>
                                    <a:gd name="T10" fmla="*/ 59 w 561"/>
                                    <a:gd name="T11" fmla="*/ 98 h 151"/>
                                    <a:gd name="T12" fmla="*/ 59 w 561"/>
                                    <a:gd name="T13" fmla="*/ 96 h 151"/>
                                    <a:gd name="T14" fmla="*/ 90 w 561"/>
                                    <a:gd name="T15" fmla="*/ 93 h 151"/>
                                    <a:gd name="T16" fmla="*/ 107 w 561"/>
                                    <a:gd name="T17" fmla="*/ 74 h 151"/>
                                    <a:gd name="T18" fmla="*/ 110 w 561"/>
                                    <a:gd name="T19" fmla="*/ 49 h 151"/>
                                    <a:gd name="T20" fmla="*/ 95 w 561"/>
                                    <a:gd name="T21" fmla="*/ 22 h 151"/>
                                    <a:gd name="T22" fmla="*/ 66 w 561"/>
                                    <a:gd name="T23" fmla="*/ 11 h 151"/>
                                    <a:gd name="T24" fmla="*/ 38 w 561"/>
                                    <a:gd name="T25" fmla="*/ 19 h 151"/>
                                    <a:gd name="T26" fmla="*/ 21 w 561"/>
                                    <a:gd name="T27" fmla="*/ 44 h 151"/>
                                    <a:gd name="T28" fmla="*/ 26 w 561"/>
                                    <a:gd name="T29" fmla="*/ 87 h 151"/>
                                    <a:gd name="T30" fmla="*/ 60 w 561"/>
                                    <a:gd name="T31" fmla="*/ 118 h 151"/>
                                    <a:gd name="T32" fmla="*/ 115 w 561"/>
                                    <a:gd name="T33" fmla="*/ 134 h 151"/>
                                    <a:gd name="T34" fmla="*/ 181 w 561"/>
                                    <a:gd name="T35" fmla="*/ 134 h 151"/>
                                    <a:gd name="T36" fmla="*/ 250 w 561"/>
                                    <a:gd name="T37" fmla="*/ 112 h 151"/>
                                    <a:gd name="T38" fmla="*/ 330 w 561"/>
                                    <a:gd name="T39" fmla="*/ 74 h 151"/>
                                    <a:gd name="T40" fmla="*/ 421 w 561"/>
                                    <a:gd name="T41" fmla="*/ 46 h 151"/>
                                    <a:gd name="T42" fmla="*/ 516 w 561"/>
                                    <a:gd name="T43" fmla="*/ 35 h 151"/>
                                    <a:gd name="T44" fmla="*/ 509 w 561"/>
                                    <a:gd name="T45" fmla="*/ 36 h 151"/>
                                    <a:gd name="T46" fmla="*/ 404 w 561"/>
                                    <a:gd name="T47" fmla="*/ 55 h 151"/>
                                    <a:gd name="T48" fmla="*/ 300 w 561"/>
                                    <a:gd name="T49" fmla="*/ 96 h 151"/>
                                    <a:gd name="T50" fmla="*/ 217 w 561"/>
                                    <a:gd name="T51" fmla="*/ 137 h 151"/>
                                    <a:gd name="T52" fmla="*/ 148 w 561"/>
                                    <a:gd name="T53" fmla="*/ 151 h 151"/>
                                    <a:gd name="T54" fmla="*/ 85 w 561"/>
                                    <a:gd name="T55" fmla="*/ 146 h 151"/>
                                    <a:gd name="T56" fmla="*/ 35 w 561"/>
                                    <a:gd name="T57" fmla="*/ 124 h 151"/>
                                    <a:gd name="T58" fmla="*/ 5 w 561"/>
                                    <a:gd name="T59" fmla="*/ 87 h 151"/>
                                    <a:gd name="T60" fmla="*/ 4 w 561"/>
                                    <a:gd name="T61" fmla="*/ 39 h 151"/>
                                    <a:gd name="T62" fmla="*/ 21 w 561"/>
                                    <a:gd name="T63" fmla="*/ 13 h 151"/>
                                    <a:gd name="T64" fmla="*/ 51 w 561"/>
                                    <a:gd name="T65" fmla="*/ 0 h 15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</a:cxnLst>
                                  <a:rect l="0" t="0" r="r" b="b"/>
                                  <a:pathLst>
                                    <a:path w="561" h="151">
                                      <a:moveTo>
                                        <a:pt x="51" y="0"/>
                                      </a:moveTo>
                                      <a:lnTo>
                                        <a:pt x="66" y="2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98" y="17"/>
                                      </a:lnTo>
                                      <a:lnTo>
                                        <a:pt x="109" y="33"/>
                                      </a:lnTo>
                                      <a:lnTo>
                                        <a:pt x="115" y="47"/>
                                      </a:lnTo>
                                      <a:lnTo>
                                        <a:pt x="115" y="61"/>
                                      </a:lnTo>
                                      <a:lnTo>
                                        <a:pt x="112" y="76"/>
                                      </a:lnTo>
                                      <a:lnTo>
                                        <a:pt x="104" y="87"/>
                                      </a:lnTo>
                                      <a:lnTo>
                                        <a:pt x="92" y="94"/>
                                      </a:lnTo>
                                      <a:lnTo>
                                        <a:pt x="77" y="99"/>
                                      </a:lnTo>
                                      <a:lnTo>
                                        <a:pt x="59" y="98"/>
                                      </a:lnTo>
                                      <a:lnTo>
                                        <a:pt x="37" y="90"/>
                                      </a:lnTo>
                                      <a:lnTo>
                                        <a:pt x="59" y="96"/>
                                      </a:lnTo>
                                      <a:lnTo>
                                        <a:pt x="76" y="98"/>
                                      </a:lnTo>
                                      <a:lnTo>
                                        <a:pt x="90" y="93"/>
                                      </a:lnTo>
                                      <a:lnTo>
                                        <a:pt x="101" y="85"/>
                                      </a:lnTo>
                                      <a:lnTo>
                                        <a:pt x="107" y="74"/>
                                      </a:lnTo>
                                      <a:lnTo>
                                        <a:pt x="110" y="63"/>
                                      </a:lnTo>
                                      <a:lnTo>
                                        <a:pt x="110" y="49"/>
                                      </a:lnTo>
                                      <a:lnTo>
                                        <a:pt x="106" y="36"/>
                                      </a:lnTo>
                                      <a:lnTo>
                                        <a:pt x="95" y="22"/>
                                      </a:lnTo>
                                      <a:lnTo>
                                        <a:pt x="81" y="14"/>
                                      </a:lnTo>
                                      <a:lnTo>
                                        <a:pt x="66" y="11"/>
                                      </a:lnTo>
                                      <a:lnTo>
                                        <a:pt x="52" y="13"/>
                                      </a:lnTo>
                                      <a:lnTo>
                                        <a:pt x="38" y="19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21" y="44"/>
                                      </a:lnTo>
                                      <a:lnTo>
                                        <a:pt x="18" y="66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40" y="104"/>
                                      </a:lnTo>
                                      <a:lnTo>
                                        <a:pt x="60" y="118"/>
                                      </a:lnTo>
                                      <a:lnTo>
                                        <a:pt x="85" y="127"/>
                                      </a:lnTo>
                                      <a:lnTo>
                                        <a:pt x="115" y="134"/>
                                      </a:lnTo>
                                      <a:lnTo>
                                        <a:pt x="148" y="137"/>
                                      </a:lnTo>
                                      <a:lnTo>
                                        <a:pt x="181" y="134"/>
                                      </a:lnTo>
                                      <a:lnTo>
                                        <a:pt x="216" y="126"/>
                                      </a:lnTo>
                                      <a:lnTo>
                                        <a:pt x="250" y="112"/>
                                      </a:lnTo>
                                      <a:lnTo>
                                        <a:pt x="289" y="93"/>
                                      </a:lnTo>
                                      <a:lnTo>
                                        <a:pt x="330" y="74"/>
                                      </a:lnTo>
                                      <a:lnTo>
                                        <a:pt x="376" y="58"/>
                                      </a:lnTo>
                                      <a:lnTo>
                                        <a:pt x="421" y="46"/>
                                      </a:lnTo>
                                      <a:lnTo>
                                        <a:pt x="469" y="36"/>
                                      </a:lnTo>
                                      <a:lnTo>
                                        <a:pt x="516" y="35"/>
                                      </a:lnTo>
                                      <a:lnTo>
                                        <a:pt x="561" y="38"/>
                                      </a:lnTo>
                                      <a:lnTo>
                                        <a:pt x="509" y="36"/>
                                      </a:lnTo>
                                      <a:lnTo>
                                        <a:pt x="458" y="43"/>
                                      </a:lnTo>
                                      <a:lnTo>
                                        <a:pt x="404" y="55"/>
                                      </a:lnTo>
                                      <a:lnTo>
                                        <a:pt x="352" y="74"/>
                                      </a:lnTo>
                                      <a:lnTo>
                                        <a:pt x="300" y="96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17" y="137"/>
                                      </a:lnTo>
                                      <a:lnTo>
                                        <a:pt x="183" y="146"/>
                                      </a:lnTo>
                                      <a:lnTo>
                                        <a:pt x="148" y="151"/>
                                      </a:lnTo>
                                      <a:lnTo>
                                        <a:pt x="115" y="151"/>
                                      </a:lnTo>
                                      <a:lnTo>
                                        <a:pt x="85" y="146"/>
                                      </a:lnTo>
                                      <a:lnTo>
                                        <a:pt x="57" y="137"/>
                                      </a:lnTo>
                                      <a:lnTo>
                                        <a:pt x="35" y="124"/>
                                      </a:lnTo>
                                      <a:lnTo>
                                        <a:pt x="18" y="107"/>
                                      </a:lnTo>
                                      <a:lnTo>
                                        <a:pt x="5" y="87"/>
                                      </a:lnTo>
                                      <a:lnTo>
                                        <a:pt x="0" y="65"/>
                                      </a:lnTo>
                                      <a:lnTo>
                                        <a:pt x="4" y="39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21" y="13"/>
                                      </a:lnTo>
                                      <a:lnTo>
                                        <a:pt x="35" y="5"/>
                                      </a:lnTo>
                                      <a:lnTo>
                                        <a:pt x="5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2">
                                    <a:lumMod val="20000"/>
                                    <a:lumOff val="80000"/>
                                  </a:schemeClr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51" name="Freeform 51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20637"/>
                                  <a:ext cx="1270000" cy="195263"/>
                                </a:xfrm>
                                <a:custGeom>
                                  <a:avLst/>
                                  <a:gdLst>
                                    <a:gd name="T0" fmla="*/ 1601 w 1601"/>
                                    <a:gd name="T1" fmla="*/ 0 h 247"/>
                                    <a:gd name="T2" fmla="*/ 1539 w 1601"/>
                                    <a:gd name="T3" fmla="*/ 7 h 247"/>
                                    <a:gd name="T4" fmla="*/ 1478 w 1601"/>
                                    <a:gd name="T5" fmla="*/ 16 h 247"/>
                                    <a:gd name="T6" fmla="*/ 1417 w 1601"/>
                                    <a:gd name="T7" fmla="*/ 29 h 247"/>
                                    <a:gd name="T8" fmla="*/ 1356 w 1601"/>
                                    <a:gd name="T9" fmla="*/ 44 h 247"/>
                                    <a:gd name="T10" fmla="*/ 1293 w 1601"/>
                                    <a:gd name="T11" fmla="*/ 62 h 247"/>
                                    <a:gd name="T12" fmla="*/ 1232 w 1601"/>
                                    <a:gd name="T13" fmla="*/ 81 h 247"/>
                                    <a:gd name="T14" fmla="*/ 1167 w 1601"/>
                                    <a:gd name="T15" fmla="*/ 101 h 247"/>
                                    <a:gd name="T16" fmla="*/ 1103 w 1601"/>
                                    <a:gd name="T17" fmla="*/ 122 h 247"/>
                                    <a:gd name="T18" fmla="*/ 1037 w 1601"/>
                                    <a:gd name="T19" fmla="*/ 142 h 247"/>
                                    <a:gd name="T20" fmla="*/ 969 w 1601"/>
                                    <a:gd name="T21" fmla="*/ 162 h 247"/>
                                    <a:gd name="T22" fmla="*/ 899 w 1601"/>
                                    <a:gd name="T23" fmla="*/ 183 h 247"/>
                                    <a:gd name="T24" fmla="*/ 825 w 1601"/>
                                    <a:gd name="T25" fmla="*/ 199 h 247"/>
                                    <a:gd name="T26" fmla="*/ 749 w 1601"/>
                                    <a:gd name="T27" fmla="*/ 216 h 247"/>
                                    <a:gd name="T28" fmla="*/ 671 w 1601"/>
                                    <a:gd name="T29" fmla="*/ 229 h 247"/>
                                    <a:gd name="T30" fmla="*/ 588 w 1601"/>
                                    <a:gd name="T31" fmla="*/ 240 h 247"/>
                                    <a:gd name="T32" fmla="*/ 501 w 1601"/>
                                    <a:gd name="T33" fmla="*/ 246 h 247"/>
                                    <a:gd name="T34" fmla="*/ 410 w 1601"/>
                                    <a:gd name="T35" fmla="*/ 247 h 247"/>
                                    <a:gd name="T36" fmla="*/ 316 w 1601"/>
                                    <a:gd name="T37" fmla="*/ 246 h 247"/>
                                    <a:gd name="T38" fmla="*/ 215 w 1601"/>
                                    <a:gd name="T39" fmla="*/ 238 h 247"/>
                                    <a:gd name="T40" fmla="*/ 110 w 1601"/>
                                    <a:gd name="T41" fmla="*/ 225 h 247"/>
                                    <a:gd name="T42" fmla="*/ 0 w 1601"/>
                                    <a:gd name="T43" fmla="*/ 207 h 247"/>
                                    <a:gd name="T44" fmla="*/ 108 w 1601"/>
                                    <a:gd name="T45" fmla="*/ 224 h 247"/>
                                    <a:gd name="T46" fmla="*/ 212 w 1601"/>
                                    <a:gd name="T47" fmla="*/ 235 h 247"/>
                                    <a:gd name="T48" fmla="*/ 309 w 1601"/>
                                    <a:gd name="T49" fmla="*/ 241 h 247"/>
                                    <a:gd name="T50" fmla="*/ 404 w 1601"/>
                                    <a:gd name="T51" fmla="*/ 243 h 247"/>
                                    <a:gd name="T52" fmla="*/ 492 w 1601"/>
                                    <a:gd name="T53" fmla="*/ 238 h 247"/>
                                    <a:gd name="T54" fmla="*/ 578 w 1601"/>
                                    <a:gd name="T55" fmla="*/ 232 h 247"/>
                                    <a:gd name="T56" fmla="*/ 660 w 1601"/>
                                    <a:gd name="T57" fmla="*/ 221 h 247"/>
                                    <a:gd name="T58" fmla="*/ 737 w 1601"/>
                                    <a:gd name="T59" fmla="*/ 208 h 247"/>
                                    <a:gd name="T60" fmla="*/ 812 w 1601"/>
                                    <a:gd name="T61" fmla="*/ 192 h 247"/>
                                    <a:gd name="T62" fmla="*/ 886 w 1601"/>
                                    <a:gd name="T63" fmla="*/ 175 h 247"/>
                                    <a:gd name="T64" fmla="*/ 955 w 1601"/>
                                    <a:gd name="T65" fmla="*/ 155 h 247"/>
                                    <a:gd name="T66" fmla="*/ 1024 w 1601"/>
                                    <a:gd name="T67" fmla="*/ 136 h 247"/>
                                    <a:gd name="T68" fmla="*/ 1090 w 1601"/>
                                    <a:gd name="T69" fmla="*/ 115 h 247"/>
                                    <a:gd name="T70" fmla="*/ 1156 w 1601"/>
                                    <a:gd name="T71" fmla="*/ 95 h 247"/>
                                    <a:gd name="T72" fmla="*/ 1219 w 1601"/>
                                    <a:gd name="T73" fmla="*/ 76 h 247"/>
                                    <a:gd name="T74" fmla="*/ 1283 w 1601"/>
                                    <a:gd name="T75" fmla="*/ 57 h 247"/>
                                    <a:gd name="T76" fmla="*/ 1346 w 1601"/>
                                    <a:gd name="T77" fmla="*/ 41 h 247"/>
                                    <a:gd name="T78" fmla="*/ 1409 w 1601"/>
                                    <a:gd name="T79" fmla="*/ 26 h 247"/>
                                    <a:gd name="T80" fmla="*/ 1472 w 1601"/>
                                    <a:gd name="T81" fmla="*/ 15 h 247"/>
                                    <a:gd name="T82" fmla="*/ 1536 w 1601"/>
                                    <a:gd name="T83" fmla="*/ 5 h 247"/>
                                    <a:gd name="T84" fmla="*/ 1601 w 1601"/>
                                    <a:gd name="T85" fmla="*/ 0 h 2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</a:cxnLst>
                                  <a:rect l="0" t="0" r="r" b="b"/>
                                  <a:pathLst>
                                    <a:path w="1601" h="247">
                                      <a:moveTo>
                                        <a:pt x="1601" y="0"/>
                                      </a:moveTo>
                                      <a:lnTo>
                                        <a:pt x="1539" y="7"/>
                                      </a:lnTo>
                                      <a:lnTo>
                                        <a:pt x="1478" y="16"/>
                                      </a:lnTo>
                                      <a:lnTo>
                                        <a:pt x="1417" y="29"/>
                                      </a:lnTo>
                                      <a:lnTo>
                                        <a:pt x="1356" y="44"/>
                                      </a:lnTo>
                                      <a:lnTo>
                                        <a:pt x="1293" y="62"/>
                                      </a:lnTo>
                                      <a:lnTo>
                                        <a:pt x="1232" y="81"/>
                                      </a:lnTo>
                                      <a:lnTo>
                                        <a:pt x="1167" y="101"/>
                                      </a:lnTo>
                                      <a:lnTo>
                                        <a:pt x="1103" y="122"/>
                                      </a:lnTo>
                                      <a:lnTo>
                                        <a:pt x="1037" y="142"/>
                                      </a:lnTo>
                                      <a:lnTo>
                                        <a:pt x="969" y="162"/>
                                      </a:lnTo>
                                      <a:lnTo>
                                        <a:pt x="899" y="183"/>
                                      </a:lnTo>
                                      <a:lnTo>
                                        <a:pt x="825" y="199"/>
                                      </a:lnTo>
                                      <a:lnTo>
                                        <a:pt x="749" y="216"/>
                                      </a:lnTo>
                                      <a:lnTo>
                                        <a:pt x="671" y="229"/>
                                      </a:lnTo>
                                      <a:lnTo>
                                        <a:pt x="588" y="240"/>
                                      </a:lnTo>
                                      <a:lnTo>
                                        <a:pt x="501" y="246"/>
                                      </a:lnTo>
                                      <a:lnTo>
                                        <a:pt x="410" y="247"/>
                                      </a:lnTo>
                                      <a:lnTo>
                                        <a:pt x="316" y="246"/>
                                      </a:lnTo>
                                      <a:lnTo>
                                        <a:pt x="215" y="238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108" y="224"/>
                                      </a:lnTo>
                                      <a:lnTo>
                                        <a:pt x="212" y="235"/>
                                      </a:lnTo>
                                      <a:lnTo>
                                        <a:pt x="309" y="241"/>
                                      </a:lnTo>
                                      <a:lnTo>
                                        <a:pt x="404" y="243"/>
                                      </a:lnTo>
                                      <a:lnTo>
                                        <a:pt x="492" y="238"/>
                                      </a:lnTo>
                                      <a:lnTo>
                                        <a:pt x="578" y="232"/>
                                      </a:lnTo>
                                      <a:lnTo>
                                        <a:pt x="660" y="221"/>
                                      </a:lnTo>
                                      <a:lnTo>
                                        <a:pt x="737" y="208"/>
                                      </a:lnTo>
                                      <a:lnTo>
                                        <a:pt x="812" y="192"/>
                                      </a:lnTo>
                                      <a:lnTo>
                                        <a:pt x="886" y="175"/>
                                      </a:lnTo>
                                      <a:lnTo>
                                        <a:pt x="955" y="155"/>
                                      </a:lnTo>
                                      <a:lnTo>
                                        <a:pt x="1024" y="136"/>
                                      </a:lnTo>
                                      <a:lnTo>
                                        <a:pt x="1090" y="115"/>
                                      </a:lnTo>
                                      <a:lnTo>
                                        <a:pt x="1156" y="95"/>
                                      </a:lnTo>
                                      <a:lnTo>
                                        <a:pt x="1219" y="76"/>
                                      </a:lnTo>
                                      <a:lnTo>
                                        <a:pt x="1283" y="57"/>
                                      </a:lnTo>
                                      <a:lnTo>
                                        <a:pt x="1346" y="41"/>
                                      </a:lnTo>
                                      <a:lnTo>
                                        <a:pt x="1409" y="26"/>
                                      </a:lnTo>
                                      <a:lnTo>
                                        <a:pt x="1472" y="15"/>
                                      </a:lnTo>
                                      <a:lnTo>
                                        <a:pt x="1536" y="5"/>
                                      </a:lnTo>
                                      <a:lnTo>
                                        <a:pt x="160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2">
                                    <a:lumMod val="20000"/>
                                    <a:lumOff val="80000"/>
                                  </a:schemeClr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52" name="Freeform 5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14563" y="20637"/>
                                  <a:ext cx="1071563" cy="312738"/>
                                </a:xfrm>
                                <a:custGeom>
                                  <a:avLst/>
                                  <a:gdLst>
                                    <a:gd name="T0" fmla="*/ 165 w 1349"/>
                                    <a:gd name="T1" fmla="*/ 0 h 395"/>
                                    <a:gd name="T2" fmla="*/ 168 w 1349"/>
                                    <a:gd name="T3" fmla="*/ 3 h 395"/>
                                    <a:gd name="T4" fmla="*/ 122 w 1349"/>
                                    <a:gd name="T5" fmla="*/ 8 h 395"/>
                                    <a:gd name="T6" fmla="*/ 80 w 1349"/>
                                    <a:gd name="T7" fmla="*/ 24 h 395"/>
                                    <a:gd name="T8" fmla="*/ 49 w 1349"/>
                                    <a:gd name="T9" fmla="*/ 51 h 395"/>
                                    <a:gd name="T10" fmla="*/ 36 w 1349"/>
                                    <a:gd name="T11" fmla="*/ 90 h 395"/>
                                    <a:gd name="T12" fmla="*/ 47 w 1349"/>
                                    <a:gd name="T13" fmla="*/ 142 h 395"/>
                                    <a:gd name="T14" fmla="*/ 88 w 1349"/>
                                    <a:gd name="T15" fmla="*/ 197 h 395"/>
                                    <a:gd name="T16" fmla="*/ 157 w 1349"/>
                                    <a:gd name="T17" fmla="*/ 254 h 395"/>
                                    <a:gd name="T18" fmla="*/ 253 w 1349"/>
                                    <a:gd name="T19" fmla="*/ 304 h 395"/>
                                    <a:gd name="T20" fmla="*/ 377 w 1349"/>
                                    <a:gd name="T21" fmla="*/ 343 h 395"/>
                                    <a:gd name="T22" fmla="*/ 536 w 1349"/>
                                    <a:gd name="T23" fmla="*/ 372 h 395"/>
                                    <a:gd name="T24" fmla="*/ 694 w 1349"/>
                                    <a:gd name="T25" fmla="*/ 380 h 395"/>
                                    <a:gd name="T26" fmla="*/ 837 w 1349"/>
                                    <a:gd name="T27" fmla="*/ 370 h 395"/>
                                    <a:gd name="T28" fmla="*/ 966 w 1349"/>
                                    <a:gd name="T29" fmla="*/ 348 h 395"/>
                                    <a:gd name="T30" fmla="*/ 1084 w 1349"/>
                                    <a:gd name="T31" fmla="*/ 318 h 395"/>
                                    <a:gd name="T32" fmla="*/ 1194 w 1349"/>
                                    <a:gd name="T33" fmla="*/ 287 h 395"/>
                                    <a:gd name="T34" fmla="*/ 1298 w 1349"/>
                                    <a:gd name="T35" fmla="*/ 257 h 395"/>
                                    <a:gd name="T36" fmla="*/ 1301 w 1349"/>
                                    <a:gd name="T37" fmla="*/ 258 h 395"/>
                                    <a:gd name="T38" fmla="*/ 1199 w 1349"/>
                                    <a:gd name="T39" fmla="*/ 291 h 395"/>
                                    <a:gd name="T40" fmla="*/ 1090 w 1349"/>
                                    <a:gd name="T41" fmla="*/ 326 h 395"/>
                                    <a:gd name="T42" fmla="*/ 971 w 1349"/>
                                    <a:gd name="T43" fmla="*/ 359 h 395"/>
                                    <a:gd name="T44" fmla="*/ 840 w 1349"/>
                                    <a:gd name="T45" fmla="*/ 383 h 395"/>
                                    <a:gd name="T46" fmla="*/ 696 w 1349"/>
                                    <a:gd name="T47" fmla="*/ 395 h 395"/>
                                    <a:gd name="T48" fmla="*/ 532 w 1349"/>
                                    <a:gd name="T49" fmla="*/ 391 h 395"/>
                                    <a:gd name="T50" fmla="*/ 369 w 1349"/>
                                    <a:gd name="T51" fmla="*/ 365 h 395"/>
                                    <a:gd name="T52" fmla="*/ 243 w 1349"/>
                                    <a:gd name="T53" fmla="*/ 331 h 395"/>
                                    <a:gd name="T54" fmla="*/ 146 w 1349"/>
                                    <a:gd name="T55" fmla="*/ 288 h 395"/>
                                    <a:gd name="T56" fmla="*/ 74 w 1349"/>
                                    <a:gd name="T57" fmla="*/ 240 h 395"/>
                                    <a:gd name="T58" fmla="*/ 28 w 1349"/>
                                    <a:gd name="T59" fmla="*/ 189 h 395"/>
                                    <a:gd name="T60" fmla="*/ 3 w 1349"/>
                                    <a:gd name="T61" fmla="*/ 140 h 395"/>
                                    <a:gd name="T62" fmla="*/ 2 w 1349"/>
                                    <a:gd name="T63" fmla="*/ 95 h 395"/>
                                    <a:gd name="T64" fmla="*/ 25 w 1349"/>
                                    <a:gd name="T65" fmla="*/ 44 h 395"/>
                                    <a:gd name="T66" fmla="*/ 64 w 1349"/>
                                    <a:gd name="T67" fmla="*/ 15 h 395"/>
                                    <a:gd name="T68" fmla="*/ 113 w 1349"/>
                                    <a:gd name="T69" fmla="*/ 2 h 3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</a:cxnLst>
                                  <a:rect l="0" t="0" r="r" b="b"/>
                                  <a:pathLst>
                                    <a:path w="1349" h="395">
                                      <a:moveTo>
                                        <a:pt x="140" y="0"/>
                                      </a:moveTo>
                                      <a:lnTo>
                                        <a:pt x="165" y="0"/>
                                      </a:lnTo>
                                      <a:lnTo>
                                        <a:pt x="188" y="3"/>
                                      </a:lnTo>
                                      <a:lnTo>
                                        <a:pt x="168" y="3"/>
                                      </a:lnTo>
                                      <a:lnTo>
                                        <a:pt x="146" y="5"/>
                                      </a:lnTo>
                                      <a:lnTo>
                                        <a:pt x="122" y="8"/>
                                      </a:lnTo>
                                      <a:lnTo>
                                        <a:pt x="100" y="15"/>
                                      </a:lnTo>
                                      <a:lnTo>
                                        <a:pt x="80" y="24"/>
                                      </a:lnTo>
                                      <a:lnTo>
                                        <a:pt x="63" y="35"/>
                                      </a:lnTo>
                                      <a:lnTo>
                                        <a:pt x="49" y="51"/>
                                      </a:lnTo>
                                      <a:lnTo>
                                        <a:pt x="39" y="68"/>
                                      </a:lnTo>
                                      <a:lnTo>
                                        <a:pt x="36" y="90"/>
                                      </a:lnTo>
                                      <a:lnTo>
                                        <a:pt x="38" y="115"/>
                                      </a:lnTo>
                                      <a:lnTo>
                                        <a:pt x="47" y="142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88" y="197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57" y="254"/>
                                      </a:lnTo>
                                      <a:lnTo>
                                        <a:pt x="201" y="279"/>
                                      </a:lnTo>
                                      <a:lnTo>
                                        <a:pt x="253" y="304"/>
                                      </a:lnTo>
                                      <a:lnTo>
                                        <a:pt x="311" y="326"/>
                                      </a:lnTo>
                                      <a:lnTo>
                                        <a:pt x="377" y="343"/>
                                      </a:lnTo>
                                      <a:lnTo>
                                        <a:pt x="449" y="359"/>
                                      </a:lnTo>
                                      <a:lnTo>
                                        <a:pt x="536" y="372"/>
                                      </a:lnTo>
                                      <a:lnTo>
                                        <a:pt x="617" y="378"/>
                                      </a:lnTo>
                                      <a:lnTo>
                                        <a:pt x="694" y="380"/>
                                      </a:lnTo>
                                      <a:lnTo>
                                        <a:pt x="768" y="376"/>
                                      </a:lnTo>
                                      <a:lnTo>
                                        <a:pt x="837" y="370"/>
                                      </a:lnTo>
                                      <a:lnTo>
                                        <a:pt x="903" y="361"/>
                                      </a:lnTo>
                                      <a:lnTo>
                                        <a:pt x="966" y="348"/>
                                      </a:lnTo>
                                      <a:lnTo>
                                        <a:pt x="1026" y="334"/>
                                      </a:lnTo>
                                      <a:lnTo>
                                        <a:pt x="1084" y="318"/>
                                      </a:lnTo>
                                      <a:lnTo>
                                        <a:pt x="1140" y="303"/>
                                      </a:lnTo>
                                      <a:lnTo>
                                        <a:pt x="1194" y="287"/>
                                      </a:lnTo>
                                      <a:lnTo>
                                        <a:pt x="1247" y="271"/>
                                      </a:lnTo>
                                      <a:lnTo>
                                        <a:pt x="1298" y="257"/>
                                      </a:lnTo>
                                      <a:lnTo>
                                        <a:pt x="1349" y="244"/>
                                      </a:lnTo>
                                      <a:lnTo>
                                        <a:pt x="1301" y="258"/>
                                      </a:lnTo>
                                      <a:lnTo>
                                        <a:pt x="1250" y="274"/>
                                      </a:lnTo>
                                      <a:lnTo>
                                        <a:pt x="1199" y="291"/>
                                      </a:lnTo>
                                      <a:lnTo>
                                        <a:pt x="1145" y="309"/>
                                      </a:lnTo>
                                      <a:lnTo>
                                        <a:pt x="1090" y="326"/>
                                      </a:lnTo>
                                      <a:lnTo>
                                        <a:pt x="1032" y="343"/>
                                      </a:lnTo>
                                      <a:lnTo>
                                        <a:pt x="971" y="359"/>
                                      </a:lnTo>
                                      <a:lnTo>
                                        <a:pt x="908" y="372"/>
                                      </a:lnTo>
                                      <a:lnTo>
                                        <a:pt x="840" y="383"/>
                                      </a:lnTo>
                                      <a:lnTo>
                                        <a:pt x="770" y="391"/>
                                      </a:lnTo>
                                      <a:lnTo>
                                        <a:pt x="696" y="395"/>
                                      </a:lnTo>
                                      <a:lnTo>
                                        <a:pt x="616" y="395"/>
                                      </a:lnTo>
                                      <a:lnTo>
                                        <a:pt x="532" y="391"/>
                                      </a:lnTo>
                                      <a:lnTo>
                                        <a:pt x="445" y="380"/>
                                      </a:lnTo>
                                      <a:lnTo>
                                        <a:pt x="369" y="365"/>
                                      </a:lnTo>
                                      <a:lnTo>
                                        <a:pt x="303" y="350"/>
                                      </a:lnTo>
                                      <a:lnTo>
                                        <a:pt x="243" y="331"/>
                                      </a:lnTo>
                                      <a:lnTo>
                                        <a:pt x="192" y="310"/>
                                      </a:lnTo>
                                      <a:lnTo>
                                        <a:pt x="146" y="288"/>
                                      </a:lnTo>
                                      <a:lnTo>
                                        <a:pt x="107" y="265"/>
                                      </a:lnTo>
                                      <a:lnTo>
                                        <a:pt x="74" y="240"/>
                                      </a:lnTo>
                                      <a:lnTo>
                                        <a:pt x="47" y="214"/>
                                      </a:lnTo>
                                      <a:lnTo>
                                        <a:pt x="28" y="189"/>
                                      </a:lnTo>
                                      <a:lnTo>
                                        <a:pt x="13" y="164"/>
                                      </a:lnTo>
                                      <a:lnTo>
                                        <a:pt x="3" y="140"/>
                                      </a:lnTo>
                                      <a:lnTo>
                                        <a:pt x="0" y="117"/>
                                      </a:lnTo>
                                      <a:lnTo>
                                        <a:pt x="2" y="95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25" y="44"/>
                                      </a:lnTo>
                                      <a:lnTo>
                                        <a:pt x="42" y="27"/>
                                      </a:lnTo>
                                      <a:lnTo>
                                        <a:pt x="64" y="15"/>
                                      </a:lnTo>
                                      <a:lnTo>
                                        <a:pt x="88" y="7"/>
                                      </a:lnTo>
                                      <a:lnTo>
                                        <a:pt x="113" y="2"/>
                                      </a:lnTo>
                                      <a:lnTo>
                                        <a:pt x="14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2">
                                    <a:lumMod val="20000"/>
                                    <a:lumOff val="80000"/>
                                  </a:schemeClr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53" name="Freeform 5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63775" y="28575"/>
                                  <a:ext cx="325438" cy="265113"/>
                                </a:xfrm>
                                <a:custGeom>
                                  <a:avLst/>
                                  <a:gdLst>
                                    <a:gd name="T0" fmla="*/ 103 w 408"/>
                                    <a:gd name="T1" fmla="*/ 0 h 334"/>
                                    <a:gd name="T2" fmla="*/ 80 w 408"/>
                                    <a:gd name="T3" fmla="*/ 5 h 334"/>
                                    <a:gd name="T4" fmla="*/ 59 w 408"/>
                                    <a:gd name="T5" fmla="*/ 11 h 334"/>
                                    <a:gd name="T6" fmla="*/ 42 w 408"/>
                                    <a:gd name="T7" fmla="*/ 22 h 334"/>
                                    <a:gd name="T8" fmla="*/ 30 w 408"/>
                                    <a:gd name="T9" fmla="*/ 35 h 334"/>
                                    <a:gd name="T10" fmla="*/ 20 w 408"/>
                                    <a:gd name="T11" fmla="*/ 51 h 334"/>
                                    <a:gd name="T12" fmla="*/ 19 w 408"/>
                                    <a:gd name="T13" fmla="*/ 68 h 334"/>
                                    <a:gd name="T14" fmla="*/ 23 w 408"/>
                                    <a:gd name="T15" fmla="*/ 88 h 334"/>
                                    <a:gd name="T16" fmla="*/ 34 w 408"/>
                                    <a:gd name="T17" fmla="*/ 112 h 334"/>
                                    <a:gd name="T18" fmla="*/ 55 w 408"/>
                                    <a:gd name="T19" fmla="*/ 139 h 334"/>
                                    <a:gd name="T20" fmla="*/ 91 w 408"/>
                                    <a:gd name="T21" fmla="*/ 175 h 334"/>
                                    <a:gd name="T22" fmla="*/ 132 w 408"/>
                                    <a:gd name="T23" fmla="*/ 208 h 334"/>
                                    <a:gd name="T24" fmla="*/ 179 w 408"/>
                                    <a:gd name="T25" fmla="*/ 236 h 334"/>
                                    <a:gd name="T26" fmla="*/ 226 w 408"/>
                                    <a:gd name="T27" fmla="*/ 263 h 334"/>
                                    <a:gd name="T28" fmla="*/ 275 w 408"/>
                                    <a:gd name="T29" fmla="*/ 287 h 334"/>
                                    <a:gd name="T30" fmla="*/ 323 w 408"/>
                                    <a:gd name="T31" fmla="*/ 306 h 334"/>
                                    <a:gd name="T32" fmla="*/ 367 w 408"/>
                                    <a:gd name="T33" fmla="*/ 321 h 334"/>
                                    <a:gd name="T34" fmla="*/ 408 w 408"/>
                                    <a:gd name="T35" fmla="*/ 334 h 334"/>
                                    <a:gd name="T36" fmla="*/ 371 w 408"/>
                                    <a:gd name="T37" fmla="*/ 325 h 334"/>
                                    <a:gd name="T38" fmla="*/ 328 w 408"/>
                                    <a:gd name="T39" fmla="*/ 314 h 334"/>
                                    <a:gd name="T40" fmla="*/ 283 w 408"/>
                                    <a:gd name="T41" fmla="*/ 299 h 334"/>
                                    <a:gd name="T42" fmla="*/ 235 w 408"/>
                                    <a:gd name="T43" fmla="*/ 284 h 334"/>
                                    <a:gd name="T44" fmla="*/ 190 w 408"/>
                                    <a:gd name="T45" fmla="*/ 265 h 334"/>
                                    <a:gd name="T46" fmla="*/ 144 w 408"/>
                                    <a:gd name="T47" fmla="*/ 243 h 334"/>
                                    <a:gd name="T48" fmla="*/ 103 w 408"/>
                                    <a:gd name="T49" fmla="*/ 219 h 334"/>
                                    <a:gd name="T50" fmla="*/ 67 w 408"/>
                                    <a:gd name="T51" fmla="*/ 192 h 334"/>
                                    <a:gd name="T52" fmla="*/ 36 w 408"/>
                                    <a:gd name="T53" fmla="*/ 162 h 334"/>
                                    <a:gd name="T54" fmla="*/ 17 w 408"/>
                                    <a:gd name="T55" fmla="*/ 134 h 334"/>
                                    <a:gd name="T56" fmla="*/ 4 w 408"/>
                                    <a:gd name="T57" fmla="*/ 109 h 334"/>
                                    <a:gd name="T58" fmla="*/ 0 w 408"/>
                                    <a:gd name="T59" fmla="*/ 87 h 334"/>
                                    <a:gd name="T60" fmla="*/ 1 w 408"/>
                                    <a:gd name="T61" fmla="*/ 66 h 334"/>
                                    <a:gd name="T62" fmla="*/ 8 w 408"/>
                                    <a:gd name="T63" fmla="*/ 49 h 334"/>
                                    <a:gd name="T64" fmla="*/ 20 w 408"/>
                                    <a:gd name="T65" fmla="*/ 33 h 334"/>
                                    <a:gd name="T66" fmla="*/ 36 w 408"/>
                                    <a:gd name="T67" fmla="*/ 21 h 334"/>
                                    <a:gd name="T68" fmla="*/ 56 w 408"/>
                                    <a:gd name="T69" fmla="*/ 11 h 334"/>
                                    <a:gd name="T70" fmla="*/ 78 w 408"/>
                                    <a:gd name="T71" fmla="*/ 4 h 334"/>
                                    <a:gd name="T72" fmla="*/ 103 w 408"/>
                                    <a:gd name="T73" fmla="*/ 0 h 3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</a:cxnLst>
                                  <a:rect l="0" t="0" r="r" b="b"/>
                                  <a:pathLst>
                                    <a:path w="408" h="334">
                                      <a:moveTo>
                                        <a:pt x="103" y="0"/>
                                      </a:moveTo>
                                      <a:lnTo>
                                        <a:pt x="80" y="5"/>
                                      </a:lnTo>
                                      <a:lnTo>
                                        <a:pt x="59" y="11"/>
                                      </a:lnTo>
                                      <a:lnTo>
                                        <a:pt x="42" y="22"/>
                                      </a:lnTo>
                                      <a:lnTo>
                                        <a:pt x="30" y="35"/>
                                      </a:lnTo>
                                      <a:lnTo>
                                        <a:pt x="20" y="51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34" y="112"/>
                                      </a:lnTo>
                                      <a:lnTo>
                                        <a:pt x="55" y="139"/>
                                      </a:lnTo>
                                      <a:lnTo>
                                        <a:pt x="91" y="175"/>
                                      </a:lnTo>
                                      <a:lnTo>
                                        <a:pt x="132" y="208"/>
                                      </a:lnTo>
                                      <a:lnTo>
                                        <a:pt x="179" y="236"/>
                                      </a:lnTo>
                                      <a:lnTo>
                                        <a:pt x="226" y="263"/>
                                      </a:lnTo>
                                      <a:lnTo>
                                        <a:pt x="275" y="287"/>
                                      </a:lnTo>
                                      <a:lnTo>
                                        <a:pt x="323" y="306"/>
                                      </a:lnTo>
                                      <a:lnTo>
                                        <a:pt x="367" y="321"/>
                                      </a:lnTo>
                                      <a:lnTo>
                                        <a:pt x="408" y="334"/>
                                      </a:lnTo>
                                      <a:lnTo>
                                        <a:pt x="371" y="325"/>
                                      </a:lnTo>
                                      <a:lnTo>
                                        <a:pt x="328" y="314"/>
                                      </a:lnTo>
                                      <a:lnTo>
                                        <a:pt x="283" y="299"/>
                                      </a:lnTo>
                                      <a:lnTo>
                                        <a:pt x="235" y="284"/>
                                      </a:lnTo>
                                      <a:lnTo>
                                        <a:pt x="190" y="265"/>
                                      </a:lnTo>
                                      <a:lnTo>
                                        <a:pt x="144" y="243"/>
                                      </a:lnTo>
                                      <a:lnTo>
                                        <a:pt x="103" y="219"/>
                                      </a:lnTo>
                                      <a:lnTo>
                                        <a:pt x="67" y="192"/>
                                      </a:lnTo>
                                      <a:lnTo>
                                        <a:pt x="36" y="162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4" y="109"/>
                                      </a:lnTo>
                                      <a:lnTo>
                                        <a:pt x="0" y="87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8" y="49"/>
                                      </a:lnTo>
                                      <a:lnTo>
                                        <a:pt x="20" y="33"/>
                                      </a:lnTo>
                                      <a:lnTo>
                                        <a:pt x="36" y="21"/>
                                      </a:lnTo>
                                      <a:lnTo>
                                        <a:pt x="56" y="11"/>
                                      </a:lnTo>
                                      <a:lnTo>
                                        <a:pt x="78" y="4"/>
                                      </a:lnTo>
                                      <a:lnTo>
                                        <a:pt x="1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2">
                                    <a:lumMod val="20000"/>
                                    <a:lumOff val="80000"/>
                                  </a:schemeClr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54" name="Freeform 5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398713" y="90487"/>
                                  <a:ext cx="361950" cy="157163"/>
                                </a:xfrm>
                                <a:custGeom>
                                  <a:avLst/>
                                  <a:gdLst>
                                    <a:gd name="T0" fmla="*/ 104 w 456"/>
                                    <a:gd name="T1" fmla="*/ 4 h 199"/>
                                    <a:gd name="T2" fmla="*/ 154 w 456"/>
                                    <a:gd name="T3" fmla="*/ 21 h 199"/>
                                    <a:gd name="T4" fmla="*/ 195 w 456"/>
                                    <a:gd name="T5" fmla="*/ 54 h 199"/>
                                    <a:gd name="T6" fmla="*/ 217 w 456"/>
                                    <a:gd name="T7" fmla="*/ 96 h 199"/>
                                    <a:gd name="T8" fmla="*/ 213 w 456"/>
                                    <a:gd name="T9" fmla="*/ 134 h 199"/>
                                    <a:gd name="T10" fmla="*/ 194 w 456"/>
                                    <a:gd name="T11" fmla="*/ 150 h 199"/>
                                    <a:gd name="T12" fmla="*/ 167 w 456"/>
                                    <a:gd name="T13" fmla="*/ 150 h 199"/>
                                    <a:gd name="T14" fmla="*/ 145 w 456"/>
                                    <a:gd name="T15" fmla="*/ 139 h 199"/>
                                    <a:gd name="T16" fmla="*/ 134 w 456"/>
                                    <a:gd name="T17" fmla="*/ 120 h 199"/>
                                    <a:gd name="T18" fmla="*/ 148 w 456"/>
                                    <a:gd name="T19" fmla="*/ 139 h 199"/>
                                    <a:gd name="T20" fmla="*/ 172 w 456"/>
                                    <a:gd name="T21" fmla="*/ 142 h 199"/>
                                    <a:gd name="T22" fmla="*/ 192 w 456"/>
                                    <a:gd name="T23" fmla="*/ 126 h 199"/>
                                    <a:gd name="T24" fmla="*/ 197 w 456"/>
                                    <a:gd name="T25" fmla="*/ 87 h 199"/>
                                    <a:gd name="T26" fmla="*/ 178 w 456"/>
                                    <a:gd name="T27" fmla="*/ 46 h 199"/>
                                    <a:gd name="T28" fmla="*/ 140 w 456"/>
                                    <a:gd name="T29" fmla="*/ 19 h 199"/>
                                    <a:gd name="T30" fmla="*/ 96 w 456"/>
                                    <a:gd name="T31" fmla="*/ 10 h 199"/>
                                    <a:gd name="T32" fmla="*/ 55 w 456"/>
                                    <a:gd name="T33" fmla="*/ 21 h 199"/>
                                    <a:gd name="T34" fmla="*/ 32 w 456"/>
                                    <a:gd name="T35" fmla="*/ 56 h 199"/>
                                    <a:gd name="T36" fmla="*/ 38 w 456"/>
                                    <a:gd name="T37" fmla="*/ 101 h 199"/>
                                    <a:gd name="T38" fmla="*/ 70 w 456"/>
                                    <a:gd name="T39" fmla="*/ 144 h 199"/>
                                    <a:gd name="T40" fmla="*/ 125 w 456"/>
                                    <a:gd name="T41" fmla="*/ 177 h 199"/>
                                    <a:gd name="T42" fmla="*/ 197 w 456"/>
                                    <a:gd name="T43" fmla="*/ 192 h 199"/>
                                    <a:gd name="T44" fmla="*/ 280 w 456"/>
                                    <a:gd name="T45" fmla="*/ 183 h 199"/>
                                    <a:gd name="T46" fmla="*/ 343 w 456"/>
                                    <a:gd name="T47" fmla="*/ 158 h 199"/>
                                    <a:gd name="T48" fmla="*/ 384 w 456"/>
                                    <a:gd name="T49" fmla="*/ 128 h 199"/>
                                    <a:gd name="T50" fmla="*/ 407 w 456"/>
                                    <a:gd name="T51" fmla="*/ 101 h 199"/>
                                    <a:gd name="T52" fmla="*/ 418 w 456"/>
                                    <a:gd name="T53" fmla="*/ 84 h 199"/>
                                    <a:gd name="T54" fmla="*/ 432 w 456"/>
                                    <a:gd name="T55" fmla="*/ 74 h 199"/>
                                    <a:gd name="T56" fmla="*/ 451 w 456"/>
                                    <a:gd name="T57" fmla="*/ 74 h 199"/>
                                    <a:gd name="T58" fmla="*/ 456 w 456"/>
                                    <a:gd name="T59" fmla="*/ 81 h 199"/>
                                    <a:gd name="T60" fmla="*/ 442 w 456"/>
                                    <a:gd name="T61" fmla="*/ 96 h 199"/>
                                    <a:gd name="T62" fmla="*/ 409 w 456"/>
                                    <a:gd name="T63" fmla="*/ 128 h 199"/>
                                    <a:gd name="T64" fmla="*/ 355 w 456"/>
                                    <a:gd name="T65" fmla="*/ 161 h 199"/>
                                    <a:gd name="T66" fmla="*/ 278 w 456"/>
                                    <a:gd name="T67" fmla="*/ 188 h 199"/>
                                    <a:gd name="T68" fmla="*/ 186 w 456"/>
                                    <a:gd name="T69" fmla="*/ 199 h 199"/>
                                    <a:gd name="T70" fmla="*/ 106 w 456"/>
                                    <a:gd name="T71" fmla="*/ 185 h 199"/>
                                    <a:gd name="T72" fmla="*/ 46 w 456"/>
                                    <a:gd name="T73" fmla="*/ 153 h 199"/>
                                    <a:gd name="T74" fmla="*/ 11 w 456"/>
                                    <a:gd name="T75" fmla="*/ 109 h 199"/>
                                    <a:gd name="T76" fmla="*/ 0 w 456"/>
                                    <a:gd name="T77" fmla="*/ 63 h 199"/>
                                    <a:gd name="T78" fmla="*/ 16 w 456"/>
                                    <a:gd name="T79" fmla="*/ 24 h 199"/>
                                    <a:gd name="T80" fmla="*/ 55 w 456"/>
                                    <a:gd name="T81" fmla="*/ 2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56" h="199">
                                      <a:moveTo>
                                        <a:pt x="79" y="0"/>
                                      </a:moveTo>
                                      <a:lnTo>
                                        <a:pt x="104" y="4"/>
                                      </a:lnTo>
                                      <a:lnTo>
                                        <a:pt x="129" y="10"/>
                                      </a:lnTo>
                                      <a:lnTo>
                                        <a:pt x="154" y="21"/>
                                      </a:lnTo>
                                      <a:lnTo>
                                        <a:pt x="176" y="37"/>
                                      </a:lnTo>
                                      <a:lnTo>
                                        <a:pt x="195" y="54"/>
                                      </a:lnTo>
                                      <a:lnTo>
                                        <a:pt x="209" y="74"/>
                                      </a:lnTo>
                                      <a:lnTo>
                                        <a:pt x="217" y="96"/>
                                      </a:lnTo>
                                      <a:lnTo>
                                        <a:pt x="217" y="120"/>
                                      </a:lnTo>
                                      <a:lnTo>
                                        <a:pt x="213" y="134"/>
                                      </a:lnTo>
                                      <a:lnTo>
                                        <a:pt x="205" y="145"/>
                                      </a:lnTo>
                                      <a:lnTo>
                                        <a:pt x="194" y="150"/>
                                      </a:lnTo>
                                      <a:lnTo>
                                        <a:pt x="181" y="153"/>
                                      </a:lnTo>
                                      <a:lnTo>
                                        <a:pt x="167" y="150"/>
                                      </a:lnTo>
                                      <a:lnTo>
                                        <a:pt x="154" y="145"/>
                                      </a:lnTo>
                                      <a:lnTo>
                                        <a:pt x="145" y="139"/>
                                      </a:lnTo>
                                      <a:lnTo>
                                        <a:pt x="137" y="130"/>
                                      </a:lnTo>
                                      <a:lnTo>
                                        <a:pt x="134" y="120"/>
                                      </a:lnTo>
                                      <a:lnTo>
                                        <a:pt x="139" y="131"/>
                                      </a:lnTo>
                                      <a:lnTo>
                                        <a:pt x="148" y="139"/>
                                      </a:lnTo>
                                      <a:lnTo>
                                        <a:pt x="159" y="142"/>
                                      </a:lnTo>
                                      <a:lnTo>
                                        <a:pt x="172" y="142"/>
                                      </a:lnTo>
                                      <a:lnTo>
                                        <a:pt x="183" y="137"/>
                                      </a:lnTo>
                                      <a:lnTo>
                                        <a:pt x="192" y="126"/>
                                      </a:lnTo>
                                      <a:lnTo>
                                        <a:pt x="197" y="111"/>
                                      </a:lnTo>
                                      <a:lnTo>
                                        <a:pt x="197" y="87"/>
                                      </a:lnTo>
                                      <a:lnTo>
                                        <a:pt x="191" y="65"/>
                                      </a:lnTo>
                                      <a:lnTo>
                                        <a:pt x="178" y="46"/>
                                      </a:lnTo>
                                      <a:lnTo>
                                        <a:pt x="161" y="30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18" y="11"/>
                                      </a:lnTo>
                                      <a:lnTo>
                                        <a:pt x="96" y="10"/>
                                      </a:lnTo>
                                      <a:lnTo>
                                        <a:pt x="74" y="13"/>
                                      </a:lnTo>
                                      <a:lnTo>
                                        <a:pt x="55" y="21"/>
                                      </a:lnTo>
                                      <a:lnTo>
                                        <a:pt x="41" y="35"/>
                                      </a:lnTo>
                                      <a:lnTo>
                                        <a:pt x="32" y="56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51" y="123"/>
                                      </a:lnTo>
                                      <a:lnTo>
                                        <a:pt x="70" y="144"/>
                                      </a:lnTo>
                                      <a:lnTo>
                                        <a:pt x="95" y="163"/>
                                      </a:lnTo>
                                      <a:lnTo>
                                        <a:pt x="125" y="177"/>
                                      </a:lnTo>
                                      <a:lnTo>
                                        <a:pt x="159" y="188"/>
                                      </a:lnTo>
                                      <a:lnTo>
                                        <a:pt x="197" y="192"/>
                                      </a:lnTo>
                                      <a:lnTo>
                                        <a:pt x="239" y="191"/>
                                      </a:lnTo>
                                      <a:lnTo>
                                        <a:pt x="280" y="183"/>
                                      </a:lnTo>
                                      <a:lnTo>
                                        <a:pt x="313" y="170"/>
                                      </a:lnTo>
                                      <a:lnTo>
                                        <a:pt x="343" y="158"/>
                                      </a:lnTo>
                                      <a:lnTo>
                                        <a:pt x="365" y="144"/>
                                      </a:lnTo>
                                      <a:lnTo>
                                        <a:pt x="384" y="128"/>
                                      </a:lnTo>
                                      <a:lnTo>
                                        <a:pt x="396" y="114"/>
                                      </a:lnTo>
                                      <a:lnTo>
                                        <a:pt x="407" y="101"/>
                                      </a:lnTo>
                                      <a:lnTo>
                                        <a:pt x="414" y="90"/>
                                      </a:lnTo>
                                      <a:lnTo>
                                        <a:pt x="418" y="84"/>
                                      </a:lnTo>
                                      <a:lnTo>
                                        <a:pt x="425" y="78"/>
                                      </a:lnTo>
                                      <a:lnTo>
                                        <a:pt x="432" y="74"/>
                                      </a:lnTo>
                                      <a:lnTo>
                                        <a:pt x="443" y="73"/>
                                      </a:lnTo>
                                      <a:lnTo>
                                        <a:pt x="451" y="74"/>
                                      </a:lnTo>
                                      <a:lnTo>
                                        <a:pt x="456" y="76"/>
                                      </a:lnTo>
                                      <a:lnTo>
                                        <a:pt x="456" y="81"/>
                                      </a:lnTo>
                                      <a:lnTo>
                                        <a:pt x="451" y="87"/>
                                      </a:lnTo>
                                      <a:lnTo>
                                        <a:pt x="442" y="96"/>
                                      </a:lnTo>
                                      <a:lnTo>
                                        <a:pt x="428" y="11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385" y="144"/>
                                      </a:lnTo>
                                      <a:lnTo>
                                        <a:pt x="355" y="161"/>
                                      </a:lnTo>
                                      <a:lnTo>
                                        <a:pt x="321" y="177"/>
                                      </a:lnTo>
                                      <a:lnTo>
                                        <a:pt x="278" y="188"/>
                                      </a:lnTo>
                                      <a:lnTo>
                                        <a:pt x="233" y="197"/>
                                      </a:lnTo>
                                      <a:lnTo>
                                        <a:pt x="186" y="199"/>
                                      </a:lnTo>
                                      <a:lnTo>
                                        <a:pt x="143" y="194"/>
                                      </a:lnTo>
                                      <a:lnTo>
                                        <a:pt x="106" y="185"/>
                                      </a:lnTo>
                                      <a:lnTo>
                                        <a:pt x="73" y="170"/>
                                      </a:lnTo>
                                      <a:lnTo>
                                        <a:pt x="46" y="153"/>
                                      </a:lnTo>
                                      <a:lnTo>
                                        <a:pt x="26" y="131"/>
                                      </a:lnTo>
                                      <a:lnTo>
                                        <a:pt x="11" y="109"/>
                                      </a:lnTo>
                                      <a:lnTo>
                                        <a:pt x="2" y="87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5" y="43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33" y="10"/>
                                      </a:lnTo>
                                      <a:lnTo>
                                        <a:pt x="55" y="2"/>
                                      </a:lnTo>
                                      <a:lnTo>
                                        <a:pt x="7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2">
                                    <a:lumMod val="20000"/>
                                    <a:lumOff val="80000"/>
                                  </a:schemeClr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55" name="Freeform 55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3175" y="160337"/>
                                  <a:ext cx="444500" cy="119063"/>
                                </a:xfrm>
                                <a:custGeom>
                                  <a:avLst/>
                                  <a:gdLst>
                                    <a:gd name="T0" fmla="*/ 446 w 561"/>
                                    <a:gd name="T1" fmla="*/ 1 h 151"/>
                                    <a:gd name="T2" fmla="*/ 504 w 561"/>
                                    <a:gd name="T3" fmla="*/ 14 h 151"/>
                                    <a:gd name="T4" fmla="*/ 545 w 561"/>
                                    <a:gd name="T5" fmla="*/ 44 h 151"/>
                                    <a:gd name="T6" fmla="*/ 561 w 561"/>
                                    <a:gd name="T7" fmla="*/ 88 h 151"/>
                                    <a:gd name="T8" fmla="*/ 551 w 561"/>
                                    <a:gd name="T9" fmla="*/ 127 h 151"/>
                                    <a:gd name="T10" fmla="*/ 526 w 561"/>
                                    <a:gd name="T11" fmla="*/ 146 h 151"/>
                                    <a:gd name="T12" fmla="*/ 495 w 561"/>
                                    <a:gd name="T13" fmla="*/ 151 h 151"/>
                                    <a:gd name="T14" fmla="*/ 465 w 561"/>
                                    <a:gd name="T15" fmla="*/ 135 h 151"/>
                                    <a:gd name="T16" fmla="*/ 448 w 561"/>
                                    <a:gd name="T17" fmla="*/ 103 h 151"/>
                                    <a:gd name="T18" fmla="*/ 451 w 561"/>
                                    <a:gd name="T19" fmla="*/ 77 h 151"/>
                                    <a:gd name="T20" fmla="*/ 470 w 561"/>
                                    <a:gd name="T21" fmla="*/ 56 h 151"/>
                                    <a:gd name="T22" fmla="*/ 503 w 561"/>
                                    <a:gd name="T23" fmla="*/ 53 h 151"/>
                                    <a:gd name="T24" fmla="*/ 504 w 561"/>
                                    <a:gd name="T25" fmla="*/ 55 h 151"/>
                                    <a:gd name="T26" fmla="*/ 473 w 561"/>
                                    <a:gd name="T27" fmla="*/ 58 h 151"/>
                                    <a:gd name="T28" fmla="*/ 454 w 561"/>
                                    <a:gd name="T29" fmla="*/ 77 h 151"/>
                                    <a:gd name="T30" fmla="*/ 453 w 561"/>
                                    <a:gd name="T31" fmla="*/ 102 h 151"/>
                                    <a:gd name="T32" fmla="*/ 468 w 561"/>
                                    <a:gd name="T33" fmla="*/ 129 h 151"/>
                                    <a:gd name="T34" fmla="*/ 496 w 561"/>
                                    <a:gd name="T35" fmla="*/ 140 h 151"/>
                                    <a:gd name="T36" fmla="*/ 523 w 561"/>
                                    <a:gd name="T37" fmla="*/ 132 h 151"/>
                                    <a:gd name="T38" fmla="*/ 542 w 561"/>
                                    <a:gd name="T39" fmla="*/ 108 h 151"/>
                                    <a:gd name="T40" fmla="*/ 537 w 561"/>
                                    <a:gd name="T41" fmla="*/ 66 h 151"/>
                                    <a:gd name="T42" fmla="*/ 503 w 561"/>
                                    <a:gd name="T43" fmla="*/ 34 h 151"/>
                                    <a:gd name="T44" fmla="*/ 446 w 561"/>
                                    <a:gd name="T45" fmla="*/ 17 h 151"/>
                                    <a:gd name="T46" fmla="*/ 380 w 561"/>
                                    <a:gd name="T47" fmla="*/ 18 h 151"/>
                                    <a:gd name="T48" fmla="*/ 313 w 561"/>
                                    <a:gd name="T49" fmla="*/ 41 h 151"/>
                                    <a:gd name="T50" fmla="*/ 231 w 561"/>
                                    <a:gd name="T51" fmla="*/ 77 h 151"/>
                                    <a:gd name="T52" fmla="*/ 140 w 561"/>
                                    <a:gd name="T53" fmla="*/ 107 h 151"/>
                                    <a:gd name="T54" fmla="*/ 46 w 561"/>
                                    <a:gd name="T55" fmla="*/ 118 h 151"/>
                                    <a:gd name="T56" fmla="*/ 52 w 561"/>
                                    <a:gd name="T57" fmla="*/ 116 h 151"/>
                                    <a:gd name="T58" fmla="*/ 157 w 561"/>
                                    <a:gd name="T59" fmla="*/ 96 h 151"/>
                                    <a:gd name="T60" fmla="*/ 261 w 561"/>
                                    <a:gd name="T61" fmla="*/ 55 h 151"/>
                                    <a:gd name="T62" fmla="*/ 346 w 561"/>
                                    <a:gd name="T63" fmla="*/ 15 h 151"/>
                                    <a:gd name="T64" fmla="*/ 415 w 561"/>
                                    <a:gd name="T65" fmla="*/ 0 h 15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</a:cxnLst>
                                  <a:rect l="0" t="0" r="r" b="b"/>
                                  <a:pathLst>
                                    <a:path w="561" h="151">
                                      <a:moveTo>
                                        <a:pt x="415" y="0"/>
                                      </a:moveTo>
                                      <a:lnTo>
                                        <a:pt x="446" y="1"/>
                                      </a:lnTo>
                                      <a:lnTo>
                                        <a:pt x="478" y="6"/>
                                      </a:lnTo>
                                      <a:lnTo>
                                        <a:pt x="504" y="14"/>
                                      </a:lnTo>
                                      <a:lnTo>
                                        <a:pt x="528" y="28"/>
                                      </a:lnTo>
                                      <a:lnTo>
                                        <a:pt x="545" y="44"/>
                                      </a:lnTo>
                                      <a:lnTo>
                                        <a:pt x="556" y="64"/>
                                      </a:lnTo>
                                      <a:lnTo>
                                        <a:pt x="561" y="88"/>
                                      </a:lnTo>
                                      <a:lnTo>
                                        <a:pt x="558" y="113"/>
                                      </a:lnTo>
                                      <a:lnTo>
                                        <a:pt x="551" y="127"/>
                                      </a:lnTo>
                                      <a:lnTo>
                                        <a:pt x="540" y="138"/>
                                      </a:lnTo>
                                      <a:lnTo>
                                        <a:pt x="526" y="146"/>
                                      </a:lnTo>
                                      <a:lnTo>
                                        <a:pt x="512" y="151"/>
                                      </a:lnTo>
                                      <a:lnTo>
                                        <a:pt x="495" y="151"/>
                                      </a:lnTo>
                                      <a:lnTo>
                                        <a:pt x="479" y="144"/>
                                      </a:lnTo>
                                      <a:lnTo>
                                        <a:pt x="465" y="135"/>
                                      </a:lnTo>
                                      <a:lnTo>
                                        <a:pt x="453" y="118"/>
                                      </a:lnTo>
                                      <a:lnTo>
                                        <a:pt x="448" y="103"/>
                                      </a:lnTo>
                                      <a:lnTo>
                                        <a:pt x="448" y="89"/>
                                      </a:lnTo>
                                      <a:lnTo>
                                        <a:pt x="451" y="77"/>
                                      </a:lnTo>
                                      <a:lnTo>
                                        <a:pt x="459" y="66"/>
                                      </a:lnTo>
                                      <a:lnTo>
                                        <a:pt x="470" y="56"/>
                                      </a:lnTo>
                                      <a:lnTo>
                                        <a:pt x="485" y="53"/>
                                      </a:lnTo>
                                      <a:lnTo>
                                        <a:pt x="503" y="53"/>
                                      </a:lnTo>
                                      <a:lnTo>
                                        <a:pt x="525" y="61"/>
                                      </a:lnTo>
                                      <a:lnTo>
                                        <a:pt x="504" y="55"/>
                                      </a:lnTo>
                                      <a:lnTo>
                                        <a:pt x="487" y="55"/>
                                      </a:lnTo>
                                      <a:lnTo>
                                        <a:pt x="473" y="58"/>
                                      </a:lnTo>
                                      <a:lnTo>
                                        <a:pt x="462" y="66"/>
                                      </a:lnTo>
                                      <a:lnTo>
                                        <a:pt x="454" y="77"/>
                                      </a:lnTo>
                                      <a:lnTo>
                                        <a:pt x="451" y="89"/>
                                      </a:lnTo>
                                      <a:lnTo>
                                        <a:pt x="453" y="102"/>
                                      </a:lnTo>
                                      <a:lnTo>
                                        <a:pt x="457" y="114"/>
                                      </a:lnTo>
                                      <a:lnTo>
                                        <a:pt x="468" y="129"/>
                                      </a:lnTo>
                                      <a:lnTo>
                                        <a:pt x="481" y="137"/>
                                      </a:lnTo>
                                      <a:lnTo>
                                        <a:pt x="496" y="140"/>
                                      </a:lnTo>
                                      <a:lnTo>
                                        <a:pt x="511" y="138"/>
                                      </a:lnTo>
                                      <a:lnTo>
                                        <a:pt x="523" y="132"/>
                                      </a:lnTo>
                                      <a:lnTo>
                                        <a:pt x="534" y="122"/>
                                      </a:lnTo>
                                      <a:lnTo>
                                        <a:pt x="542" y="108"/>
                                      </a:lnTo>
                                      <a:lnTo>
                                        <a:pt x="544" y="85"/>
                                      </a:lnTo>
                                      <a:lnTo>
                                        <a:pt x="537" y="66"/>
                                      </a:lnTo>
                                      <a:lnTo>
                                        <a:pt x="523" y="48"/>
                                      </a:lnTo>
                                      <a:lnTo>
                                        <a:pt x="503" y="34"/>
                                      </a:lnTo>
                                      <a:lnTo>
                                        <a:pt x="476" y="23"/>
                                      </a:lnTo>
                                      <a:lnTo>
                                        <a:pt x="446" y="17"/>
                                      </a:lnTo>
                                      <a:lnTo>
                                        <a:pt x="415" y="15"/>
                                      </a:lnTo>
                                      <a:lnTo>
                                        <a:pt x="380" y="18"/>
                                      </a:lnTo>
                                      <a:lnTo>
                                        <a:pt x="346" y="26"/>
                                      </a:lnTo>
                                      <a:lnTo>
                                        <a:pt x="313" y="41"/>
                                      </a:lnTo>
                                      <a:lnTo>
                                        <a:pt x="273" y="59"/>
                                      </a:lnTo>
                                      <a:lnTo>
                                        <a:pt x="231" y="77"/>
                                      </a:lnTo>
                                      <a:lnTo>
                                        <a:pt x="187" y="94"/>
                                      </a:lnTo>
                                      <a:lnTo>
                                        <a:pt x="140" y="107"/>
                                      </a:lnTo>
                                      <a:lnTo>
                                        <a:pt x="93" y="114"/>
                                      </a:lnTo>
                                      <a:lnTo>
                                        <a:pt x="46" y="118"/>
                                      </a:lnTo>
                                      <a:lnTo>
                                        <a:pt x="0" y="114"/>
                                      </a:lnTo>
                                      <a:lnTo>
                                        <a:pt x="52" y="116"/>
                                      </a:lnTo>
                                      <a:lnTo>
                                        <a:pt x="105" y="110"/>
                                      </a:lnTo>
                                      <a:lnTo>
                                        <a:pt x="157" y="96"/>
                                      </a:lnTo>
                                      <a:lnTo>
                                        <a:pt x="211" y="78"/>
                                      </a:lnTo>
                                      <a:lnTo>
                                        <a:pt x="261" y="55"/>
                                      </a:lnTo>
                                      <a:lnTo>
                                        <a:pt x="311" y="31"/>
                                      </a:lnTo>
                                      <a:lnTo>
                                        <a:pt x="346" y="15"/>
                                      </a:lnTo>
                                      <a:lnTo>
                                        <a:pt x="380" y="4"/>
                                      </a:lnTo>
                                      <a:lnTo>
                                        <a:pt x="41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2">
                                    <a:lumMod val="20000"/>
                                    <a:lumOff val="80000"/>
                                  </a:schemeClr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56" name="Freeform 5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40038" y="138112"/>
                                  <a:ext cx="1271588" cy="196850"/>
                                </a:xfrm>
                                <a:custGeom>
                                  <a:avLst/>
                                  <a:gdLst>
                                    <a:gd name="T0" fmla="*/ 1190 w 1600"/>
                                    <a:gd name="T1" fmla="*/ 0 h 249"/>
                                    <a:gd name="T2" fmla="*/ 1286 w 1600"/>
                                    <a:gd name="T3" fmla="*/ 2 h 249"/>
                                    <a:gd name="T4" fmla="*/ 1385 w 1600"/>
                                    <a:gd name="T5" fmla="*/ 10 h 249"/>
                                    <a:gd name="T6" fmla="*/ 1490 w 1600"/>
                                    <a:gd name="T7" fmla="*/ 22 h 249"/>
                                    <a:gd name="T8" fmla="*/ 1600 w 1600"/>
                                    <a:gd name="T9" fmla="*/ 41 h 249"/>
                                    <a:gd name="T10" fmla="*/ 1492 w 1600"/>
                                    <a:gd name="T11" fmla="*/ 24 h 249"/>
                                    <a:gd name="T12" fmla="*/ 1390 w 1600"/>
                                    <a:gd name="T13" fmla="*/ 13 h 249"/>
                                    <a:gd name="T14" fmla="*/ 1291 w 1600"/>
                                    <a:gd name="T15" fmla="*/ 8 h 249"/>
                                    <a:gd name="T16" fmla="*/ 1198 w 1600"/>
                                    <a:gd name="T17" fmla="*/ 7 h 249"/>
                                    <a:gd name="T18" fmla="*/ 1109 w 1600"/>
                                    <a:gd name="T19" fmla="*/ 10 h 249"/>
                                    <a:gd name="T20" fmla="*/ 1024 w 1600"/>
                                    <a:gd name="T21" fmla="*/ 18 h 249"/>
                                    <a:gd name="T22" fmla="*/ 942 w 1600"/>
                                    <a:gd name="T23" fmla="*/ 27 h 249"/>
                                    <a:gd name="T24" fmla="*/ 864 w 1600"/>
                                    <a:gd name="T25" fmla="*/ 41 h 249"/>
                                    <a:gd name="T26" fmla="*/ 788 w 1600"/>
                                    <a:gd name="T27" fmla="*/ 57 h 249"/>
                                    <a:gd name="T28" fmla="*/ 716 w 1600"/>
                                    <a:gd name="T29" fmla="*/ 74 h 249"/>
                                    <a:gd name="T30" fmla="*/ 645 w 1600"/>
                                    <a:gd name="T31" fmla="*/ 93 h 249"/>
                                    <a:gd name="T32" fmla="*/ 578 w 1600"/>
                                    <a:gd name="T33" fmla="*/ 114 h 249"/>
                                    <a:gd name="T34" fmla="*/ 510 w 1600"/>
                                    <a:gd name="T35" fmla="*/ 132 h 249"/>
                                    <a:gd name="T36" fmla="*/ 446 w 1600"/>
                                    <a:gd name="T37" fmla="*/ 153 h 249"/>
                                    <a:gd name="T38" fmla="*/ 381 w 1600"/>
                                    <a:gd name="T39" fmla="*/ 173 h 249"/>
                                    <a:gd name="T40" fmla="*/ 318 w 1600"/>
                                    <a:gd name="T41" fmla="*/ 191 h 249"/>
                                    <a:gd name="T42" fmla="*/ 254 w 1600"/>
                                    <a:gd name="T43" fmla="*/ 208 h 249"/>
                                    <a:gd name="T44" fmla="*/ 191 w 1600"/>
                                    <a:gd name="T45" fmla="*/ 222 h 249"/>
                                    <a:gd name="T46" fmla="*/ 128 w 1600"/>
                                    <a:gd name="T47" fmla="*/ 235 h 249"/>
                                    <a:gd name="T48" fmla="*/ 64 w 1600"/>
                                    <a:gd name="T49" fmla="*/ 243 h 249"/>
                                    <a:gd name="T50" fmla="*/ 0 w 1600"/>
                                    <a:gd name="T51" fmla="*/ 249 h 249"/>
                                    <a:gd name="T52" fmla="*/ 62 w 1600"/>
                                    <a:gd name="T53" fmla="*/ 243 h 249"/>
                                    <a:gd name="T54" fmla="*/ 124 w 1600"/>
                                    <a:gd name="T55" fmla="*/ 232 h 249"/>
                                    <a:gd name="T56" fmla="*/ 185 w 1600"/>
                                    <a:gd name="T57" fmla="*/ 219 h 249"/>
                                    <a:gd name="T58" fmla="*/ 246 w 1600"/>
                                    <a:gd name="T59" fmla="*/ 203 h 249"/>
                                    <a:gd name="T60" fmla="*/ 307 w 1600"/>
                                    <a:gd name="T61" fmla="*/ 186 h 249"/>
                                    <a:gd name="T62" fmla="*/ 370 w 1600"/>
                                    <a:gd name="T63" fmla="*/ 167 h 249"/>
                                    <a:gd name="T64" fmla="*/ 433 w 1600"/>
                                    <a:gd name="T65" fmla="*/ 147 h 249"/>
                                    <a:gd name="T66" fmla="*/ 498 w 1600"/>
                                    <a:gd name="T67" fmla="*/ 126 h 249"/>
                                    <a:gd name="T68" fmla="*/ 563 w 1600"/>
                                    <a:gd name="T69" fmla="*/ 106 h 249"/>
                                    <a:gd name="T70" fmla="*/ 633 w 1600"/>
                                    <a:gd name="T71" fmla="*/ 85 h 249"/>
                                    <a:gd name="T72" fmla="*/ 703 w 1600"/>
                                    <a:gd name="T73" fmla="*/ 66 h 249"/>
                                    <a:gd name="T74" fmla="*/ 776 w 1600"/>
                                    <a:gd name="T75" fmla="*/ 49 h 249"/>
                                    <a:gd name="T76" fmla="*/ 851 w 1600"/>
                                    <a:gd name="T77" fmla="*/ 33 h 249"/>
                                    <a:gd name="T78" fmla="*/ 931 w 1600"/>
                                    <a:gd name="T79" fmla="*/ 19 h 249"/>
                                    <a:gd name="T80" fmla="*/ 1013 w 1600"/>
                                    <a:gd name="T81" fmla="*/ 10 h 249"/>
                                    <a:gd name="T82" fmla="*/ 1099 w 1600"/>
                                    <a:gd name="T83" fmla="*/ 3 h 249"/>
                                    <a:gd name="T84" fmla="*/ 1190 w 1600"/>
                                    <a:gd name="T85" fmla="*/ 0 h 24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</a:cxnLst>
                                  <a:rect l="0" t="0" r="r" b="b"/>
                                  <a:pathLst>
                                    <a:path w="1600" h="249">
                                      <a:moveTo>
                                        <a:pt x="1190" y="0"/>
                                      </a:moveTo>
                                      <a:lnTo>
                                        <a:pt x="1286" y="2"/>
                                      </a:lnTo>
                                      <a:lnTo>
                                        <a:pt x="1385" y="10"/>
                                      </a:lnTo>
                                      <a:lnTo>
                                        <a:pt x="1490" y="22"/>
                                      </a:lnTo>
                                      <a:lnTo>
                                        <a:pt x="1600" y="41"/>
                                      </a:lnTo>
                                      <a:lnTo>
                                        <a:pt x="1492" y="24"/>
                                      </a:lnTo>
                                      <a:lnTo>
                                        <a:pt x="1390" y="13"/>
                                      </a:lnTo>
                                      <a:lnTo>
                                        <a:pt x="1291" y="8"/>
                                      </a:lnTo>
                                      <a:lnTo>
                                        <a:pt x="1198" y="7"/>
                                      </a:lnTo>
                                      <a:lnTo>
                                        <a:pt x="1109" y="10"/>
                                      </a:lnTo>
                                      <a:lnTo>
                                        <a:pt x="1024" y="18"/>
                                      </a:lnTo>
                                      <a:lnTo>
                                        <a:pt x="942" y="27"/>
                                      </a:lnTo>
                                      <a:lnTo>
                                        <a:pt x="864" y="41"/>
                                      </a:lnTo>
                                      <a:lnTo>
                                        <a:pt x="788" y="57"/>
                                      </a:lnTo>
                                      <a:lnTo>
                                        <a:pt x="716" y="74"/>
                                      </a:lnTo>
                                      <a:lnTo>
                                        <a:pt x="645" y="93"/>
                                      </a:lnTo>
                                      <a:lnTo>
                                        <a:pt x="578" y="114"/>
                                      </a:lnTo>
                                      <a:lnTo>
                                        <a:pt x="510" y="132"/>
                                      </a:lnTo>
                                      <a:lnTo>
                                        <a:pt x="446" y="153"/>
                                      </a:lnTo>
                                      <a:lnTo>
                                        <a:pt x="381" y="173"/>
                                      </a:lnTo>
                                      <a:lnTo>
                                        <a:pt x="318" y="191"/>
                                      </a:lnTo>
                                      <a:lnTo>
                                        <a:pt x="254" y="208"/>
                                      </a:lnTo>
                                      <a:lnTo>
                                        <a:pt x="191" y="222"/>
                                      </a:lnTo>
                                      <a:lnTo>
                                        <a:pt x="128" y="235"/>
                                      </a:lnTo>
                                      <a:lnTo>
                                        <a:pt x="64" y="243"/>
                                      </a:lnTo>
                                      <a:lnTo>
                                        <a:pt x="0" y="249"/>
                                      </a:lnTo>
                                      <a:lnTo>
                                        <a:pt x="62" y="243"/>
                                      </a:lnTo>
                                      <a:lnTo>
                                        <a:pt x="124" y="232"/>
                                      </a:lnTo>
                                      <a:lnTo>
                                        <a:pt x="185" y="219"/>
                                      </a:lnTo>
                                      <a:lnTo>
                                        <a:pt x="246" y="203"/>
                                      </a:lnTo>
                                      <a:lnTo>
                                        <a:pt x="307" y="186"/>
                                      </a:lnTo>
                                      <a:lnTo>
                                        <a:pt x="370" y="167"/>
                                      </a:lnTo>
                                      <a:lnTo>
                                        <a:pt x="433" y="147"/>
                                      </a:lnTo>
                                      <a:lnTo>
                                        <a:pt x="498" y="126"/>
                                      </a:lnTo>
                                      <a:lnTo>
                                        <a:pt x="563" y="106"/>
                                      </a:lnTo>
                                      <a:lnTo>
                                        <a:pt x="633" y="85"/>
                                      </a:lnTo>
                                      <a:lnTo>
                                        <a:pt x="703" y="66"/>
                                      </a:lnTo>
                                      <a:lnTo>
                                        <a:pt x="776" y="49"/>
                                      </a:lnTo>
                                      <a:lnTo>
                                        <a:pt x="851" y="33"/>
                                      </a:lnTo>
                                      <a:lnTo>
                                        <a:pt x="931" y="19"/>
                                      </a:lnTo>
                                      <a:lnTo>
                                        <a:pt x="1013" y="10"/>
                                      </a:lnTo>
                                      <a:lnTo>
                                        <a:pt x="1099" y="3"/>
                                      </a:lnTo>
                                      <a:lnTo>
                                        <a:pt x="119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2">
                                    <a:lumMod val="20000"/>
                                    <a:lumOff val="80000"/>
                                  </a:schemeClr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group w14:anchorId="0F1D3BC5" id="Group 43" o:spid="_x0000_s1026" alt="Filigree accent drawing with fork and knife in center" style="width:323.75pt;height:29.15pt;mso-position-horizontal-relative:char;mso-position-vertical-relative:line" coordsize="41116,36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">
                      <v:shape id="Freeform 45" o:spid="_x0000_s1027" style="position:absolute;left:19637;top:111;width:3588;height:3381;visibility:visible;mso-wrap-style:square;v-text-anchor:top" coordsize="451,4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nXp8QA&#10;AADbAAAADwAAAGRycy9kb3ducmV2LnhtbESPQWsCMRSE74L/ITyhN80qKroaRRYKbaGCtgePj83r&#10;ZuvmZd2kuvbXG0HwOMzMN8xy3dpKnKnxpWMFw0ECgjh3uuRCwffXa38GwgdkjZVjUnAlD+tVt7PE&#10;VLsL7+i8D4WIEPYpKjAh1KmUPjdk0Q9cTRy9H9dYDFE2hdQNXiLcVnKUJFNpseS4YLCmzFB+3P9Z&#10;BRll5en0Xsx/Dx+m3s7/P3E61kq99NrNAkSgNjzDj/abVjCewP1L/AFyd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VZ16fEAAAA2wAAAA8AAAAAAAAAAAAAAAAAmAIAAGRycy9k&#10;b3ducmV2LnhtbFBLBQYAAAAABAAEAPUAAACJAwAAAAA=&#10;" path="m25,l38,2,54,7r17,6l93,24r23,16l145,62r31,26l212,123r19,21l245,166r10,20l259,203r4,11l264,219,449,392r,2l449,394r2,1l451,398r-2,4l448,405r-3,5l440,414r-6,5l429,422r-3,3l423,425r-3,l418,425r,l418,425,,7r,l3,5,8,3,16,2,25,xe" fillcolor="#e1d6cf [671]" stroked="f" strokeweight="0">
                        <v:path arrowok="t" o:connecttype="custom" o:connectlocs="19888,0;30229,1591;42958,5569;56481,10343;73982,19095;92279,31825;115349,49328;140010,70014;168648,97861;183763,114569;194900,132073;202855,147985;206037,161511;209219,170262;210015,174241;357184,311883;357184,313474;357184,313474;358775,314269;358775,316656;357184,319839;356388,322226;354002,326204;350024,329386;345251,333364;341274,335751;338887,338138;336501,338138;334114,338138;332523,338138;332523,338138;332523,338138;0,5569;0,5569;2387,3978;6364,2387;12728,1591;19888,0" o:connectangles="0,0,0,0,0,0,0,0,0,0,0,0,0,0,0,0,0,0,0,0,0,0,0,0,0,0,0,0,0,0,0,0,0,0,0,0,0,0"/>
                      </v:shape>
                      <v:shape id="Freeform 46" o:spid="_x0000_s1028" style="position:absolute;left:18288;width:3698;height:3698;visibility:visible;mso-wrap-style:square;v-text-anchor:top" coordsize="465,4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4PlsUA&#10;AADbAAAADwAAAGRycy9kb3ducmV2LnhtbESPT2sCMRTE70K/Q3iFXqRmq9aW7UYpQqEXBXd76PGx&#10;ed0/bl6WJOrWT28EweMwM79hstVgOnEk5xvLCl4mCQji0uqGKwU/xdfzOwgfkDV2lknBP3lYLR9G&#10;GabannhHxzxUIkLYp6igDqFPpfRlTQb9xPbE0fuzzmCI0lVSOzxFuOnkNEkW0mDDcaHGntY1lfv8&#10;YBTkb/Ni9nt4dVQ0yWa8de3etWelnh6Hzw8QgYZwD9/a31rBfAHXL/EHyO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Xg+WxQAAANsAAAAPAAAAAAAAAAAAAAAAAJgCAABkcnMv&#10;ZG93bnJldi54bWxQSwUGAAAAAAQABAD1AAAAigMAAAAA&#10;" path="m61,r3,3l72,11,86,21r17,14l122,51r19,17l161,85r18,16l196,117r16,20l221,158r2,17l223,187r-4,10l219,200,463,433r,l465,435r,1l465,438r-2,3l461,446r-3,4l454,455r-7,5l444,463r-5,1l436,466r-1,l433,466r-1,-2l432,464,199,220r-3,l186,224r-12,l157,222r-21,-9l116,197,100,180,84,162,67,142,50,123,34,104,20,87,11,73,3,65,,62,9,52,119,164r5,3l127,167r4,2l135,167r3,-2l139,162r,-4l138,153r-3,-5l127,142,117,131,105,117,89,102,75,85,59,71,47,57,36,44,29,38,26,35r3,-5l34,27r3,3l45,36,56,47,70,60,86,76r16,14l116,106r14,12l141,128r6,8l152,139r5,1l161,140r3,-1l166,136r2,-4l166,128r,-4l163,120,51,10,61,xe" fillcolor="#e1d6cf [671]" stroked="f" strokeweight="0">
                        <v:path arrowok="t" o:connecttype="custom" o:connectlocs="50909,2381;68409,16669;97046,40481;128069,67469;155910,92869;175796,125413;177387,148431;174205,158750;368297,343694;369888,346075;368297,350044;364320,357188;355570,365125;349206,368300;346024,369888;343638,368300;158296,174625;147955,177800;124887,176213;92273,156369;66818,128588;39773,97631;15909,69056;2386,51594;7159,41275;98637,132556;104205,134144;109773,130969;110569,125413;107387,117475;93069,103981;70796,80963;46932,56356;28636,34925;20682,27781;27046,21431;35796,28575;55682,47625;81137,71438;103410,93663;116932,107950;124887,111125;130455,110331;133637,104775;132046,98425;40568,7938" o:connectangles="0,0,0,0,0,0,0,0,0,0,0,0,0,0,0,0,0,0,0,0,0,0,0,0,0,0,0,0,0,0,0,0,0,0,0,0,0,0,0,0,0,0,0,0,0,0"/>
                      </v:shape>
                      <v:shape id="Freeform 47" o:spid="_x0000_s1029" style="position:absolute;left:8255;top:206;width:10715;height:3143;visibility:visible;mso-wrap-style:square;v-text-anchor:top" coordsize="1349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SiY8IA&#10;AADbAAAADwAAAGRycy9kb3ducmV2LnhtbESPS4vCMBSF9wP+h3AFd2Oq+KIaRQTBxTDiY+Hy0lzb&#10;YnNTm/Qx8+vNwIDLw3cenNWmM4VoqHK5ZQWjYQSCOLE651TB9bL/XIBwHlljYZkU/JCDzbr3scJY&#10;25ZP1Jx9KkIJuxgVZN6XsZQuycigG9qSOLC7rQz6IKtU6grbUG4KOY6imTSYc1jIsKRdRsnjXBsF&#10;9fe0nV1/AzzW/rmdnm62+ZooNeh32yUIT51/m//TB61gMoe/L+EHyP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lKJjwgAAANsAAAAPAAAAAAAAAAAAAAAAAJgCAABkcnMvZG93&#10;bnJldi54bWxQSwUGAAAAAAQABAD1AAAAhwMAAAAA&#10;" path="m655,r79,l817,5r89,11l980,28r68,16l1106,63r53,20l1205,107r39,24l1276,154r26,25l1323,206r14,24l1346,255r3,22l1348,299r-8,28l1326,349r-19,18l1285,379r-24,10l1236,393r-25,2l1186,393r-24,-3l1183,392r22,-3l1227,385r22,-6l1269,370r18,-11l1301,345r11,-19l1315,305r-3,-25l1302,253r-17,-28l1261,197r-29,-29l1194,142r-44,-27l1098,91,1040,69,974,50,902,35,815,24,732,16,655,14r-74,3l512,24,446,35,383,46,324,60,265,75,210,91r-55,18l104,124,52,138,,151,50,135r50,-15l152,102,206,85,261,68,319,52,379,36,443,22,509,11,580,3,655,xe" fillcolor="#e1d6cf [671]" stroked="f" strokeweight="0">
                        <v:path arrowok="t" o:connecttype="custom" o:connectlocs="583045,0;719671,12732;832467,35013;920639,66048;988157,104244;1034229,142441;1062031,183025;1071563,220425;1064414,260213;1038201,292044;1001661,309550;961944,314325;923022,310346;957178,309550;992129,301593;1022314,285678;1042172,259418;1042172,222813;1020725,179046;978625,133688;913490,91512;826112,54907;716494,27852;581456,12732;461511,13528;354275,27852;257366,47746;166811,72414;82611,98674;0,120160;79434,95491;163634,67640;253394,41379;351892,17507;460716,2387" o:connectangles="0,0,0,0,0,0,0,0,0,0,0,0,0,0,0,0,0,0,0,0,0,0,0,0,0,0,0,0,0,0,0,0,0,0,0"/>
                      </v:shape>
                      <v:shape id="Freeform 48" o:spid="_x0000_s1030" style="position:absolute;left:15224;top:619;width:3254;height:2635;visibility:visible;mso-wrap-style:square;v-text-anchor:top" coordsize="410,3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pXusAA&#10;AADbAAAADwAAAGRycy9kb3ducmV2LnhtbERPTYvCMBC9C/6HMIIXWVNFSqlGEUEQBRerh/U2NGNb&#10;bCaliVr/vTkseHy878WqM7V4Uusqywom4wgEcW51xYWCy3n7k4BwHlljbZkUvMnBatnvLTDV9sUn&#10;ema+ECGEXYoKSu+bVEqXl2TQjW1DHLibbQ36ANtC6hZfIdzUchpFsTRYcWgosaFNSfk9exgF2XH2&#10;J0fRb3FZJ1cf8yGe3s1eqeGgW89BeOr8V/zv3mkFszA2fAk/QC4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GpXusAAAADbAAAADwAAAAAAAAAAAAAAAACYAgAAZHJzL2Rvd25y&#10;ZXYueG1sUEsFBgAAAAAEAAQA9QAAAIUDAAAAAA==&#10;" path="m,l39,8,82,19r45,14l173,49r47,21l264,90r42,25l343,142r29,30l393,199r12,25l410,246r-1,20l401,285r-11,14l372,312r-18,11l332,329r-26,5l330,329r20,-8l368,312r12,-13l388,284r3,-19l387,244,374,221,355,194,319,159,277,126,231,96,182,70,134,47,86,27,41,11,,xe" fillcolor="#e1d6cf [671]" stroked="f" strokeweight="0">
                        <v:path arrowok="t" o:connecttype="custom" o:connectlocs="0,0;30956,6312;65088,14991;100806,26037;137319,38661;174625,55230;209550,71010;242888,90735;272257,112038;295275,135707;311944,157010;321469,176735;325438,194093;324644,209873;318294,224864;309563,235910;295275,246167;280988,254846;263525,259580;242888,263525;261938,259580;277813,253268;292100,246167;301625,235910;307975,224075;310357,209084;307182,192515;296863,174368;281782,153065;253207,125451;219869,99414;183357,75744;144463,55230;106363,37083;68263,21303;32544,8679;0,0" o:connectangles="0,0,0,0,0,0,0,0,0,0,0,0,0,0,0,0,0,0,0,0,0,0,0,0,0,0,0,0,0,0,0,0,0,0,0,0,0"/>
                      </v:shape>
                      <v:shape id="Freeform 49" o:spid="_x0000_s1031" style="position:absolute;left:13509;top:1063;width:3620;height:1572;visibility:visible;mso-wrap-style:square;v-text-anchor:top" coordsize="457,1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HCFcUA&#10;AADbAAAADwAAAGRycy9kb3ducmV2LnhtbESPQWvCQBSE74L/YXlCb7ppK61GN0GE0iKCqAWvj+wz&#10;ic2+DdlNjP/eFQoeh5n5hlmmvalER40rLSt4nUQgiDOrS84V/B6/xjMQziNrrCyTghs5SJPhYImx&#10;tlfeU3fwuQgQdjEqKLyvYyldVpBBN7E1cfDOtjHog2xyqRu8Brip5FsUfUiDJYeFAmtaF5T9HVqj&#10;YFVfNuvKZafjZRvNv8/t7v1ztlPqZdSvFiA89f4Z/m//aAXTOTy+hB8gk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YcIVxQAAANsAAAAPAAAAAAAAAAAAAAAAAJgCAABkcnMv&#10;ZG93bnJldi54bWxQSwUGAAAAAAQABAD1AAAAigMAAAAA&#10;" path="m272,r42,5l352,14r32,14l410,47r21,21l446,90r8,23l457,135r-4,22l440,176r-17,13l402,197r-23,1l354,197r-27,-8l302,178,280,164,261,145,247,126r-8,-22l239,80r5,-16l253,55r11,-6l277,47r12,2l302,53r11,8l319,69r5,11l318,69,308,61,297,57r-11,1l275,63r-9,9l259,88r,25l267,135r13,19l297,168r21,13l340,187r22,3l382,187r19,-9l415,164r9,-21l426,121,420,99,406,75,387,55,363,36,333,22,299,11,259,8,219,9r-41,8l143,28,115,42,91,57,74,71,60,86,51,99r-8,10l40,115r-7,6l24,124r-10,2l5,126,,123r,-3l5,113r9,-11l29,88,47,72,73,55,102,38,137,24,178,11,225,3,272,xe" fillcolor="#e1d6cf [671]" stroked="f" strokeweight="0">
                        <v:path arrowok="t" o:connecttype="custom" o:connectlocs="248692,3969;304133,22225;341358,53975;359574,89694;358782,124619;335022,150019;300173,157163;258988,150019;221764,130175;195627,100013;189291,63500;200379,43656;219388,37306;239188,42069;252652,54769;251860,54769;235228,45244;217804,50006;205131,69850;211468,107157;235228,133350;269284,148432;302549,148432;328685,130175;337398,96044;321557,59531;287501,28575;236812,8731;173451,7144;113258,22225;72073,45244;47521,68263;34057,86519;26136,96044;11088,100013;0,97632;3960,89694;22968,69850;57817,43656;108506,19050;178203,2381" o:connectangles="0,0,0,0,0,0,0,0,0,0,0,0,0,0,0,0,0,0,0,0,0,0,0,0,0,0,0,0,0,0,0,0,0,0,0,0,0,0,0,0,0"/>
                      </v:shape>
                      <v:shape id="Freeform 50" o:spid="_x0000_s1032" style="position:absolute;left:11239;top:746;width:4445;height:1190;visibility:visible;mso-wrap-style:square;v-text-anchor:top" coordsize="561,1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wvW8AA&#10;AADbAAAADwAAAGRycy9kb3ducmV2LnhtbERPTYvCMBC9C/sfwix4s6mCItUouih41dVdvQ3N2BSb&#10;SbeJtv77zUHw+Hjf82VnK/GgxpeOFQyTFARx7nTJhYLj93YwBeEDssbKMSl4kofl4qM3x0y7lvf0&#10;OIRCxBD2GSowIdSZlD43ZNEnriaO3NU1FkOETSF1g20Mt5UcpelEWiw5Nhis6ctQfjvcrYKz/jtt&#10;1tz+7Cbj2+/ost8OTVop1f/sVjMQgbrwFr/cO61gHNfHL/EHyMU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HwvW8AAAADbAAAADwAAAAAAAAAAAAAAAACYAgAAZHJzL2Rvd25y&#10;ZXYueG1sUEsFBgAAAAAEAAQA9QAAAIUDAAAAAA==&#10;" path="m51,l66,2,82,6,98,17r11,16l115,47r,14l112,76r-8,11l92,94,77,99,59,98,37,90r22,6l76,98,90,93r11,-8l107,74r3,-11l110,49,106,36,95,22,81,14,66,11,52,13,38,19,27,30,21,44,18,66r8,21l40,104r20,14l85,127r30,7l148,137r33,-3l216,126r34,-14l289,93,330,74,376,58,421,46,469,36r47,-1l561,38,509,36r-51,7l404,55,352,74,300,96r-48,25l217,137r-34,9l148,151r-33,l85,146,57,137,35,124,18,107,5,87,,65,4,39,10,25,21,13,35,5,51,xe" fillcolor="#e1d6cf [671]" stroked="f" strokeweight="0">
                        <v:path arrowok="t" o:connecttype="custom" o:connectlocs="52294,1577;77649,13404;91119,37059;88742,59926;72895,74119;46748,77273;46748,75696;71310,73330;84780,58349;87157,38636;75272,17347;52294,8673;30109,14981;16639,34694;20601,68599;47540,93043;91119,105659;143413,105659;198084,88312;261471,58349;333573,36271;408845,27597;403299,28386;320103,43367;237701,75696;171937,108024;117266,119063;67348,115121;27732,97774;3962,68599;3169,30751;16639,10250;40409,0" o:connectangles="0,0,0,0,0,0,0,0,0,0,0,0,0,0,0,0,0,0,0,0,0,0,0,0,0,0,0,0,0,0,0,0,0"/>
                      </v:shape>
                      <v:shape id="Freeform 51" o:spid="_x0000_s1033" style="position:absolute;top:206;width:12700;height:1953;visibility:visible;mso-wrap-style:square;v-text-anchor:top" coordsize="1601,2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S12cAA&#10;AADbAAAADwAAAGRycy9kb3ducmV2LnhtbESPzarCMBSE94LvEI7gTlMvqKUaRUTh7sQfcHtsjk21&#10;OSlN1Pr25sIFl8PMfMPMl62txJMaXzpWMBomIIhzp0suFJyO20EKwgdkjZVjUvAmD8tFtzPHTLsX&#10;7+l5CIWIEPYZKjAh1JmUPjdk0Q9dTRy9q2sshiibQuoGXxFuK/mTJBNpseS4YLCmtaH8fnhYBddb&#10;3m7ebPCoL7TdnYvp+ZFelOr32tUMRKA2fMP/7V+tYDyCvy/xB8jF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GS12cAAAADbAAAADwAAAAAAAAAAAAAAAACYAgAAZHJzL2Rvd25y&#10;ZXYueG1sUEsFBgAAAAAEAAQA9QAAAIUDAAAAAA==&#10;" path="m1601,r-62,7l1478,16r-61,13l1356,44r-63,18l1232,81r-65,20l1103,122r-66,20l969,162r-70,21l825,199r-76,17l671,229r-83,11l501,246r-91,1l316,246,215,238,110,225,,207r108,17l212,235r97,6l404,243r88,-5l578,232r82,-11l737,208r75,-16l886,175r69,-20l1024,136r66,-21l1156,95r63,-19l1283,57r63,-16l1409,26r63,-11l1536,5,1601,xe" fillcolor="#e1d6cf [671]" stroked="f" strokeweight="0">
                        <v:path arrowok="t" o:connecttype="custom" o:connectlocs="1270000,0;1220818,5534;1172430,12649;1124041,22926;1075653,34784;1025678,49013;977289,64034;925728,79844;874959,96446;822605,112256;768663,128067;713136,144669;654435,157317;594147,170756;532274,181033;466433,189729;397420,194472;325234,195263;250668,194472;170550,188148;87258,177871;0,163641;85671,177081;168170,185777;245116,190520;320475,192101;390281,188148;458501,183405;523548,174709;584628,164432;644122,151783;702823,138344;757558,122533;812292,107513;864647,90912;917002,75101;966977,60081;1017745,45061;1067720,32412;1117695,20554;1167670,11858;1218438,3953;1270000,0" o:connectangles="0,0,0,0,0,0,0,0,0,0,0,0,0,0,0,0,0,0,0,0,0,0,0,0,0,0,0,0,0,0,0,0,0,0,0,0,0,0,0,0,0,0,0"/>
                      </v:shape>
                      <v:shape id="Freeform 52" o:spid="_x0000_s1034" style="position:absolute;left:22145;top:206;width:10716;height:3127;visibility:visible;mso-wrap-style:square;v-text-anchor:top" coordsize="1349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qXJsQA&#10;AADbAAAADwAAAGRycy9kb3ducmV2LnhtbESPy2rDMBBF94X8g5hAdo0cE5viRAmhUOiitNjNIsvB&#10;mtgm1six5Ef79VWh0OXl3Ad3f5xNK0bqXWNZwWYdgSAurW64UnD+fHl8AuE8ssbWMin4IgfHw+Jh&#10;j5m2E+c0Fr4SoYRdhgpq77tMSlfWZNCtbUcc2NX2Bn2QfSV1j1MoN62MoyiVBhsOCzV29FxTeSsG&#10;o2B4T6b0/B3gx+DvpyS/2PFtq9RqOZ92IDzN/t/8l37VCpIYfr+EHyAP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g6lybEAAAA2wAAAA8AAAAAAAAAAAAAAAAAmAIAAGRycy9k&#10;b3ducmV2LnhtbFBLBQYAAAAABAAEAPUAAACJAwAAAAA=&#10;" path="m140,r25,l188,3r-20,l146,5,122,8r-22,7l80,24,63,35,49,51,39,68,36,90r2,25l47,142r17,27l88,197r31,28l157,254r44,25l253,304r58,22l377,343r72,16l536,372r81,6l694,380r74,-4l837,370r66,-9l966,348r60,-14l1084,318r56,-15l1194,287r53,-16l1298,257r51,-13l1301,258r-51,16l1199,291r-54,18l1090,326r-58,17l971,359r-63,13l840,383r-70,8l696,395r-80,l532,391,445,380,369,365,303,350,243,331,192,310,146,288,107,265,74,240,47,214,28,189,13,164,3,140,,117,2,95,11,66,25,44,42,27,64,15,88,7,113,2,140,xe" fillcolor="#e1d6cf [671]" stroked="f" strokeweight="0">
                        <v:path arrowok="t" o:connecttype="custom" o:connectlocs="131066,0;133449,2375;96909,6334;63547,19002;38923,40379;28596,71257;37334,112427;69902,155973;124711,201102;200968,240689;299466,271567;425766,294528;551271,300862;664862,292944;767331,275526;861063,251774;948440,227230;1031052,203478;1033435,204269;952412,230397;865829,258108;771303,284235;667245,303237;552860,312738;422588,309571;293111,288986;193024,262067;115973,228022;58781,190018;22241,149639;2383,110844;1589,75215;19858,34837;50838,11876;89760,1583" o:connectangles="0,0,0,0,0,0,0,0,0,0,0,0,0,0,0,0,0,0,0,0,0,0,0,0,0,0,0,0,0,0,0,0,0,0,0"/>
                      </v:shape>
                      <v:shape id="Freeform 53" o:spid="_x0000_s1035" style="position:absolute;left:22637;top:285;width:3255;height:2651;visibility:visible;mso-wrap-style:square;v-text-anchor:top" coordsize="408,3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G28sQA&#10;AADbAAAADwAAAGRycy9kb3ducmV2LnhtbESP3WrCQBSE7wt9h+UUelc3tigSXUVSpIJC/XuAY/aY&#10;LGbPxuw2xrd3C4KXw8x8w0xmna1ES403jhX0ewkI4txpw4WCw37xMQLhA7LGyjEpuJGH2fT1ZYKp&#10;dlfeUrsLhYgQ9ikqKEOoUyl9XpJF33M1cfROrrEYomwKqRu8Rrit5GeSDKVFw3GhxJqykvLz7s8q&#10;+N1s2+/96kdXdT8/8uFisnVmlHp/6+ZjEIG68Aw/2kutYPAF/1/iD5DT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xtvLEAAAA2wAAAA8AAAAAAAAAAAAAAAAAmAIAAGRycy9k&#10;b3ducmV2LnhtbFBLBQYAAAAABAAEAPUAAACJAwAAAAA=&#10;" path="m103,l80,5,59,11,42,22,30,35,20,51,19,68r4,20l34,112r21,27l91,175r41,33l179,236r47,27l275,287r48,19l367,321r41,13l371,325,328,314,283,299,235,284,190,265,144,243,103,219,67,192,36,162,17,134,4,109,,87,1,66,8,49,20,33,36,21,56,11,78,4,103,xe" fillcolor="#e1d6cf [671]" stroked="f" strokeweight="0">
                        <v:path arrowok="t" o:connecttype="custom" o:connectlocs="82157,0;63811,3969;47061,8731;33501,17463;23929,27781;15953,40481;15155,53975;18346,69850;27120,88900;43870,110331;72585,138907;105289,165100;142778,187325;180267,208757;219352,227807;257638,242888;292735,254794;325438,265113;295925,257969;261627,249238;225733,237332;187446,225425;151552,210344;114860,192882;82157,173832;53442,152400;28715,128588;13560,106363;3191,86519;0,69056;798,52388;6381,38894;15953,26194;28715,16669;44668,8731;62216,3175;82157,0" o:connectangles="0,0,0,0,0,0,0,0,0,0,0,0,0,0,0,0,0,0,0,0,0,0,0,0,0,0,0,0,0,0,0,0,0,0,0,0,0"/>
                      </v:shape>
                      <v:shape id="Freeform 54" o:spid="_x0000_s1036" style="position:absolute;left:23987;top:904;width:3619;height:1572;visibility:visible;mso-wrap-style:square;v-text-anchor:top" coordsize="456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7HmMMA&#10;AADbAAAADwAAAGRycy9kb3ducmV2LnhtbESP3YrCMBSE7wXfIRzBO5sqKlKNIoKwqHuh6wMcm9Mf&#10;bU5Kk63Vp98sLOzlMDPfMKtNZyrRUuNKywrGUQyCOLW65FzB9Ws/WoBwHlljZZkUvMjBZt3vrTDR&#10;9slnai8+FwHCLkEFhfd1IqVLCzLoIlsTBy+zjUEfZJNL3eAzwE0lJ3E8lwZLDgsF1rQrKH1cvo0C&#10;x4ftK3/fuvtRukl7umWHT5kpNRx02yUIT53/D/+1P7SC2RR+v4QfIN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7HmMMAAADbAAAADwAAAAAAAAAAAAAAAACYAgAAZHJzL2Rv&#10;d25yZXYueG1sUEsFBgAAAAAEAAQA9QAAAIgDAAAAAA==&#10;" path="m79,r25,4l129,10r25,11l176,37r19,17l209,74r8,22l217,120r-4,14l205,145r-11,5l181,153r-14,-3l154,145r-9,-6l137,130r-3,-10l139,131r9,8l159,142r13,l183,137r9,-11l197,111r,-24l191,65,178,46,161,30,140,19,118,11,96,10,74,13,55,21,41,35,32,56r,22l38,101r13,22l70,144r25,19l125,177r34,11l197,192r42,-1l280,183r33,-13l343,158r22,-14l384,128r12,-14l407,101r7,-11l418,84r7,-6l432,74r11,-1l451,74r5,2l456,81r-5,6l442,96r-14,15l409,128r-24,16l355,161r-34,16l278,188r-45,9l186,199r-43,-5l106,185,73,170,46,153,26,131,11,109,2,87,,63,5,43,16,24,33,10,55,2,79,xe" fillcolor="#e1d6cf [671]" stroked="f" strokeweight="0">
                        <v:path arrowok="t" o:connecttype="custom" o:connectlocs="82550,3159;122238,16585;154781,42647;172244,75817;169069,105828;153988,118465;132556,118465;115094,109777;106363,94772;117475,109777;136525,112146;152400,99510;156369,68709;141288,36329;111125,15006;76200,7898;43656,16585;25400,44227;30163,79766;55563,113726;99219,139788;156369,151635;222250,144527;272256,124783;304800,101090;323056,79766;331788,66340;342900,58443;357981,58443;361950,63971;350838,75817;324644,101090;281781,127152;220663,148476;147638,157163;84138,146106;36513,120834;8731,86084;0,49755;12700,18954;43656,1580" o:connectangles="0,0,0,0,0,0,0,0,0,0,0,0,0,0,0,0,0,0,0,0,0,0,0,0,0,0,0,0,0,0,0,0,0,0,0,0,0,0,0,0,0"/>
                      </v:shape>
                      <v:shape id="Freeform 55" o:spid="_x0000_s1037" style="position:absolute;left:25431;top:1603;width:4445;height:1191;visibility:visible;mso-wrap-style:square;v-text-anchor:top" coordsize="561,1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uMw8QA&#10;AADbAAAADwAAAGRycy9kb3ducmV2LnhtbESPQWvCQBSE7wX/w/KE3pqNQqSkrqGKgletrfb2yL5m&#10;Q7JvY3Zr0n/fLQg9DjPzDbMsRtuKG/W+dqxglqQgiEuna64UnN52T88gfEDW2DomBT/koVhNHpaY&#10;azfwgW7HUIkIYZ+jAhNCl0vpS0MWfeI64uh9ud5iiLKvpO5xiHDbynmaLqTFmuOCwY42hsrm+G0V&#10;XPT1fbvm4WO/yJrz/POwm5m0VepxOr6+gAg0hv/wvb3XCrIM/r7EH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LjMPEAAAA2wAAAA8AAAAAAAAAAAAAAAAAmAIAAGRycy9k&#10;b3ducmV2LnhtbFBLBQYAAAAABAAEAPUAAACJAwAAAAA=&#10;" path="m415,r31,1l478,6r26,8l528,28r17,16l556,64r5,24l558,113r-7,14l540,138r-14,8l512,151r-17,l479,144r-14,-9l453,118r-5,-15l448,89r3,-12l459,66,470,56r15,-3l503,53r22,8l504,55r-17,l473,58r-11,8l454,77r-3,12l453,102r4,12l468,129r13,8l496,140r15,-2l523,132r11,-10l542,108r2,-23l537,66,523,48,503,34,476,23,446,17,415,15r-35,3l346,26,313,41,273,59,231,77,187,94r-47,13l93,114r-47,4l,114r52,2l105,110,157,96,211,78,261,55,311,31,346,15,380,4,415,xe" fillcolor="#e1d6cf [671]" stroked="f" strokeweight="0">
                        <v:path arrowok="t" o:connecttype="custom" o:connectlocs="353381,788;399337,11039;431823,34694;444500,69388;436577,100139;416768,115121;392206,119063;368436,106447;354966,81215;357343,60714;372398,44156;398545,41790;399337,43367;374775,45733;359720,60714;358928,80427;370813,101716;392998,110390;414391,104082;429446,85158;425484,52041;398545,26809;353381,13404;301087,14193;248001,32328;183029,60714;110927,84369;36447,93043;41201,91466;124397,75696;206799,43367;274148,11827;328819,0" o:connectangles="0,0,0,0,0,0,0,0,0,0,0,0,0,0,0,0,0,0,0,0,0,0,0,0,0,0,0,0,0,0,0,0,0"/>
                      </v:shape>
                      <v:shape id="Freeform 56" o:spid="_x0000_s1038" style="position:absolute;left:28400;top:1381;width:12716;height:1968;visibility:visible;mso-wrap-style:square;v-text-anchor:top" coordsize="1600,2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GPWMEA&#10;AADbAAAADwAAAGRycy9kb3ducmV2LnhtbESPQWvCQBSE74L/YXlCb7pJoEFSVzHSgsdW7f2RfSbB&#10;7NuQXZPVX98tFHocZuYbZrMLphMjDa61rCBdJSCIK6tbrhVczh/LNQjnkTV2lknBgxzstvPZBgtt&#10;J/6i8eRrESHsClTQeN8XUrqqIYNuZXvi6F3tYNBHOdRSDzhFuOlkliS5NNhyXGiwp0ND1e10NwrG&#10;y2fC770p8/CdPdO9D+7JpVIvi7B/A+Ep+P/wX/uoFbzm8Psl/gC5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5xj1jBAAAA2wAAAA8AAAAAAAAAAAAAAAAAmAIAAGRycy9kb3du&#10;cmV2LnhtbFBLBQYAAAAABAAEAPUAAACGAwAAAAA=&#10;" path="m1190,r96,2l1385,10r105,12l1600,41,1492,24,1390,13,1291,8,1198,7r-89,3l1024,18r-82,9l864,41,788,57,716,74,645,93r-67,21l510,132r-64,21l381,173r-63,18l254,208r-63,14l128,235r-64,8l,249r62,-6l124,232r61,-13l246,203r61,-17l370,167r63,-20l498,126r65,-20l633,85,703,66,776,49,851,33,931,19r82,-9l1099,3,1190,xe" fillcolor="#e1d6cf [671]" stroked="f" strokeweight="0">
                        <v:path arrowok="t" o:connecttype="custom" o:connectlocs="945744,0;1022039,1581;1100718,7906;1184166,17392;1271588,32413;1185756,18973;1104692,10277;1026013,6324;952102,5534;881369,7906;813816,14230;748647,21345;686658,32413;626257,45062;569036,58502;512609,73522;459361,90124;405319,104354;354455,120956;302797,136767;252728,150997;201865,164437;151796,175505;101727,185782;50864,192107;0,196850;49274,192107;98548,183410;147027,173133;195507,160484;243986,147045;294055,132024;344124,116213;395782,99611;447440,83800;503072,67198;558704,52177;616720,38738;676326,26089;739905,15021;805074,7906;873422,2372;945744,0" o:connectangles="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  <w:tbl>
            <w:tblPr>
              <w:tblStyle w:val="Recipetable"/>
              <w:tblW w:w="5000" w:type="pct"/>
              <w:tblLayout w:type="fixed"/>
              <w:tblLook w:val="04A0" w:firstRow="1" w:lastRow="0" w:firstColumn="1" w:lastColumn="0" w:noHBand="0" w:noVBand="1"/>
              <w:tblDescription w:val="Lined text layout"/>
            </w:tblPr>
            <w:tblGrid>
              <w:gridCol w:w="6625"/>
            </w:tblGrid>
            <w:tr w:rsidR="005531B1">
              <w:tc>
                <w:tcPr>
                  <w:tcW w:w="5000" w:type="pct"/>
                </w:tcPr>
                <w:p w:rsidR="005531B1" w:rsidRDefault="00987480">
                  <w:sdt>
                    <w:sdtPr>
                      <w:id w:val="569394996"/>
                      <w:placeholder>
                        <w:docPart w:val="1CFA10EDE9A14942A612C7476C7E3D0E"/>
                      </w:placeholder>
                      <w:temporary/>
                      <w:showingPlcHdr/>
                      <w:text/>
                    </w:sdtPr>
                    <w:sdtEndPr/>
                    <w:sdtContent>
                      <w:r w:rsidR="00B95D1A">
                        <w:t>[To easily try out different looks for these cards, on the Design tab…]</w:t>
                      </w:r>
                    </w:sdtContent>
                  </w:sdt>
                </w:p>
              </w:tc>
            </w:tr>
            <w:tr w:rsidR="005531B1">
              <w:tc>
                <w:tcPr>
                  <w:tcW w:w="5000" w:type="pct"/>
                </w:tcPr>
                <w:p w:rsidR="005531B1" w:rsidRDefault="00987480">
                  <w:sdt>
                    <w:sdtPr>
                      <w:id w:val="-670337710"/>
                      <w:placeholder>
                        <w:docPart w:val="F84C256CF23D4E40A7CD02A83A26432B"/>
                      </w:placeholder>
                      <w:temporary/>
                      <w:showingPlcHdr/>
                      <w:text/>
                    </w:sdtPr>
                    <w:sdtEndPr/>
                    <w:sdtContent>
                      <w:r w:rsidR="00B95D1A">
                        <w:t>[…check out the Themes, Colors, and Fonts galleries.]</w:t>
                      </w:r>
                    </w:sdtContent>
                  </w:sdt>
                </w:p>
              </w:tc>
            </w:tr>
            <w:tr w:rsidR="005531B1">
              <w:tc>
                <w:tcPr>
                  <w:tcW w:w="5000" w:type="pct"/>
                </w:tcPr>
                <w:p w:rsidR="005531B1" w:rsidRDefault="005531B1"/>
              </w:tc>
            </w:tr>
            <w:tr w:rsidR="005531B1">
              <w:tc>
                <w:tcPr>
                  <w:tcW w:w="5000" w:type="pct"/>
                </w:tcPr>
                <w:p w:rsidR="005531B1" w:rsidRDefault="005531B1"/>
              </w:tc>
            </w:tr>
            <w:tr w:rsidR="005531B1">
              <w:tc>
                <w:tcPr>
                  <w:tcW w:w="5000" w:type="pct"/>
                </w:tcPr>
                <w:p w:rsidR="005531B1" w:rsidRDefault="005531B1">
                  <w:bookmarkStart w:id="0" w:name="_GoBack"/>
                  <w:bookmarkEnd w:id="0"/>
                </w:p>
              </w:tc>
            </w:tr>
            <w:tr w:rsidR="005531B1">
              <w:tc>
                <w:tcPr>
                  <w:tcW w:w="5000" w:type="pct"/>
                </w:tcPr>
                <w:p w:rsidR="005531B1" w:rsidRDefault="005531B1"/>
              </w:tc>
            </w:tr>
            <w:tr w:rsidR="005531B1">
              <w:tc>
                <w:tcPr>
                  <w:tcW w:w="5000" w:type="pct"/>
                </w:tcPr>
                <w:p w:rsidR="005531B1" w:rsidRDefault="005531B1"/>
              </w:tc>
            </w:tr>
            <w:tr w:rsidR="005531B1">
              <w:tc>
                <w:tcPr>
                  <w:tcW w:w="5000" w:type="pct"/>
                </w:tcPr>
                <w:p w:rsidR="005531B1" w:rsidRDefault="005531B1"/>
              </w:tc>
            </w:tr>
            <w:tr w:rsidR="005531B1">
              <w:tc>
                <w:tcPr>
                  <w:tcW w:w="5000" w:type="pct"/>
                </w:tcPr>
                <w:p w:rsidR="005531B1" w:rsidRDefault="005531B1"/>
              </w:tc>
            </w:tr>
            <w:tr w:rsidR="005531B1">
              <w:tc>
                <w:tcPr>
                  <w:tcW w:w="5000" w:type="pct"/>
                </w:tcPr>
                <w:p w:rsidR="005531B1" w:rsidRDefault="005531B1"/>
              </w:tc>
            </w:tr>
          </w:tbl>
          <w:p w:rsidR="005531B1" w:rsidRDefault="005531B1"/>
        </w:tc>
        <w:tc>
          <w:tcPr>
            <w:tcW w:w="288" w:type="dxa"/>
          </w:tcPr>
          <w:p w:rsidR="005531B1" w:rsidRDefault="005531B1"/>
        </w:tc>
      </w:tr>
      <w:tr w:rsidR="005531B1">
        <w:trPr>
          <w:cantSplit/>
          <w:trHeight w:hRule="exact" w:val="4320"/>
        </w:trPr>
        <w:tc>
          <w:tcPr>
            <w:tcW w:w="287" w:type="dxa"/>
          </w:tcPr>
          <w:p w:rsidR="005531B1" w:rsidRDefault="005531B1"/>
        </w:tc>
        <w:tc>
          <w:tcPr>
            <w:tcW w:w="6625" w:type="dxa"/>
          </w:tcPr>
          <w:p w:rsidR="005531B1" w:rsidRDefault="00B95D1A">
            <w:pPr>
              <w:pStyle w:val="Art"/>
            </w:pPr>
            <w:r>
              <w:rPr>
                <w:noProof/>
                <w:lang w:eastAsia="en-US"/>
              </w:rPr>
              <mc:AlternateContent>
                <mc:Choice Requires="wpg">
                  <w:drawing>
                    <wp:inline distT="0" distB="0" distL="0" distR="0">
                      <wp:extent cx="4111626" cy="369888"/>
                      <wp:effectExtent l="0" t="0" r="3175" b="0"/>
                      <wp:docPr id="57" name="Group 43" descr="Filigree accent drawing with fork and knife in center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111626" cy="369888"/>
                                <a:chOff x="0" y="0"/>
                                <a:chExt cx="4111626" cy="369888"/>
                              </a:xfrm>
                            </wpg:grpSpPr>
                            <wps:wsp>
                              <wps:cNvPr id="58" name="Freeform 5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963738" y="11112"/>
                                  <a:ext cx="358775" cy="338138"/>
                                </a:xfrm>
                                <a:custGeom>
                                  <a:avLst/>
                                  <a:gdLst>
                                    <a:gd name="T0" fmla="*/ 25 w 451"/>
                                    <a:gd name="T1" fmla="*/ 0 h 425"/>
                                    <a:gd name="T2" fmla="*/ 38 w 451"/>
                                    <a:gd name="T3" fmla="*/ 2 h 425"/>
                                    <a:gd name="T4" fmla="*/ 54 w 451"/>
                                    <a:gd name="T5" fmla="*/ 7 h 425"/>
                                    <a:gd name="T6" fmla="*/ 71 w 451"/>
                                    <a:gd name="T7" fmla="*/ 13 h 425"/>
                                    <a:gd name="T8" fmla="*/ 93 w 451"/>
                                    <a:gd name="T9" fmla="*/ 24 h 425"/>
                                    <a:gd name="T10" fmla="*/ 116 w 451"/>
                                    <a:gd name="T11" fmla="*/ 40 h 425"/>
                                    <a:gd name="T12" fmla="*/ 145 w 451"/>
                                    <a:gd name="T13" fmla="*/ 62 h 425"/>
                                    <a:gd name="T14" fmla="*/ 176 w 451"/>
                                    <a:gd name="T15" fmla="*/ 88 h 425"/>
                                    <a:gd name="T16" fmla="*/ 212 w 451"/>
                                    <a:gd name="T17" fmla="*/ 123 h 425"/>
                                    <a:gd name="T18" fmla="*/ 231 w 451"/>
                                    <a:gd name="T19" fmla="*/ 144 h 425"/>
                                    <a:gd name="T20" fmla="*/ 245 w 451"/>
                                    <a:gd name="T21" fmla="*/ 166 h 425"/>
                                    <a:gd name="T22" fmla="*/ 255 w 451"/>
                                    <a:gd name="T23" fmla="*/ 186 h 425"/>
                                    <a:gd name="T24" fmla="*/ 259 w 451"/>
                                    <a:gd name="T25" fmla="*/ 203 h 425"/>
                                    <a:gd name="T26" fmla="*/ 263 w 451"/>
                                    <a:gd name="T27" fmla="*/ 214 h 425"/>
                                    <a:gd name="T28" fmla="*/ 264 w 451"/>
                                    <a:gd name="T29" fmla="*/ 219 h 425"/>
                                    <a:gd name="T30" fmla="*/ 449 w 451"/>
                                    <a:gd name="T31" fmla="*/ 392 h 425"/>
                                    <a:gd name="T32" fmla="*/ 449 w 451"/>
                                    <a:gd name="T33" fmla="*/ 394 h 425"/>
                                    <a:gd name="T34" fmla="*/ 449 w 451"/>
                                    <a:gd name="T35" fmla="*/ 394 h 425"/>
                                    <a:gd name="T36" fmla="*/ 451 w 451"/>
                                    <a:gd name="T37" fmla="*/ 395 h 425"/>
                                    <a:gd name="T38" fmla="*/ 451 w 451"/>
                                    <a:gd name="T39" fmla="*/ 398 h 425"/>
                                    <a:gd name="T40" fmla="*/ 449 w 451"/>
                                    <a:gd name="T41" fmla="*/ 402 h 425"/>
                                    <a:gd name="T42" fmla="*/ 448 w 451"/>
                                    <a:gd name="T43" fmla="*/ 405 h 425"/>
                                    <a:gd name="T44" fmla="*/ 445 w 451"/>
                                    <a:gd name="T45" fmla="*/ 410 h 425"/>
                                    <a:gd name="T46" fmla="*/ 440 w 451"/>
                                    <a:gd name="T47" fmla="*/ 414 h 425"/>
                                    <a:gd name="T48" fmla="*/ 434 w 451"/>
                                    <a:gd name="T49" fmla="*/ 419 h 425"/>
                                    <a:gd name="T50" fmla="*/ 429 w 451"/>
                                    <a:gd name="T51" fmla="*/ 422 h 425"/>
                                    <a:gd name="T52" fmla="*/ 426 w 451"/>
                                    <a:gd name="T53" fmla="*/ 425 h 425"/>
                                    <a:gd name="T54" fmla="*/ 423 w 451"/>
                                    <a:gd name="T55" fmla="*/ 425 h 425"/>
                                    <a:gd name="T56" fmla="*/ 420 w 451"/>
                                    <a:gd name="T57" fmla="*/ 425 h 425"/>
                                    <a:gd name="T58" fmla="*/ 418 w 451"/>
                                    <a:gd name="T59" fmla="*/ 425 h 425"/>
                                    <a:gd name="T60" fmla="*/ 418 w 451"/>
                                    <a:gd name="T61" fmla="*/ 425 h 425"/>
                                    <a:gd name="T62" fmla="*/ 418 w 451"/>
                                    <a:gd name="T63" fmla="*/ 425 h 425"/>
                                    <a:gd name="T64" fmla="*/ 0 w 451"/>
                                    <a:gd name="T65" fmla="*/ 7 h 425"/>
                                    <a:gd name="T66" fmla="*/ 0 w 451"/>
                                    <a:gd name="T67" fmla="*/ 7 h 425"/>
                                    <a:gd name="T68" fmla="*/ 3 w 451"/>
                                    <a:gd name="T69" fmla="*/ 5 h 425"/>
                                    <a:gd name="T70" fmla="*/ 8 w 451"/>
                                    <a:gd name="T71" fmla="*/ 3 h 425"/>
                                    <a:gd name="T72" fmla="*/ 16 w 451"/>
                                    <a:gd name="T73" fmla="*/ 2 h 425"/>
                                    <a:gd name="T74" fmla="*/ 25 w 451"/>
                                    <a:gd name="T75" fmla="*/ 0 h 4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</a:cxnLst>
                                  <a:rect l="0" t="0" r="r" b="b"/>
                                  <a:pathLst>
                                    <a:path w="451" h="425">
                                      <a:moveTo>
                                        <a:pt x="25" y="0"/>
                                      </a:moveTo>
                                      <a:lnTo>
                                        <a:pt x="38" y="2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93" y="24"/>
                                      </a:lnTo>
                                      <a:lnTo>
                                        <a:pt x="116" y="40"/>
                                      </a:lnTo>
                                      <a:lnTo>
                                        <a:pt x="145" y="62"/>
                                      </a:lnTo>
                                      <a:lnTo>
                                        <a:pt x="176" y="88"/>
                                      </a:lnTo>
                                      <a:lnTo>
                                        <a:pt x="212" y="123"/>
                                      </a:lnTo>
                                      <a:lnTo>
                                        <a:pt x="231" y="144"/>
                                      </a:lnTo>
                                      <a:lnTo>
                                        <a:pt x="245" y="166"/>
                                      </a:lnTo>
                                      <a:lnTo>
                                        <a:pt x="255" y="186"/>
                                      </a:lnTo>
                                      <a:lnTo>
                                        <a:pt x="259" y="203"/>
                                      </a:lnTo>
                                      <a:lnTo>
                                        <a:pt x="263" y="214"/>
                                      </a:lnTo>
                                      <a:lnTo>
                                        <a:pt x="264" y="219"/>
                                      </a:lnTo>
                                      <a:lnTo>
                                        <a:pt x="449" y="392"/>
                                      </a:lnTo>
                                      <a:lnTo>
                                        <a:pt x="449" y="394"/>
                                      </a:lnTo>
                                      <a:lnTo>
                                        <a:pt x="449" y="394"/>
                                      </a:lnTo>
                                      <a:lnTo>
                                        <a:pt x="451" y="395"/>
                                      </a:lnTo>
                                      <a:lnTo>
                                        <a:pt x="451" y="398"/>
                                      </a:lnTo>
                                      <a:lnTo>
                                        <a:pt x="449" y="402"/>
                                      </a:lnTo>
                                      <a:lnTo>
                                        <a:pt x="448" y="405"/>
                                      </a:lnTo>
                                      <a:lnTo>
                                        <a:pt x="445" y="410"/>
                                      </a:lnTo>
                                      <a:lnTo>
                                        <a:pt x="440" y="414"/>
                                      </a:lnTo>
                                      <a:lnTo>
                                        <a:pt x="434" y="419"/>
                                      </a:lnTo>
                                      <a:lnTo>
                                        <a:pt x="429" y="422"/>
                                      </a:lnTo>
                                      <a:lnTo>
                                        <a:pt x="426" y="425"/>
                                      </a:lnTo>
                                      <a:lnTo>
                                        <a:pt x="423" y="425"/>
                                      </a:lnTo>
                                      <a:lnTo>
                                        <a:pt x="420" y="425"/>
                                      </a:lnTo>
                                      <a:lnTo>
                                        <a:pt x="418" y="425"/>
                                      </a:lnTo>
                                      <a:lnTo>
                                        <a:pt x="418" y="425"/>
                                      </a:lnTo>
                                      <a:lnTo>
                                        <a:pt x="418" y="425"/>
                                      </a:lnTo>
                                      <a:lnTo>
                                        <a:pt x="0" y="7"/>
                                      </a:lnTo>
                                      <a:lnTo>
                                        <a:pt x="0" y="7"/>
                                      </a:lnTo>
                                      <a:lnTo>
                                        <a:pt x="3" y="5"/>
                                      </a:lnTo>
                                      <a:lnTo>
                                        <a:pt x="8" y="3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2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2">
                                    <a:lumMod val="20000"/>
                                    <a:lumOff val="80000"/>
                                  </a:schemeClr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59" name="Freeform 5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28800" y="0"/>
                                  <a:ext cx="369888" cy="369888"/>
                                </a:xfrm>
                                <a:custGeom>
                                  <a:avLst/>
                                  <a:gdLst>
                                    <a:gd name="T0" fmla="*/ 64 w 465"/>
                                    <a:gd name="T1" fmla="*/ 3 h 466"/>
                                    <a:gd name="T2" fmla="*/ 86 w 465"/>
                                    <a:gd name="T3" fmla="*/ 21 h 466"/>
                                    <a:gd name="T4" fmla="*/ 122 w 465"/>
                                    <a:gd name="T5" fmla="*/ 51 h 466"/>
                                    <a:gd name="T6" fmla="*/ 161 w 465"/>
                                    <a:gd name="T7" fmla="*/ 85 h 466"/>
                                    <a:gd name="T8" fmla="*/ 196 w 465"/>
                                    <a:gd name="T9" fmla="*/ 117 h 466"/>
                                    <a:gd name="T10" fmla="*/ 221 w 465"/>
                                    <a:gd name="T11" fmla="*/ 158 h 466"/>
                                    <a:gd name="T12" fmla="*/ 223 w 465"/>
                                    <a:gd name="T13" fmla="*/ 187 h 466"/>
                                    <a:gd name="T14" fmla="*/ 219 w 465"/>
                                    <a:gd name="T15" fmla="*/ 200 h 466"/>
                                    <a:gd name="T16" fmla="*/ 463 w 465"/>
                                    <a:gd name="T17" fmla="*/ 433 h 466"/>
                                    <a:gd name="T18" fmla="*/ 465 w 465"/>
                                    <a:gd name="T19" fmla="*/ 436 h 466"/>
                                    <a:gd name="T20" fmla="*/ 463 w 465"/>
                                    <a:gd name="T21" fmla="*/ 441 h 466"/>
                                    <a:gd name="T22" fmla="*/ 458 w 465"/>
                                    <a:gd name="T23" fmla="*/ 450 h 466"/>
                                    <a:gd name="T24" fmla="*/ 447 w 465"/>
                                    <a:gd name="T25" fmla="*/ 460 h 466"/>
                                    <a:gd name="T26" fmla="*/ 439 w 465"/>
                                    <a:gd name="T27" fmla="*/ 464 h 466"/>
                                    <a:gd name="T28" fmla="*/ 435 w 465"/>
                                    <a:gd name="T29" fmla="*/ 466 h 466"/>
                                    <a:gd name="T30" fmla="*/ 432 w 465"/>
                                    <a:gd name="T31" fmla="*/ 464 h 466"/>
                                    <a:gd name="T32" fmla="*/ 199 w 465"/>
                                    <a:gd name="T33" fmla="*/ 220 h 466"/>
                                    <a:gd name="T34" fmla="*/ 186 w 465"/>
                                    <a:gd name="T35" fmla="*/ 224 h 466"/>
                                    <a:gd name="T36" fmla="*/ 157 w 465"/>
                                    <a:gd name="T37" fmla="*/ 222 h 466"/>
                                    <a:gd name="T38" fmla="*/ 116 w 465"/>
                                    <a:gd name="T39" fmla="*/ 197 h 466"/>
                                    <a:gd name="T40" fmla="*/ 84 w 465"/>
                                    <a:gd name="T41" fmla="*/ 162 h 466"/>
                                    <a:gd name="T42" fmla="*/ 50 w 465"/>
                                    <a:gd name="T43" fmla="*/ 123 h 466"/>
                                    <a:gd name="T44" fmla="*/ 20 w 465"/>
                                    <a:gd name="T45" fmla="*/ 87 h 466"/>
                                    <a:gd name="T46" fmla="*/ 3 w 465"/>
                                    <a:gd name="T47" fmla="*/ 65 h 466"/>
                                    <a:gd name="T48" fmla="*/ 9 w 465"/>
                                    <a:gd name="T49" fmla="*/ 52 h 466"/>
                                    <a:gd name="T50" fmla="*/ 124 w 465"/>
                                    <a:gd name="T51" fmla="*/ 167 h 466"/>
                                    <a:gd name="T52" fmla="*/ 131 w 465"/>
                                    <a:gd name="T53" fmla="*/ 169 h 466"/>
                                    <a:gd name="T54" fmla="*/ 138 w 465"/>
                                    <a:gd name="T55" fmla="*/ 165 h 466"/>
                                    <a:gd name="T56" fmla="*/ 139 w 465"/>
                                    <a:gd name="T57" fmla="*/ 158 h 466"/>
                                    <a:gd name="T58" fmla="*/ 135 w 465"/>
                                    <a:gd name="T59" fmla="*/ 148 h 466"/>
                                    <a:gd name="T60" fmla="*/ 117 w 465"/>
                                    <a:gd name="T61" fmla="*/ 131 h 466"/>
                                    <a:gd name="T62" fmla="*/ 89 w 465"/>
                                    <a:gd name="T63" fmla="*/ 102 h 466"/>
                                    <a:gd name="T64" fmla="*/ 59 w 465"/>
                                    <a:gd name="T65" fmla="*/ 71 h 466"/>
                                    <a:gd name="T66" fmla="*/ 36 w 465"/>
                                    <a:gd name="T67" fmla="*/ 44 h 466"/>
                                    <a:gd name="T68" fmla="*/ 26 w 465"/>
                                    <a:gd name="T69" fmla="*/ 35 h 466"/>
                                    <a:gd name="T70" fmla="*/ 34 w 465"/>
                                    <a:gd name="T71" fmla="*/ 27 h 466"/>
                                    <a:gd name="T72" fmla="*/ 45 w 465"/>
                                    <a:gd name="T73" fmla="*/ 36 h 466"/>
                                    <a:gd name="T74" fmla="*/ 70 w 465"/>
                                    <a:gd name="T75" fmla="*/ 60 h 466"/>
                                    <a:gd name="T76" fmla="*/ 102 w 465"/>
                                    <a:gd name="T77" fmla="*/ 90 h 466"/>
                                    <a:gd name="T78" fmla="*/ 130 w 465"/>
                                    <a:gd name="T79" fmla="*/ 118 h 466"/>
                                    <a:gd name="T80" fmla="*/ 147 w 465"/>
                                    <a:gd name="T81" fmla="*/ 136 h 466"/>
                                    <a:gd name="T82" fmla="*/ 157 w 465"/>
                                    <a:gd name="T83" fmla="*/ 140 h 466"/>
                                    <a:gd name="T84" fmla="*/ 164 w 465"/>
                                    <a:gd name="T85" fmla="*/ 139 h 466"/>
                                    <a:gd name="T86" fmla="*/ 168 w 465"/>
                                    <a:gd name="T87" fmla="*/ 132 h 466"/>
                                    <a:gd name="T88" fmla="*/ 166 w 465"/>
                                    <a:gd name="T89" fmla="*/ 124 h 466"/>
                                    <a:gd name="T90" fmla="*/ 51 w 465"/>
                                    <a:gd name="T91" fmla="*/ 10 h 46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465" h="466">
                                      <a:moveTo>
                                        <a:pt x="61" y="0"/>
                                      </a:moveTo>
                                      <a:lnTo>
                                        <a:pt x="64" y="3"/>
                                      </a:lnTo>
                                      <a:lnTo>
                                        <a:pt x="72" y="1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103" y="35"/>
                                      </a:lnTo>
                                      <a:lnTo>
                                        <a:pt x="122" y="51"/>
                                      </a:lnTo>
                                      <a:lnTo>
                                        <a:pt x="141" y="68"/>
                                      </a:lnTo>
                                      <a:lnTo>
                                        <a:pt x="161" y="85"/>
                                      </a:lnTo>
                                      <a:lnTo>
                                        <a:pt x="179" y="101"/>
                                      </a:lnTo>
                                      <a:lnTo>
                                        <a:pt x="196" y="117"/>
                                      </a:lnTo>
                                      <a:lnTo>
                                        <a:pt x="212" y="137"/>
                                      </a:lnTo>
                                      <a:lnTo>
                                        <a:pt x="221" y="158"/>
                                      </a:lnTo>
                                      <a:lnTo>
                                        <a:pt x="223" y="175"/>
                                      </a:lnTo>
                                      <a:lnTo>
                                        <a:pt x="223" y="187"/>
                                      </a:lnTo>
                                      <a:lnTo>
                                        <a:pt x="219" y="197"/>
                                      </a:lnTo>
                                      <a:lnTo>
                                        <a:pt x="219" y="200"/>
                                      </a:lnTo>
                                      <a:lnTo>
                                        <a:pt x="463" y="433"/>
                                      </a:lnTo>
                                      <a:lnTo>
                                        <a:pt x="463" y="433"/>
                                      </a:lnTo>
                                      <a:lnTo>
                                        <a:pt x="465" y="435"/>
                                      </a:lnTo>
                                      <a:lnTo>
                                        <a:pt x="465" y="436"/>
                                      </a:lnTo>
                                      <a:lnTo>
                                        <a:pt x="465" y="438"/>
                                      </a:lnTo>
                                      <a:lnTo>
                                        <a:pt x="463" y="441"/>
                                      </a:lnTo>
                                      <a:lnTo>
                                        <a:pt x="461" y="446"/>
                                      </a:lnTo>
                                      <a:lnTo>
                                        <a:pt x="458" y="450"/>
                                      </a:lnTo>
                                      <a:lnTo>
                                        <a:pt x="454" y="455"/>
                                      </a:lnTo>
                                      <a:lnTo>
                                        <a:pt x="447" y="460"/>
                                      </a:lnTo>
                                      <a:lnTo>
                                        <a:pt x="444" y="463"/>
                                      </a:lnTo>
                                      <a:lnTo>
                                        <a:pt x="439" y="464"/>
                                      </a:lnTo>
                                      <a:lnTo>
                                        <a:pt x="436" y="466"/>
                                      </a:lnTo>
                                      <a:lnTo>
                                        <a:pt x="435" y="466"/>
                                      </a:lnTo>
                                      <a:lnTo>
                                        <a:pt x="433" y="466"/>
                                      </a:lnTo>
                                      <a:lnTo>
                                        <a:pt x="432" y="464"/>
                                      </a:lnTo>
                                      <a:lnTo>
                                        <a:pt x="432" y="464"/>
                                      </a:lnTo>
                                      <a:lnTo>
                                        <a:pt x="199" y="220"/>
                                      </a:lnTo>
                                      <a:lnTo>
                                        <a:pt x="196" y="220"/>
                                      </a:lnTo>
                                      <a:lnTo>
                                        <a:pt x="186" y="224"/>
                                      </a:lnTo>
                                      <a:lnTo>
                                        <a:pt x="174" y="224"/>
                                      </a:lnTo>
                                      <a:lnTo>
                                        <a:pt x="157" y="222"/>
                                      </a:lnTo>
                                      <a:lnTo>
                                        <a:pt x="136" y="213"/>
                                      </a:lnTo>
                                      <a:lnTo>
                                        <a:pt x="116" y="197"/>
                                      </a:lnTo>
                                      <a:lnTo>
                                        <a:pt x="100" y="180"/>
                                      </a:lnTo>
                                      <a:lnTo>
                                        <a:pt x="84" y="162"/>
                                      </a:lnTo>
                                      <a:lnTo>
                                        <a:pt x="67" y="142"/>
                                      </a:lnTo>
                                      <a:lnTo>
                                        <a:pt x="50" y="123"/>
                                      </a:lnTo>
                                      <a:lnTo>
                                        <a:pt x="34" y="104"/>
                                      </a:lnTo>
                                      <a:lnTo>
                                        <a:pt x="20" y="87"/>
                                      </a:lnTo>
                                      <a:lnTo>
                                        <a:pt x="11" y="73"/>
                                      </a:lnTo>
                                      <a:lnTo>
                                        <a:pt x="3" y="65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9" y="52"/>
                                      </a:lnTo>
                                      <a:lnTo>
                                        <a:pt x="119" y="164"/>
                                      </a:lnTo>
                                      <a:lnTo>
                                        <a:pt x="124" y="167"/>
                                      </a:lnTo>
                                      <a:lnTo>
                                        <a:pt x="127" y="167"/>
                                      </a:lnTo>
                                      <a:lnTo>
                                        <a:pt x="131" y="169"/>
                                      </a:lnTo>
                                      <a:lnTo>
                                        <a:pt x="135" y="167"/>
                                      </a:lnTo>
                                      <a:lnTo>
                                        <a:pt x="138" y="165"/>
                                      </a:lnTo>
                                      <a:lnTo>
                                        <a:pt x="139" y="162"/>
                                      </a:lnTo>
                                      <a:lnTo>
                                        <a:pt x="139" y="158"/>
                                      </a:lnTo>
                                      <a:lnTo>
                                        <a:pt x="138" y="153"/>
                                      </a:lnTo>
                                      <a:lnTo>
                                        <a:pt x="135" y="148"/>
                                      </a:lnTo>
                                      <a:lnTo>
                                        <a:pt x="127" y="142"/>
                                      </a:lnTo>
                                      <a:lnTo>
                                        <a:pt x="117" y="131"/>
                                      </a:lnTo>
                                      <a:lnTo>
                                        <a:pt x="105" y="117"/>
                                      </a:lnTo>
                                      <a:lnTo>
                                        <a:pt x="89" y="102"/>
                                      </a:lnTo>
                                      <a:lnTo>
                                        <a:pt x="75" y="85"/>
                                      </a:lnTo>
                                      <a:lnTo>
                                        <a:pt x="59" y="71"/>
                                      </a:lnTo>
                                      <a:lnTo>
                                        <a:pt x="47" y="57"/>
                                      </a:lnTo>
                                      <a:lnTo>
                                        <a:pt x="36" y="44"/>
                                      </a:lnTo>
                                      <a:lnTo>
                                        <a:pt x="29" y="38"/>
                                      </a:lnTo>
                                      <a:lnTo>
                                        <a:pt x="26" y="35"/>
                                      </a:lnTo>
                                      <a:lnTo>
                                        <a:pt x="29" y="30"/>
                                      </a:lnTo>
                                      <a:lnTo>
                                        <a:pt x="34" y="27"/>
                                      </a:lnTo>
                                      <a:lnTo>
                                        <a:pt x="37" y="30"/>
                                      </a:lnTo>
                                      <a:lnTo>
                                        <a:pt x="45" y="36"/>
                                      </a:lnTo>
                                      <a:lnTo>
                                        <a:pt x="56" y="47"/>
                                      </a:lnTo>
                                      <a:lnTo>
                                        <a:pt x="70" y="60"/>
                                      </a:lnTo>
                                      <a:lnTo>
                                        <a:pt x="86" y="76"/>
                                      </a:lnTo>
                                      <a:lnTo>
                                        <a:pt x="102" y="90"/>
                                      </a:lnTo>
                                      <a:lnTo>
                                        <a:pt x="116" y="106"/>
                                      </a:lnTo>
                                      <a:lnTo>
                                        <a:pt x="130" y="118"/>
                                      </a:lnTo>
                                      <a:lnTo>
                                        <a:pt x="141" y="128"/>
                                      </a:lnTo>
                                      <a:lnTo>
                                        <a:pt x="147" y="136"/>
                                      </a:lnTo>
                                      <a:lnTo>
                                        <a:pt x="152" y="139"/>
                                      </a:lnTo>
                                      <a:lnTo>
                                        <a:pt x="157" y="140"/>
                                      </a:lnTo>
                                      <a:lnTo>
                                        <a:pt x="161" y="140"/>
                                      </a:lnTo>
                                      <a:lnTo>
                                        <a:pt x="164" y="139"/>
                                      </a:lnTo>
                                      <a:lnTo>
                                        <a:pt x="166" y="136"/>
                                      </a:lnTo>
                                      <a:lnTo>
                                        <a:pt x="168" y="132"/>
                                      </a:lnTo>
                                      <a:lnTo>
                                        <a:pt x="166" y="128"/>
                                      </a:lnTo>
                                      <a:lnTo>
                                        <a:pt x="166" y="124"/>
                                      </a:lnTo>
                                      <a:lnTo>
                                        <a:pt x="163" y="120"/>
                                      </a:lnTo>
                                      <a:lnTo>
                                        <a:pt x="51" y="10"/>
                                      </a:lnTo>
                                      <a:lnTo>
                                        <a:pt x="6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2">
                                    <a:lumMod val="20000"/>
                                    <a:lumOff val="80000"/>
                                  </a:schemeClr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60" name="Freeform 60"/>
                              <wps:cNvSpPr>
                                <a:spLocks/>
                              </wps:cNvSpPr>
                              <wps:spPr bwMode="auto">
                                <a:xfrm>
                                  <a:off x="825500" y="20637"/>
                                  <a:ext cx="1071563" cy="314325"/>
                                </a:xfrm>
                                <a:custGeom>
                                  <a:avLst/>
                                  <a:gdLst>
                                    <a:gd name="T0" fmla="*/ 734 w 1349"/>
                                    <a:gd name="T1" fmla="*/ 0 h 395"/>
                                    <a:gd name="T2" fmla="*/ 906 w 1349"/>
                                    <a:gd name="T3" fmla="*/ 16 h 395"/>
                                    <a:gd name="T4" fmla="*/ 1048 w 1349"/>
                                    <a:gd name="T5" fmla="*/ 44 h 395"/>
                                    <a:gd name="T6" fmla="*/ 1159 w 1349"/>
                                    <a:gd name="T7" fmla="*/ 83 h 395"/>
                                    <a:gd name="T8" fmla="*/ 1244 w 1349"/>
                                    <a:gd name="T9" fmla="*/ 131 h 395"/>
                                    <a:gd name="T10" fmla="*/ 1302 w 1349"/>
                                    <a:gd name="T11" fmla="*/ 179 h 395"/>
                                    <a:gd name="T12" fmla="*/ 1337 w 1349"/>
                                    <a:gd name="T13" fmla="*/ 230 h 395"/>
                                    <a:gd name="T14" fmla="*/ 1349 w 1349"/>
                                    <a:gd name="T15" fmla="*/ 277 h 395"/>
                                    <a:gd name="T16" fmla="*/ 1340 w 1349"/>
                                    <a:gd name="T17" fmla="*/ 327 h 395"/>
                                    <a:gd name="T18" fmla="*/ 1307 w 1349"/>
                                    <a:gd name="T19" fmla="*/ 367 h 395"/>
                                    <a:gd name="T20" fmla="*/ 1261 w 1349"/>
                                    <a:gd name="T21" fmla="*/ 389 h 395"/>
                                    <a:gd name="T22" fmla="*/ 1211 w 1349"/>
                                    <a:gd name="T23" fmla="*/ 395 h 395"/>
                                    <a:gd name="T24" fmla="*/ 1162 w 1349"/>
                                    <a:gd name="T25" fmla="*/ 390 h 395"/>
                                    <a:gd name="T26" fmla="*/ 1205 w 1349"/>
                                    <a:gd name="T27" fmla="*/ 389 h 395"/>
                                    <a:gd name="T28" fmla="*/ 1249 w 1349"/>
                                    <a:gd name="T29" fmla="*/ 379 h 395"/>
                                    <a:gd name="T30" fmla="*/ 1287 w 1349"/>
                                    <a:gd name="T31" fmla="*/ 359 h 395"/>
                                    <a:gd name="T32" fmla="*/ 1312 w 1349"/>
                                    <a:gd name="T33" fmla="*/ 326 h 395"/>
                                    <a:gd name="T34" fmla="*/ 1312 w 1349"/>
                                    <a:gd name="T35" fmla="*/ 280 h 395"/>
                                    <a:gd name="T36" fmla="*/ 1285 w 1349"/>
                                    <a:gd name="T37" fmla="*/ 225 h 395"/>
                                    <a:gd name="T38" fmla="*/ 1232 w 1349"/>
                                    <a:gd name="T39" fmla="*/ 168 h 395"/>
                                    <a:gd name="T40" fmla="*/ 1150 w 1349"/>
                                    <a:gd name="T41" fmla="*/ 115 h 395"/>
                                    <a:gd name="T42" fmla="*/ 1040 w 1349"/>
                                    <a:gd name="T43" fmla="*/ 69 h 395"/>
                                    <a:gd name="T44" fmla="*/ 902 w 1349"/>
                                    <a:gd name="T45" fmla="*/ 35 h 395"/>
                                    <a:gd name="T46" fmla="*/ 732 w 1349"/>
                                    <a:gd name="T47" fmla="*/ 16 h 395"/>
                                    <a:gd name="T48" fmla="*/ 581 w 1349"/>
                                    <a:gd name="T49" fmla="*/ 17 h 395"/>
                                    <a:gd name="T50" fmla="*/ 446 w 1349"/>
                                    <a:gd name="T51" fmla="*/ 35 h 395"/>
                                    <a:gd name="T52" fmla="*/ 324 w 1349"/>
                                    <a:gd name="T53" fmla="*/ 60 h 395"/>
                                    <a:gd name="T54" fmla="*/ 210 w 1349"/>
                                    <a:gd name="T55" fmla="*/ 91 h 395"/>
                                    <a:gd name="T56" fmla="*/ 104 w 1349"/>
                                    <a:gd name="T57" fmla="*/ 124 h 395"/>
                                    <a:gd name="T58" fmla="*/ 0 w 1349"/>
                                    <a:gd name="T59" fmla="*/ 151 h 395"/>
                                    <a:gd name="T60" fmla="*/ 100 w 1349"/>
                                    <a:gd name="T61" fmla="*/ 120 h 395"/>
                                    <a:gd name="T62" fmla="*/ 206 w 1349"/>
                                    <a:gd name="T63" fmla="*/ 85 h 395"/>
                                    <a:gd name="T64" fmla="*/ 319 w 1349"/>
                                    <a:gd name="T65" fmla="*/ 52 h 395"/>
                                    <a:gd name="T66" fmla="*/ 443 w 1349"/>
                                    <a:gd name="T67" fmla="*/ 22 h 395"/>
                                    <a:gd name="T68" fmla="*/ 580 w 1349"/>
                                    <a:gd name="T69" fmla="*/ 3 h 3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</a:cxnLst>
                                  <a:rect l="0" t="0" r="r" b="b"/>
                                  <a:pathLst>
                                    <a:path w="1349" h="395">
                                      <a:moveTo>
                                        <a:pt x="655" y="0"/>
                                      </a:moveTo>
                                      <a:lnTo>
                                        <a:pt x="734" y="0"/>
                                      </a:lnTo>
                                      <a:lnTo>
                                        <a:pt x="817" y="5"/>
                                      </a:lnTo>
                                      <a:lnTo>
                                        <a:pt x="906" y="16"/>
                                      </a:lnTo>
                                      <a:lnTo>
                                        <a:pt x="980" y="28"/>
                                      </a:lnTo>
                                      <a:lnTo>
                                        <a:pt x="1048" y="44"/>
                                      </a:lnTo>
                                      <a:lnTo>
                                        <a:pt x="1106" y="63"/>
                                      </a:lnTo>
                                      <a:lnTo>
                                        <a:pt x="1159" y="83"/>
                                      </a:lnTo>
                                      <a:lnTo>
                                        <a:pt x="1205" y="107"/>
                                      </a:lnTo>
                                      <a:lnTo>
                                        <a:pt x="1244" y="131"/>
                                      </a:lnTo>
                                      <a:lnTo>
                                        <a:pt x="1276" y="154"/>
                                      </a:lnTo>
                                      <a:lnTo>
                                        <a:pt x="1302" y="179"/>
                                      </a:lnTo>
                                      <a:lnTo>
                                        <a:pt x="1323" y="206"/>
                                      </a:lnTo>
                                      <a:lnTo>
                                        <a:pt x="1337" y="230"/>
                                      </a:lnTo>
                                      <a:lnTo>
                                        <a:pt x="1346" y="255"/>
                                      </a:lnTo>
                                      <a:lnTo>
                                        <a:pt x="1349" y="277"/>
                                      </a:lnTo>
                                      <a:lnTo>
                                        <a:pt x="1348" y="299"/>
                                      </a:lnTo>
                                      <a:lnTo>
                                        <a:pt x="1340" y="327"/>
                                      </a:lnTo>
                                      <a:lnTo>
                                        <a:pt x="1326" y="349"/>
                                      </a:lnTo>
                                      <a:lnTo>
                                        <a:pt x="1307" y="367"/>
                                      </a:lnTo>
                                      <a:lnTo>
                                        <a:pt x="1285" y="379"/>
                                      </a:lnTo>
                                      <a:lnTo>
                                        <a:pt x="1261" y="389"/>
                                      </a:lnTo>
                                      <a:lnTo>
                                        <a:pt x="1236" y="393"/>
                                      </a:lnTo>
                                      <a:lnTo>
                                        <a:pt x="1211" y="395"/>
                                      </a:lnTo>
                                      <a:lnTo>
                                        <a:pt x="1186" y="393"/>
                                      </a:lnTo>
                                      <a:lnTo>
                                        <a:pt x="1162" y="390"/>
                                      </a:lnTo>
                                      <a:lnTo>
                                        <a:pt x="1183" y="392"/>
                                      </a:lnTo>
                                      <a:lnTo>
                                        <a:pt x="1205" y="389"/>
                                      </a:lnTo>
                                      <a:lnTo>
                                        <a:pt x="1227" y="385"/>
                                      </a:lnTo>
                                      <a:lnTo>
                                        <a:pt x="1249" y="379"/>
                                      </a:lnTo>
                                      <a:lnTo>
                                        <a:pt x="1269" y="370"/>
                                      </a:lnTo>
                                      <a:lnTo>
                                        <a:pt x="1287" y="359"/>
                                      </a:lnTo>
                                      <a:lnTo>
                                        <a:pt x="1301" y="345"/>
                                      </a:lnTo>
                                      <a:lnTo>
                                        <a:pt x="1312" y="326"/>
                                      </a:lnTo>
                                      <a:lnTo>
                                        <a:pt x="1315" y="305"/>
                                      </a:lnTo>
                                      <a:lnTo>
                                        <a:pt x="1312" y="280"/>
                                      </a:lnTo>
                                      <a:lnTo>
                                        <a:pt x="1302" y="253"/>
                                      </a:lnTo>
                                      <a:lnTo>
                                        <a:pt x="1285" y="225"/>
                                      </a:lnTo>
                                      <a:lnTo>
                                        <a:pt x="1261" y="197"/>
                                      </a:lnTo>
                                      <a:lnTo>
                                        <a:pt x="1232" y="168"/>
                                      </a:lnTo>
                                      <a:lnTo>
                                        <a:pt x="1194" y="142"/>
                                      </a:lnTo>
                                      <a:lnTo>
                                        <a:pt x="1150" y="115"/>
                                      </a:lnTo>
                                      <a:lnTo>
                                        <a:pt x="1098" y="91"/>
                                      </a:lnTo>
                                      <a:lnTo>
                                        <a:pt x="1040" y="69"/>
                                      </a:lnTo>
                                      <a:lnTo>
                                        <a:pt x="974" y="50"/>
                                      </a:lnTo>
                                      <a:lnTo>
                                        <a:pt x="902" y="35"/>
                                      </a:lnTo>
                                      <a:lnTo>
                                        <a:pt x="815" y="24"/>
                                      </a:lnTo>
                                      <a:lnTo>
                                        <a:pt x="732" y="16"/>
                                      </a:lnTo>
                                      <a:lnTo>
                                        <a:pt x="655" y="14"/>
                                      </a:lnTo>
                                      <a:lnTo>
                                        <a:pt x="581" y="17"/>
                                      </a:lnTo>
                                      <a:lnTo>
                                        <a:pt x="512" y="24"/>
                                      </a:lnTo>
                                      <a:lnTo>
                                        <a:pt x="446" y="35"/>
                                      </a:lnTo>
                                      <a:lnTo>
                                        <a:pt x="383" y="46"/>
                                      </a:lnTo>
                                      <a:lnTo>
                                        <a:pt x="324" y="60"/>
                                      </a:lnTo>
                                      <a:lnTo>
                                        <a:pt x="265" y="75"/>
                                      </a:lnTo>
                                      <a:lnTo>
                                        <a:pt x="210" y="91"/>
                                      </a:lnTo>
                                      <a:lnTo>
                                        <a:pt x="155" y="109"/>
                                      </a:lnTo>
                                      <a:lnTo>
                                        <a:pt x="104" y="124"/>
                                      </a:lnTo>
                                      <a:lnTo>
                                        <a:pt x="52" y="138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50" y="135"/>
                                      </a:lnTo>
                                      <a:lnTo>
                                        <a:pt x="100" y="120"/>
                                      </a:lnTo>
                                      <a:lnTo>
                                        <a:pt x="152" y="102"/>
                                      </a:lnTo>
                                      <a:lnTo>
                                        <a:pt x="206" y="85"/>
                                      </a:lnTo>
                                      <a:lnTo>
                                        <a:pt x="261" y="68"/>
                                      </a:lnTo>
                                      <a:lnTo>
                                        <a:pt x="319" y="52"/>
                                      </a:lnTo>
                                      <a:lnTo>
                                        <a:pt x="379" y="36"/>
                                      </a:lnTo>
                                      <a:lnTo>
                                        <a:pt x="443" y="22"/>
                                      </a:lnTo>
                                      <a:lnTo>
                                        <a:pt x="509" y="11"/>
                                      </a:lnTo>
                                      <a:lnTo>
                                        <a:pt x="580" y="3"/>
                                      </a:lnTo>
                                      <a:lnTo>
                                        <a:pt x="65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2">
                                    <a:lumMod val="20000"/>
                                    <a:lumOff val="80000"/>
                                  </a:schemeClr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61" name="Freeform 6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22413" y="61912"/>
                                  <a:ext cx="325438" cy="263525"/>
                                </a:xfrm>
                                <a:custGeom>
                                  <a:avLst/>
                                  <a:gdLst>
                                    <a:gd name="T0" fmla="*/ 0 w 410"/>
                                    <a:gd name="T1" fmla="*/ 0 h 334"/>
                                    <a:gd name="T2" fmla="*/ 39 w 410"/>
                                    <a:gd name="T3" fmla="*/ 8 h 334"/>
                                    <a:gd name="T4" fmla="*/ 82 w 410"/>
                                    <a:gd name="T5" fmla="*/ 19 h 334"/>
                                    <a:gd name="T6" fmla="*/ 127 w 410"/>
                                    <a:gd name="T7" fmla="*/ 33 h 334"/>
                                    <a:gd name="T8" fmla="*/ 173 w 410"/>
                                    <a:gd name="T9" fmla="*/ 49 h 334"/>
                                    <a:gd name="T10" fmla="*/ 220 w 410"/>
                                    <a:gd name="T11" fmla="*/ 70 h 334"/>
                                    <a:gd name="T12" fmla="*/ 264 w 410"/>
                                    <a:gd name="T13" fmla="*/ 90 h 334"/>
                                    <a:gd name="T14" fmla="*/ 306 w 410"/>
                                    <a:gd name="T15" fmla="*/ 115 h 334"/>
                                    <a:gd name="T16" fmla="*/ 343 w 410"/>
                                    <a:gd name="T17" fmla="*/ 142 h 334"/>
                                    <a:gd name="T18" fmla="*/ 372 w 410"/>
                                    <a:gd name="T19" fmla="*/ 172 h 334"/>
                                    <a:gd name="T20" fmla="*/ 393 w 410"/>
                                    <a:gd name="T21" fmla="*/ 199 h 334"/>
                                    <a:gd name="T22" fmla="*/ 405 w 410"/>
                                    <a:gd name="T23" fmla="*/ 224 h 334"/>
                                    <a:gd name="T24" fmla="*/ 410 w 410"/>
                                    <a:gd name="T25" fmla="*/ 246 h 334"/>
                                    <a:gd name="T26" fmla="*/ 409 w 410"/>
                                    <a:gd name="T27" fmla="*/ 266 h 334"/>
                                    <a:gd name="T28" fmla="*/ 401 w 410"/>
                                    <a:gd name="T29" fmla="*/ 285 h 334"/>
                                    <a:gd name="T30" fmla="*/ 390 w 410"/>
                                    <a:gd name="T31" fmla="*/ 299 h 334"/>
                                    <a:gd name="T32" fmla="*/ 372 w 410"/>
                                    <a:gd name="T33" fmla="*/ 312 h 334"/>
                                    <a:gd name="T34" fmla="*/ 354 w 410"/>
                                    <a:gd name="T35" fmla="*/ 323 h 334"/>
                                    <a:gd name="T36" fmla="*/ 332 w 410"/>
                                    <a:gd name="T37" fmla="*/ 329 h 334"/>
                                    <a:gd name="T38" fmla="*/ 306 w 410"/>
                                    <a:gd name="T39" fmla="*/ 334 h 334"/>
                                    <a:gd name="T40" fmla="*/ 330 w 410"/>
                                    <a:gd name="T41" fmla="*/ 329 h 334"/>
                                    <a:gd name="T42" fmla="*/ 350 w 410"/>
                                    <a:gd name="T43" fmla="*/ 321 h 334"/>
                                    <a:gd name="T44" fmla="*/ 368 w 410"/>
                                    <a:gd name="T45" fmla="*/ 312 h 334"/>
                                    <a:gd name="T46" fmla="*/ 380 w 410"/>
                                    <a:gd name="T47" fmla="*/ 299 h 334"/>
                                    <a:gd name="T48" fmla="*/ 388 w 410"/>
                                    <a:gd name="T49" fmla="*/ 284 h 334"/>
                                    <a:gd name="T50" fmla="*/ 391 w 410"/>
                                    <a:gd name="T51" fmla="*/ 265 h 334"/>
                                    <a:gd name="T52" fmla="*/ 387 w 410"/>
                                    <a:gd name="T53" fmla="*/ 244 h 334"/>
                                    <a:gd name="T54" fmla="*/ 374 w 410"/>
                                    <a:gd name="T55" fmla="*/ 221 h 334"/>
                                    <a:gd name="T56" fmla="*/ 355 w 410"/>
                                    <a:gd name="T57" fmla="*/ 194 h 334"/>
                                    <a:gd name="T58" fmla="*/ 319 w 410"/>
                                    <a:gd name="T59" fmla="*/ 159 h 334"/>
                                    <a:gd name="T60" fmla="*/ 277 w 410"/>
                                    <a:gd name="T61" fmla="*/ 126 h 334"/>
                                    <a:gd name="T62" fmla="*/ 231 w 410"/>
                                    <a:gd name="T63" fmla="*/ 96 h 334"/>
                                    <a:gd name="T64" fmla="*/ 182 w 410"/>
                                    <a:gd name="T65" fmla="*/ 70 h 334"/>
                                    <a:gd name="T66" fmla="*/ 134 w 410"/>
                                    <a:gd name="T67" fmla="*/ 47 h 334"/>
                                    <a:gd name="T68" fmla="*/ 86 w 410"/>
                                    <a:gd name="T69" fmla="*/ 27 h 334"/>
                                    <a:gd name="T70" fmla="*/ 41 w 410"/>
                                    <a:gd name="T71" fmla="*/ 11 h 334"/>
                                    <a:gd name="T72" fmla="*/ 0 w 410"/>
                                    <a:gd name="T73" fmla="*/ 0 h 3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</a:cxnLst>
                                  <a:rect l="0" t="0" r="r" b="b"/>
                                  <a:pathLst>
                                    <a:path w="410" h="334">
                                      <a:moveTo>
                                        <a:pt x="0" y="0"/>
                                      </a:moveTo>
                                      <a:lnTo>
                                        <a:pt x="39" y="8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127" y="33"/>
                                      </a:lnTo>
                                      <a:lnTo>
                                        <a:pt x="173" y="49"/>
                                      </a:lnTo>
                                      <a:lnTo>
                                        <a:pt x="220" y="70"/>
                                      </a:lnTo>
                                      <a:lnTo>
                                        <a:pt x="264" y="90"/>
                                      </a:lnTo>
                                      <a:lnTo>
                                        <a:pt x="306" y="115"/>
                                      </a:lnTo>
                                      <a:lnTo>
                                        <a:pt x="343" y="142"/>
                                      </a:lnTo>
                                      <a:lnTo>
                                        <a:pt x="372" y="172"/>
                                      </a:lnTo>
                                      <a:lnTo>
                                        <a:pt x="393" y="199"/>
                                      </a:lnTo>
                                      <a:lnTo>
                                        <a:pt x="405" y="224"/>
                                      </a:lnTo>
                                      <a:lnTo>
                                        <a:pt x="410" y="24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1" y="285"/>
                                      </a:lnTo>
                                      <a:lnTo>
                                        <a:pt x="390" y="299"/>
                                      </a:lnTo>
                                      <a:lnTo>
                                        <a:pt x="372" y="312"/>
                                      </a:lnTo>
                                      <a:lnTo>
                                        <a:pt x="354" y="323"/>
                                      </a:lnTo>
                                      <a:lnTo>
                                        <a:pt x="332" y="329"/>
                                      </a:lnTo>
                                      <a:lnTo>
                                        <a:pt x="306" y="334"/>
                                      </a:lnTo>
                                      <a:lnTo>
                                        <a:pt x="330" y="329"/>
                                      </a:lnTo>
                                      <a:lnTo>
                                        <a:pt x="350" y="321"/>
                                      </a:lnTo>
                                      <a:lnTo>
                                        <a:pt x="368" y="312"/>
                                      </a:lnTo>
                                      <a:lnTo>
                                        <a:pt x="380" y="299"/>
                                      </a:lnTo>
                                      <a:lnTo>
                                        <a:pt x="388" y="284"/>
                                      </a:lnTo>
                                      <a:lnTo>
                                        <a:pt x="391" y="265"/>
                                      </a:lnTo>
                                      <a:lnTo>
                                        <a:pt x="387" y="244"/>
                                      </a:lnTo>
                                      <a:lnTo>
                                        <a:pt x="374" y="221"/>
                                      </a:lnTo>
                                      <a:lnTo>
                                        <a:pt x="355" y="194"/>
                                      </a:lnTo>
                                      <a:lnTo>
                                        <a:pt x="319" y="159"/>
                                      </a:lnTo>
                                      <a:lnTo>
                                        <a:pt x="277" y="126"/>
                                      </a:lnTo>
                                      <a:lnTo>
                                        <a:pt x="231" y="96"/>
                                      </a:lnTo>
                                      <a:lnTo>
                                        <a:pt x="182" y="70"/>
                                      </a:lnTo>
                                      <a:lnTo>
                                        <a:pt x="134" y="47"/>
                                      </a:lnTo>
                                      <a:lnTo>
                                        <a:pt x="86" y="27"/>
                                      </a:lnTo>
                                      <a:lnTo>
                                        <a:pt x="41" y="11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2">
                                    <a:lumMod val="20000"/>
                                    <a:lumOff val="80000"/>
                                  </a:schemeClr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62" name="Freeform 6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0963" y="106362"/>
                                  <a:ext cx="361950" cy="157163"/>
                                </a:xfrm>
                                <a:custGeom>
                                  <a:avLst/>
                                  <a:gdLst>
                                    <a:gd name="T0" fmla="*/ 314 w 457"/>
                                    <a:gd name="T1" fmla="*/ 5 h 198"/>
                                    <a:gd name="T2" fmla="*/ 384 w 457"/>
                                    <a:gd name="T3" fmla="*/ 28 h 198"/>
                                    <a:gd name="T4" fmla="*/ 431 w 457"/>
                                    <a:gd name="T5" fmla="*/ 68 h 198"/>
                                    <a:gd name="T6" fmla="*/ 454 w 457"/>
                                    <a:gd name="T7" fmla="*/ 113 h 198"/>
                                    <a:gd name="T8" fmla="*/ 453 w 457"/>
                                    <a:gd name="T9" fmla="*/ 157 h 198"/>
                                    <a:gd name="T10" fmla="*/ 423 w 457"/>
                                    <a:gd name="T11" fmla="*/ 189 h 198"/>
                                    <a:gd name="T12" fmla="*/ 379 w 457"/>
                                    <a:gd name="T13" fmla="*/ 198 h 198"/>
                                    <a:gd name="T14" fmla="*/ 327 w 457"/>
                                    <a:gd name="T15" fmla="*/ 189 h 198"/>
                                    <a:gd name="T16" fmla="*/ 280 w 457"/>
                                    <a:gd name="T17" fmla="*/ 164 h 198"/>
                                    <a:gd name="T18" fmla="*/ 247 w 457"/>
                                    <a:gd name="T19" fmla="*/ 126 h 198"/>
                                    <a:gd name="T20" fmla="*/ 239 w 457"/>
                                    <a:gd name="T21" fmla="*/ 80 h 198"/>
                                    <a:gd name="T22" fmla="*/ 253 w 457"/>
                                    <a:gd name="T23" fmla="*/ 55 h 198"/>
                                    <a:gd name="T24" fmla="*/ 277 w 457"/>
                                    <a:gd name="T25" fmla="*/ 47 h 198"/>
                                    <a:gd name="T26" fmla="*/ 302 w 457"/>
                                    <a:gd name="T27" fmla="*/ 53 h 198"/>
                                    <a:gd name="T28" fmla="*/ 319 w 457"/>
                                    <a:gd name="T29" fmla="*/ 69 h 198"/>
                                    <a:gd name="T30" fmla="*/ 318 w 457"/>
                                    <a:gd name="T31" fmla="*/ 69 h 198"/>
                                    <a:gd name="T32" fmla="*/ 297 w 457"/>
                                    <a:gd name="T33" fmla="*/ 57 h 198"/>
                                    <a:gd name="T34" fmla="*/ 275 w 457"/>
                                    <a:gd name="T35" fmla="*/ 63 h 198"/>
                                    <a:gd name="T36" fmla="*/ 259 w 457"/>
                                    <a:gd name="T37" fmla="*/ 88 h 198"/>
                                    <a:gd name="T38" fmla="*/ 267 w 457"/>
                                    <a:gd name="T39" fmla="*/ 135 h 198"/>
                                    <a:gd name="T40" fmla="*/ 297 w 457"/>
                                    <a:gd name="T41" fmla="*/ 168 h 198"/>
                                    <a:gd name="T42" fmla="*/ 340 w 457"/>
                                    <a:gd name="T43" fmla="*/ 187 h 198"/>
                                    <a:gd name="T44" fmla="*/ 382 w 457"/>
                                    <a:gd name="T45" fmla="*/ 187 h 198"/>
                                    <a:gd name="T46" fmla="*/ 415 w 457"/>
                                    <a:gd name="T47" fmla="*/ 164 h 198"/>
                                    <a:gd name="T48" fmla="*/ 426 w 457"/>
                                    <a:gd name="T49" fmla="*/ 121 h 198"/>
                                    <a:gd name="T50" fmla="*/ 406 w 457"/>
                                    <a:gd name="T51" fmla="*/ 75 h 198"/>
                                    <a:gd name="T52" fmla="*/ 363 w 457"/>
                                    <a:gd name="T53" fmla="*/ 36 h 198"/>
                                    <a:gd name="T54" fmla="*/ 299 w 457"/>
                                    <a:gd name="T55" fmla="*/ 11 h 198"/>
                                    <a:gd name="T56" fmla="*/ 219 w 457"/>
                                    <a:gd name="T57" fmla="*/ 9 h 198"/>
                                    <a:gd name="T58" fmla="*/ 143 w 457"/>
                                    <a:gd name="T59" fmla="*/ 28 h 198"/>
                                    <a:gd name="T60" fmla="*/ 91 w 457"/>
                                    <a:gd name="T61" fmla="*/ 57 h 198"/>
                                    <a:gd name="T62" fmla="*/ 60 w 457"/>
                                    <a:gd name="T63" fmla="*/ 86 h 198"/>
                                    <a:gd name="T64" fmla="*/ 43 w 457"/>
                                    <a:gd name="T65" fmla="*/ 109 h 198"/>
                                    <a:gd name="T66" fmla="*/ 33 w 457"/>
                                    <a:gd name="T67" fmla="*/ 121 h 198"/>
                                    <a:gd name="T68" fmla="*/ 14 w 457"/>
                                    <a:gd name="T69" fmla="*/ 126 h 198"/>
                                    <a:gd name="T70" fmla="*/ 0 w 457"/>
                                    <a:gd name="T71" fmla="*/ 123 h 198"/>
                                    <a:gd name="T72" fmla="*/ 5 w 457"/>
                                    <a:gd name="T73" fmla="*/ 113 h 198"/>
                                    <a:gd name="T74" fmla="*/ 29 w 457"/>
                                    <a:gd name="T75" fmla="*/ 88 h 198"/>
                                    <a:gd name="T76" fmla="*/ 73 w 457"/>
                                    <a:gd name="T77" fmla="*/ 55 h 198"/>
                                    <a:gd name="T78" fmla="*/ 137 w 457"/>
                                    <a:gd name="T79" fmla="*/ 24 h 198"/>
                                    <a:gd name="T80" fmla="*/ 225 w 457"/>
                                    <a:gd name="T81" fmla="*/ 3 h 19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57" h="198">
                                      <a:moveTo>
                                        <a:pt x="272" y="0"/>
                                      </a:moveTo>
                                      <a:lnTo>
                                        <a:pt x="314" y="5"/>
                                      </a:lnTo>
                                      <a:lnTo>
                                        <a:pt x="352" y="14"/>
                                      </a:lnTo>
                                      <a:lnTo>
                                        <a:pt x="384" y="28"/>
                                      </a:lnTo>
                                      <a:lnTo>
                                        <a:pt x="410" y="47"/>
                                      </a:lnTo>
                                      <a:lnTo>
                                        <a:pt x="431" y="68"/>
                                      </a:lnTo>
                                      <a:lnTo>
                                        <a:pt x="446" y="90"/>
                                      </a:lnTo>
                                      <a:lnTo>
                                        <a:pt x="454" y="113"/>
                                      </a:lnTo>
                                      <a:lnTo>
                                        <a:pt x="457" y="135"/>
                                      </a:lnTo>
                                      <a:lnTo>
                                        <a:pt x="453" y="157"/>
                                      </a:lnTo>
                                      <a:lnTo>
                                        <a:pt x="440" y="176"/>
                                      </a:lnTo>
                                      <a:lnTo>
                                        <a:pt x="423" y="189"/>
                                      </a:lnTo>
                                      <a:lnTo>
                                        <a:pt x="402" y="197"/>
                                      </a:lnTo>
                                      <a:lnTo>
                                        <a:pt x="379" y="198"/>
                                      </a:lnTo>
                                      <a:lnTo>
                                        <a:pt x="354" y="197"/>
                                      </a:lnTo>
                                      <a:lnTo>
                                        <a:pt x="327" y="189"/>
                                      </a:lnTo>
                                      <a:lnTo>
                                        <a:pt x="302" y="178"/>
                                      </a:lnTo>
                                      <a:lnTo>
                                        <a:pt x="280" y="164"/>
                                      </a:lnTo>
                                      <a:lnTo>
                                        <a:pt x="261" y="145"/>
                                      </a:lnTo>
                                      <a:lnTo>
                                        <a:pt x="247" y="126"/>
                                      </a:lnTo>
                                      <a:lnTo>
                                        <a:pt x="239" y="104"/>
                                      </a:lnTo>
                                      <a:lnTo>
                                        <a:pt x="239" y="80"/>
                                      </a:lnTo>
                                      <a:lnTo>
                                        <a:pt x="244" y="64"/>
                                      </a:lnTo>
                                      <a:lnTo>
                                        <a:pt x="253" y="55"/>
                                      </a:lnTo>
                                      <a:lnTo>
                                        <a:pt x="264" y="49"/>
                                      </a:lnTo>
                                      <a:lnTo>
                                        <a:pt x="277" y="47"/>
                                      </a:lnTo>
                                      <a:lnTo>
                                        <a:pt x="289" y="49"/>
                                      </a:lnTo>
                                      <a:lnTo>
                                        <a:pt x="302" y="53"/>
                                      </a:lnTo>
                                      <a:lnTo>
                                        <a:pt x="313" y="61"/>
                                      </a:lnTo>
                                      <a:lnTo>
                                        <a:pt x="319" y="69"/>
                                      </a:lnTo>
                                      <a:lnTo>
                                        <a:pt x="324" y="80"/>
                                      </a:lnTo>
                                      <a:lnTo>
                                        <a:pt x="318" y="69"/>
                                      </a:lnTo>
                                      <a:lnTo>
                                        <a:pt x="308" y="61"/>
                                      </a:lnTo>
                                      <a:lnTo>
                                        <a:pt x="297" y="57"/>
                                      </a:lnTo>
                                      <a:lnTo>
                                        <a:pt x="286" y="58"/>
                                      </a:lnTo>
                                      <a:lnTo>
                                        <a:pt x="275" y="63"/>
                                      </a:lnTo>
                                      <a:lnTo>
                                        <a:pt x="266" y="72"/>
                                      </a:lnTo>
                                      <a:lnTo>
                                        <a:pt x="259" y="88"/>
                                      </a:lnTo>
                                      <a:lnTo>
                                        <a:pt x="259" y="113"/>
                                      </a:lnTo>
                                      <a:lnTo>
                                        <a:pt x="267" y="135"/>
                                      </a:lnTo>
                                      <a:lnTo>
                                        <a:pt x="280" y="154"/>
                                      </a:lnTo>
                                      <a:lnTo>
                                        <a:pt x="297" y="168"/>
                                      </a:lnTo>
                                      <a:lnTo>
                                        <a:pt x="318" y="181"/>
                                      </a:lnTo>
                                      <a:lnTo>
                                        <a:pt x="340" y="187"/>
                                      </a:lnTo>
                                      <a:lnTo>
                                        <a:pt x="362" y="190"/>
                                      </a:lnTo>
                                      <a:lnTo>
                                        <a:pt x="382" y="187"/>
                                      </a:lnTo>
                                      <a:lnTo>
                                        <a:pt x="401" y="178"/>
                                      </a:lnTo>
                                      <a:lnTo>
                                        <a:pt x="415" y="164"/>
                                      </a:lnTo>
                                      <a:lnTo>
                                        <a:pt x="424" y="143"/>
                                      </a:lnTo>
                                      <a:lnTo>
                                        <a:pt x="426" y="121"/>
                                      </a:lnTo>
                                      <a:lnTo>
                                        <a:pt x="420" y="99"/>
                                      </a:lnTo>
                                      <a:lnTo>
                                        <a:pt x="406" y="75"/>
                                      </a:lnTo>
                                      <a:lnTo>
                                        <a:pt x="387" y="55"/>
                                      </a:lnTo>
                                      <a:lnTo>
                                        <a:pt x="363" y="36"/>
                                      </a:lnTo>
                                      <a:lnTo>
                                        <a:pt x="333" y="22"/>
                                      </a:lnTo>
                                      <a:lnTo>
                                        <a:pt x="299" y="11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19" y="9"/>
                                      </a:lnTo>
                                      <a:lnTo>
                                        <a:pt x="178" y="17"/>
                                      </a:lnTo>
                                      <a:lnTo>
                                        <a:pt x="143" y="28"/>
                                      </a:lnTo>
                                      <a:lnTo>
                                        <a:pt x="115" y="42"/>
                                      </a:lnTo>
                                      <a:lnTo>
                                        <a:pt x="91" y="57"/>
                                      </a:lnTo>
                                      <a:lnTo>
                                        <a:pt x="74" y="71"/>
                                      </a:lnTo>
                                      <a:lnTo>
                                        <a:pt x="60" y="86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43" y="109"/>
                                      </a:lnTo>
                                      <a:lnTo>
                                        <a:pt x="40" y="115"/>
                                      </a:lnTo>
                                      <a:lnTo>
                                        <a:pt x="33" y="121"/>
                                      </a:lnTo>
                                      <a:lnTo>
                                        <a:pt x="24" y="124"/>
                                      </a:lnTo>
                                      <a:lnTo>
                                        <a:pt x="14" y="126"/>
                                      </a:lnTo>
                                      <a:lnTo>
                                        <a:pt x="5" y="126"/>
                                      </a:lnTo>
                                      <a:lnTo>
                                        <a:pt x="0" y="123"/>
                                      </a:lnTo>
                                      <a:lnTo>
                                        <a:pt x="0" y="120"/>
                                      </a:lnTo>
                                      <a:lnTo>
                                        <a:pt x="5" y="113"/>
                                      </a:lnTo>
                                      <a:lnTo>
                                        <a:pt x="14" y="102"/>
                                      </a:lnTo>
                                      <a:lnTo>
                                        <a:pt x="29" y="88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73" y="55"/>
                                      </a:lnTo>
                                      <a:lnTo>
                                        <a:pt x="102" y="38"/>
                                      </a:lnTo>
                                      <a:lnTo>
                                        <a:pt x="137" y="24"/>
                                      </a:lnTo>
                                      <a:lnTo>
                                        <a:pt x="178" y="11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7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2">
                                    <a:lumMod val="20000"/>
                                    <a:lumOff val="80000"/>
                                  </a:schemeClr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63" name="Freeform 6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23950" y="74612"/>
                                  <a:ext cx="444500" cy="119063"/>
                                </a:xfrm>
                                <a:custGeom>
                                  <a:avLst/>
                                  <a:gdLst>
                                    <a:gd name="T0" fmla="*/ 66 w 561"/>
                                    <a:gd name="T1" fmla="*/ 2 h 151"/>
                                    <a:gd name="T2" fmla="*/ 98 w 561"/>
                                    <a:gd name="T3" fmla="*/ 17 h 151"/>
                                    <a:gd name="T4" fmla="*/ 115 w 561"/>
                                    <a:gd name="T5" fmla="*/ 47 h 151"/>
                                    <a:gd name="T6" fmla="*/ 112 w 561"/>
                                    <a:gd name="T7" fmla="*/ 76 h 151"/>
                                    <a:gd name="T8" fmla="*/ 92 w 561"/>
                                    <a:gd name="T9" fmla="*/ 94 h 151"/>
                                    <a:gd name="T10" fmla="*/ 59 w 561"/>
                                    <a:gd name="T11" fmla="*/ 98 h 151"/>
                                    <a:gd name="T12" fmla="*/ 59 w 561"/>
                                    <a:gd name="T13" fmla="*/ 96 h 151"/>
                                    <a:gd name="T14" fmla="*/ 90 w 561"/>
                                    <a:gd name="T15" fmla="*/ 93 h 151"/>
                                    <a:gd name="T16" fmla="*/ 107 w 561"/>
                                    <a:gd name="T17" fmla="*/ 74 h 151"/>
                                    <a:gd name="T18" fmla="*/ 110 w 561"/>
                                    <a:gd name="T19" fmla="*/ 49 h 151"/>
                                    <a:gd name="T20" fmla="*/ 95 w 561"/>
                                    <a:gd name="T21" fmla="*/ 22 h 151"/>
                                    <a:gd name="T22" fmla="*/ 66 w 561"/>
                                    <a:gd name="T23" fmla="*/ 11 h 151"/>
                                    <a:gd name="T24" fmla="*/ 38 w 561"/>
                                    <a:gd name="T25" fmla="*/ 19 h 151"/>
                                    <a:gd name="T26" fmla="*/ 21 w 561"/>
                                    <a:gd name="T27" fmla="*/ 44 h 151"/>
                                    <a:gd name="T28" fmla="*/ 26 w 561"/>
                                    <a:gd name="T29" fmla="*/ 87 h 151"/>
                                    <a:gd name="T30" fmla="*/ 60 w 561"/>
                                    <a:gd name="T31" fmla="*/ 118 h 151"/>
                                    <a:gd name="T32" fmla="*/ 115 w 561"/>
                                    <a:gd name="T33" fmla="*/ 134 h 151"/>
                                    <a:gd name="T34" fmla="*/ 181 w 561"/>
                                    <a:gd name="T35" fmla="*/ 134 h 151"/>
                                    <a:gd name="T36" fmla="*/ 250 w 561"/>
                                    <a:gd name="T37" fmla="*/ 112 h 151"/>
                                    <a:gd name="T38" fmla="*/ 330 w 561"/>
                                    <a:gd name="T39" fmla="*/ 74 h 151"/>
                                    <a:gd name="T40" fmla="*/ 421 w 561"/>
                                    <a:gd name="T41" fmla="*/ 46 h 151"/>
                                    <a:gd name="T42" fmla="*/ 516 w 561"/>
                                    <a:gd name="T43" fmla="*/ 35 h 151"/>
                                    <a:gd name="T44" fmla="*/ 509 w 561"/>
                                    <a:gd name="T45" fmla="*/ 36 h 151"/>
                                    <a:gd name="T46" fmla="*/ 404 w 561"/>
                                    <a:gd name="T47" fmla="*/ 55 h 151"/>
                                    <a:gd name="T48" fmla="*/ 300 w 561"/>
                                    <a:gd name="T49" fmla="*/ 96 h 151"/>
                                    <a:gd name="T50" fmla="*/ 217 w 561"/>
                                    <a:gd name="T51" fmla="*/ 137 h 151"/>
                                    <a:gd name="T52" fmla="*/ 148 w 561"/>
                                    <a:gd name="T53" fmla="*/ 151 h 151"/>
                                    <a:gd name="T54" fmla="*/ 85 w 561"/>
                                    <a:gd name="T55" fmla="*/ 146 h 151"/>
                                    <a:gd name="T56" fmla="*/ 35 w 561"/>
                                    <a:gd name="T57" fmla="*/ 124 h 151"/>
                                    <a:gd name="T58" fmla="*/ 5 w 561"/>
                                    <a:gd name="T59" fmla="*/ 87 h 151"/>
                                    <a:gd name="T60" fmla="*/ 4 w 561"/>
                                    <a:gd name="T61" fmla="*/ 39 h 151"/>
                                    <a:gd name="T62" fmla="*/ 21 w 561"/>
                                    <a:gd name="T63" fmla="*/ 13 h 151"/>
                                    <a:gd name="T64" fmla="*/ 51 w 561"/>
                                    <a:gd name="T65" fmla="*/ 0 h 15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</a:cxnLst>
                                  <a:rect l="0" t="0" r="r" b="b"/>
                                  <a:pathLst>
                                    <a:path w="561" h="151">
                                      <a:moveTo>
                                        <a:pt x="51" y="0"/>
                                      </a:moveTo>
                                      <a:lnTo>
                                        <a:pt x="66" y="2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98" y="17"/>
                                      </a:lnTo>
                                      <a:lnTo>
                                        <a:pt x="109" y="33"/>
                                      </a:lnTo>
                                      <a:lnTo>
                                        <a:pt x="115" y="47"/>
                                      </a:lnTo>
                                      <a:lnTo>
                                        <a:pt x="115" y="61"/>
                                      </a:lnTo>
                                      <a:lnTo>
                                        <a:pt x="112" y="76"/>
                                      </a:lnTo>
                                      <a:lnTo>
                                        <a:pt x="104" y="87"/>
                                      </a:lnTo>
                                      <a:lnTo>
                                        <a:pt x="92" y="94"/>
                                      </a:lnTo>
                                      <a:lnTo>
                                        <a:pt x="77" y="99"/>
                                      </a:lnTo>
                                      <a:lnTo>
                                        <a:pt x="59" y="98"/>
                                      </a:lnTo>
                                      <a:lnTo>
                                        <a:pt x="37" y="90"/>
                                      </a:lnTo>
                                      <a:lnTo>
                                        <a:pt x="59" y="96"/>
                                      </a:lnTo>
                                      <a:lnTo>
                                        <a:pt x="76" y="98"/>
                                      </a:lnTo>
                                      <a:lnTo>
                                        <a:pt x="90" y="93"/>
                                      </a:lnTo>
                                      <a:lnTo>
                                        <a:pt x="101" y="85"/>
                                      </a:lnTo>
                                      <a:lnTo>
                                        <a:pt x="107" y="74"/>
                                      </a:lnTo>
                                      <a:lnTo>
                                        <a:pt x="110" y="63"/>
                                      </a:lnTo>
                                      <a:lnTo>
                                        <a:pt x="110" y="49"/>
                                      </a:lnTo>
                                      <a:lnTo>
                                        <a:pt x="106" y="36"/>
                                      </a:lnTo>
                                      <a:lnTo>
                                        <a:pt x="95" y="22"/>
                                      </a:lnTo>
                                      <a:lnTo>
                                        <a:pt x="81" y="14"/>
                                      </a:lnTo>
                                      <a:lnTo>
                                        <a:pt x="66" y="11"/>
                                      </a:lnTo>
                                      <a:lnTo>
                                        <a:pt x="52" y="13"/>
                                      </a:lnTo>
                                      <a:lnTo>
                                        <a:pt x="38" y="19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21" y="44"/>
                                      </a:lnTo>
                                      <a:lnTo>
                                        <a:pt x="18" y="66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40" y="104"/>
                                      </a:lnTo>
                                      <a:lnTo>
                                        <a:pt x="60" y="118"/>
                                      </a:lnTo>
                                      <a:lnTo>
                                        <a:pt x="85" y="127"/>
                                      </a:lnTo>
                                      <a:lnTo>
                                        <a:pt x="115" y="134"/>
                                      </a:lnTo>
                                      <a:lnTo>
                                        <a:pt x="148" y="137"/>
                                      </a:lnTo>
                                      <a:lnTo>
                                        <a:pt x="181" y="134"/>
                                      </a:lnTo>
                                      <a:lnTo>
                                        <a:pt x="216" y="126"/>
                                      </a:lnTo>
                                      <a:lnTo>
                                        <a:pt x="250" y="112"/>
                                      </a:lnTo>
                                      <a:lnTo>
                                        <a:pt x="289" y="93"/>
                                      </a:lnTo>
                                      <a:lnTo>
                                        <a:pt x="330" y="74"/>
                                      </a:lnTo>
                                      <a:lnTo>
                                        <a:pt x="376" y="58"/>
                                      </a:lnTo>
                                      <a:lnTo>
                                        <a:pt x="421" y="46"/>
                                      </a:lnTo>
                                      <a:lnTo>
                                        <a:pt x="469" y="36"/>
                                      </a:lnTo>
                                      <a:lnTo>
                                        <a:pt x="516" y="35"/>
                                      </a:lnTo>
                                      <a:lnTo>
                                        <a:pt x="561" y="38"/>
                                      </a:lnTo>
                                      <a:lnTo>
                                        <a:pt x="509" y="36"/>
                                      </a:lnTo>
                                      <a:lnTo>
                                        <a:pt x="458" y="43"/>
                                      </a:lnTo>
                                      <a:lnTo>
                                        <a:pt x="404" y="55"/>
                                      </a:lnTo>
                                      <a:lnTo>
                                        <a:pt x="352" y="74"/>
                                      </a:lnTo>
                                      <a:lnTo>
                                        <a:pt x="300" y="96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17" y="137"/>
                                      </a:lnTo>
                                      <a:lnTo>
                                        <a:pt x="183" y="146"/>
                                      </a:lnTo>
                                      <a:lnTo>
                                        <a:pt x="148" y="151"/>
                                      </a:lnTo>
                                      <a:lnTo>
                                        <a:pt x="115" y="151"/>
                                      </a:lnTo>
                                      <a:lnTo>
                                        <a:pt x="85" y="146"/>
                                      </a:lnTo>
                                      <a:lnTo>
                                        <a:pt x="57" y="137"/>
                                      </a:lnTo>
                                      <a:lnTo>
                                        <a:pt x="35" y="124"/>
                                      </a:lnTo>
                                      <a:lnTo>
                                        <a:pt x="18" y="107"/>
                                      </a:lnTo>
                                      <a:lnTo>
                                        <a:pt x="5" y="87"/>
                                      </a:lnTo>
                                      <a:lnTo>
                                        <a:pt x="0" y="65"/>
                                      </a:lnTo>
                                      <a:lnTo>
                                        <a:pt x="4" y="39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21" y="13"/>
                                      </a:lnTo>
                                      <a:lnTo>
                                        <a:pt x="35" y="5"/>
                                      </a:lnTo>
                                      <a:lnTo>
                                        <a:pt x="5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2">
                                    <a:lumMod val="20000"/>
                                    <a:lumOff val="80000"/>
                                  </a:schemeClr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64" name="Freeform 64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20637"/>
                                  <a:ext cx="1270000" cy="195263"/>
                                </a:xfrm>
                                <a:custGeom>
                                  <a:avLst/>
                                  <a:gdLst>
                                    <a:gd name="T0" fmla="*/ 1601 w 1601"/>
                                    <a:gd name="T1" fmla="*/ 0 h 247"/>
                                    <a:gd name="T2" fmla="*/ 1539 w 1601"/>
                                    <a:gd name="T3" fmla="*/ 7 h 247"/>
                                    <a:gd name="T4" fmla="*/ 1478 w 1601"/>
                                    <a:gd name="T5" fmla="*/ 16 h 247"/>
                                    <a:gd name="T6" fmla="*/ 1417 w 1601"/>
                                    <a:gd name="T7" fmla="*/ 29 h 247"/>
                                    <a:gd name="T8" fmla="*/ 1356 w 1601"/>
                                    <a:gd name="T9" fmla="*/ 44 h 247"/>
                                    <a:gd name="T10" fmla="*/ 1293 w 1601"/>
                                    <a:gd name="T11" fmla="*/ 62 h 247"/>
                                    <a:gd name="T12" fmla="*/ 1232 w 1601"/>
                                    <a:gd name="T13" fmla="*/ 81 h 247"/>
                                    <a:gd name="T14" fmla="*/ 1167 w 1601"/>
                                    <a:gd name="T15" fmla="*/ 101 h 247"/>
                                    <a:gd name="T16" fmla="*/ 1103 w 1601"/>
                                    <a:gd name="T17" fmla="*/ 122 h 247"/>
                                    <a:gd name="T18" fmla="*/ 1037 w 1601"/>
                                    <a:gd name="T19" fmla="*/ 142 h 247"/>
                                    <a:gd name="T20" fmla="*/ 969 w 1601"/>
                                    <a:gd name="T21" fmla="*/ 162 h 247"/>
                                    <a:gd name="T22" fmla="*/ 899 w 1601"/>
                                    <a:gd name="T23" fmla="*/ 183 h 247"/>
                                    <a:gd name="T24" fmla="*/ 825 w 1601"/>
                                    <a:gd name="T25" fmla="*/ 199 h 247"/>
                                    <a:gd name="T26" fmla="*/ 749 w 1601"/>
                                    <a:gd name="T27" fmla="*/ 216 h 247"/>
                                    <a:gd name="T28" fmla="*/ 671 w 1601"/>
                                    <a:gd name="T29" fmla="*/ 229 h 247"/>
                                    <a:gd name="T30" fmla="*/ 588 w 1601"/>
                                    <a:gd name="T31" fmla="*/ 240 h 247"/>
                                    <a:gd name="T32" fmla="*/ 501 w 1601"/>
                                    <a:gd name="T33" fmla="*/ 246 h 247"/>
                                    <a:gd name="T34" fmla="*/ 410 w 1601"/>
                                    <a:gd name="T35" fmla="*/ 247 h 247"/>
                                    <a:gd name="T36" fmla="*/ 316 w 1601"/>
                                    <a:gd name="T37" fmla="*/ 246 h 247"/>
                                    <a:gd name="T38" fmla="*/ 215 w 1601"/>
                                    <a:gd name="T39" fmla="*/ 238 h 247"/>
                                    <a:gd name="T40" fmla="*/ 110 w 1601"/>
                                    <a:gd name="T41" fmla="*/ 225 h 247"/>
                                    <a:gd name="T42" fmla="*/ 0 w 1601"/>
                                    <a:gd name="T43" fmla="*/ 207 h 247"/>
                                    <a:gd name="T44" fmla="*/ 108 w 1601"/>
                                    <a:gd name="T45" fmla="*/ 224 h 247"/>
                                    <a:gd name="T46" fmla="*/ 212 w 1601"/>
                                    <a:gd name="T47" fmla="*/ 235 h 247"/>
                                    <a:gd name="T48" fmla="*/ 309 w 1601"/>
                                    <a:gd name="T49" fmla="*/ 241 h 247"/>
                                    <a:gd name="T50" fmla="*/ 404 w 1601"/>
                                    <a:gd name="T51" fmla="*/ 243 h 247"/>
                                    <a:gd name="T52" fmla="*/ 492 w 1601"/>
                                    <a:gd name="T53" fmla="*/ 238 h 247"/>
                                    <a:gd name="T54" fmla="*/ 578 w 1601"/>
                                    <a:gd name="T55" fmla="*/ 232 h 247"/>
                                    <a:gd name="T56" fmla="*/ 660 w 1601"/>
                                    <a:gd name="T57" fmla="*/ 221 h 247"/>
                                    <a:gd name="T58" fmla="*/ 737 w 1601"/>
                                    <a:gd name="T59" fmla="*/ 208 h 247"/>
                                    <a:gd name="T60" fmla="*/ 812 w 1601"/>
                                    <a:gd name="T61" fmla="*/ 192 h 247"/>
                                    <a:gd name="T62" fmla="*/ 886 w 1601"/>
                                    <a:gd name="T63" fmla="*/ 175 h 247"/>
                                    <a:gd name="T64" fmla="*/ 955 w 1601"/>
                                    <a:gd name="T65" fmla="*/ 155 h 247"/>
                                    <a:gd name="T66" fmla="*/ 1024 w 1601"/>
                                    <a:gd name="T67" fmla="*/ 136 h 247"/>
                                    <a:gd name="T68" fmla="*/ 1090 w 1601"/>
                                    <a:gd name="T69" fmla="*/ 115 h 247"/>
                                    <a:gd name="T70" fmla="*/ 1156 w 1601"/>
                                    <a:gd name="T71" fmla="*/ 95 h 247"/>
                                    <a:gd name="T72" fmla="*/ 1219 w 1601"/>
                                    <a:gd name="T73" fmla="*/ 76 h 247"/>
                                    <a:gd name="T74" fmla="*/ 1283 w 1601"/>
                                    <a:gd name="T75" fmla="*/ 57 h 247"/>
                                    <a:gd name="T76" fmla="*/ 1346 w 1601"/>
                                    <a:gd name="T77" fmla="*/ 41 h 247"/>
                                    <a:gd name="T78" fmla="*/ 1409 w 1601"/>
                                    <a:gd name="T79" fmla="*/ 26 h 247"/>
                                    <a:gd name="T80" fmla="*/ 1472 w 1601"/>
                                    <a:gd name="T81" fmla="*/ 15 h 247"/>
                                    <a:gd name="T82" fmla="*/ 1536 w 1601"/>
                                    <a:gd name="T83" fmla="*/ 5 h 247"/>
                                    <a:gd name="T84" fmla="*/ 1601 w 1601"/>
                                    <a:gd name="T85" fmla="*/ 0 h 2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</a:cxnLst>
                                  <a:rect l="0" t="0" r="r" b="b"/>
                                  <a:pathLst>
                                    <a:path w="1601" h="247">
                                      <a:moveTo>
                                        <a:pt x="1601" y="0"/>
                                      </a:moveTo>
                                      <a:lnTo>
                                        <a:pt x="1539" y="7"/>
                                      </a:lnTo>
                                      <a:lnTo>
                                        <a:pt x="1478" y="16"/>
                                      </a:lnTo>
                                      <a:lnTo>
                                        <a:pt x="1417" y="29"/>
                                      </a:lnTo>
                                      <a:lnTo>
                                        <a:pt x="1356" y="44"/>
                                      </a:lnTo>
                                      <a:lnTo>
                                        <a:pt x="1293" y="62"/>
                                      </a:lnTo>
                                      <a:lnTo>
                                        <a:pt x="1232" y="81"/>
                                      </a:lnTo>
                                      <a:lnTo>
                                        <a:pt x="1167" y="101"/>
                                      </a:lnTo>
                                      <a:lnTo>
                                        <a:pt x="1103" y="122"/>
                                      </a:lnTo>
                                      <a:lnTo>
                                        <a:pt x="1037" y="142"/>
                                      </a:lnTo>
                                      <a:lnTo>
                                        <a:pt x="969" y="162"/>
                                      </a:lnTo>
                                      <a:lnTo>
                                        <a:pt x="899" y="183"/>
                                      </a:lnTo>
                                      <a:lnTo>
                                        <a:pt x="825" y="199"/>
                                      </a:lnTo>
                                      <a:lnTo>
                                        <a:pt x="749" y="216"/>
                                      </a:lnTo>
                                      <a:lnTo>
                                        <a:pt x="671" y="229"/>
                                      </a:lnTo>
                                      <a:lnTo>
                                        <a:pt x="588" y="240"/>
                                      </a:lnTo>
                                      <a:lnTo>
                                        <a:pt x="501" y="246"/>
                                      </a:lnTo>
                                      <a:lnTo>
                                        <a:pt x="410" y="247"/>
                                      </a:lnTo>
                                      <a:lnTo>
                                        <a:pt x="316" y="246"/>
                                      </a:lnTo>
                                      <a:lnTo>
                                        <a:pt x="215" y="238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108" y="224"/>
                                      </a:lnTo>
                                      <a:lnTo>
                                        <a:pt x="212" y="235"/>
                                      </a:lnTo>
                                      <a:lnTo>
                                        <a:pt x="309" y="241"/>
                                      </a:lnTo>
                                      <a:lnTo>
                                        <a:pt x="404" y="243"/>
                                      </a:lnTo>
                                      <a:lnTo>
                                        <a:pt x="492" y="238"/>
                                      </a:lnTo>
                                      <a:lnTo>
                                        <a:pt x="578" y="232"/>
                                      </a:lnTo>
                                      <a:lnTo>
                                        <a:pt x="660" y="221"/>
                                      </a:lnTo>
                                      <a:lnTo>
                                        <a:pt x="737" y="208"/>
                                      </a:lnTo>
                                      <a:lnTo>
                                        <a:pt x="812" y="192"/>
                                      </a:lnTo>
                                      <a:lnTo>
                                        <a:pt x="886" y="175"/>
                                      </a:lnTo>
                                      <a:lnTo>
                                        <a:pt x="955" y="155"/>
                                      </a:lnTo>
                                      <a:lnTo>
                                        <a:pt x="1024" y="136"/>
                                      </a:lnTo>
                                      <a:lnTo>
                                        <a:pt x="1090" y="115"/>
                                      </a:lnTo>
                                      <a:lnTo>
                                        <a:pt x="1156" y="95"/>
                                      </a:lnTo>
                                      <a:lnTo>
                                        <a:pt x="1219" y="76"/>
                                      </a:lnTo>
                                      <a:lnTo>
                                        <a:pt x="1283" y="57"/>
                                      </a:lnTo>
                                      <a:lnTo>
                                        <a:pt x="1346" y="41"/>
                                      </a:lnTo>
                                      <a:lnTo>
                                        <a:pt x="1409" y="26"/>
                                      </a:lnTo>
                                      <a:lnTo>
                                        <a:pt x="1472" y="15"/>
                                      </a:lnTo>
                                      <a:lnTo>
                                        <a:pt x="1536" y="5"/>
                                      </a:lnTo>
                                      <a:lnTo>
                                        <a:pt x="160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2">
                                    <a:lumMod val="20000"/>
                                    <a:lumOff val="80000"/>
                                  </a:schemeClr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65" name="Freeform 65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14563" y="20637"/>
                                  <a:ext cx="1071563" cy="312738"/>
                                </a:xfrm>
                                <a:custGeom>
                                  <a:avLst/>
                                  <a:gdLst>
                                    <a:gd name="T0" fmla="*/ 165 w 1349"/>
                                    <a:gd name="T1" fmla="*/ 0 h 395"/>
                                    <a:gd name="T2" fmla="*/ 168 w 1349"/>
                                    <a:gd name="T3" fmla="*/ 3 h 395"/>
                                    <a:gd name="T4" fmla="*/ 122 w 1349"/>
                                    <a:gd name="T5" fmla="*/ 8 h 395"/>
                                    <a:gd name="T6" fmla="*/ 80 w 1349"/>
                                    <a:gd name="T7" fmla="*/ 24 h 395"/>
                                    <a:gd name="T8" fmla="*/ 49 w 1349"/>
                                    <a:gd name="T9" fmla="*/ 51 h 395"/>
                                    <a:gd name="T10" fmla="*/ 36 w 1349"/>
                                    <a:gd name="T11" fmla="*/ 90 h 395"/>
                                    <a:gd name="T12" fmla="*/ 47 w 1349"/>
                                    <a:gd name="T13" fmla="*/ 142 h 395"/>
                                    <a:gd name="T14" fmla="*/ 88 w 1349"/>
                                    <a:gd name="T15" fmla="*/ 197 h 395"/>
                                    <a:gd name="T16" fmla="*/ 157 w 1349"/>
                                    <a:gd name="T17" fmla="*/ 254 h 395"/>
                                    <a:gd name="T18" fmla="*/ 253 w 1349"/>
                                    <a:gd name="T19" fmla="*/ 304 h 395"/>
                                    <a:gd name="T20" fmla="*/ 377 w 1349"/>
                                    <a:gd name="T21" fmla="*/ 343 h 395"/>
                                    <a:gd name="T22" fmla="*/ 536 w 1349"/>
                                    <a:gd name="T23" fmla="*/ 372 h 395"/>
                                    <a:gd name="T24" fmla="*/ 694 w 1349"/>
                                    <a:gd name="T25" fmla="*/ 380 h 395"/>
                                    <a:gd name="T26" fmla="*/ 837 w 1349"/>
                                    <a:gd name="T27" fmla="*/ 370 h 395"/>
                                    <a:gd name="T28" fmla="*/ 966 w 1349"/>
                                    <a:gd name="T29" fmla="*/ 348 h 395"/>
                                    <a:gd name="T30" fmla="*/ 1084 w 1349"/>
                                    <a:gd name="T31" fmla="*/ 318 h 395"/>
                                    <a:gd name="T32" fmla="*/ 1194 w 1349"/>
                                    <a:gd name="T33" fmla="*/ 287 h 395"/>
                                    <a:gd name="T34" fmla="*/ 1298 w 1349"/>
                                    <a:gd name="T35" fmla="*/ 257 h 395"/>
                                    <a:gd name="T36" fmla="*/ 1301 w 1349"/>
                                    <a:gd name="T37" fmla="*/ 258 h 395"/>
                                    <a:gd name="T38" fmla="*/ 1199 w 1349"/>
                                    <a:gd name="T39" fmla="*/ 291 h 395"/>
                                    <a:gd name="T40" fmla="*/ 1090 w 1349"/>
                                    <a:gd name="T41" fmla="*/ 326 h 395"/>
                                    <a:gd name="T42" fmla="*/ 971 w 1349"/>
                                    <a:gd name="T43" fmla="*/ 359 h 395"/>
                                    <a:gd name="T44" fmla="*/ 840 w 1349"/>
                                    <a:gd name="T45" fmla="*/ 383 h 395"/>
                                    <a:gd name="T46" fmla="*/ 696 w 1349"/>
                                    <a:gd name="T47" fmla="*/ 395 h 395"/>
                                    <a:gd name="T48" fmla="*/ 532 w 1349"/>
                                    <a:gd name="T49" fmla="*/ 391 h 395"/>
                                    <a:gd name="T50" fmla="*/ 369 w 1349"/>
                                    <a:gd name="T51" fmla="*/ 365 h 395"/>
                                    <a:gd name="T52" fmla="*/ 243 w 1349"/>
                                    <a:gd name="T53" fmla="*/ 331 h 395"/>
                                    <a:gd name="T54" fmla="*/ 146 w 1349"/>
                                    <a:gd name="T55" fmla="*/ 288 h 395"/>
                                    <a:gd name="T56" fmla="*/ 74 w 1349"/>
                                    <a:gd name="T57" fmla="*/ 240 h 395"/>
                                    <a:gd name="T58" fmla="*/ 28 w 1349"/>
                                    <a:gd name="T59" fmla="*/ 189 h 395"/>
                                    <a:gd name="T60" fmla="*/ 3 w 1349"/>
                                    <a:gd name="T61" fmla="*/ 140 h 395"/>
                                    <a:gd name="T62" fmla="*/ 2 w 1349"/>
                                    <a:gd name="T63" fmla="*/ 95 h 395"/>
                                    <a:gd name="T64" fmla="*/ 25 w 1349"/>
                                    <a:gd name="T65" fmla="*/ 44 h 395"/>
                                    <a:gd name="T66" fmla="*/ 64 w 1349"/>
                                    <a:gd name="T67" fmla="*/ 15 h 395"/>
                                    <a:gd name="T68" fmla="*/ 113 w 1349"/>
                                    <a:gd name="T69" fmla="*/ 2 h 3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</a:cxnLst>
                                  <a:rect l="0" t="0" r="r" b="b"/>
                                  <a:pathLst>
                                    <a:path w="1349" h="395">
                                      <a:moveTo>
                                        <a:pt x="140" y="0"/>
                                      </a:moveTo>
                                      <a:lnTo>
                                        <a:pt x="165" y="0"/>
                                      </a:lnTo>
                                      <a:lnTo>
                                        <a:pt x="188" y="3"/>
                                      </a:lnTo>
                                      <a:lnTo>
                                        <a:pt x="168" y="3"/>
                                      </a:lnTo>
                                      <a:lnTo>
                                        <a:pt x="146" y="5"/>
                                      </a:lnTo>
                                      <a:lnTo>
                                        <a:pt x="122" y="8"/>
                                      </a:lnTo>
                                      <a:lnTo>
                                        <a:pt x="100" y="15"/>
                                      </a:lnTo>
                                      <a:lnTo>
                                        <a:pt x="80" y="24"/>
                                      </a:lnTo>
                                      <a:lnTo>
                                        <a:pt x="63" y="35"/>
                                      </a:lnTo>
                                      <a:lnTo>
                                        <a:pt x="49" y="51"/>
                                      </a:lnTo>
                                      <a:lnTo>
                                        <a:pt x="39" y="68"/>
                                      </a:lnTo>
                                      <a:lnTo>
                                        <a:pt x="36" y="90"/>
                                      </a:lnTo>
                                      <a:lnTo>
                                        <a:pt x="38" y="115"/>
                                      </a:lnTo>
                                      <a:lnTo>
                                        <a:pt x="47" y="142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88" y="197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57" y="254"/>
                                      </a:lnTo>
                                      <a:lnTo>
                                        <a:pt x="201" y="279"/>
                                      </a:lnTo>
                                      <a:lnTo>
                                        <a:pt x="253" y="304"/>
                                      </a:lnTo>
                                      <a:lnTo>
                                        <a:pt x="311" y="326"/>
                                      </a:lnTo>
                                      <a:lnTo>
                                        <a:pt x="377" y="343"/>
                                      </a:lnTo>
                                      <a:lnTo>
                                        <a:pt x="449" y="359"/>
                                      </a:lnTo>
                                      <a:lnTo>
                                        <a:pt x="536" y="372"/>
                                      </a:lnTo>
                                      <a:lnTo>
                                        <a:pt x="617" y="378"/>
                                      </a:lnTo>
                                      <a:lnTo>
                                        <a:pt x="694" y="380"/>
                                      </a:lnTo>
                                      <a:lnTo>
                                        <a:pt x="768" y="376"/>
                                      </a:lnTo>
                                      <a:lnTo>
                                        <a:pt x="837" y="370"/>
                                      </a:lnTo>
                                      <a:lnTo>
                                        <a:pt x="903" y="361"/>
                                      </a:lnTo>
                                      <a:lnTo>
                                        <a:pt x="966" y="348"/>
                                      </a:lnTo>
                                      <a:lnTo>
                                        <a:pt x="1026" y="334"/>
                                      </a:lnTo>
                                      <a:lnTo>
                                        <a:pt x="1084" y="318"/>
                                      </a:lnTo>
                                      <a:lnTo>
                                        <a:pt x="1140" y="303"/>
                                      </a:lnTo>
                                      <a:lnTo>
                                        <a:pt x="1194" y="287"/>
                                      </a:lnTo>
                                      <a:lnTo>
                                        <a:pt x="1247" y="271"/>
                                      </a:lnTo>
                                      <a:lnTo>
                                        <a:pt x="1298" y="257"/>
                                      </a:lnTo>
                                      <a:lnTo>
                                        <a:pt x="1349" y="244"/>
                                      </a:lnTo>
                                      <a:lnTo>
                                        <a:pt x="1301" y="258"/>
                                      </a:lnTo>
                                      <a:lnTo>
                                        <a:pt x="1250" y="274"/>
                                      </a:lnTo>
                                      <a:lnTo>
                                        <a:pt x="1199" y="291"/>
                                      </a:lnTo>
                                      <a:lnTo>
                                        <a:pt x="1145" y="309"/>
                                      </a:lnTo>
                                      <a:lnTo>
                                        <a:pt x="1090" y="326"/>
                                      </a:lnTo>
                                      <a:lnTo>
                                        <a:pt x="1032" y="343"/>
                                      </a:lnTo>
                                      <a:lnTo>
                                        <a:pt x="971" y="359"/>
                                      </a:lnTo>
                                      <a:lnTo>
                                        <a:pt x="908" y="372"/>
                                      </a:lnTo>
                                      <a:lnTo>
                                        <a:pt x="840" y="383"/>
                                      </a:lnTo>
                                      <a:lnTo>
                                        <a:pt x="770" y="391"/>
                                      </a:lnTo>
                                      <a:lnTo>
                                        <a:pt x="696" y="395"/>
                                      </a:lnTo>
                                      <a:lnTo>
                                        <a:pt x="616" y="395"/>
                                      </a:lnTo>
                                      <a:lnTo>
                                        <a:pt x="532" y="391"/>
                                      </a:lnTo>
                                      <a:lnTo>
                                        <a:pt x="445" y="380"/>
                                      </a:lnTo>
                                      <a:lnTo>
                                        <a:pt x="369" y="365"/>
                                      </a:lnTo>
                                      <a:lnTo>
                                        <a:pt x="303" y="350"/>
                                      </a:lnTo>
                                      <a:lnTo>
                                        <a:pt x="243" y="331"/>
                                      </a:lnTo>
                                      <a:lnTo>
                                        <a:pt x="192" y="310"/>
                                      </a:lnTo>
                                      <a:lnTo>
                                        <a:pt x="146" y="288"/>
                                      </a:lnTo>
                                      <a:lnTo>
                                        <a:pt x="107" y="265"/>
                                      </a:lnTo>
                                      <a:lnTo>
                                        <a:pt x="74" y="240"/>
                                      </a:lnTo>
                                      <a:lnTo>
                                        <a:pt x="47" y="214"/>
                                      </a:lnTo>
                                      <a:lnTo>
                                        <a:pt x="28" y="189"/>
                                      </a:lnTo>
                                      <a:lnTo>
                                        <a:pt x="13" y="164"/>
                                      </a:lnTo>
                                      <a:lnTo>
                                        <a:pt x="3" y="140"/>
                                      </a:lnTo>
                                      <a:lnTo>
                                        <a:pt x="0" y="117"/>
                                      </a:lnTo>
                                      <a:lnTo>
                                        <a:pt x="2" y="95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25" y="44"/>
                                      </a:lnTo>
                                      <a:lnTo>
                                        <a:pt x="42" y="27"/>
                                      </a:lnTo>
                                      <a:lnTo>
                                        <a:pt x="64" y="15"/>
                                      </a:lnTo>
                                      <a:lnTo>
                                        <a:pt x="88" y="7"/>
                                      </a:lnTo>
                                      <a:lnTo>
                                        <a:pt x="113" y="2"/>
                                      </a:lnTo>
                                      <a:lnTo>
                                        <a:pt x="14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2">
                                    <a:lumMod val="20000"/>
                                    <a:lumOff val="80000"/>
                                  </a:schemeClr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66" name="Freeform 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63775" y="28575"/>
                                  <a:ext cx="325438" cy="265113"/>
                                </a:xfrm>
                                <a:custGeom>
                                  <a:avLst/>
                                  <a:gdLst>
                                    <a:gd name="T0" fmla="*/ 103 w 408"/>
                                    <a:gd name="T1" fmla="*/ 0 h 334"/>
                                    <a:gd name="T2" fmla="*/ 80 w 408"/>
                                    <a:gd name="T3" fmla="*/ 5 h 334"/>
                                    <a:gd name="T4" fmla="*/ 59 w 408"/>
                                    <a:gd name="T5" fmla="*/ 11 h 334"/>
                                    <a:gd name="T6" fmla="*/ 42 w 408"/>
                                    <a:gd name="T7" fmla="*/ 22 h 334"/>
                                    <a:gd name="T8" fmla="*/ 30 w 408"/>
                                    <a:gd name="T9" fmla="*/ 35 h 334"/>
                                    <a:gd name="T10" fmla="*/ 20 w 408"/>
                                    <a:gd name="T11" fmla="*/ 51 h 334"/>
                                    <a:gd name="T12" fmla="*/ 19 w 408"/>
                                    <a:gd name="T13" fmla="*/ 68 h 334"/>
                                    <a:gd name="T14" fmla="*/ 23 w 408"/>
                                    <a:gd name="T15" fmla="*/ 88 h 334"/>
                                    <a:gd name="T16" fmla="*/ 34 w 408"/>
                                    <a:gd name="T17" fmla="*/ 112 h 334"/>
                                    <a:gd name="T18" fmla="*/ 55 w 408"/>
                                    <a:gd name="T19" fmla="*/ 139 h 334"/>
                                    <a:gd name="T20" fmla="*/ 91 w 408"/>
                                    <a:gd name="T21" fmla="*/ 175 h 334"/>
                                    <a:gd name="T22" fmla="*/ 132 w 408"/>
                                    <a:gd name="T23" fmla="*/ 208 h 334"/>
                                    <a:gd name="T24" fmla="*/ 179 w 408"/>
                                    <a:gd name="T25" fmla="*/ 236 h 334"/>
                                    <a:gd name="T26" fmla="*/ 226 w 408"/>
                                    <a:gd name="T27" fmla="*/ 263 h 334"/>
                                    <a:gd name="T28" fmla="*/ 275 w 408"/>
                                    <a:gd name="T29" fmla="*/ 287 h 334"/>
                                    <a:gd name="T30" fmla="*/ 323 w 408"/>
                                    <a:gd name="T31" fmla="*/ 306 h 334"/>
                                    <a:gd name="T32" fmla="*/ 367 w 408"/>
                                    <a:gd name="T33" fmla="*/ 321 h 334"/>
                                    <a:gd name="T34" fmla="*/ 408 w 408"/>
                                    <a:gd name="T35" fmla="*/ 334 h 334"/>
                                    <a:gd name="T36" fmla="*/ 371 w 408"/>
                                    <a:gd name="T37" fmla="*/ 325 h 334"/>
                                    <a:gd name="T38" fmla="*/ 328 w 408"/>
                                    <a:gd name="T39" fmla="*/ 314 h 334"/>
                                    <a:gd name="T40" fmla="*/ 283 w 408"/>
                                    <a:gd name="T41" fmla="*/ 299 h 334"/>
                                    <a:gd name="T42" fmla="*/ 235 w 408"/>
                                    <a:gd name="T43" fmla="*/ 284 h 334"/>
                                    <a:gd name="T44" fmla="*/ 190 w 408"/>
                                    <a:gd name="T45" fmla="*/ 265 h 334"/>
                                    <a:gd name="T46" fmla="*/ 144 w 408"/>
                                    <a:gd name="T47" fmla="*/ 243 h 334"/>
                                    <a:gd name="T48" fmla="*/ 103 w 408"/>
                                    <a:gd name="T49" fmla="*/ 219 h 334"/>
                                    <a:gd name="T50" fmla="*/ 67 w 408"/>
                                    <a:gd name="T51" fmla="*/ 192 h 334"/>
                                    <a:gd name="T52" fmla="*/ 36 w 408"/>
                                    <a:gd name="T53" fmla="*/ 162 h 334"/>
                                    <a:gd name="T54" fmla="*/ 17 w 408"/>
                                    <a:gd name="T55" fmla="*/ 134 h 334"/>
                                    <a:gd name="T56" fmla="*/ 4 w 408"/>
                                    <a:gd name="T57" fmla="*/ 109 h 334"/>
                                    <a:gd name="T58" fmla="*/ 0 w 408"/>
                                    <a:gd name="T59" fmla="*/ 87 h 334"/>
                                    <a:gd name="T60" fmla="*/ 1 w 408"/>
                                    <a:gd name="T61" fmla="*/ 66 h 334"/>
                                    <a:gd name="T62" fmla="*/ 8 w 408"/>
                                    <a:gd name="T63" fmla="*/ 49 h 334"/>
                                    <a:gd name="T64" fmla="*/ 20 w 408"/>
                                    <a:gd name="T65" fmla="*/ 33 h 334"/>
                                    <a:gd name="T66" fmla="*/ 36 w 408"/>
                                    <a:gd name="T67" fmla="*/ 21 h 334"/>
                                    <a:gd name="T68" fmla="*/ 56 w 408"/>
                                    <a:gd name="T69" fmla="*/ 11 h 334"/>
                                    <a:gd name="T70" fmla="*/ 78 w 408"/>
                                    <a:gd name="T71" fmla="*/ 4 h 334"/>
                                    <a:gd name="T72" fmla="*/ 103 w 408"/>
                                    <a:gd name="T73" fmla="*/ 0 h 3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</a:cxnLst>
                                  <a:rect l="0" t="0" r="r" b="b"/>
                                  <a:pathLst>
                                    <a:path w="408" h="334">
                                      <a:moveTo>
                                        <a:pt x="103" y="0"/>
                                      </a:moveTo>
                                      <a:lnTo>
                                        <a:pt x="80" y="5"/>
                                      </a:lnTo>
                                      <a:lnTo>
                                        <a:pt x="59" y="11"/>
                                      </a:lnTo>
                                      <a:lnTo>
                                        <a:pt x="42" y="22"/>
                                      </a:lnTo>
                                      <a:lnTo>
                                        <a:pt x="30" y="35"/>
                                      </a:lnTo>
                                      <a:lnTo>
                                        <a:pt x="20" y="51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34" y="112"/>
                                      </a:lnTo>
                                      <a:lnTo>
                                        <a:pt x="55" y="139"/>
                                      </a:lnTo>
                                      <a:lnTo>
                                        <a:pt x="91" y="175"/>
                                      </a:lnTo>
                                      <a:lnTo>
                                        <a:pt x="132" y="208"/>
                                      </a:lnTo>
                                      <a:lnTo>
                                        <a:pt x="179" y="236"/>
                                      </a:lnTo>
                                      <a:lnTo>
                                        <a:pt x="226" y="263"/>
                                      </a:lnTo>
                                      <a:lnTo>
                                        <a:pt x="275" y="287"/>
                                      </a:lnTo>
                                      <a:lnTo>
                                        <a:pt x="323" y="306"/>
                                      </a:lnTo>
                                      <a:lnTo>
                                        <a:pt x="367" y="321"/>
                                      </a:lnTo>
                                      <a:lnTo>
                                        <a:pt x="408" y="334"/>
                                      </a:lnTo>
                                      <a:lnTo>
                                        <a:pt x="371" y="325"/>
                                      </a:lnTo>
                                      <a:lnTo>
                                        <a:pt x="328" y="314"/>
                                      </a:lnTo>
                                      <a:lnTo>
                                        <a:pt x="283" y="299"/>
                                      </a:lnTo>
                                      <a:lnTo>
                                        <a:pt x="235" y="284"/>
                                      </a:lnTo>
                                      <a:lnTo>
                                        <a:pt x="190" y="265"/>
                                      </a:lnTo>
                                      <a:lnTo>
                                        <a:pt x="144" y="243"/>
                                      </a:lnTo>
                                      <a:lnTo>
                                        <a:pt x="103" y="219"/>
                                      </a:lnTo>
                                      <a:lnTo>
                                        <a:pt x="67" y="192"/>
                                      </a:lnTo>
                                      <a:lnTo>
                                        <a:pt x="36" y="162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4" y="109"/>
                                      </a:lnTo>
                                      <a:lnTo>
                                        <a:pt x="0" y="87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8" y="49"/>
                                      </a:lnTo>
                                      <a:lnTo>
                                        <a:pt x="20" y="33"/>
                                      </a:lnTo>
                                      <a:lnTo>
                                        <a:pt x="36" y="21"/>
                                      </a:lnTo>
                                      <a:lnTo>
                                        <a:pt x="56" y="11"/>
                                      </a:lnTo>
                                      <a:lnTo>
                                        <a:pt x="78" y="4"/>
                                      </a:lnTo>
                                      <a:lnTo>
                                        <a:pt x="1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2">
                                    <a:lumMod val="20000"/>
                                    <a:lumOff val="80000"/>
                                  </a:schemeClr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67" name="Freeform 6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398713" y="90487"/>
                                  <a:ext cx="361950" cy="157163"/>
                                </a:xfrm>
                                <a:custGeom>
                                  <a:avLst/>
                                  <a:gdLst>
                                    <a:gd name="T0" fmla="*/ 104 w 456"/>
                                    <a:gd name="T1" fmla="*/ 4 h 199"/>
                                    <a:gd name="T2" fmla="*/ 154 w 456"/>
                                    <a:gd name="T3" fmla="*/ 21 h 199"/>
                                    <a:gd name="T4" fmla="*/ 195 w 456"/>
                                    <a:gd name="T5" fmla="*/ 54 h 199"/>
                                    <a:gd name="T6" fmla="*/ 217 w 456"/>
                                    <a:gd name="T7" fmla="*/ 96 h 199"/>
                                    <a:gd name="T8" fmla="*/ 213 w 456"/>
                                    <a:gd name="T9" fmla="*/ 134 h 199"/>
                                    <a:gd name="T10" fmla="*/ 194 w 456"/>
                                    <a:gd name="T11" fmla="*/ 150 h 199"/>
                                    <a:gd name="T12" fmla="*/ 167 w 456"/>
                                    <a:gd name="T13" fmla="*/ 150 h 199"/>
                                    <a:gd name="T14" fmla="*/ 145 w 456"/>
                                    <a:gd name="T15" fmla="*/ 139 h 199"/>
                                    <a:gd name="T16" fmla="*/ 134 w 456"/>
                                    <a:gd name="T17" fmla="*/ 120 h 199"/>
                                    <a:gd name="T18" fmla="*/ 148 w 456"/>
                                    <a:gd name="T19" fmla="*/ 139 h 199"/>
                                    <a:gd name="T20" fmla="*/ 172 w 456"/>
                                    <a:gd name="T21" fmla="*/ 142 h 199"/>
                                    <a:gd name="T22" fmla="*/ 192 w 456"/>
                                    <a:gd name="T23" fmla="*/ 126 h 199"/>
                                    <a:gd name="T24" fmla="*/ 197 w 456"/>
                                    <a:gd name="T25" fmla="*/ 87 h 199"/>
                                    <a:gd name="T26" fmla="*/ 178 w 456"/>
                                    <a:gd name="T27" fmla="*/ 46 h 199"/>
                                    <a:gd name="T28" fmla="*/ 140 w 456"/>
                                    <a:gd name="T29" fmla="*/ 19 h 199"/>
                                    <a:gd name="T30" fmla="*/ 96 w 456"/>
                                    <a:gd name="T31" fmla="*/ 10 h 199"/>
                                    <a:gd name="T32" fmla="*/ 55 w 456"/>
                                    <a:gd name="T33" fmla="*/ 21 h 199"/>
                                    <a:gd name="T34" fmla="*/ 32 w 456"/>
                                    <a:gd name="T35" fmla="*/ 56 h 199"/>
                                    <a:gd name="T36" fmla="*/ 38 w 456"/>
                                    <a:gd name="T37" fmla="*/ 101 h 199"/>
                                    <a:gd name="T38" fmla="*/ 70 w 456"/>
                                    <a:gd name="T39" fmla="*/ 144 h 199"/>
                                    <a:gd name="T40" fmla="*/ 125 w 456"/>
                                    <a:gd name="T41" fmla="*/ 177 h 199"/>
                                    <a:gd name="T42" fmla="*/ 197 w 456"/>
                                    <a:gd name="T43" fmla="*/ 192 h 199"/>
                                    <a:gd name="T44" fmla="*/ 280 w 456"/>
                                    <a:gd name="T45" fmla="*/ 183 h 199"/>
                                    <a:gd name="T46" fmla="*/ 343 w 456"/>
                                    <a:gd name="T47" fmla="*/ 158 h 199"/>
                                    <a:gd name="T48" fmla="*/ 384 w 456"/>
                                    <a:gd name="T49" fmla="*/ 128 h 199"/>
                                    <a:gd name="T50" fmla="*/ 407 w 456"/>
                                    <a:gd name="T51" fmla="*/ 101 h 199"/>
                                    <a:gd name="T52" fmla="*/ 418 w 456"/>
                                    <a:gd name="T53" fmla="*/ 84 h 199"/>
                                    <a:gd name="T54" fmla="*/ 432 w 456"/>
                                    <a:gd name="T55" fmla="*/ 74 h 199"/>
                                    <a:gd name="T56" fmla="*/ 451 w 456"/>
                                    <a:gd name="T57" fmla="*/ 74 h 199"/>
                                    <a:gd name="T58" fmla="*/ 456 w 456"/>
                                    <a:gd name="T59" fmla="*/ 81 h 199"/>
                                    <a:gd name="T60" fmla="*/ 442 w 456"/>
                                    <a:gd name="T61" fmla="*/ 96 h 199"/>
                                    <a:gd name="T62" fmla="*/ 409 w 456"/>
                                    <a:gd name="T63" fmla="*/ 128 h 199"/>
                                    <a:gd name="T64" fmla="*/ 355 w 456"/>
                                    <a:gd name="T65" fmla="*/ 161 h 199"/>
                                    <a:gd name="T66" fmla="*/ 278 w 456"/>
                                    <a:gd name="T67" fmla="*/ 188 h 199"/>
                                    <a:gd name="T68" fmla="*/ 186 w 456"/>
                                    <a:gd name="T69" fmla="*/ 199 h 199"/>
                                    <a:gd name="T70" fmla="*/ 106 w 456"/>
                                    <a:gd name="T71" fmla="*/ 185 h 199"/>
                                    <a:gd name="T72" fmla="*/ 46 w 456"/>
                                    <a:gd name="T73" fmla="*/ 153 h 199"/>
                                    <a:gd name="T74" fmla="*/ 11 w 456"/>
                                    <a:gd name="T75" fmla="*/ 109 h 199"/>
                                    <a:gd name="T76" fmla="*/ 0 w 456"/>
                                    <a:gd name="T77" fmla="*/ 63 h 199"/>
                                    <a:gd name="T78" fmla="*/ 16 w 456"/>
                                    <a:gd name="T79" fmla="*/ 24 h 199"/>
                                    <a:gd name="T80" fmla="*/ 55 w 456"/>
                                    <a:gd name="T81" fmla="*/ 2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56" h="199">
                                      <a:moveTo>
                                        <a:pt x="79" y="0"/>
                                      </a:moveTo>
                                      <a:lnTo>
                                        <a:pt x="104" y="4"/>
                                      </a:lnTo>
                                      <a:lnTo>
                                        <a:pt x="129" y="10"/>
                                      </a:lnTo>
                                      <a:lnTo>
                                        <a:pt x="154" y="21"/>
                                      </a:lnTo>
                                      <a:lnTo>
                                        <a:pt x="176" y="37"/>
                                      </a:lnTo>
                                      <a:lnTo>
                                        <a:pt x="195" y="54"/>
                                      </a:lnTo>
                                      <a:lnTo>
                                        <a:pt x="209" y="74"/>
                                      </a:lnTo>
                                      <a:lnTo>
                                        <a:pt x="217" y="96"/>
                                      </a:lnTo>
                                      <a:lnTo>
                                        <a:pt x="217" y="120"/>
                                      </a:lnTo>
                                      <a:lnTo>
                                        <a:pt x="213" y="134"/>
                                      </a:lnTo>
                                      <a:lnTo>
                                        <a:pt x="205" y="145"/>
                                      </a:lnTo>
                                      <a:lnTo>
                                        <a:pt x="194" y="150"/>
                                      </a:lnTo>
                                      <a:lnTo>
                                        <a:pt x="181" y="153"/>
                                      </a:lnTo>
                                      <a:lnTo>
                                        <a:pt x="167" y="150"/>
                                      </a:lnTo>
                                      <a:lnTo>
                                        <a:pt x="154" y="145"/>
                                      </a:lnTo>
                                      <a:lnTo>
                                        <a:pt x="145" y="139"/>
                                      </a:lnTo>
                                      <a:lnTo>
                                        <a:pt x="137" y="130"/>
                                      </a:lnTo>
                                      <a:lnTo>
                                        <a:pt x="134" y="120"/>
                                      </a:lnTo>
                                      <a:lnTo>
                                        <a:pt x="139" y="131"/>
                                      </a:lnTo>
                                      <a:lnTo>
                                        <a:pt x="148" y="139"/>
                                      </a:lnTo>
                                      <a:lnTo>
                                        <a:pt x="159" y="142"/>
                                      </a:lnTo>
                                      <a:lnTo>
                                        <a:pt x="172" y="142"/>
                                      </a:lnTo>
                                      <a:lnTo>
                                        <a:pt x="183" y="137"/>
                                      </a:lnTo>
                                      <a:lnTo>
                                        <a:pt x="192" y="126"/>
                                      </a:lnTo>
                                      <a:lnTo>
                                        <a:pt x="197" y="111"/>
                                      </a:lnTo>
                                      <a:lnTo>
                                        <a:pt x="197" y="87"/>
                                      </a:lnTo>
                                      <a:lnTo>
                                        <a:pt x="191" y="65"/>
                                      </a:lnTo>
                                      <a:lnTo>
                                        <a:pt x="178" y="46"/>
                                      </a:lnTo>
                                      <a:lnTo>
                                        <a:pt x="161" y="30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18" y="11"/>
                                      </a:lnTo>
                                      <a:lnTo>
                                        <a:pt x="96" y="10"/>
                                      </a:lnTo>
                                      <a:lnTo>
                                        <a:pt x="74" y="13"/>
                                      </a:lnTo>
                                      <a:lnTo>
                                        <a:pt x="55" y="21"/>
                                      </a:lnTo>
                                      <a:lnTo>
                                        <a:pt x="41" y="35"/>
                                      </a:lnTo>
                                      <a:lnTo>
                                        <a:pt x="32" y="56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51" y="123"/>
                                      </a:lnTo>
                                      <a:lnTo>
                                        <a:pt x="70" y="144"/>
                                      </a:lnTo>
                                      <a:lnTo>
                                        <a:pt x="95" y="163"/>
                                      </a:lnTo>
                                      <a:lnTo>
                                        <a:pt x="125" y="177"/>
                                      </a:lnTo>
                                      <a:lnTo>
                                        <a:pt x="159" y="188"/>
                                      </a:lnTo>
                                      <a:lnTo>
                                        <a:pt x="197" y="192"/>
                                      </a:lnTo>
                                      <a:lnTo>
                                        <a:pt x="239" y="191"/>
                                      </a:lnTo>
                                      <a:lnTo>
                                        <a:pt x="280" y="183"/>
                                      </a:lnTo>
                                      <a:lnTo>
                                        <a:pt x="313" y="170"/>
                                      </a:lnTo>
                                      <a:lnTo>
                                        <a:pt x="343" y="158"/>
                                      </a:lnTo>
                                      <a:lnTo>
                                        <a:pt x="365" y="144"/>
                                      </a:lnTo>
                                      <a:lnTo>
                                        <a:pt x="384" y="128"/>
                                      </a:lnTo>
                                      <a:lnTo>
                                        <a:pt x="396" y="114"/>
                                      </a:lnTo>
                                      <a:lnTo>
                                        <a:pt x="407" y="101"/>
                                      </a:lnTo>
                                      <a:lnTo>
                                        <a:pt x="414" y="90"/>
                                      </a:lnTo>
                                      <a:lnTo>
                                        <a:pt x="418" y="84"/>
                                      </a:lnTo>
                                      <a:lnTo>
                                        <a:pt x="425" y="78"/>
                                      </a:lnTo>
                                      <a:lnTo>
                                        <a:pt x="432" y="74"/>
                                      </a:lnTo>
                                      <a:lnTo>
                                        <a:pt x="443" y="73"/>
                                      </a:lnTo>
                                      <a:lnTo>
                                        <a:pt x="451" y="74"/>
                                      </a:lnTo>
                                      <a:lnTo>
                                        <a:pt x="456" y="76"/>
                                      </a:lnTo>
                                      <a:lnTo>
                                        <a:pt x="456" y="81"/>
                                      </a:lnTo>
                                      <a:lnTo>
                                        <a:pt x="451" y="87"/>
                                      </a:lnTo>
                                      <a:lnTo>
                                        <a:pt x="442" y="96"/>
                                      </a:lnTo>
                                      <a:lnTo>
                                        <a:pt x="428" y="11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385" y="144"/>
                                      </a:lnTo>
                                      <a:lnTo>
                                        <a:pt x="355" y="161"/>
                                      </a:lnTo>
                                      <a:lnTo>
                                        <a:pt x="321" y="177"/>
                                      </a:lnTo>
                                      <a:lnTo>
                                        <a:pt x="278" y="188"/>
                                      </a:lnTo>
                                      <a:lnTo>
                                        <a:pt x="233" y="197"/>
                                      </a:lnTo>
                                      <a:lnTo>
                                        <a:pt x="186" y="199"/>
                                      </a:lnTo>
                                      <a:lnTo>
                                        <a:pt x="143" y="194"/>
                                      </a:lnTo>
                                      <a:lnTo>
                                        <a:pt x="106" y="185"/>
                                      </a:lnTo>
                                      <a:lnTo>
                                        <a:pt x="73" y="170"/>
                                      </a:lnTo>
                                      <a:lnTo>
                                        <a:pt x="46" y="153"/>
                                      </a:lnTo>
                                      <a:lnTo>
                                        <a:pt x="26" y="131"/>
                                      </a:lnTo>
                                      <a:lnTo>
                                        <a:pt x="11" y="109"/>
                                      </a:lnTo>
                                      <a:lnTo>
                                        <a:pt x="2" y="87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5" y="43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33" y="10"/>
                                      </a:lnTo>
                                      <a:lnTo>
                                        <a:pt x="55" y="2"/>
                                      </a:lnTo>
                                      <a:lnTo>
                                        <a:pt x="7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2">
                                    <a:lumMod val="20000"/>
                                    <a:lumOff val="80000"/>
                                  </a:schemeClr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68" name="Freeform 6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3175" y="160337"/>
                                  <a:ext cx="444500" cy="119063"/>
                                </a:xfrm>
                                <a:custGeom>
                                  <a:avLst/>
                                  <a:gdLst>
                                    <a:gd name="T0" fmla="*/ 446 w 561"/>
                                    <a:gd name="T1" fmla="*/ 1 h 151"/>
                                    <a:gd name="T2" fmla="*/ 504 w 561"/>
                                    <a:gd name="T3" fmla="*/ 14 h 151"/>
                                    <a:gd name="T4" fmla="*/ 545 w 561"/>
                                    <a:gd name="T5" fmla="*/ 44 h 151"/>
                                    <a:gd name="T6" fmla="*/ 561 w 561"/>
                                    <a:gd name="T7" fmla="*/ 88 h 151"/>
                                    <a:gd name="T8" fmla="*/ 551 w 561"/>
                                    <a:gd name="T9" fmla="*/ 127 h 151"/>
                                    <a:gd name="T10" fmla="*/ 526 w 561"/>
                                    <a:gd name="T11" fmla="*/ 146 h 151"/>
                                    <a:gd name="T12" fmla="*/ 495 w 561"/>
                                    <a:gd name="T13" fmla="*/ 151 h 151"/>
                                    <a:gd name="T14" fmla="*/ 465 w 561"/>
                                    <a:gd name="T15" fmla="*/ 135 h 151"/>
                                    <a:gd name="T16" fmla="*/ 448 w 561"/>
                                    <a:gd name="T17" fmla="*/ 103 h 151"/>
                                    <a:gd name="T18" fmla="*/ 451 w 561"/>
                                    <a:gd name="T19" fmla="*/ 77 h 151"/>
                                    <a:gd name="T20" fmla="*/ 470 w 561"/>
                                    <a:gd name="T21" fmla="*/ 56 h 151"/>
                                    <a:gd name="T22" fmla="*/ 503 w 561"/>
                                    <a:gd name="T23" fmla="*/ 53 h 151"/>
                                    <a:gd name="T24" fmla="*/ 504 w 561"/>
                                    <a:gd name="T25" fmla="*/ 55 h 151"/>
                                    <a:gd name="T26" fmla="*/ 473 w 561"/>
                                    <a:gd name="T27" fmla="*/ 58 h 151"/>
                                    <a:gd name="T28" fmla="*/ 454 w 561"/>
                                    <a:gd name="T29" fmla="*/ 77 h 151"/>
                                    <a:gd name="T30" fmla="*/ 453 w 561"/>
                                    <a:gd name="T31" fmla="*/ 102 h 151"/>
                                    <a:gd name="T32" fmla="*/ 468 w 561"/>
                                    <a:gd name="T33" fmla="*/ 129 h 151"/>
                                    <a:gd name="T34" fmla="*/ 496 w 561"/>
                                    <a:gd name="T35" fmla="*/ 140 h 151"/>
                                    <a:gd name="T36" fmla="*/ 523 w 561"/>
                                    <a:gd name="T37" fmla="*/ 132 h 151"/>
                                    <a:gd name="T38" fmla="*/ 542 w 561"/>
                                    <a:gd name="T39" fmla="*/ 108 h 151"/>
                                    <a:gd name="T40" fmla="*/ 537 w 561"/>
                                    <a:gd name="T41" fmla="*/ 66 h 151"/>
                                    <a:gd name="T42" fmla="*/ 503 w 561"/>
                                    <a:gd name="T43" fmla="*/ 34 h 151"/>
                                    <a:gd name="T44" fmla="*/ 446 w 561"/>
                                    <a:gd name="T45" fmla="*/ 17 h 151"/>
                                    <a:gd name="T46" fmla="*/ 380 w 561"/>
                                    <a:gd name="T47" fmla="*/ 18 h 151"/>
                                    <a:gd name="T48" fmla="*/ 313 w 561"/>
                                    <a:gd name="T49" fmla="*/ 41 h 151"/>
                                    <a:gd name="T50" fmla="*/ 231 w 561"/>
                                    <a:gd name="T51" fmla="*/ 77 h 151"/>
                                    <a:gd name="T52" fmla="*/ 140 w 561"/>
                                    <a:gd name="T53" fmla="*/ 107 h 151"/>
                                    <a:gd name="T54" fmla="*/ 46 w 561"/>
                                    <a:gd name="T55" fmla="*/ 118 h 151"/>
                                    <a:gd name="T56" fmla="*/ 52 w 561"/>
                                    <a:gd name="T57" fmla="*/ 116 h 151"/>
                                    <a:gd name="T58" fmla="*/ 157 w 561"/>
                                    <a:gd name="T59" fmla="*/ 96 h 151"/>
                                    <a:gd name="T60" fmla="*/ 261 w 561"/>
                                    <a:gd name="T61" fmla="*/ 55 h 151"/>
                                    <a:gd name="T62" fmla="*/ 346 w 561"/>
                                    <a:gd name="T63" fmla="*/ 15 h 151"/>
                                    <a:gd name="T64" fmla="*/ 415 w 561"/>
                                    <a:gd name="T65" fmla="*/ 0 h 15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</a:cxnLst>
                                  <a:rect l="0" t="0" r="r" b="b"/>
                                  <a:pathLst>
                                    <a:path w="561" h="151">
                                      <a:moveTo>
                                        <a:pt x="415" y="0"/>
                                      </a:moveTo>
                                      <a:lnTo>
                                        <a:pt x="446" y="1"/>
                                      </a:lnTo>
                                      <a:lnTo>
                                        <a:pt x="478" y="6"/>
                                      </a:lnTo>
                                      <a:lnTo>
                                        <a:pt x="504" y="14"/>
                                      </a:lnTo>
                                      <a:lnTo>
                                        <a:pt x="528" y="28"/>
                                      </a:lnTo>
                                      <a:lnTo>
                                        <a:pt x="545" y="44"/>
                                      </a:lnTo>
                                      <a:lnTo>
                                        <a:pt x="556" y="64"/>
                                      </a:lnTo>
                                      <a:lnTo>
                                        <a:pt x="561" y="88"/>
                                      </a:lnTo>
                                      <a:lnTo>
                                        <a:pt x="558" y="113"/>
                                      </a:lnTo>
                                      <a:lnTo>
                                        <a:pt x="551" y="127"/>
                                      </a:lnTo>
                                      <a:lnTo>
                                        <a:pt x="540" y="138"/>
                                      </a:lnTo>
                                      <a:lnTo>
                                        <a:pt x="526" y="146"/>
                                      </a:lnTo>
                                      <a:lnTo>
                                        <a:pt x="512" y="151"/>
                                      </a:lnTo>
                                      <a:lnTo>
                                        <a:pt x="495" y="151"/>
                                      </a:lnTo>
                                      <a:lnTo>
                                        <a:pt x="479" y="144"/>
                                      </a:lnTo>
                                      <a:lnTo>
                                        <a:pt x="465" y="135"/>
                                      </a:lnTo>
                                      <a:lnTo>
                                        <a:pt x="453" y="118"/>
                                      </a:lnTo>
                                      <a:lnTo>
                                        <a:pt x="448" y="103"/>
                                      </a:lnTo>
                                      <a:lnTo>
                                        <a:pt x="448" y="89"/>
                                      </a:lnTo>
                                      <a:lnTo>
                                        <a:pt x="451" y="77"/>
                                      </a:lnTo>
                                      <a:lnTo>
                                        <a:pt x="459" y="66"/>
                                      </a:lnTo>
                                      <a:lnTo>
                                        <a:pt x="470" y="56"/>
                                      </a:lnTo>
                                      <a:lnTo>
                                        <a:pt x="485" y="53"/>
                                      </a:lnTo>
                                      <a:lnTo>
                                        <a:pt x="503" y="53"/>
                                      </a:lnTo>
                                      <a:lnTo>
                                        <a:pt x="525" y="61"/>
                                      </a:lnTo>
                                      <a:lnTo>
                                        <a:pt x="504" y="55"/>
                                      </a:lnTo>
                                      <a:lnTo>
                                        <a:pt x="487" y="55"/>
                                      </a:lnTo>
                                      <a:lnTo>
                                        <a:pt x="473" y="58"/>
                                      </a:lnTo>
                                      <a:lnTo>
                                        <a:pt x="462" y="66"/>
                                      </a:lnTo>
                                      <a:lnTo>
                                        <a:pt x="454" y="77"/>
                                      </a:lnTo>
                                      <a:lnTo>
                                        <a:pt x="451" y="89"/>
                                      </a:lnTo>
                                      <a:lnTo>
                                        <a:pt x="453" y="102"/>
                                      </a:lnTo>
                                      <a:lnTo>
                                        <a:pt x="457" y="114"/>
                                      </a:lnTo>
                                      <a:lnTo>
                                        <a:pt x="468" y="129"/>
                                      </a:lnTo>
                                      <a:lnTo>
                                        <a:pt x="481" y="137"/>
                                      </a:lnTo>
                                      <a:lnTo>
                                        <a:pt x="496" y="140"/>
                                      </a:lnTo>
                                      <a:lnTo>
                                        <a:pt x="511" y="138"/>
                                      </a:lnTo>
                                      <a:lnTo>
                                        <a:pt x="523" y="132"/>
                                      </a:lnTo>
                                      <a:lnTo>
                                        <a:pt x="534" y="122"/>
                                      </a:lnTo>
                                      <a:lnTo>
                                        <a:pt x="542" y="108"/>
                                      </a:lnTo>
                                      <a:lnTo>
                                        <a:pt x="544" y="85"/>
                                      </a:lnTo>
                                      <a:lnTo>
                                        <a:pt x="537" y="66"/>
                                      </a:lnTo>
                                      <a:lnTo>
                                        <a:pt x="523" y="48"/>
                                      </a:lnTo>
                                      <a:lnTo>
                                        <a:pt x="503" y="34"/>
                                      </a:lnTo>
                                      <a:lnTo>
                                        <a:pt x="476" y="23"/>
                                      </a:lnTo>
                                      <a:lnTo>
                                        <a:pt x="446" y="17"/>
                                      </a:lnTo>
                                      <a:lnTo>
                                        <a:pt x="415" y="15"/>
                                      </a:lnTo>
                                      <a:lnTo>
                                        <a:pt x="380" y="18"/>
                                      </a:lnTo>
                                      <a:lnTo>
                                        <a:pt x="346" y="26"/>
                                      </a:lnTo>
                                      <a:lnTo>
                                        <a:pt x="313" y="41"/>
                                      </a:lnTo>
                                      <a:lnTo>
                                        <a:pt x="273" y="59"/>
                                      </a:lnTo>
                                      <a:lnTo>
                                        <a:pt x="231" y="77"/>
                                      </a:lnTo>
                                      <a:lnTo>
                                        <a:pt x="187" y="94"/>
                                      </a:lnTo>
                                      <a:lnTo>
                                        <a:pt x="140" y="107"/>
                                      </a:lnTo>
                                      <a:lnTo>
                                        <a:pt x="93" y="114"/>
                                      </a:lnTo>
                                      <a:lnTo>
                                        <a:pt x="46" y="118"/>
                                      </a:lnTo>
                                      <a:lnTo>
                                        <a:pt x="0" y="114"/>
                                      </a:lnTo>
                                      <a:lnTo>
                                        <a:pt x="52" y="116"/>
                                      </a:lnTo>
                                      <a:lnTo>
                                        <a:pt x="105" y="110"/>
                                      </a:lnTo>
                                      <a:lnTo>
                                        <a:pt x="157" y="96"/>
                                      </a:lnTo>
                                      <a:lnTo>
                                        <a:pt x="211" y="78"/>
                                      </a:lnTo>
                                      <a:lnTo>
                                        <a:pt x="261" y="55"/>
                                      </a:lnTo>
                                      <a:lnTo>
                                        <a:pt x="311" y="31"/>
                                      </a:lnTo>
                                      <a:lnTo>
                                        <a:pt x="346" y="15"/>
                                      </a:lnTo>
                                      <a:lnTo>
                                        <a:pt x="380" y="4"/>
                                      </a:lnTo>
                                      <a:lnTo>
                                        <a:pt x="41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2">
                                    <a:lumMod val="20000"/>
                                    <a:lumOff val="80000"/>
                                  </a:schemeClr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69" name="Freeform 6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40038" y="138112"/>
                                  <a:ext cx="1271588" cy="196850"/>
                                </a:xfrm>
                                <a:custGeom>
                                  <a:avLst/>
                                  <a:gdLst>
                                    <a:gd name="T0" fmla="*/ 1190 w 1600"/>
                                    <a:gd name="T1" fmla="*/ 0 h 249"/>
                                    <a:gd name="T2" fmla="*/ 1286 w 1600"/>
                                    <a:gd name="T3" fmla="*/ 2 h 249"/>
                                    <a:gd name="T4" fmla="*/ 1385 w 1600"/>
                                    <a:gd name="T5" fmla="*/ 10 h 249"/>
                                    <a:gd name="T6" fmla="*/ 1490 w 1600"/>
                                    <a:gd name="T7" fmla="*/ 22 h 249"/>
                                    <a:gd name="T8" fmla="*/ 1600 w 1600"/>
                                    <a:gd name="T9" fmla="*/ 41 h 249"/>
                                    <a:gd name="T10" fmla="*/ 1492 w 1600"/>
                                    <a:gd name="T11" fmla="*/ 24 h 249"/>
                                    <a:gd name="T12" fmla="*/ 1390 w 1600"/>
                                    <a:gd name="T13" fmla="*/ 13 h 249"/>
                                    <a:gd name="T14" fmla="*/ 1291 w 1600"/>
                                    <a:gd name="T15" fmla="*/ 8 h 249"/>
                                    <a:gd name="T16" fmla="*/ 1198 w 1600"/>
                                    <a:gd name="T17" fmla="*/ 7 h 249"/>
                                    <a:gd name="T18" fmla="*/ 1109 w 1600"/>
                                    <a:gd name="T19" fmla="*/ 10 h 249"/>
                                    <a:gd name="T20" fmla="*/ 1024 w 1600"/>
                                    <a:gd name="T21" fmla="*/ 18 h 249"/>
                                    <a:gd name="T22" fmla="*/ 942 w 1600"/>
                                    <a:gd name="T23" fmla="*/ 27 h 249"/>
                                    <a:gd name="T24" fmla="*/ 864 w 1600"/>
                                    <a:gd name="T25" fmla="*/ 41 h 249"/>
                                    <a:gd name="T26" fmla="*/ 788 w 1600"/>
                                    <a:gd name="T27" fmla="*/ 57 h 249"/>
                                    <a:gd name="T28" fmla="*/ 716 w 1600"/>
                                    <a:gd name="T29" fmla="*/ 74 h 249"/>
                                    <a:gd name="T30" fmla="*/ 645 w 1600"/>
                                    <a:gd name="T31" fmla="*/ 93 h 249"/>
                                    <a:gd name="T32" fmla="*/ 578 w 1600"/>
                                    <a:gd name="T33" fmla="*/ 114 h 249"/>
                                    <a:gd name="T34" fmla="*/ 510 w 1600"/>
                                    <a:gd name="T35" fmla="*/ 132 h 249"/>
                                    <a:gd name="T36" fmla="*/ 446 w 1600"/>
                                    <a:gd name="T37" fmla="*/ 153 h 249"/>
                                    <a:gd name="T38" fmla="*/ 381 w 1600"/>
                                    <a:gd name="T39" fmla="*/ 173 h 249"/>
                                    <a:gd name="T40" fmla="*/ 318 w 1600"/>
                                    <a:gd name="T41" fmla="*/ 191 h 249"/>
                                    <a:gd name="T42" fmla="*/ 254 w 1600"/>
                                    <a:gd name="T43" fmla="*/ 208 h 249"/>
                                    <a:gd name="T44" fmla="*/ 191 w 1600"/>
                                    <a:gd name="T45" fmla="*/ 222 h 249"/>
                                    <a:gd name="T46" fmla="*/ 128 w 1600"/>
                                    <a:gd name="T47" fmla="*/ 235 h 249"/>
                                    <a:gd name="T48" fmla="*/ 64 w 1600"/>
                                    <a:gd name="T49" fmla="*/ 243 h 249"/>
                                    <a:gd name="T50" fmla="*/ 0 w 1600"/>
                                    <a:gd name="T51" fmla="*/ 249 h 249"/>
                                    <a:gd name="T52" fmla="*/ 62 w 1600"/>
                                    <a:gd name="T53" fmla="*/ 243 h 249"/>
                                    <a:gd name="T54" fmla="*/ 124 w 1600"/>
                                    <a:gd name="T55" fmla="*/ 232 h 249"/>
                                    <a:gd name="T56" fmla="*/ 185 w 1600"/>
                                    <a:gd name="T57" fmla="*/ 219 h 249"/>
                                    <a:gd name="T58" fmla="*/ 246 w 1600"/>
                                    <a:gd name="T59" fmla="*/ 203 h 249"/>
                                    <a:gd name="T60" fmla="*/ 307 w 1600"/>
                                    <a:gd name="T61" fmla="*/ 186 h 249"/>
                                    <a:gd name="T62" fmla="*/ 370 w 1600"/>
                                    <a:gd name="T63" fmla="*/ 167 h 249"/>
                                    <a:gd name="T64" fmla="*/ 433 w 1600"/>
                                    <a:gd name="T65" fmla="*/ 147 h 249"/>
                                    <a:gd name="T66" fmla="*/ 498 w 1600"/>
                                    <a:gd name="T67" fmla="*/ 126 h 249"/>
                                    <a:gd name="T68" fmla="*/ 563 w 1600"/>
                                    <a:gd name="T69" fmla="*/ 106 h 249"/>
                                    <a:gd name="T70" fmla="*/ 633 w 1600"/>
                                    <a:gd name="T71" fmla="*/ 85 h 249"/>
                                    <a:gd name="T72" fmla="*/ 703 w 1600"/>
                                    <a:gd name="T73" fmla="*/ 66 h 249"/>
                                    <a:gd name="T74" fmla="*/ 776 w 1600"/>
                                    <a:gd name="T75" fmla="*/ 49 h 249"/>
                                    <a:gd name="T76" fmla="*/ 851 w 1600"/>
                                    <a:gd name="T77" fmla="*/ 33 h 249"/>
                                    <a:gd name="T78" fmla="*/ 931 w 1600"/>
                                    <a:gd name="T79" fmla="*/ 19 h 249"/>
                                    <a:gd name="T80" fmla="*/ 1013 w 1600"/>
                                    <a:gd name="T81" fmla="*/ 10 h 249"/>
                                    <a:gd name="T82" fmla="*/ 1099 w 1600"/>
                                    <a:gd name="T83" fmla="*/ 3 h 249"/>
                                    <a:gd name="T84" fmla="*/ 1190 w 1600"/>
                                    <a:gd name="T85" fmla="*/ 0 h 24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</a:cxnLst>
                                  <a:rect l="0" t="0" r="r" b="b"/>
                                  <a:pathLst>
                                    <a:path w="1600" h="249">
                                      <a:moveTo>
                                        <a:pt x="1190" y="0"/>
                                      </a:moveTo>
                                      <a:lnTo>
                                        <a:pt x="1286" y="2"/>
                                      </a:lnTo>
                                      <a:lnTo>
                                        <a:pt x="1385" y="10"/>
                                      </a:lnTo>
                                      <a:lnTo>
                                        <a:pt x="1490" y="22"/>
                                      </a:lnTo>
                                      <a:lnTo>
                                        <a:pt x="1600" y="41"/>
                                      </a:lnTo>
                                      <a:lnTo>
                                        <a:pt x="1492" y="24"/>
                                      </a:lnTo>
                                      <a:lnTo>
                                        <a:pt x="1390" y="13"/>
                                      </a:lnTo>
                                      <a:lnTo>
                                        <a:pt x="1291" y="8"/>
                                      </a:lnTo>
                                      <a:lnTo>
                                        <a:pt x="1198" y="7"/>
                                      </a:lnTo>
                                      <a:lnTo>
                                        <a:pt x="1109" y="10"/>
                                      </a:lnTo>
                                      <a:lnTo>
                                        <a:pt x="1024" y="18"/>
                                      </a:lnTo>
                                      <a:lnTo>
                                        <a:pt x="942" y="27"/>
                                      </a:lnTo>
                                      <a:lnTo>
                                        <a:pt x="864" y="41"/>
                                      </a:lnTo>
                                      <a:lnTo>
                                        <a:pt x="788" y="57"/>
                                      </a:lnTo>
                                      <a:lnTo>
                                        <a:pt x="716" y="74"/>
                                      </a:lnTo>
                                      <a:lnTo>
                                        <a:pt x="645" y="93"/>
                                      </a:lnTo>
                                      <a:lnTo>
                                        <a:pt x="578" y="114"/>
                                      </a:lnTo>
                                      <a:lnTo>
                                        <a:pt x="510" y="132"/>
                                      </a:lnTo>
                                      <a:lnTo>
                                        <a:pt x="446" y="153"/>
                                      </a:lnTo>
                                      <a:lnTo>
                                        <a:pt x="381" y="173"/>
                                      </a:lnTo>
                                      <a:lnTo>
                                        <a:pt x="318" y="191"/>
                                      </a:lnTo>
                                      <a:lnTo>
                                        <a:pt x="254" y="208"/>
                                      </a:lnTo>
                                      <a:lnTo>
                                        <a:pt x="191" y="222"/>
                                      </a:lnTo>
                                      <a:lnTo>
                                        <a:pt x="128" y="235"/>
                                      </a:lnTo>
                                      <a:lnTo>
                                        <a:pt x="64" y="243"/>
                                      </a:lnTo>
                                      <a:lnTo>
                                        <a:pt x="0" y="249"/>
                                      </a:lnTo>
                                      <a:lnTo>
                                        <a:pt x="62" y="243"/>
                                      </a:lnTo>
                                      <a:lnTo>
                                        <a:pt x="124" y="232"/>
                                      </a:lnTo>
                                      <a:lnTo>
                                        <a:pt x="185" y="219"/>
                                      </a:lnTo>
                                      <a:lnTo>
                                        <a:pt x="246" y="203"/>
                                      </a:lnTo>
                                      <a:lnTo>
                                        <a:pt x="307" y="186"/>
                                      </a:lnTo>
                                      <a:lnTo>
                                        <a:pt x="370" y="167"/>
                                      </a:lnTo>
                                      <a:lnTo>
                                        <a:pt x="433" y="147"/>
                                      </a:lnTo>
                                      <a:lnTo>
                                        <a:pt x="498" y="126"/>
                                      </a:lnTo>
                                      <a:lnTo>
                                        <a:pt x="563" y="106"/>
                                      </a:lnTo>
                                      <a:lnTo>
                                        <a:pt x="633" y="85"/>
                                      </a:lnTo>
                                      <a:lnTo>
                                        <a:pt x="703" y="66"/>
                                      </a:lnTo>
                                      <a:lnTo>
                                        <a:pt x="776" y="49"/>
                                      </a:lnTo>
                                      <a:lnTo>
                                        <a:pt x="851" y="33"/>
                                      </a:lnTo>
                                      <a:lnTo>
                                        <a:pt x="931" y="19"/>
                                      </a:lnTo>
                                      <a:lnTo>
                                        <a:pt x="1013" y="10"/>
                                      </a:lnTo>
                                      <a:lnTo>
                                        <a:pt x="1099" y="3"/>
                                      </a:lnTo>
                                      <a:lnTo>
                                        <a:pt x="119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2">
                                    <a:lumMod val="20000"/>
                                    <a:lumOff val="80000"/>
                                  </a:schemeClr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group w14:anchorId="566E0E24" id="Group 43" o:spid="_x0000_s1026" alt="Filigree accent drawing with fork and knife in center" style="width:323.75pt;height:29.15pt;mso-position-horizontal-relative:char;mso-position-vertical-relative:line" coordsize="41116,36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">
                      <v:shape id="Freeform 58" o:spid="_x0000_s1027" style="position:absolute;left:19637;top:111;width:3588;height:3381;visibility:visible;mso-wrap-style:square;v-text-anchor:top" coordsize="451,4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Hu5MIA&#10;AADbAAAADwAAAGRycy9kb3ducmV2LnhtbERPy2rCQBTdF/yH4Qrd1YnFikbHIIGCLVjwsXB5yVwz&#10;0cydJDPV1K/vLApdHs57mfW2FjfqfOVYwXiUgCAunK64VHA8vL/MQPiArLF2TAp+yEO2GjwtMdXu&#10;zju67UMpYgj7FBWYEJpUSl8YsuhHriGO3Nl1FkOEXSl1h/cYbmv5miRTabHi2GCwodxQcd1/WwU5&#10;5VXbfpTzy+nTNF/zxxanE63U87BfL0AE6sO/+M+90Qre4tj4Jf4Auf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ge7kwgAAANsAAAAPAAAAAAAAAAAAAAAAAJgCAABkcnMvZG93&#10;bnJldi54bWxQSwUGAAAAAAQABAD1AAAAhwMAAAAA&#10;" path="m25,l38,2,54,7r17,6l93,24r23,16l145,62r31,26l212,123r19,21l245,166r10,20l259,203r4,11l264,219,449,392r,2l449,394r2,1l451,398r-2,4l448,405r-3,5l440,414r-6,5l429,422r-3,3l423,425r-3,l418,425r,l418,425,,7r,l3,5,8,3,16,2,25,xe" fillcolor="#e1d6cf [671]" stroked="f" strokeweight="0">
                        <v:path arrowok="t" o:connecttype="custom" o:connectlocs="19888,0;30229,1591;42958,5569;56481,10343;73982,19095;92279,31825;115349,49328;140010,70014;168648,97861;183763,114569;194900,132073;202855,147985;206037,161511;209219,170262;210015,174241;357184,311883;357184,313474;357184,313474;358775,314269;358775,316656;357184,319839;356388,322226;354002,326204;350024,329386;345251,333364;341274,335751;338887,338138;336501,338138;334114,338138;332523,338138;332523,338138;332523,338138;0,5569;0,5569;2387,3978;6364,2387;12728,1591;19888,0" o:connectangles="0,0,0,0,0,0,0,0,0,0,0,0,0,0,0,0,0,0,0,0,0,0,0,0,0,0,0,0,0,0,0,0,0,0,0,0,0,0"/>
                      </v:shape>
                      <v:shape id="Freeform 59" o:spid="_x0000_s1028" style="position:absolute;left:18288;width:3698;height:3698;visibility:visible;mso-wrap-style:square;v-text-anchor:top" coordsize="465,4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gNOcUA&#10;AADbAAAADwAAAGRycy9kb3ducmV2LnhtbESPT2vCQBTE74V+h+UJXkrdtGr/RFcpguBFwaSHHh/Z&#10;1ySafRt2V41+elcQPA4z8xtmOu9MI47kfG1ZwdsgAUFcWF1zqeA3X75+gfABWWNjmRScycN89vw0&#10;xVTbE2/pmIVSRAj7FBVUIbSplL6oyKAf2JY4ev/WGQxRulJqh6cIN418T5IPabDmuFBhS4uKin12&#10;MAqyz1E+/DuMHeV1sn7ZuN3e7S5K9XvdzwREoC48wvf2SisYf8PtS/wBcnY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GA05xQAAANsAAAAPAAAAAAAAAAAAAAAAAJgCAABkcnMv&#10;ZG93bnJldi54bWxQSwUGAAAAAAQABAD1AAAAigMAAAAA&#10;" path="m61,r3,3l72,11,86,21r17,14l122,51r19,17l161,85r18,16l196,117r16,20l221,158r2,17l223,187r-4,10l219,200,463,433r,l465,435r,1l465,438r-2,3l461,446r-3,4l454,455r-7,5l444,463r-5,1l436,466r-1,l433,466r-1,-2l432,464,199,220r-3,l186,224r-12,l157,222r-21,-9l116,197,100,180,84,162,67,142,50,123,34,104,20,87,11,73,3,65,,62,9,52,119,164r5,3l127,167r4,2l135,167r3,-2l139,162r,-4l138,153r-3,-5l127,142,117,131,105,117,89,102,75,85,59,71,47,57,36,44,29,38,26,35r3,-5l34,27r3,3l45,36,56,47,70,60,86,76r16,14l116,106r14,12l141,128r6,8l152,139r5,1l161,140r3,-1l166,136r2,-4l166,128r,-4l163,120,51,10,61,xe" fillcolor="#e1d6cf [671]" stroked="f" strokeweight="0">
                        <v:path arrowok="t" o:connecttype="custom" o:connectlocs="50909,2381;68409,16669;97046,40481;128069,67469;155910,92869;175796,125413;177387,148431;174205,158750;368297,343694;369888,346075;368297,350044;364320,357188;355570,365125;349206,368300;346024,369888;343638,368300;158296,174625;147955,177800;124887,176213;92273,156369;66818,128588;39773,97631;15909,69056;2386,51594;7159,41275;98637,132556;104205,134144;109773,130969;110569,125413;107387,117475;93069,103981;70796,80963;46932,56356;28636,34925;20682,27781;27046,21431;35796,28575;55682,47625;81137,71438;103410,93663;116932,107950;124887,111125;130455,110331;133637,104775;132046,98425;40568,7938" o:connectangles="0,0,0,0,0,0,0,0,0,0,0,0,0,0,0,0,0,0,0,0,0,0,0,0,0,0,0,0,0,0,0,0,0,0,0,0,0,0,0,0,0,0,0,0,0,0"/>
                      </v:shape>
                      <v:shape id="Freeform 60" o:spid="_x0000_s1029" style="position:absolute;left:8255;top:206;width:10715;height:3143;visibility:visible;mso-wrap-style:square;v-text-anchor:top" coordsize="1349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hmd8EA&#10;AADbAAAADwAAAGRycy9kb3ducmV2LnhtbERPS2vCQBC+F/wPyxS81U1FQ4muIoWCB2nRevA4ZKdJ&#10;aHY2ZjcP++s7B8Hjx/deb0dXq57aUHk28DpLQBHn3lZcGDh/f7y8gQoR2WLtmQzcKMB2M3laY2b9&#10;wEfqT7FQEsIhQwNljE2mdchLchhmviEW7se3DqPAttC2xUHCXa3nSZJqhxVLQ4kNvZeU/546Z6D7&#10;XA7p+U/Iry5ed8vjxfeHhTHT53G3AhVpjA/x3b23BlJZL1/kB+jN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nIZnfBAAAA2wAAAA8AAAAAAAAAAAAAAAAAmAIAAGRycy9kb3du&#10;cmV2LnhtbFBLBQYAAAAABAAEAPUAAACGAwAAAAA=&#10;" path="m655,r79,l817,5r89,11l980,28r68,16l1106,63r53,20l1205,107r39,24l1276,154r26,25l1323,206r14,24l1346,255r3,22l1348,299r-8,28l1326,349r-19,18l1285,379r-24,10l1236,393r-25,2l1186,393r-24,-3l1183,392r22,-3l1227,385r22,-6l1269,370r18,-11l1301,345r11,-19l1315,305r-3,-25l1302,253r-17,-28l1261,197r-29,-29l1194,142r-44,-27l1098,91,1040,69,974,50,902,35,815,24,732,16,655,14r-74,3l512,24,446,35,383,46,324,60,265,75,210,91r-55,18l104,124,52,138,,151,50,135r50,-15l152,102,206,85,261,68,319,52,379,36,443,22,509,11,580,3,655,xe" fillcolor="#e1d6cf [671]" stroked="f" strokeweight="0">
                        <v:path arrowok="t" o:connecttype="custom" o:connectlocs="583045,0;719671,12732;832467,35013;920639,66048;988157,104244;1034229,142441;1062031,183025;1071563,220425;1064414,260213;1038201,292044;1001661,309550;961944,314325;923022,310346;957178,309550;992129,301593;1022314,285678;1042172,259418;1042172,222813;1020725,179046;978625,133688;913490,91512;826112,54907;716494,27852;581456,12732;461511,13528;354275,27852;257366,47746;166811,72414;82611,98674;0,120160;79434,95491;163634,67640;253394,41379;351892,17507;460716,2387" o:connectangles="0,0,0,0,0,0,0,0,0,0,0,0,0,0,0,0,0,0,0,0,0,0,0,0,0,0,0,0,0,0,0,0,0,0,0"/>
                      </v:shape>
                      <v:shape id="Freeform 61" o:spid="_x0000_s1030" style="position:absolute;left:15224;top:619;width:3254;height:2635;visibility:visible;mso-wrap-style:square;v-text-anchor:top" coordsize="410,3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WiR8IA&#10;AADbAAAADwAAAGRycy9kb3ducmV2LnhtbESPQYvCMBSE7wv+h/AEL4umihSpRhFBEAVlqwe9PZpn&#10;W2xeShO1/nsjCHscZuYbZrZoTSUe1LjSsoLhIAJBnFldcq7gdFz3JyCcR9ZYWSYFL3KwmHd+Zpho&#10;++Q/eqQ+FwHCLkEFhfd1IqXLCjLoBrYmDt7VNgZ9kE0udYPPADeVHEVRLA2WHBYKrGlVUHZL70ZB&#10;uh+f5W90yE/LycXHvItHN7NVqtdtl1MQnlr/H/62N1pBPITPl/AD5Pw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5aJHwgAAANsAAAAPAAAAAAAAAAAAAAAAAJgCAABkcnMvZG93&#10;bnJldi54bWxQSwUGAAAAAAQABAD1AAAAhwMAAAAA&#10;" path="m,l39,8,82,19r45,14l173,49r47,21l264,90r42,25l343,142r29,30l393,199r12,25l410,246r-1,20l401,285r-11,14l372,312r-18,11l332,329r-26,5l330,329r20,-8l368,312r12,-13l388,284r3,-19l387,244,374,221,355,194,319,159,277,126,231,96,182,70,134,47,86,27,41,11,,xe" fillcolor="#e1d6cf [671]" stroked="f" strokeweight="0">
                        <v:path arrowok="t" o:connecttype="custom" o:connectlocs="0,0;30956,6312;65088,14991;100806,26037;137319,38661;174625,55230;209550,71010;242888,90735;272257,112038;295275,135707;311944,157010;321469,176735;325438,194093;324644,209873;318294,224864;309563,235910;295275,246167;280988,254846;263525,259580;242888,263525;261938,259580;277813,253268;292100,246167;301625,235910;307975,224075;310357,209084;307182,192515;296863,174368;281782,153065;253207,125451;219869,99414;183357,75744;144463,55230;106363,37083;68263,21303;32544,8679;0,0" o:connectangles="0,0,0,0,0,0,0,0,0,0,0,0,0,0,0,0,0,0,0,0,0,0,0,0,0,0,0,0,0,0,0,0,0,0,0,0,0"/>
                      </v:shape>
                      <v:shape id="Freeform 62" o:spid="_x0000_s1031" style="position:absolute;left:13509;top:1063;width:3620;height:1572;visibility:visible;mso-wrap-style:square;v-text-anchor:top" coordsize="457,1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AMBMMA&#10;AADbAAAADwAAAGRycy9kb3ducmV2LnhtbESP3YrCMBSE7xd8h3CEvVtTXfCnGkUEUUQQq+DtoTm2&#10;1eakNFHr2xtB8HKYmW+YyawxpbhT7QrLCrqdCARxanXBmYLjYfk3BOE8ssbSMil4koPZtPUzwVjb&#10;B+/pnvhMBAi7GBXk3lexlC7NyaDr2Io4eGdbG/RB1pnUNT4C3JSyF0V9abDgsJBjRYuc0mtyMwrm&#10;1WWzKF16Oly20Wh1vu3+B8OdUr/tZj4G4anx3/CnvdYK+j14fwk/QE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3AMBMMAAADbAAAADwAAAAAAAAAAAAAAAACYAgAAZHJzL2Rv&#10;d25yZXYueG1sUEsFBgAAAAAEAAQA9QAAAIgDAAAAAA==&#10;" path="m272,r42,5l352,14r32,14l410,47r21,21l446,90r8,23l457,135r-4,22l440,176r-17,13l402,197r-23,1l354,197r-27,-8l302,178,280,164,261,145,247,126r-8,-22l239,80r5,-16l253,55r11,-6l277,47r12,2l302,53r11,8l319,69r5,11l318,69,308,61,297,57r-11,1l275,63r-9,9l259,88r,25l267,135r13,19l297,168r21,13l340,187r22,3l382,187r19,-9l415,164r9,-21l426,121,420,99,406,75,387,55,363,36,333,22,299,11,259,8,219,9r-41,8l143,28,115,42,91,57,74,71,60,86,51,99r-8,10l40,115r-7,6l24,124r-10,2l5,126,,123r,-3l5,113r9,-11l29,88,47,72,73,55,102,38,137,24,178,11,225,3,272,xe" fillcolor="#e1d6cf [671]" stroked="f" strokeweight="0">
                        <v:path arrowok="t" o:connecttype="custom" o:connectlocs="248692,3969;304133,22225;341358,53975;359574,89694;358782,124619;335022,150019;300173,157163;258988,150019;221764,130175;195627,100013;189291,63500;200379,43656;219388,37306;239188,42069;252652,54769;251860,54769;235228,45244;217804,50006;205131,69850;211468,107157;235228,133350;269284,148432;302549,148432;328685,130175;337398,96044;321557,59531;287501,28575;236812,8731;173451,7144;113258,22225;72073,45244;47521,68263;34057,86519;26136,96044;11088,100013;0,97632;3960,89694;22968,69850;57817,43656;108506,19050;178203,2381" o:connectangles="0,0,0,0,0,0,0,0,0,0,0,0,0,0,0,0,0,0,0,0,0,0,0,0,0,0,0,0,0,0,0,0,0,0,0,0,0,0,0,0,0"/>
                      </v:shape>
                      <v:shape id="Freeform 63" o:spid="_x0000_s1032" style="position:absolute;left:11239;top:746;width:4445;height:1190;visibility:visible;mso-wrap-style:square;v-text-anchor:top" coordsize="561,1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J7kcQA&#10;AADbAAAADwAAAGRycy9kb3ducmV2LnhtbESPT2vCQBTE74V+h+UVequbWBokuopKBa9q65/bI/vM&#10;hmTfptmtSb99Vyj0OMzMb5jZYrCNuFHnK8cK0lECgrhwuuJSwcdh8zIB4QOyxsYxKfghD4v548MM&#10;c+163tFtH0oRIexzVGBCaHMpfWHIoh+5ljh6V9dZDFF2pdQd9hFuGzlOkkxarDguGGxpbaio999W&#10;wVl/fb6vuD9us7f6NL7sNqlJGqWen4blFESgIfyH/9pbrSB7hfuX+AP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Ce5HEAAAA2wAAAA8AAAAAAAAAAAAAAAAAmAIAAGRycy9k&#10;b3ducmV2LnhtbFBLBQYAAAAABAAEAPUAAACJAwAAAAA=&#10;" path="m51,l66,2,82,6,98,17r11,16l115,47r,14l112,76r-8,11l92,94,77,99,59,98,37,90r22,6l76,98,90,93r11,-8l107,74r3,-11l110,49,106,36,95,22,81,14,66,11,52,13,38,19,27,30,21,44,18,66r8,21l40,104r20,14l85,127r30,7l148,137r33,-3l216,126r34,-14l289,93,330,74,376,58,421,46,469,36r47,-1l561,38,509,36r-51,7l404,55,352,74,300,96r-48,25l217,137r-34,9l148,151r-33,l85,146,57,137,35,124,18,107,5,87,,65,4,39,10,25,21,13,35,5,51,xe" fillcolor="#e1d6cf [671]" stroked="f" strokeweight="0">
                        <v:path arrowok="t" o:connecttype="custom" o:connectlocs="52294,1577;77649,13404;91119,37059;88742,59926;72895,74119;46748,77273;46748,75696;71310,73330;84780,58349;87157,38636;75272,17347;52294,8673;30109,14981;16639,34694;20601,68599;47540,93043;91119,105659;143413,105659;198084,88312;261471,58349;333573,36271;408845,27597;403299,28386;320103,43367;237701,75696;171937,108024;117266,119063;67348,115121;27732,97774;3962,68599;3169,30751;16639,10250;40409,0" o:connectangles="0,0,0,0,0,0,0,0,0,0,0,0,0,0,0,0,0,0,0,0,0,0,0,0,0,0,0,0,0,0,0,0,0"/>
                      </v:shape>
                      <v:shape id="Freeform 64" o:spid="_x0000_s1033" style="position:absolute;top:206;width:12700;height:1953;visibility:visible;mso-wrap-style:square;v-text-anchor:top" coordsize="1601,2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/c/MMA&#10;AADbAAAADwAAAGRycy9kb3ducmV2LnhtbESPzWrDMBCE74W+g9hCbo3cUFLjWA6lxNBbaBLIdWNt&#10;LKfWyliKf96+KhR6HGbmGybfTrYVA/W+cazgZZmAIK6cbrhWcDqWzykIH5A1to5JwUwetsXjQ46Z&#10;diN/0XAItYgQ9hkqMCF0mZS+MmTRL11HHL2r6y2GKPta6h7HCLetXCXJWlpsOC4Y7OjDUPV9uFsF&#10;11s17WY2eNQXKvfn+u18Ty9KLZ6m9w2IQFP4D/+1P7WC9Sv8fok/QB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/c/MMAAADbAAAADwAAAAAAAAAAAAAAAACYAgAAZHJzL2Rv&#10;d25yZXYueG1sUEsFBgAAAAAEAAQA9QAAAIgDAAAAAA==&#10;" path="m1601,r-62,7l1478,16r-61,13l1356,44r-63,18l1232,81r-65,20l1103,122r-66,20l969,162r-70,21l825,199r-76,17l671,229r-83,11l501,246r-91,1l316,246,215,238,110,225,,207r108,17l212,235r97,6l404,243r88,-5l578,232r82,-11l737,208r75,-16l886,175r69,-20l1024,136r66,-21l1156,95r63,-19l1283,57r63,-16l1409,26r63,-11l1536,5,1601,xe" fillcolor="#e1d6cf [671]" stroked="f" strokeweight="0">
                        <v:path arrowok="t" o:connecttype="custom" o:connectlocs="1270000,0;1220818,5534;1172430,12649;1124041,22926;1075653,34784;1025678,49013;977289,64034;925728,79844;874959,96446;822605,112256;768663,128067;713136,144669;654435,157317;594147,170756;532274,181033;466433,189729;397420,194472;325234,195263;250668,194472;170550,188148;87258,177871;0,163641;85671,177081;168170,185777;245116,190520;320475,192101;390281,188148;458501,183405;523548,174709;584628,164432;644122,151783;702823,138344;757558,122533;812292,107513;864647,90912;917002,75101;966977,60081;1017745,45061;1067720,32412;1117695,20554;1167670,11858;1218438,3953;1270000,0" o:connectangles="0,0,0,0,0,0,0,0,0,0,0,0,0,0,0,0,0,0,0,0,0,0,0,0,0,0,0,0,0,0,0,0,0,0,0,0,0,0,0,0,0,0,0"/>
                      </v:shape>
                      <v:shape id="Freeform 65" o:spid="_x0000_s1034" style="position:absolute;left:22145;top:206;width:10716;height:3127;visibility:visible;mso-wrap-style:square;v-text-anchor:top" coordsize="1349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/F78MA&#10;AADbAAAADwAAAGRycy9kb3ducmV2LnhtbESPS2vCQBSF94L/YbhCdzqxNEGio4hQcCEtahYuL5lr&#10;EszciZnJo/31nUKhy8N3HpzNbjS16Kl1lWUFy0UEgji3uuJCQXZ9n69AOI+ssbZMCr7IwW47nWww&#10;1XbgM/UXX4hQwi5FBaX3TSqly0sy6Ba2IQ7sbluDPsi2kLrFIZSbWr5GUSINVhwWSmzoUFL+uHRG&#10;QfcRD0n2HeBn55/7+Hyz/elNqZfZuF+D8DT6f/Nf+qgVJDH8fgk/QG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b/F78MAAADbAAAADwAAAAAAAAAAAAAAAACYAgAAZHJzL2Rv&#10;d25yZXYueG1sUEsFBgAAAAAEAAQA9QAAAIgDAAAAAA==&#10;" path="m140,r25,l188,3r-20,l146,5,122,8r-22,7l80,24,63,35,49,51,39,68,36,90r2,25l47,142r17,27l88,197r31,28l157,254r44,25l253,304r58,22l377,343r72,16l536,372r81,6l694,380r74,-4l837,370r66,-9l966,348r60,-14l1084,318r56,-15l1194,287r53,-16l1298,257r51,-13l1301,258r-51,16l1199,291r-54,18l1090,326r-58,17l971,359r-63,13l840,383r-70,8l696,395r-80,l532,391,445,380,369,365,303,350,243,331,192,310,146,288,107,265,74,240,47,214,28,189,13,164,3,140,,117,2,95,11,66,25,44,42,27,64,15,88,7,113,2,140,xe" fillcolor="#e1d6cf [671]" stroked="f" strokeweight="0">
                        <v:path arrowok="t" o:connecttype="custom" o:connectlocs="131066,0;133449,2375;96909,6334;63547,19002;38923,40379;28596,71257;37334,112427;69902,155973;124711,201102;200968,240689;299466,271567;425766,294528;551271,300862;664862,292944;767331,275526;861063,251774;948440,227230;1031052,203478;1033435,204269;952412,230397;865829,258108;771303,284235;667245,303237;552860,312738;422588,309571;293111,288986;193024,262067;115973,228022;58781,190018;22241,149639;2383,110844;1589,75215;19858,34837;50838,11876;89760,1583" o:connectangles="0,0,0,0,0,0,0,0,0,0,0,0,0,0,0,0,0,0,0,0,0,0,0,0,0,0,0,0,0,0,0,0,0,0,0"/>
                      </v:shape>
                      <v:shape id="Freeform 66" o:spid="_x0000_s1035" style="position:absolute;left:22637;top:285;width:3255;height:2651;visibility:visible;mso-wrap-style:square;v-text-anchor:top" coordsize="408,3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rf18MA&#10;AADbAAAADwAAAGRycy9kb3ducmV2LnhtbESPzWrDMBCE74W+g9hAbo2cHkxwIpvgUFpoIL8PsLW2&#10;toi1ci3Vcd4+ChR6HGbmG2ZVjLYVA/XeOFYwnyUgiCunDdcKzqe3lwUIH5A1to5JwY08FPnz0woz&#10;7a58oOEYahEh7DNU0ITQZVL6qiGLfuY64uh9u95iiLKvpe7xGuG2la9JkkqLhuNCgx2VDVWX469V&#10;sNsfhs3p81233bz64vOPKbelUWo6GddLEIHG8B/+a39oBWkKjy/xB8j8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urf18MAAADbAAAADwAAAAAAAAAAAAAAAACYAgAAZHJzL2Rv&#10;d25yZXYueG1sUEsFBgAAAAAEAAQA9QAAAIgDAAAAAA==&#10;" path="m103,l80,5,59,11,42,22,30,35,20,51,19,68r4,20l34,112r21,27l91,175r41,33l179,236r47,27l275,287r48,19l367,321r41,13l371,325,328,314,283,299,235,284,190,265,144,243,103,219,67,192,36,162,17,134,4,109,,87,1,66,8,49,20,33,36,21,56,11,78,4,103,xe" fillcolor="#e1d6cf [671]" stroked="f" strokeweight="0">
                        <v:path arrowok="t" o:connecttype="custom" o:connectlocs="82157,0;63811,3969;47061,8731;33501,17463;23929,27781;15953,40481;15155,53975;18346,69850;27120,88900;43870,110331;72585,138907;105289,165100;142778,187325;180267,208757;219352,227807;257638,242888;292735,254794;325438,265113;295925,257969;261627,249238;225733,237332;187446,225425;151552,210344;114860,192882;82157,173832;53442,152400;28715,128588;13560,106363;3191,86519;0,69056;798,52388;6381,38894;15953,26194;28715,16669;44668,8731;62216,3175;82157,0" o:connectangles="0,0,0,0,0,0,0,0,0,0,0,0,0,0,0,0,0,0,0,0,0,0,0,0,0,0,0,0,0,0,0,0,0,0,0,0,0"/>
                      </v:shape>
                      <v:shape id="Freeform 67" o:spid="_x0000_s1036" style="position:absolute;left:23987;top:904;width:3619;height:1572;visibility:visible;mso-wrap-style:square;v-text-anchor:top" coordsize="456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CTUsIA&#10;AADbAAAADwAAAGRycy9kb3ducmV2LnhtbESPzarCMBSE94LvEI7gTlNdqFSjiCCIehd67wMcm9Mf&#10;bU5KE2v16W8EweUwM98wi1VrStFQ7QrLCkbDCARxYnXBmYK/3+1gBsJ5ZI2lZVLwJAerZbezwFjb&#10;B5+oOftMBAi7GBXk3lexlC7JyaAb2oo4eKmtDfog60zqGh8Bbko5jqKJNFhwWMixok1Oye18Nwoc&#10;79fP7HVprwfpxs3xku5/ZKpUv9eu5yA8tf4b/rR3WsFkCu8v4QfI5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4JNSwgAAANsAAAAPAAAAAAAAAAAAAAAAAJgCAABkcnMvZG93&#10;bnJldi54bWxQSwUGAAAAAAQABAD1AAAAhwMAAAAA&#10;" path="m79,r25,4l129,10r25,11l176,37r19,17l209,74r8,22l217,120r-4,14l205,145r-11,5l181,153r-14,-3l154,145r-9,-6l137,130r-3,-10l139,131r9,8l159,142r13,l183,137r9,-11l197,111r,-24l191,65,178,46,161,30,140,19,118,11,96,10,74,13,55,21,41,35,32,56r,22l38,101r13,22l70,144r25,19l125,177r34,11l197,192r42,-1l280,183r33,-13l343,158r22,-14l384,128r12,-14l407,101r7,-11l418,84r7,-6l432,74r11,-1l451,74r5,2l456,81r-5,6l442,96r-14,15l409,128r-24,16l355,161r-34,16l278,188r-45,9l186,199r-43,-5l106,185,73,170,46,153,26,131,11,109,2,87,,63,5,43,16,24,33,10,55,2,79,xe" fillcolor="#e1d6cf [671]" stroked="f" strokeweight="0">
                        <v:path arrowok="t" o:connecttype="custom" o:connectlocs="82550,3159;122238,16585;154781,42647;172244,75817;169069,105828;153988,118465;132556,118465;115094,109777;106363,94772;117475,109777;136525,112146;152400,99510;156369,68709;141288,36329;111125,15006;76200,7898;43656,16585;25400,44227;30163,79766;55563,113726;99219,139788;156369,151635;222250,144527;272256,124783;304800,101090;323056,79766;331788,66340;342900,58443;357981,58443;361950,63971;350838,75817;324644,101090;281781,127152;220663,148476;147638,157163;84138,146106;36513,120834;8731,86084;0,49755;12700,18954;43656,1580" o:connectangles="0,0,0,0,0,0,0,0,0,0,0,0,0,0,0,0,0,0,0,0,0,0,0,0,0,0,0,0,0,0,0,0,0,0,0,0,0,0,0,0,0"/>
                      </v:shape>
                      <v:shape id="Freeform 68" o:spid="_x0000_s1037" style="position:absolute;left:25431;top:1603;width:4445;height:1191;visibility:visible;mso-wrap-style:square;v-text-anchor:top" coordsize="561,1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bp4MEA&#10;AADbAAAADwAAAGRycy9kb3ducmV2LnhtbERPy2rCQBTdF/yH4Qrd1YmBhhIdRaWBbLUPdXfJXDPB&#10;zJ00M03Sv+8sCl0eznu9nWwrBup941jBcpGAIK6cbrhW8P5WPL2A8AFZY+uYFPyQh+1m9rDGXLuR&#10;jzScQi1iCPscFZgQulxKXxmy6BeuI47czfUWQ4R9LXWPYwy3rUyTJJMWG44NBjs6GKrup2+r4KK/&#10;Pl73PH6W2fP9nF6PxdIkrVKP82m3AhFoCv/iP3epFWRxbPwSf4D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hm6eDBAAAA2wAAAA8AAAAAAAAAAAAAAAAAmAIAAGRycy9kb3du&#10;cmV2LnhtbFBLBQYAAAAABAAEAPUAAACGAwAAAAA=&#10;" path="m415,r31,1l478,6r26,8l528,28r17,16l556,64r5,24l558,113r-7,14l540,138r-14,8l512,151r-17,l479,144r-14,-9l453,118r-5,-15l448,89r3,-12l459,66,470,56r15,-3l503,53r22,8l504,55r-17,l473,58r-11,8l454,77r-3,12l453,102r4,12l468,129r13,8l496,140r15,-2l523,132r11,-10l542,108r2,-23l537,66,523,48,503,34,476,23,446,17,415,15r-35,3l346,26,313,41,273,59,231,77,187,94r-47,13l93,114r-47,4l,114r52,2l105,110,157,96,211,78,261,55,311,31,346,15,380,4,415,xe" fillcolor="#e1d6cf [671]" stroked="f" strokeweight="0">
                        <v:path arrowok="t" o:connecttype="custom" o:connectlocs="353381,788;399337,11039;431823,34694;444500,69388;436577,100139;416768,115121;392206,119063;368436,106447;354966,81215;357343,60714;372398,44156;398545,41790;399337,43367;374775,45733;359720,60714;358928,80427;370813,101716;392998,110390;414391,104082;429446,85158;425484,52041;398545,26809;353381,13404;301087,14193;248001,32328;183029,60714;110927,84369;36447,93043;41201,91466;124397,75696;206799,43367;274148,11827;328819,0" o:connectangles="0,0,0,0,0,0,0,0,0,0,0,0,0,0,0,0,0,0,0,0,0,0,0,0,0,0,0,0,0,0,0,0,0"/>
                      </v:shape>
                      <v:shape id="Freeform 69" o:spid="_x0000_s1038" style="position:absolute;left:28400;top:1381;width:12716;height:1968;visibility:visible;mso-wrap-style:square;v-text-anchor:top" coordsize="1600,2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LRl8EA&#10;AADbAAAADwAAAGRycy9kb3ducmV2LnhtbESPQWvCQBSE74L/YXlCb7pJDqGmrmKkBY+t2vsj+0yC&#10;2bchuyarv75bKPQ4zMw3zGYXTCdGGlxrWUG6SkAQV1a3XCu4nD+WryCcR9bYWSYFD3Kw285nGyy0&#10;nfiLxpOvRYSwK1BB431fSOmqhgy6le2Jo3e1g0Ef5VBLPeAU4aaTWZLk0mDLcaHBng4NVbfT3SgY&#10;L58Jv/emzMN39kz3Prgnl0q9LML+DYSn4P/Df+2jVpCv4fdL/AFy+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GC0ZfBAAAA2wAAAA8AAAAAAAAAAAAAAAAAmAIAAGRycy9kb3du&#10;cmV2LnhtbFBLBQYAAAAABAAEAPUAAACGAwAAAAA=&#10;" path="m1190,r96,2l1385,10r105,12l1600,41,1492,24,1390,13,1291,8,1198,7r-89,3l1024,18r-82,9l864,41,788,57,716,74,645,93r-67,21l510,132r-64,21l381,173r-63,18l254,208r-63,14l128,235r-64,8l,249r62,-6l124,232r61,-13l246,203r61,-17l370,167r63,-20l498,126r65,-20l633,85,703,66,776,49,851,33,931,19r82,-9l1099,3,1190,xe" fillcolor="#e1d6cf [671]" stroked="f" strokeweight="0">
                        <v:path arrowok="t" o:connecttype="custom" o:connectlocs="945744,0;1022039,1581;1100718,7906;1184166,17392;1271588,32413;1185756,18973;1104692,10277;1026013,6324;952102,5534;881369,7906;813816,14230;748647,21345;686658,32413;626257,45062;569036,58502;512609,73522;459361,90124;405319,104354;354455,120956;302797,136767;252728,150997;201865,164437;151796,175505;101727,185782;50864,192107;0,196850;49274,192107;98548,183410;147027,173133;195507,160484;243986,147045;294055,132024;344124,116213;395782,99611;447440,83800;503072,67198;558704,52177;616720,38738;676326,26089;739905,15021;805074,7906;873422,2372;945744,0" o:connectangles="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  <w:tbl>
            <w:tblPr>
              <w:tblStyle w:val="Recipetable"/>
              <w:tblW w:w="5000" w:type="pct"/>
              <w:tblLayout w:type="fixed"/>
              <w:tblLook w:val="04A0" w:firstRow="1" w:lastRow="0" w:firstColumn="1" w:lastColumn="0" w:noHBand="0" w:noVBand="1"/>
              <w:tblDescription w:val="Lined text layout"/>
            </w:tblPr>
            <w:tblGrid>
              <w:gridCol w:w="6625"/>
            </w:tblGrid>
            <w:tr w:rsidR="005531B1">
              <w:tc>
                <w:tcPr>
                  <w:tcW w:w="5000" w:type="pct"/>
                </w:tcPr>
                <w:p w:rsidR="005531B1" w:rsidRDefault="00987480">
                  <w:sdt>
                    <w:sdtPr>
                      <w:id w:val="82197187"/>
                      <w:placeholder>
                        <w:docPart w:val="9FC8E0A12D2343988143299DF2B49B59"/>
                      </w:placeholder>
                      <w:temporary/>
                      <w:showingPlcHdr/>
                      <w:text/>
                    </w:sdtPr>
                    <w:sdtEndPr/>
                    <w:sdtContent>
                      <w:r w:rsidR="00B95D1A">
                        <w:t>[Click here to add instructions.]</w:t>
                      </w:r>
                    </w:sdtContent>
                  </w:sdt>
                </w:p>
              </w:tc>
            </w:tr>
            <w:tr w:rsidR="005531B1">
              <w:tc>
                <w:tcPr>
                  <w:tcW w:w="5000" w:type="pct"/>
                </w:tcPr>
                <w:p w:rsidR="005531B1" w:rsidRDefault="005531B1"/>
              </w:tc>
            </w:tr>
            <w:tr w:rsidR="005531B1">
              <w:tc>
                <w:tcPr>
                  <w:tcW w:w="5000" w:type="pct"/>
                </w:tcPr>
                <w:p w:rsidR="005531B1" w:rsidRDefault="005531B1"/>
              </w:tc>
            </w:tr>
            <w:tr w:rsidR="005531B1">
              <w:tc>
                <w:tcPr>
                  <w:tcW w:w="5000" w:type="pct"/>
                </w:tcPr>
                <w:p w:rsidR="005531B1" w:rsidRDefault="005531B1"/>
              </w:tc>
            </w:tr>
            <w:tr w:rsidR="005531B1">
              <w:tc>
                <w:tcPr>
                  <w:tcW w:w="5000" w:type="pct"/>
                </w:tcPr>
                <w:p w:rsidR="005531B1" w:rsidRDefault="005531B1"/>
              </w:tc>
            </w:tr>
            <w:tr w:rsidR="005531B1">
              <w:tc>
                <w:tcPr>
                  <w:tcW w:w="5000" w:type="pct"/>
                </w:tcPr>
                <w:p w:rsidR="005531B1" w:rsidRDefault="005531B1"/>
              </w:tc>
            </w:tr>
            <w:tr w:rsidR="005531B1">
              <w:tc>
                <w:tcPr>
                  <w:tcW w:w="5000" w:type="pct"/>
                </w:tcPr>
                <w:p w:rsidR="005531B1" w:rsidRDefault="005531B1"/>
              </w:tc>
            </w:tr>
            <w:tr w:rsidR="005531B1">
              <w:tc>
                <w:tcPr>
                  <w:tcW w:w="5000" w:type="pct"/>
                </w:tcPr>
                <w:p w:rsidR="005531B1" w:rsidRDefault="005531B1"/>
              </w:tc>
            </w:tr>
            <w:tr w:rsidR="005531B1">
              <w:tc>
                <w:tcPr>
                  <w:tcW w:w="5000" w:type="pct"/>
                </w:tcPr>
                <w:p w:rsidR="005531B1" w:rsidRDefault="005531B1"/>
              </w:tc>
            </w:tr>
            <w:tr w:rsidR="005531B1">
              <w:tc>
                <w:tcPr>
                  <w:tcW w:w="5000" w:type="pct"/>
                </w:tcPr>
                <w:p w:rsidR="005531B1" w:rsidRDefault="005531B1"/>
              </w:tc>
            </w:tr>
          </w:tbl>
          <w:p w:rsidR="005531B1" w:rsidRDefault="005531B1"/>
        </w:tc>
        <w:tc>
          <w:tcPr>
            <w:tcW w:w="288" w:type="dxa"/>
          </w:tcPr>
          <w:p w:rsidR="005531B1" w:rsidRDefault="005531B1"/>
        </w:tc>
      </w:tr>
      <w:tr w:rsidR="005531B1">
        <w:trPr>
          <w:cantSplit/>
          <w:trHeight w:hRule="exact" w:val="4320"/>
        </w:trPr>
        <w:tc>
          <w:tcPr>
            <w:tcW w:w="287" w:type="dxa"/>
          </w:tcPr>
          <w:p w:rsidR="005531B1" w:rsidRDefault="005531B1"/>
        </w:tc>
        <w:tc>
          <w:tcPr>
            <w:tcW w:w="6625" w:type="dxa"/>
          </w:tcPr>
          <w:p w:rsidR="005531B1" w:rsidRDefault="00B95D1A">
            <w:pPr>
              <w:pStyle w:val="Art"/>
            </w:pPr>
            <w:r>
              <w:rPr>
                <w:noProof/>
                <w:lang w:eastAsia="en-US"/>
              </w:rPr>
              <mc:AlternateContent>
                <mc:Choice Requires="wpg">
                  <w:drawing>
                    <wp:inline distT="0" distB="0" distL="0" distR="0">
                      <wp:extent cx="4111626" cy="369888"/>
                      <wp:effectExtent l="0" t="0" r="3175" b="0"/>
                      <wp:docPr id="70" name="Group 43" descr="Filigree accent drawing with fork and knife in center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111626" cy="369888"/>
                                <a:chOff x="0" y="0"/>
                                <a:chExt cx="4111626" cy="369888"/>
                              </a:xfrm>
                            </wpg:grpSpPr>
                            <wps:wsp>
                              <wps:cNvPr id="71" name="Freeform 7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963738" y="11112"/>
                                  <a:ext cx="358775" cy="338138"/>
                                </a:xfrm>
                                <a:custGeom>
                                  <a:avLst/>
                                  <a:gdLst>
                                    <a:gd name="T0" fmla="*/ 25 w 451"/>
                                    <a:gd name="T1" fmla="*/ 0 h 425"/>
                                    <a:gd name="T2" fmla="*/ 38 w 451"/>
                                    <a:gd name="T3" fmla="*/ 2 h 425"/>
                                    <a:gd name="T4" fmla="*/ 54 w 451"/>
                                    <a:gd name="T5" fmla="*/ 7 h 425"/>
                                    <a:gd name="T6" fmla="*/ 71 w 451"/>
                                    <a:gd name="T7" fmla="*/ 13 h 425"/>
                                    <a:gd name="T8" fmla="*/ 93 w 451"/>
                                    <a:gd name="T9" fmla="*/ 24 h 425"/>
                                    <a:gd name="T10" fmla="*/ 116 w 451"/>
                                    <a:gd name="T11" fmla="*/ 40 h 425"/>
                                    <a:gd name="T12" fmla="*/ 145 w 451"/>
                                    <a:gd name="T13" fmla="*/ 62 h 425"/>
                                    <a:gd name="T14" fmla="*/ 176 w 451"/>
                                    <a:gd name="T15" fmla="*/ 88 h 425"/>
                                    <a:gd name="T16" fmla="*/ 212 w 451"/>
                                    <a:gd name="T17" fmla="*/ 123 h 425"/>
                                    <a:gd name="T18" fmla="*/ 231 w 451"/>
                                    <a:gd name="T19" fmla="*/ 144 h 425"/>
                                    <a:gd name="T20" fmla="*/ 245 w 451"/>
                                    <a:gd name="T21" fmla="*/ 166 h 425"/>
                                    <a:gd name="T22" fmla="*/ 255 w 451"/>
                                    <a:gd name="T23" fmla="*/ 186 h 425"/>
                                    <a:gd name="T24" fmla="*/ 259 w 451"/>
                                    <a:gd name="T25" fmla="*/ 203 h 425"/>
                                    <a:gd name="T26" fmla="*/ 263 w 451"/>
                                    <a:gd name="T27" fmla="*/ 214 h 425"/>
                                    <a:gd name="T28" fmla="*/ 264 w 451"/>
                                    <a:gd name="T29" fmla="*/ 219 h 425"/>
                                    <a:gd name="T30" fmla="*/ 449 w 451"/>
                                    <a:gd name="T31" fmla="*/ 392 h 425"/>
                                    <a:gd name="T32" fmla="*/ 449 w 451"/>
                                    <a:gd name="T33" fmla="*/ 394 h 425"/>
                                    <a:gd name="T34" fmla="*/ 449 w 451"/>
                                    <a:gd name="T35" fmla="*/ 394 h 425"/>
                                    <a:gd name="T36" fmla="*/ 451 w 451"/>
                                    <a:gd name="T37" fmla="*/ 395 h 425"/>
                                    <a:gd name="T38" fmla="*/ 451 w 451"/>
                                    <a:gd name="T39" fmla="*/ 398 h 425"/>
                                    <a:gd name="T40" fmla="*/ 449 w 451"/>
                                    <a:gd name="T41" fmla="*/ 402 h 425"/>
                                    <a:gd name="T42" fmla="*/ 448 w 451"/>
                                    <a:gd name="T43" fmla="*/ 405 h 425"/>
                                    <a:gd name="T44" fmla="*/ 445 w 451"/>
                                    <a:gd name="T45" fmla="*/ 410 h 425"/>
                                    <a:gd name="T46" fmla="*/ 440 w 451"/>
                                    <a:gd name="T47" fmla="*/ 414 h 425"/>
                                    <a:gd name="T48" fmla="*/ 434 w 451"/>
                                    <a:gd name="T49" fmla="*/ 419 h 425"/>
                                    <a:gd name="T50" fmla="*/ 429 w 451"/>
                                    <a:gd name="T51" fmla="*/ 422 h 425"/>
                                    <a:gd name="T52" fmla="*/ 426 w 451"/>
                                    <a:gd name="T53" fmla="*/ 425 h 425"/>
                                    <a:gd name="T54" fmla="*/ 423 w 451"/>
                                    <a:gd name="T55" fmla="*/ 425 h 425"/>
                                    <a:gd name="T56" fmla="*/ 420 w 451"/>
                                    <a:gd name="T57" fmla="*/ 425 h 425"/>
                                    <a:gd name="T58" fmla="*/ 418 w 451"/>
                                    <a:gd name="T59" fmla="*/ 425 h 425"/>
                                    <a:gd name="T60" fmla="*/ 418 w 451"/>
                                    <a:gd name="T61" fmla="*/ 425 h 425"/>
                                    <a:gd name="T62" fmla="*/ 418 w 451"/>
                                    <a:gd name="T63" fmla="*/ 425 h 425"/>
                                    <a:gd name="T64" fmla="*/ 0 w 451"/>
                                    <a:gd name="T65" fmla="*/ 7 h 425"/>
                                    <a:gd name="T66" fmla="*/ 0 w 451"/>
                                    <a:gd name="T67" fmla="*/ 7 h 425"/>
                                    <a:gd name="T68" fmla="*/ 3 w 451"/>
                                    <a:gd name="T69" fmla="*/ 5 h 425"/>
                                    <a:gd name="T70" fmla="*/ 8 w 451"/>
                                    <a:gd name="T71" fmla="*/ 3 h 425"/>
                                    <a:gd name="T72" fmla="*/ 16 w 451"/>
                                    <a:gd name="T73" fmla="*/ 2 h 425"/>
                                    <a:gd name="T74" fmla="*/ 25 w 451"/>
                                    <a:gd name="T75" fmla="*/ 0 h 4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</a:cxnLst>
                                  <a:rect l="0" t="0" r="r" b="b"/>
                                  <a:pathLst>
                                    <a:path w="451" h="425">
                                      <a:moveTo>
                                        <a:pt x="25" y="0"/>
                                      </a:moveTo>
                                      <a:lnTo>
                                        <a:pt x="38" y="2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93" y="24"/>
                                      </a:lnTo>
                                      <a:lnTo>
                                        <a:pt x="116" y="40"/>
                                      </a:lnTo>
                                      <a:lnTo>
                                        <a:pt x="145" y="62"/>
                                      </a:lnTo>
                                      <a:lnTo>
                                        <a:pt x="176" y="88"/>
                                      </a:lnTo>
                                      <a:lnTo>
                                        <a:pt x="212" y="123"/>
                                      </a:lnTo>
                                      <a:lnTo>
                                        <a:pt x="231" y="144"/>
                                      </a:lnTo>
                                      <a:lnTo>
                                        <a:pt x="245" y="166"/>
                                      </a:lnTo>
                                      <a:lnTo>
                                        <a:pt x="255" y="186"/>
                                      </a:lnTo>
                                      <a:lnTo>
                                        <a:pt x="259" y="203"/>
                                      </a:lnTo>
                                      <a:lnTo>
                                        <a:pt x="263" y="214"/>
                                      </a:lnTo>
                                      <a:lnTo>
                                        <a:pt x="264" y="219"/>
                                      </a:lnTo>
                                      <a:lnTo>
                                        <a:pt x="449" y="392"/>
                                      </a:lnTo>
                                      <a:lnTo>
                                        <a:pt x="449" y="394"/>
                                      </a:lnTo>
                                      <a:lnTo>
                                        <a:pt x="449" y="394"/>
                                      </a:lnTo>
                                      <a:lnTo>
                                        <a:pt x="451" y="395"/>
                                      </a:lnTo>
                                      <a:lnTo>
                                        <a:pt x="451" y="398"/>
                                      </a:lnTo>
                                      <a:lnTo>
                                        <a:pt x="449" y="402"/>
                                      </a:lnTo>
                                      <a:lnTo>
                                        <a:pt x="448" y="405"/>
                                      </a:lnTo>
                                      <a:lnTo>
                                        <a:pt x="445" y="410"/>
                                      </a:lnTo>
                                      <a:lnTo>
                                        <a:pt x="440" y="414"/>
                                      </a:lnTo>
                                      <a:lnTo>
                                        <a:pt x="434" y="419"/>
                                      </a:lnTo>
                                      <a:lnTo>
                                        <a:pt x="429" y="422"/>
                                      </a:lnTo>
                                      <a:lnTo>
                                        <a:pt x="426" y="425"/>
                                      </a:lnTo>
                                      <a:lnTo>
                                        <a:pt x="423" y="425"/>
                                      </a:lnTo>
                                      <a:lnTo>
                                        <a:pt x="420" y="425"/>
                                      </a:lnTo>
                                      <a:lnTo>
                                        <a:pt x="418" y="425"/>
                                      </a:lnTo>
                                      <a:lnTo>
                                        <a:pt x="418" y="425"/>
                                      </a:lnTo>
                                      <a:lnTo>
                                        <a:pt x="418" y="425"/>
                                      </a:lnTo>
                                      <a:lnTo>
                                        <a:pt x="0" y="7"/>
                                      </a:lnTo>
                                      <a:lnTo>
                                        <a:pt x="0" y="7"/>
                                      </a:lnTo>
                                      <a:lnTo>
                                        <a:pt x="3" y="5"/>
                                      </a:lnTo>
                                      <a:lnTo>
                                        <a:pt x="8" y="3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2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2">
                                    <a:lumMod val="20000"/>
                                    <a:lumOff val="80000"/>
                                  </a:schemeClr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72" name="Freeform 7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28800" y="0"/>
                                  <a:ext cx="369888" cy="369888"/>
                                </a:xfrm>
                                <a:custGeom>
                                  <a:avLst/>
                                  <a:gdLst>
                                    <a:gd name="T0" fmla="*/ 64 w 465"/>
                                    <a:gd name="T1" fmla="*/ 3 h 466"/>
                                    <a:gd name="T2" fmla="*/ 86 w 465"/>
                                    <a:gd name="T3" fmla="*/ 21 h 466"/>
                                    <a:gd name="T4" fmla="*/ 122 w 465"/>
                                    <a:gd name="T5" fmla="*/ 51 h 466"/>
                                    <a:gd name="T6" fmla="*/ 161 w 465"/>
                                    <a:gd name="T7" fmla="*/ 85 h 466"/>
                                    <a:gd name="T8" fmla="*/ 196 w 465"/>
                                    <a:gd name="T9" fmla="*/ 117 h 466"/>
                                    <a:gd name="T10" fmla="*/ 221 w 465"/>
                                    <a:gd name="T11" fmla="*/ 158 h 466"/>
                                    <a:gd name="T12" fmla="*/ 223 w 465"/>
                                    <a:gd name="T13" fmla="*/ 187 h 466"/>
                                    <a:gd name="T14" fmla="*/ 219 w 465"/>
                                    <a:gd name="T15" fmla="*/ 200 h 466"/>
                                    <a:gd name="T16" fmla="*/ 463 w 465"/>
                                    <a:gd name="T17" fmla="*/ 433 h 466"/>
                                    <a:gd name="T18" fmla="*/ 465 w 465"/>
                                    <a:gd name="T19" fmla="*/ 436 h 466"/>
                                    <a:gd name="T20" fmla="*/ 463 w 465"/>
                                    <a:gd name="T21" fmla="*/ 441 h 466"/>
                                    <a:gd name="T22" fmla="*/ 458 w 465"/>
                                    <a:gd name="T23" fmla="*/ 450 h 466"/>
                                    <a:gd name="T24" fmla="*/ 447 w 465"/>
                                    <a:gd name="T25" fmla="*/ 460 h 466"/>
                                    <a:gd name="T26" fmla="*/ 439 w 465"/>
                                    <a:gd name="T27" fmla="*/ 464 h 466"/>
                                    <a:gd name="T28" fmla="*/ 435 w 465"/>
                                    <a:gd name="T29" fmla="*/ 466 h 466"/>
                                    <a:gd name="T30" fmla="*/ 432 w 465"/>
                                    <a:gd name="T31" fmla="*/ 464 h 466"/>
                                    <a:gd name="T32" fmla="*/ 199 w 465"/>
                                    <a:gd name="T33" fmla="*/ 220 h 466"/>
                                    <a:gd name="T34" fmla="*/ 186 w 465"/>
                                    <a:gd name="T35" fmla="*/ 224 h 466"/>
                                    <a:gd name="T36" fmla="*/ 157 w 465"/>
                                    <a:gd name="T37" fmla="*/ 222 h 466"/>
                                    <a:gd name="T38" fmla="*/ 116 w 465"/>
                                    <a:gd name="T39" fmla="*/ 197 h 466"/>
                                    <a:gd name="T40" fmla="*/ 84 w 465"/>
                                    <a:gd name="T41" fmla="*/ 162 h 466"/>
                                    <a:gd name="T42" fmla="*/ 50 w 465"/>
                                    <a:gd name="T43" fmla="*/ 123 h 466"/>
                                    <a:gd name="T44" fmla="*/ 20 w 465"/>
                                    <a:gd name="T45" fmla="*/ 87 h 466"/>
                                    <a:gd name="T46" fmla="*/ 3 w 465"/>
                                    <a:gd name="T47" fmla="*/ 65 h 466"/>
                                    <a:gd name="T48" fmla="*/ 9 w 465"/>
                                    <a:gd name="T49" fmla="*/ 52 h 466"/>
                                    <a:gd name="T50" fmla="*/ 124 w 465"/>
                                    <a:gd name="T51" fmla="*/ 167 h 466"/>
                                    <a:gd name="T52" fmla="*/ 131 w 465"/>
                                    <a:gd name="T53" fmla="*/ 169 h 466"/>
                                    <a:gd name="T54" fmla="*/ 138 w 465"/>
                                    <a:gd name="T55" fmla="*/ 165 h 466"/>
                                    <a:gd name="T56" fmla="*/ 139 w 465"/>
                                    <a:gd name="T57" fmla="*/ 158 h 466"/>
                                    <a:gd name="T58" fmla="*/ 135 w 465"/>
                                    <a:gd name="T59" fmla="*/ 148 h 466"/>
                                    <a:gd name="T60" fmla="*/ 117 w 465"/>
                                    <a:gd name="T61" fmla="*/ 131 h 466"/>
                                    <a:gd name="T62" fmla="*/ 89 w 465"/>
                                    <a:gd name="T63" fmla="*/ 102 h 466"/>
                                    <a:gd name="T64" fmla="*/ 59 w 465"/>
                                    <a:gd name="T65" fmla="*/ 71 h 466"/>
                                    <a:gd name="T66" fmla="*/ 36 w 465"/>
                                    <a:gd name="T67" fmla="*/ 44 h 466"/>
                                    <a:gd name="T68" fmla="*/ 26 w 465"/>
                                    <a:gd name="T69" fmla="*/ 35 h 466"/>
                                    <a:gd name="T70" fmla="*/ 34 w 465"/>
                                    <a:gd name="T71" fmla="*/ 27 h 466"/>
                                    <a:gd name="T72" fmla="*/ 45 w 465"/>
                                    <a:gd name="T73" fmla="*/ 36 h 466"/>
                                    <a:gd name="T74" fmla="*/ 70 w 465"/>
                                    <a:gd name="T75" fmla="*/ 60 h 466"/>
                                    <a:gd name="T76" fmla="*/ 102 w 465"/>
                                    <a:gd name="T77" fmla="*/ 90 h 466"/>
                                    <a:gd name="T78" fmla="*/ 130 w 465"/>
                                    <a:gd name="T79" fmla="*/ 118 h 466"/>
                                    <a:gd name="T80" fmla="*/ 147 w 465"/>
                                    <a:gd name="T81" fmla="*/ 136 h 466"/>
                                    <a:gd name="T82" fmla="*/ 157 w 465"/>
                                    <a:gd name="T83" fmla="*/ 140 h 466"/>
                                    <a:gd name="T84" fmla="*/ 164 w 465"/>
                                    <a:gd name="T85" fmla="*/ 139 h 466"/>
                                    <a:gd name="T86" fmla="*/ 168 w 465"/>
                                    <a:gd name="T87" fmla="*/ 132 h 466"/>
                                    <a:gd name="T88" fmla="*/ 166 w 465"/>
                                    <a:gd name="T89" fmla="*/ 124 h 466"/>
                                    <a:gd name="T90" fmla="*/ 51 w 465"/>
                                    <a:gd name="T91" fmla="*/ 10 h 46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465" h="466">
                                      <a:moveTo>
                                        <a:pt x="61" y="0"/>
                                      </a:moveTo>
                                      <a:lnTo>
                                        <a:pt x="64" y="3"/>
                                      </a:lnTo>
                                      <a:lnTo>
                                        <a:pt x="72" y="1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103" y="35"/>
                                      </a:lnTo>
                                      <a:lnTo>
                                        <a:pt x="122" y="51"/>
                                      </a:lnTo>
                                      <a:lnTo>
                                        <a:pt x="141" y="68"/>
                                      </a:lnTo>
                                      <a:lnTo>
                                        <a:pt x="161" y="85"/>
                                      </a:lnTo>
                                      <a:lnTo>
                                        <a:pt x="179" y="101"/>
                                      </a:lnTo>
                                      <a:lnTo>
                                        <a:pt x="196" y="117"/>
                                      </a:lnTo>
                                      <a:lnTo>
                                        <a:pt x="212" y="137"/>
                                      </a:lnTo>
                                      <a:lnTo>
                                        <a:pt x="221" y="158"/>
                                      </a:lnTo>
                                      <a:lnTo>
                                        <a:pt x="223" y="175"/>
                                      </a:lnTo>
                                      <a:lnTo>
                                        <a:pt x="223" y="187"/>
                                      </a:lnTo>
                                      <a:lnTo>
                                        <a:pt x="219" y="197"/>
                                      </a:lnTo>
                                      <a:lnTo>
                                        <a:pt x="219" y="200"/>
                                      </a:lnTo>
                                      <a:lnTo>
                                        <a:pt x="463" y="433"/>
                                      </a:lnTo>
                                      <a:lnTo>
                                        <a:pt x="463" y="433"/>
                                      </a:lnTo>
                                      <a:lnTo>
                                        <a:pt x="465" y="435"/>
                                      </a:lnTo>
                                      <a:lnTo>
                                        <a:pt x="465" y="436"/>
                                      </a:lnTo>
                                      <a:lnTo>
                                        <a:pt x="465" y="438"/>
                                      </a:lnTo>
                                      <a:lnTo>
                                        <a:pt x="463" y="441"/>
                                      </a:lnTo>
                                      <a:lnTo>
                                        <a:pt x="461" y="446"/>
                                      </a:lnTo>
                                      <a:lnTo>
                                        <a:pt x="458" y="450"/>
                                      </a:lnTo>
                                      <a:lnTo>
                                        <a:pt x="454" y="455"/>
                                      </a:lnTo>
                                      <a:lnTo>
                                        <a:pt x="447" y="460"/>
                                      </a:lnTo>
                                      <a:lnTo>
                                        <a:pt x="444" y="463"/>
                                      </a:lnTo>
                                      <a:lnTo>
                                        <a:pt x="439" y="464"/>
                                      </a:lnTo>
                                      <a:lnTo>
                                        <a:pt x="436" y="466"/>
                                      </a:lnTo>
                                      <a:lnTo>
                                        <a:pt x="435" y="466"/>
                                      </a:lnTo>
                                      <a:lnTo>
                                        <a:pt x="433" y="466"/>
                                      </a:lnTo>
                                      <a:lnTo>
                                        <a:pt x="432" y="464"/>
                                      </a:lnTo>
                                      <a:lnTo>
                                        <a:pt x="432" y="464"/>
                                      </a:lnTo>
                                      <a:lnTo>
                                        <a:pt x="199" y="220"/>
                                      </a:lnTo>
                                      <a:lnTo>
                                        <a:pt x="196" y="220"/>
                                      </a:lnTo>
                                      <a:lnTo>
                                        <a:pt x="186" y="224"/>
                                      </a:lnTo>
                                      <a:lnTo>
                                        <a:pt x="174" y="224"/>
                                      </a:lnTo>
                                      <a:lnTo>
                                        <a:pt x="157" y="222"/>
                                      </a:lnTo>
                                      <a:lnTo>
                                        <a:pt x="136" y="213"/>
                                      </a:lnTo>
                                      <a:lnTo>
                                        <a:pt x="116" y="197"/>
                                      </a:lnTo>
                                      <a:lnTo>
                                        <a:pt x="100" y="180"/>
                                      </a:lnTo>
                                      <a:lnTo>
                                        <a:pt x="84" y="162"/>
                                      </a:lnTo>
                                      <a:lnTo>
                                        <a:pt x="67" y="142"/>
                                      </a:lnTo>
                                      <a:lnTo>
                                        <a:pt x="50" y="123"/>
                                      </a:lnTo>
                                      <a:lnTo>
                                        <a:pt x="34" y="104"/>
                                      </a:lnTo>
                                      <a:lnTo>
                                        <a:pt x="20" y="87"/>
                                      </a:lnTo>
                                      <a:lnTo>
                                        <a:pt x="11" y="73"/>
                                      </a:lnTo>
                                      <a:lnTo>
                                        <a:pt x="3" y="65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9" y="52"/>
                                      </a:lnTo>
                                      <a:lnTo>
                                        <a:pt x="119" y="164"/>
                                      </a:lnTo>
                                      <a:lnTo>
                                        <a:pt x="124" y="167"/>
                                      </a:lnTo>
                                      <a:lnTo>
                                        <a:pt x="127" y="167"/>
                                      </a:lnTo>
                                      <a:lnTo>
                                        <a:pt x="131" y="169"/>
                                      </a:lnTo>
                                      <a:lnTo>
                                        <a:pt x="135" y="167"/>
                                      </a:lnTo>
                                      <a:lnTo>
                                        <a:pt x="138" y="165"/>
                                      </a:lnTo>
                                      <a:lnTo>
                                        <a:pt x="139" y="162"/>
                                      </a:lnTo>
                                      <a:lnTo>
                                        <a:pt x="139" y="158"/>
                                      </a:lnTo>
                                      <a:lnTo>
                                        <a:pt x="138" y="153"/>
                                      </a:lnTo>
                                      <a:lnTo>
                                        <a:pt x="135" y="148"/>
                                      </a:lnTo>
                                      <a:lnTo>
                                        <a:pt x="127" y="142"/>
                                      </a:lnTo>
                                      <a:lnTo>
                                        <a:pt x="117" y="131"/>
                                      </a:lnTo>
                                      <a:lnTo>
                                        <a:pt x="105" y="117"/>
                                      </a:lnTo>
                                      <a:lnTo>
                                        <a:pt x="89" y="102"/>
                                      </a:lnTo>
                                      <a:lnTo>
                                        <a:pt x="75" y="85"/>
                                      </a:lnTo>
                                      <a:lnTo>
                                        <a:pt x="59" y="71"/>
                                      </a:lnTo>
                                      <a:lnTo>
                                        <a:pt x="47" y="57"/>
                                      </a:lnTo>
                                      <a:lnTo>
                                        <a:pt x="36" y="44"/>
                                      </a:lnTo>
                                      <a:lnTo>
                                        <a:pt x="29" y="38"/>
                                      </a:lnTo>
                                      <a:lnTo>
                                        <a:pt x="26" y="35"/>
                                      </a:lnTo>
                                      <a:lnTo>
                                        <a:pt x="29" y="30"/>
                                      </a:lnTo>
                                      <a:lnTo>
                                        <a:pt x="34" y="27"/>
                                      </a:lnTo>
                                      <a:lnTo>
                                        <a:pt x="37" y="30"/>
                                      </a:lnTo>
                                      <a:lnTo>
                                        <a:pt x="45" y="36"/>
                                      </a:lnTo>
                                      <a:lnTo>
                                        <a:pt x="56" y="47"/>
                                      </a:lnTo>
                                      <a:lnTo>
                                        <a:pt x="70" y="60"/>
                                      </a:lnTo>
                                      <a:lnTo>
                                        <a:pt x="86" y="76"/>
                                      </a:lnTo>
                                      <a:lnTo>
                                        <a:pt x="102" y="90"/>
                                      </a:lnTo>
                                      <a:lnTo>
                                        <a:pt x="116" y="106"/>
                                      </a:lnTo>
                                      <a:lnTo>
                                        <a:pt x="130" y="118"/>
                                      </a:lnTo>
                                      <a:lnTo>
                                        <a:pt x="141" y="128"/>
                                      </a:lnTo>
                                      <a:lnTo>
                                        <a:pt x="147" y="136"/>
                                      </a:lnTo>
                                      <a:lnTo>
                                        <a:pt x="152" y="139"/>
                                      </a:lnTo>
                                      <a:lnTo>
                                        <a:pt x="157" y="140"/>
                                      </a:lnTo>
                                      <a:lnTo>
                                        <a:pt x="161" y="140"/>
                                      </a:lnTo>
                                      <a:lnTo>
                                        <a:pt x="164" y="139"/>
                                      </a:lnTo>
                                      <a:lnTo>
                                        <a:pt x="166" y="136"/>
                                      </a:lnTo>
                                      <a:lnTo>
                                        <a:pt x="168" y="132"/>
                                      </a:lnTo>
                                      <a:lnTo>
                                        <a:pt x="166" y="128"/>
                                      </a:lnTo>
                                      <a:lnTo>
                                        <a:pt x="166" y="124"/>
                                      </a:lnTo>
                                      <a:lnTo>
                                        <a:pt x="163" y="120"/>
                                      </a:lnTo>
                                      <a:lnTo>
                                        <a:pt x="51" y="10"/>
                                      </a:lnTo>
                                      <a:lnTo>
                                        <a:pt x="6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2">
                                    <a:lumMod val="20000"/>
                                    <a:lumOff val="80000"/>
                                  </a:schemeClr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73" name="Freeform 73"/>
                              <wps:cNvSpPr>
                                <a:spLocks/>
                              </wps:cNvSpPr>
                              <wps:spPr bwMode="auto">
                                <a:xfrm>
                                  <a:off x="825500" y="20637"/>
                                  <a:ext cx="1071563" cy="314325"/>
                                </a:xfrm>
                                <a:custGeom>
                                  <a:avLst/>
                                  <a:gdLst>
                                    <a:gd name="T0" fmla="*/ 734 w 1349"/>
                                    <a:gd name="T1" fmla="*/ 0 h 395"/>
                                    <a:gd name="T2" fmla="*/ 906 w 1349"/>
                                    <a:gd name="T3" fmla="*/ 16 h 395"/>
                                    <a:gd name="T4" fmla="*/ 1048 w 1349"/>
                                    <a:gd name="T5" fmla="*/ 44 h 395"/>
                                    <a:gd name="T6" fmla="*/ 1159 w 1349"/>
                                    <a:gd name="T7" fmla="*/ 83 h 395"/>
                                    <a:gd name="T8" fmla="*/ 1244 w 1349"/>
                                    <a:gd name="T9" fmla="*/ 131 h 395"/>
                                    <a:gd name="T10" fmla="*/ 1302 w 1349"/>
                                    <a:gd name="T11" fmla="*/ 179 h 395"/>
                                    <a:gd name="T12" fmla="*/ 1337 w 1349"/>
                                    <a:gd name="T13" fmla="*/ 230 h 395"/>
                                    <a:gd name="T14" fmla="*/ 1349 w 1349"/>
                                    <a:gd name="T15" fmla="*/ 277 h 395"/>
                                    <a:gd name="T16" fmla="*/ 1340 w 1349"/>
                                    <a:gd name="T17" fmla="*/ 327 h 395"/>
                                    <a:gd name="T18" fmla="*/ 1307 w 1349"/>
                                    <a:gd name="T19" fmla="*/ 367 h 395"/>
                                    <a:gd name="T20" fmla="*/ 1261 w 1349"/>
                                    <a:gd name="T21" fmla="*/ 389 h 395"/>
                                    <a:gd name="T22" fmla="*/ 1211 w 1349"/>
                                    <a:gd name="T23" fmla="*/ 395 h 395"/>
                                    <a:gd name="T24" fmla="*/ 1162 w 1349"/>
                                    <a:gd name="T25" fmla="*/ 390 h 395"/>
                                    <a:gd name="T26" fmla="*/ 1205 w 1349"/>
                                    <a:gd name="T27" fmla="*/ 389 h 395"/>
                                    <a:gd name="T28" fmla="*/ 1249 w 1349"/>
                                    <a:gd name="T29" fmla="*/ 379 h 395"/>
                                    <a:gd name="T30" fmla="*/ 1287 w 1349"/>
                                    <a:gd name="T31" fmla="*/ 359 h 395"/>
                                    <a:gd name="T32" fmla="*/ 1312 w 1349"/>
                                    <a:gd name="T33" fmla="*/ 326 h 395"/>
                                    <a:gd name="T34" fmla="*/ 1312 w 1349"/>
                                    <a:gd name="T35" fmla="*/ 280 h 395"/>
                                    <a:gd name="T36" fmla="*/ 1285 w 1349"/>
                                    <a:gd name="T37" fmla="*/ 225 h 395"/>
                                    <a:gd name="T38" fmla="*/ 1232 w 1349"/>
                                    <a:gd name="T39" fmla="*/ 168 h 395"/>
                                    <a:gd name="T40" fmla="*/ 1150 w 1349"/>
                                    <a:gd name="T41" fmla="*/ 115 h 395"/>
                                    <a:gd name="T42" fmla="*/ 1040 w 1349"/>
                                    <a:gd name="T43" fmla="*/ 69 h 395"/>
                                    <a:gd name="T44" fmla="*/ 902 w 1349"/>
                                    <a:gd name="T45" fmla="*/ 35 h 395"/>
                                    <a:gd name="T46" fmla="*/ 732 w 1349"/>
                                    <a:gd name="T47" fmla="*/ 16 h 395"/>
                                    <a:gd name="T48" fmla="*/ 581 w 1349"/>
                                    <a:gd name="T49" fmla="*/ 17 h 395"/>
                                    <a:gd name="T50" fmla="*/ 446 w 1349"/>
                                    <a:gd name="T51" fmla="*/ 35 h 395"/>
                                    <a:gd name="T52" fmla="*/ 324 w 1349"/>
                                    <a:gd name="T53" fmla="*/ 60 h 395"/>
                                    <a:gd name="T54" fmla="*/ 210 w 1349"/>
                                    <a:gd name="T55" fmla="*/ 91 h 395"/>
                                    <a:gd name="T56" fmla="*/ 104 w 1349"/>
                                    <a:gd name="T57" fmla="*/ 124 h 395"/>
                                    <a:gd name="T58" fmla="*/ 0 w 1349"/>
                                    <a:gd name="T59" fmla="*/ 151 h 395"/>
                                    <a:gd name="T60" fmla="*/ 100 w 1349"/>
                                    <a:gd name="T61" fmla="*/ 120 h 395"/>
                                    <a:gd name="T62" fmla="*/ 206 w 1349"/>
                                    <a:gd name="T63" fmla="*/ 85 h 395"/>
                                    <a:gd name="T64" fmla="*/ 319 w 1349"/>
                                    <a:gd name="T65" fmla="*/ 52 h 395"/>
                                    <a:gd name="T66" fmla="*/ 443 w 1349"/>
                                    <a:gd name="T67" fmla="*/ 22 h 395"/>
                                    <a:gd name="T68" fmla="*/ 580 w 1349"/>
                                    <a:gd name="T69" fmla="*/ 3 h 3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</a:cxnLst>
                                  <a:rect l="0" t="0" r="r" b="b"/>
                                  <a:pathLst>
                                    <a:path w="1349" h="395">
                                      <a:moveTo>
                                        <a:pt x="655" y="0"/>
                                      </a:moveTo>
                                      <a:lnTo>
                                        <a:pt x="734" y="0"/>
                                      </a:lnTo>
                                      <a:lnTo>
                                        <a:pt x="817" y="5"/>
                                      </a:lnTo>
                                      <a:lnTo>
                                        <a:pt x="906" y="16"/>
                                      </a:lnTo>
                                      <a:lnTo>
                                        <a:pt x="980" y="28"/>
                                      </a:lnTo>
                                      <a:lnTo>
                                        <a:pt x="1048" y="44"/>
                                      </a:lnTo>
                                      <a:lnTo>
                                        <a:pt x="1106" y="63"/>
                                      </a:lnTo>
                                      <a:lnTo>
                                        <a:pt x="1159" y="83"/>
                                      </a:lnTo>
                                      <a:lnTo>
                                        <a:pt x="1205" y="107"/>
                                      </a:lnTo>
                                      <a:lnTo>
                                        <a:pt x="1244" y="131"/>
                                      </a:lnTo>
                                      <a:lnTo>
                                        <a:pt x="1276" y="154"/>
                                      </a:lnTo>
                                      <a:lnTo>
                                        <a:pt x="1302" y="179"/>
                                      </a:lnTo>
                                      <a:lnTo>
                                        <a:pt x="1323" y="206"/>
                                      </a:lnTo>
                                      <a:lnTo>
                                        <a:pt x="1337" y="230"/>
                                      </a:lnTo>
                                      <a:lnTo>
                                        <a:pt x="1346" y="255"/>
                                      </a:lnTo>
                                      <a:lnTo>
                                        <a:pt x="1349" y="277"/>
                                      </a:lnTo>
                                      <a:lnTo>
                                        <a:pt x="1348" y="299"/>
                                      </a:lnTo>
                                      <a:lnTo>
                                        <a:pt x="1340" y="327"/>
                                      </a:lnTo>
                                      <a:lnTo>
                                        <a:pt x="1326" y="349"/>
                                      </a:lnTo>
                                      <a:lnTo>
                                        <a:pt x="1307" y="367"/>
                                      </a:lnTo>
                                      <a:lnTo>
                                        <a:pt x="1285" y="379"/>
                                      </a:lnTo>
                                      <a:lnTo>
                                        <a:pt x="1261" y="389"/>
                                      </a:lnTo>
                                      <a:lnTo>
                                        <a:pt x="1236" y="393"/>
                                      </a:lnTo>
                                      <a:lnTo>
                                        <a:pt x="1211" y="395"/>
                                      </a:lnTo>
                                      <a:lnTo>
                                        <a:pt x="1186" y="393"/>
                                      </a:lnTo>
                                      <a:lnTo>
                                        <a:pt x="1162" y="390"/>
                                      </a:lnTo>
                                      <a:lnTo>
                                        <a:pt x="1183" y="392"/>
                                      </a:lnTo>
                                      <a:lnTo>
                                        <a:pt x="1205" y="389"/>
                                      </a:lnTo>
                                      <a:lnTo>
                                        <a:pt x="1227" y="385"/>
                                      </a:lnTo>
                                      <a:lnTo>
                                        <a:pt x="1249" y="379"/>
                                      </a:lnTo>
                                      <a:lnTo>
                                        <a:pt x="1269" y="370"/>
                                      </a:lnTo>
                                      <a:lnTo>
                                        <a:pt x="1287" y="359"/>
                                      </a:lnTo>
                                      <a:lnTo>
                                        <a:pt x="1301" y="345"/>
                                      </a:lnTo>
                                      <a:lnTo>
                                        <a:pt x="1312" y="326"/>
                                      </a:lnTo>
                                      <a:lnTo>
                                        <a:pt x="1315" y="305"/>
                                      </a:lnTo>
                                      <a:lnTo>
                                        <a:pt x="1312" y="280"/>
                                      </a:lnTo>
                                      <a:lnTo>
                                        <a:pt x="1302" y="253"/>
                                      </a:lnTo>
                                      <a:lnTo>
                                        <a:pt x="1285" y="225"/>
                                      </a:lnTo>
                                      <a:lnTo>
                                        <a:pt x="1261" y="197"/>
                                      </a:lnTo>
                                      <a:lnTo>
                                        <a:pt x="1232" y="168"/>
                                      </a:lnTo>
                                      <a:lnTo>
                                        <a:pt x="1194" y="142"/>
                                      </a:lnTo>
                                      <a:lnTo>
                                        <a:pt x="1150" y="115"/>
                                      </a:lnTo>
                                      <a:lnTo>
                                        <a:pt x="1098" y="91"/>
                                      </a:lnTo>
                                      <a:lnTo>
                                        <a:pt x="1040" y="69"/>
                                      </a:lnTo>
                                      <a:lnTo>
                                        <a:pt x="974" y="50"/>
                                      </a:lnTo>
                                      <a:lnTo>
                                        <a:pt x="902" y="35"/>
                                      </a:lnTo>
                                      <a:lnTo>
                                        <a:pt x="815" y="24"/>
                                      </a:lnTo>
                                      <a:lnTo>
                                        <a:pt x="732" y="16"/>
                                      </a:lnTo>
                                      <a:lnTo>
                                        <a:pt x="655" y="14"/>
                                      </a:lnTo>
                                      <a:lnTo>
                                        <a:pt x="581" y="17"/>
                                      </a:lnTo>
                                      <a:lnTo>
                                        <a:pt x="512" y="24"/>
                                      </a:lnTo>
                                      <a:lnTo>
                                        <a:pt x="446" y="35"/>
                                      </a:lnTo>
                                      <a:lnTo>
                                        <a:pt x="383" y="46"/>
                                      </a:lnTo>
                                      <a:lnTo>
                                        <a:pt x="324" y="60"/>
                                      </a:lnTo>
                                      <a:lnTo>
                                        <a:pt x="265" y="75"/>
                                      </a:lnTo>
                                      <a:lnTo>
                                        <a:pt x="210" y="91"/>
                                      </a:lnTo>
                                      <a:lnTo>
                                        <a:pt x="155" y="109"/>
                                      </a:lnTo>
                                      <a:lnTo>
                                        <a:pt x="104" y="124"/>
                                      </a:lnTo>
                                      <a:lnTo>
                                        <a:pt x="52" y="138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50" y="135"/>
                                      </a:lnTo>
                                      <a:lnTo>
                                        <a:pt x="100" y="120"/>
                                      </a:lnTo>
                                      <a:lnTo>
                                        <a:pt x="152" y="102"/>
                                      </a:lnTo>
                                      <a:lnTo>
                                        <a:pt x="206" y="85"/>
                                      </a:lnTo>
                                      <a:lnTo>
                                        <a:pt x="261" y="68"/>
                                      </a:lnTo>
                                      <a:lnTo>
                                        <a:pt x="319" y="52"/>
                                      </a:lnTo>
                                      <a:lnTo>
                                        <a:pt x="379" y="36"/>
                                      </a:lnTo>
                                      <a:lnTo>
                                        <a:pt x="443" y="22"/>
                                      </a:lnTo>
                                      <a:lnTo>
                                        <a:pt x="509" y="11"/>
                                      </a:lnTo>
                                      <a:lnTo>
                                        <a:pt x="580" y="3"/>
                                      </a:lnTo>
                                      <a:lnTo>
                                        <a:pt x="65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2">
                                    <a:lumMod val="20000"/>
                                    <a:lumOff val="80000"/>
                                  </a:schemeClr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74" name="Freeform 7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22413" y="61912"/>
                                  <a:ext cx="325438" cy="263525"/>
                                </a:xfrm>
                                <a:custGeom>
                                  <a:avLst/>
                                  <a:gdLst>
                                    <a:gd name="T0" fmla="*/ 0 w 410"/>
                                    <a:gd name="T1" fmla="*/ 0 h 334"/>
                                    <a:gd name="T2" fmla="*/ 39 w 410"/>
                                    <a:gd name="T3" fmla="*/ 8 h 334"/>
                                    <a:gd name="T4" fmla="*/ 82 w 410"/>
                                    <a:gd name="T5" fmla="*/ 19 h 334"/>
                                    <a:gd name="T6" fmla="*/ 127 w 410"/>
                                    <a:gd name="T7" fmla="*/ 33 h 334"/>
                                    <a:gd name="T8" fmla="*/ 173 w 410"/>
                                    <a:gd name="T9" fmla="*/ 49 h 334"/>
                                    <a:gd name="T10" fmla="*/ 220 w 410"/>
                                    <a:gd name="T11" fmla="*/ 70 h 334"/>
                                    <a:gd name="T12" fmla="*/ 264 w 410"/>
                                    <a:gd name="T13" fmla="*/ 90 h 334"/>
                                    <a:gd name="T14" fmla="*/ 306 w 410"/>
                                    <a:gd name="T15" fmla="*/ 115 h 334"/>
                                    <a:gd name="T16" fmla="*/ 343 w 410"/>
                                    <a:gd name="T17" fmla="*/ 142 h 334"/>
                                    <a:gd name="T18" fmla="*/ 372 w 410"/>
                                    <a:gd name="T19" fmla="*/ 172 h 334"/>
                                    <a:gd name="T20" fmla="*/ 393 w 410"/>
                                    <a:gd name="T21" fmla="*/ 199 h 334"/>
                                    <a:gd name="T22" fmla="*/ 405 w 410"/>
                                    <a:gd name="T23" fmla="*/ 224 h 334"/>
                                    <a:gd name="T24" fmla="*/ 410 w 410"/>
                                    <a:gd name="T25" fmla="*/ 246 h 334"/>
                                    <a:gd name="T26" fmla="*/ 409 w 410"/>
                                    <a:gd name="T27" fmla="*/ 266 h 334"/>
                                    <a:gd name="T28" fmla="*/ 401 w 410"/>
                                    <a:gd name="T29" fmla="*/ 285 h 334"/>
                                    <a:gd name="T30" fmla="*/ 390 w 410"/>
                                    <a:gd name="T31" fmla="*/ 299 h 334"/>
                                    <a:gd name="T32" fmla="*/ 372 w 410"/>
                                    <a:gd name="T33" fmla="*/ 312 h 334"/>
                                    <a:gd name="T34" fmla="*/ 354 w 410"/>
                                    <a:gd name="T35" fmla="*/ 323 h 334"/>
                                    <a:gd name="T36" fmla="*/ 332 w 410"/>
                                    <a:gd name="T37" fmla="*/ 329 h 334"/>
                                    <a:gd name="T38" fmla="*/ 306 w 410"/>
                                    <a:gd name="T39" fmla="*/ 334 h 334"/>
                                    <a:gd name="T40" fmla="*/ 330 w 410"/>
                                    <a:gd name="T41" fmla="*/ 329 h 334"/>
                                    <a:gd name="T42" fmla="*/ 350 w 410"/>
                                    <a:gd name="T43" fmla="*/ 321 h 334"/>
                                    <a:gd name="T44" fmla="*/ 368 w 410"/>
                                    <a:gd name="T45" fmla="*/ 312 h 334"/>
                                    <a:gd name="T46" fmla="*/ 380 w 410"/>
                                    <a:gd name="T47" fmla="*/ 299 h 334"/>
                                    <a:gd name="T48" fmla="*/ 388 w 410"/>
                                    <a:gd name="T49" fmla="*/ 284 h 334"/>
                                    <a:gd name="T50" fmla="*/ 391 w 410"/>
                                    <a:gd name="T51" fmla="*/ 265 h 334"/>
                                    <a:gd name="T52" fmla="*/ 387 w 410"/>
                                    <a:gd name="T53" fmla="*/ 244 h 334"/>
                                    <a:gd name="T54" fmla="*/ 374 w 410"/>
                                    <a:gd name="T55" fmla="*/ 221 h 334"/>
                                    <a:gd name="T56" fmla="*/ 355 w 410"/>
                                    <a:gd name="T57" fmla="*/ 194 h 334"/>
                                    <a:gd name="T58" fmla="*/ 319 w 410"/>
                                    <a:gd name="T59" fmla="*/ 159 h 334"/>
                                    <a:gd name="T60" fmla="*/ 277 w 410"/>
                                    <a:gd name="T61" fmla="*/ 126 h 334"/>
                                    <a:gd name="T62" fmla="*/ 231 w 410"/>
                                    <a:gd name="T63" fmla="*/ 96 h 334"/>
                                    <a:gd name="T64" fmla="*/ 182 w 410"/>
                                    <a:gd name="T65" fmla="*/ 70 h 334"/>
                                    <a:gd name="T66" fmla="*/ 134 w 410"/>
                                    <a:gd name="T67" fmla="*/ 47 h 334"/>
                                    <a:gd name="T68" fmla="*/ 86 w 410"/>
                                    <a:gd name="T69" fmla="*/ 27 h 334"/>
                                    <a:gd name="T70" fmla="*/ 41 w 410"/>
                                    <a:gd name="T71" fmla="*/ 11 h 334"/>
                                    <a:gd name="T72" fmla="*/ 0 w 410"/>
                                    <a:gd name="T73" fmla="*/ 0 h 3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</a:cxnLst>
                                  <a:rect l="0" t="0" r="r" b="b"/>
                                  <a:pathLst>
                                    <a:path w="410" h="334">
                                      <a:moveTo>
                                        <a:pt x="0" y="0"/>
                                      </a:moveTo>
                                      <a:lnTo>
                                        <a:pt x="39" y="8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127" y="33"/>
                                      </a:lnTo>
                                      <a:lnTo>
                                        <a:pt x="173" y="49"/>
                                      </a:lnTo>
                                      <a:lnTo>
                                        <a:pt x="220" y="70"/>
                                      </a:lnTo>
                                      <a:lnTo>
                                        <a:pt x="264" y="90"/>
                                      </a:lnTo>
                                      <a:lnTo>
                                        <a:pt x="306" y="115"/>
                                      </a:lnTo>
                                      <a:lnTo>
                                        <a:pt x="343" y="142"/>
                                      </a:lnTo>
                                      <a:lnTo>
                                        <a:pt x="372" y="172"/>
                                      </a:lnTo>
                                      <a:lnTo>
                                        <a:pt x="393" y="199"/>
                                      </a:lnTo>
                                      <a:lnTo>
                                        <a:pt x="405" y="224"/>
                                      </a:lnTo>
                                      <a:lnTo>
                                        <a:pt x="410" y="24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1" y="285"/>
                                      </a:lnTo>
                                      <a:lnTo>
                                        <a:pt x="390" y="299"/>
                                      </a:lnTo>
                                      <a:lnTo>
                                        <a:pt x="372" y="312"/>
                                      </a:lnTo>
                                      <a:lnTo>
                                        <a:pt x="354" y="323"/>
                                      </a:lnTo>
                                      <a:lnTo>
                                        <a:pt x="332" y="329"/>
                                      </a:lnTo>
                                      <a:lnTo>
                                        <a:pt x="306" y="334"/>
                                      </a:lnTo>
                                      <a:lnTo>
                                        <a:pt x="330" y="329"/>
                                      </a:lnTo>
                                      <a:lnTo>
                                        <a:pt x="350" y="321"/>
                                      </a:lnTo>
                                      <a:lnTo>
                                        <a:pt x="368" y="312"/>
                                      </a:lnTo>
                                      <a:lnTo>
                                        <a:pt x="380" y="299"/>
                                      </a:lnTo>
                                      <a:lnTo>
                                        <a:pt x="388" y="284"/>
                                      </a:lnTo>
                                      <a:lnTo>
                                        <a:pt x="391" y="265"/>
                                      </a:lnTo>
                                      <a:lnTo>
                                        <a:pt x="387" y="244"/>
                                      </a:lnTo>
                                      <a:lnTo>
                                        <a:pt x="374" y="221"/>
                                      </a:lnTo>
                                      <a:lnTo>
                                        <a:pt x="355" y="194"/>
                                      </a:lnTo>
                                      <a:lnTo>
                                        <a:pt x="319" y="159"/>
                                      </a:lnTo>
                                      <a:lnTo>
                                        <a:pt x="277" y="126"/>
                                      </a:lnTo>
                                      <a:lnTo>
                                        <a:pt x="231" y="96"/>
                                      </a:lnTo>
                                      <a:lnTo>
                                        <a:pt x="182" y="70"/>
                                      </a:lnTo>
                                      <a:lnTo>
                                        <a:pt x="134" y="47"/>
                                      </a:lnTo>
                                      <a:lnTo>
                                        <a:pt x="86" y="27"/>
                                      </a:lnTo>
                                      <a:lnTo>
                                        <a:pt x="41" y="11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2">
                                    <a:lumMod val="20000"/>
                                    <a:lumOff val="80000"/>
                                  </a:schemeClr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75" name="Freeform 7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0963" y="106362"/>
                                  <a:ext cx="361950" cy="157163"/>
                                </a:xfrm>
                                <a:custGeom>
                                  <a:avLst/>
                                  <a:gdLst>
                                    <a:gd name="T0" fmla="*/ 314 w 457"/>
                                    <a:gd name="T1" fmla="*/ 5 h 198"/>
                                    <a:gd name="T2" fmla="*/ 384 w 457"/>
                                    <a:gd name="T3" fmla="*/ 28 h 198"/>
                                    <a:gd name="T4" fmla="*/ 431 w 457"/>
                                    <a:gd name="T5" fmla="*/ 68 h 198"/>
                                    <a:gd name="T6" fmla="*/ 454 w 457"/>
                                    <a:gd name="T7" fmla="*/ 113 h 198"/>
                                    <a:gd name="T8" fmla="*/ 453 w 457"/>
                                    <a:gd name="T9" fmla="*/ 157 h 198"/>
                                    <a:gd name="T10" fmla="*/ 423 w 457"/>
                                    <a:gd name="T11" fmla="*/ 189 h 198"/>
                                    <a:gd name="T12" fmla="*/ 379 w 457"/>
                                    <a:gd name="T13" fmla="*/ 198 h 198"/>
                                    <a:gd name="T14" fmla="*/ 327 w 457"/>
                                    <a:gd name="T15" fmla="*/ 189 h 198"/>
                                    <a:gd name="T16" fmla="*/ 280 w 457"/>
                                    <a:gd name="T17" fmla="*/ 164 h 198"/>
                                    <a:gd name="T18" fmla="*/ 247 w 457"/>
                                    <a:gd name="T19" fmla="*/ 126 h 198"/>
                                    <a:gd name="T20" fmla="*/ 239 w 457"/>
                                    <a:gd name="T21" fmla="*/ 80 h 198"/>
                                    <a:gd name="T22" fmla="*/ 253 w 457"/>
                                    <a:gd name="T23" fmla="*/ 55 h 198"/>
                                    <a:gd name="T24" fmla="*/ 277 w 457"/>
                                    <a:gd name="T25" fmla="*/ 47 h 198"/>
                                    <a:gd name="T26" fmla="*/ 302 w 457"/>
                                    <a:gd name="T27" fmla="*/ 53 h 198"/>
                                    <a:gd name="T28" fmla="*/ 319 w 457"/>
                                    <a:gd name="T29" fmla="*/ 69 h 198"/>
                                    <a:gd name="T30" fmla="*/ 318 w 457"/>
                                    <a:gd name="T31" fmla="*/ 69 h 198"/>
                                    <a:gd name="T32" fmla="*/ 297 w 457"/>
                                    <a:gd name="T33" fmla="*/ 57 h 198"/>
                                    <a:gd name="T34" fmla="*/ 275 w 457"/>
                                    <a:gd name="T35" fmla="*/ 63 h 198"/>
                                    <a:gd name="T36" fmla="*/ 259 w 457"/>
                                    <a:gd name="T37" fmla="*/ 88 h 198"/>
                                    <a:gd name="T38" fmla="*/ 267 w 457"/>
                                    <a:gd name="T39" fmla="*/ 135 h 198"/>
                                    <a:gd name="T40" fmla="*/ 297 w 457"/>
                                    <a:gd name="T41" fmla="*/ 168 h 198"/>
                                    <a:gd name="T42" fmla="*/ 340 w 457"/>
                                    <a:gd name="T43" fmla="*/ 187 h 198"/>
                                    <a:gd name="T44" fmla="*/ 382 w 457"/>
                                    <a:gd name="T45" fmla="*/ 187 h 198"/>
                                    <a:gd name="T46" fmla="*/ 415 w 457"/>
                                    <a:gd name="T47" fmla="*/ 164 h 198"/>
                                    <a:gd name="T48" fmla="*/ 426 w 457"/>
                                    <a:gd name="T49" fmla="*/ 121 h 198"/>
                                    <a:gd name="T50" fmla="*/ 406 w 457"/>
                                    <a:gd name="T51" fmla="*/ 75 h 198"/>
                                    <a:gd name="T52" fmla="*/ 363 w 457"/>
                                    <a:gd name="T53" fmla="*/ 36 h 198"/>
                                    <a:gd name="T54" fmla="*/ 299 w 457"/>
                                    <a:gd name="T55" fmla="*/ 11 h 198"/>
                                    <a:gd name="T56" fmla="*/ 219 w 457"/>
                                    <a:gd name="T57" fmla="*/ 9 h 198"/>
                                    <a:gd name="T58" fmla="*/ 143 w 457"/>
                                    <a:gd name="T59" fmla="*/ 28 h 198"/>
                                    <a:gd name="T60" fmla="*/ 91 w 457"/>
                                    <a:gd name="T61" fmla="*/ 57 h 198"/>
                                    <a:gd name="T62" fmla="*/ 60 w 457"/>
                                    <a:gd name="T63" fmla="*/ 86 h 198"/>
                                    <a:gd name="T64" fmla="*/ 43 w 457"/>
                                    <a:gd name="T65" fmla="*/ 109 h 198"/>
                                    <a:gd name="T66" fmla="*/ 33 w 457"/>
                                    <a:gd name="T67" fmla="*/ 121 h 198"/>
                                    <a:gd name="T68" fmla="*/ 14 w 457"/>
                                    <a:gd name="T69" fmla="*/ 126 h 198"/>
                                    <a:gd name="T70" fmla="*/ 0 w 457"/>
                                    <a:gd name="T71" fmla="*/ 123 h 198"/>
                                    <a:gd name="T72" fmla="*/ 5 w 457"/>
                                    <a:gd name="T73" fmla="*/ 113 h 198"/>
                                    <a:gd name="T74" fmla="*/ 29 w 457"/>
                                    <a:gd name="T75" fmla="*/ 88 h 198"/>
                                    <a:gd name="T76" fmla="*/ 73 w 457"/>
                                    <a:gd name="T77" fmla="*/ 55 h 198"/>
                                    <a:gd name="T78" fmla="*/ 137 w 457"/>
                                    <a:gd name="T79" fmla="*/ 24 h 198"/>
                                    <a:gd name="T80" fmla="*/ 225 w 457"/>
                                    <a:gd name="T81" fmla="*/ 3 h 19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57" h="198">
                                      <a:moveTo>
                                        <a:pt x="272" y="0"/>
                                      </a:moveTo>
                                      <a:lnTo>
                                        <a:pt x="314" y="5"/>
                                      </a:lnTo>
                                      <a:lnTo>
                                        <a:pt x="352" y="14"/>
                                      </a:lnTo>
                                      <a:lnTo>
                                        <a:pt x="384" y="28"/>
                                      </a:lnTo>
                                      <a:lnTo>
                                        <a:pt x="410" y="47"/>
                                      </a:lnTo>
                                      <a:lnTo>
                                        <a:pt x="431" y="68"/>
                                      </a:lnTo>
                                      <a:lnTo>
                                        <a:pt x="446" y="90"/>
                                      </a:lnTo>
                                      <a:lnTo>
                                        <a:pt x="454" y="113"/>
                                      </a:lnTo>
                                      <a:lnTo>
                                        <a:pt x="457" y="135"/>
                                      </a:lnTo>
                                      <a:lnTo>
                                        <a:pt x="453" y="157"/>
                                      </a:lnTo>
                                      <a:lnTo>
                                        <a:pt x="440" y="176"/>
                                      </a:lnTo>
                                      <a:lnTo>
                                        <a:pt x="423" y="189"/>
                                      </a:lnTo>
                                      <a:lnTo>
                                        <a:pt x="402" y="197"/>
                                      </a:lnTo>
                                      <a:lnTo>
                                        <a:pt x="379" y="198"/>
                                      </a:lnTo>
                                      <a:lnTo>
                                        <a:pt x="354" y="197"/>
                                      </a:lnTo>
                                      <a:lnTo>
                                        <a:pt x="327" y="189"/>
                                      </a:lnTo>
                                      <a:lnTo>
                                        <a:pt x="302" y="178"/>
                                      </a:lnTo>
                                      <a:lnTo>
                                        <a:pt x="280" y="164"/>
                                      </a:lnTo>
                                      <a:lnTo>
                                        <a:pt x="261" y="145"/>
                                      </a:lnTo>
                                      <a:lnTo>
                                        <a:pt x="247" y="126"/>
                                      </a:lnTo>
                                      <a:lnTo>
                                        <a:pt x="239" y="104"/>
                                      </a:lnTo>
                                      <a:lnTo>
                                        <a:pt x="239" y="80"/>
                                      </a:lnTo>
                                      <a:lnTo>
                                        <a:pt x="244" y="64"/>
                                      </a:lnTo>
                                      <a:lnTo>
                                        <a:pt x="253" y="55"/>
                                      </a:lnTo>
                                      <a:lnTo>
                                        <a:pt x="264" y="49"/>
                                      </a:lnTo>
                                      <a:lnTo>
                                        <a:pt x="277" y="47"/>
                                      </a:lnTo>
                                      <a:lnTo>
                                        <a:pt x="289" y="49"/>
                                      </a:lnTo>
                                      <a:lnTo>
                                        <a:pt x="302" y="53"/>
                                      </a:lnTo>
                                      <a:lnTo>
                                        <a:pt x="313" y="61"/>
                                      </a:lnTo>
                                      <a:lnTo>
                                        <a:pt x="319" y="69"/>
                                      </a:lnTo>
                                      <a:lnTo>
                                        <a:pt x="324" y="80"/>
                                      </a:lnTo>
                                      <a:lnTo>
                                        <a:pt x="318" y="69"/>
                                      </a:lnTo>
                                      <a:lnTo>
                                        <a:pt x="308" y="61"/>
                                      </a:lnTo>
                                      <a:lnTo>
                                        <a:pt x="297" y="57"/>
                                      </a:lnTo>
                                      <a:lnTo>
                                        <a:pt x="286" y="58"/>
                                      </a:lnTo>
                                      <a:lnTo>
                                        <a:pt x="275" y="63"/>
                                      </a:lnTo>
                                      <a:lnTo>
                                        <a:pt x="266" y="72"/>
                                      </a:lnTo>
                                      <a:lnTo>
                                        <a:pt x="259" y="88"/>
                                      </a:lnTo>
                                      <a:lnTo>
                                        <a:pt x="259" y="113"/>
                                      </a:lnTo>
                                      <a:lnTo>
                                        <a:pt x="267" y="135"/>
                                      </a:lnTo>
                                      <a:lnTo>
                                        <a:pt x="280" y="154"/>
                                      </a:lnTo>
                                      <a:lnTo>
                                        <a:pt x="297" y="168"/>
                                      </a:lnTo>
                                      <a:lnTo>
                                        <a:pt x="318" y="181"/>
                                      </a:lnTo>
                                      <a:lnTo>
                                        <a:pt x="340" y="187"/>
                                      </a:lnTo>
                                      <a:lnTo>
                                        <a:pt x="362" y="190"/>
                                      </a:lnTo>
                                      <a:lnTo>
                                        <a:pt x="382" y="187"/>
                                      </a:lnTo>
                                      <a:lnTo>
                                        <a:pt x="401" y="178"/>
                                      </a:lnTo>
                                      <a:lnTo>
                                        <a:pt x="415" y="164"/>
                                      </a:lnTo>
                                      <a:lnTo>
                                        <a:pt x="424" y="143"/>
                                      </a:lnTo>
                                      <a:lnTo>
                                        <a:pt x="426" y="121"/>
                                      </a:lnTo>
                                      <a:lnTo>
                                        <a:pt x="420" y="99"/>
                                      </a:lnTo>
                                      <a:lnTo>
                                        <a:pt x="406" y="75"/>
                                      </a:lnTo>
                                      <a:lnTo>
                                        <a:pt x="387" y="55"/>
                                      </a:lnTo>
                                      <a:lnTo>
                                        <a:pt x="363" y="36"/>
                                      </a:lnTo>
                                      <a:lnTo>
                                        <a:pt x="333" y="22"/>
                                      </a:lnTo>
                                      <a:lnTo>
                                        <a:pt x="299" y="11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19" y="9"/>
                                      </a:lnTo>
                                      <a:lnTo>
                                        <a:pt x="178" y="17"/>
                                      </a:lnTo>
                                      <a:lnTo>
                                        <a:pt x="143" y="28"/>
                                      </a:lnTo>
                                      <a:lnTo>
                                        <a:pt x="115" y="42"/>
                                      </a:lnTo>
                                      <a:lnTo>
                                        <a:pt x="91" y="57"/>
                                      </a:lnTo>
                                      <a:lnTo>
                                        <a:pt x="74" y="71"/>
                                      </a:lnTo>
                                      <a:lnTo>
                                        <a:pt x="60" y="86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43" y="109"/>
                                      </a:lnTo>
                                      <a:lnTo>
                                        <a:pt x="40" y="115"/>
                                      </a:lnTo>
                                      <a:lnTo>
                                        <a:pt x="33" y="121"/>
                                      </a:lnTo>
                                      <a:lnTo>
                                        <a:pt x="24" y="124"/>
                                      </a:lnTo>
                                      <a:lnTo>
                                        <a:pt x="14" y="126"/>
                                      </a:lnTo>
                                      <a:lnTo>
                                        <a:pt x="5" y="126"/>
                                      </a:lnTo>
                                      <a:lnTo>
                                        <a:pt x="0" y="123"/>
                                      </a:lnTo>
                                      <a:lnTo>
                                        <a:pt x="0" y="120"/>
                                      </a:lnTo>
                                      <a:lnTo>
                                        <a:pt x="5" y="113"/>
                                      </a:lnTo>
                                      <a:lnTo>
                                        <a:pt x="14" y="102"/>
                                      </a:lnTo>
                                      <a:lnTo>
                                        <a:pt x="29" y="88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73" y="55"/>
                                      </a:lnTo>
                                      <a:lnTo>
                                        <a:pt x="102" y="38"/>
                                      </a:lnTo>
                                      <a:lnTo>
                                        <a:pt x="137" y="24"/>
                                      </a:lnTo>
                                      <a:lnTo>
                                        <a:pt x="178" y="11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7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2">
                                    <a:lumMod val="20000"/>
                                    <a:lumOff val="80000"/>
                                  </a:schemeClr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76" name="Freeform 7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23950" y="74612"/>
                                  <a:ext cx="444500" cy="119063"/>
                                </a:xfrm>
                                <a:custGeom>
                                  <a:avLst/>
                                  <a:gdLst>
                                    <a:gd name="T0" fmla="*/ 66 w 561"/>
                                    <a:gd name="T1" fmla="*/ 2 h 151"/>
                                    <a:gd name="T2" fmla="*/ 98 w 561"/>
                                    <a:gd name="T3" fmla="*/ 17 h 151"/>
                                    <a:gd name="T4" fmla="*/ 115 w 561"/>
                                    <a:gd name="T5" fmla="*/ 47 h 151"/>
                                    <a:gd name="T6" fmla="*/ 112 w 561"/>
                                    <a:gd name="T7" fmla="*/ 76 h 151"/>
                                    <a:gd name="T8" fmla="*/ 92 w 561"/>
                                    <a:gd name="T9" fmla="*/ 94 h 151"/>
                                    <a:gd name="T10" fmla="*/ 59 w 561"/>
                                    <a:gd name="T11" fmla="*/ 98 h 151"/>
                                    <a:gd name="T12" fmla="*/ 59 w 561"/>
                                    <a:gd name="T13" fmla="*/ 96 h 151"/>
                                    <a:gd name="T14" fmla="*/ 90 w 561"/>
                                    <a:gd name="T15" fmla="*/ 93 h 151"/>
                                    <a:gd name="T16" fmla="*/ 107 w 561"/>
                                    <a:gd name="T17" fmla="*/ 74 h 151"/>
                                    <a:gd name="T18" fmla="*/ 110 w 561"/>
                                    <a:gd name="T19" fmla="*/ 49 h 151"/>
                                    <a:gd name="T20" fmla="*/ 95 w 561"/>
                                    <a:gd name="T21" fmla="*/ 22 h 151"/>
                                    <a:gd name="T22" fmla="*/ 66 w 561"/>
                                    <a:gd name="T23" fmla="*/ 11 h 151"/>
                                    <a:gd name="T24" fmla="*/ 38 w 561"/>
                                    <a:gd name="T25" fmla="*/ 19 h 151"/>
                                    <a:gd name="T26" fmla="*/ 21 w 561"/>
                                    <a:gd name="T27" fmla="*/ 44 h 151"/>
                                    <a:gd name="T28" fmla="*/ 26 w 561"/>
                                    <a:gd name="T29" fmla="*/ 87 h 151"/>
                                    <a:gd name="T30" fmla="*/ 60 w 561"/>
                                    <a:gd name="T31" fmla="*/ 118 h 151"/>
                                    <a:gd name="T32" fmla="*/ 115 w 561"/>
                                    <a:gd name="T33" fmla="*/ 134 h 151"/>
                                    <a:gd name="T34" fmla="*/ 181 w 561"/>
                                    <a:gd name="T35" fmla="*/ 134 h 151"/>
                                    <a:gd name="T36" fmla="*/ 250 w 561"/>
                                    <a:gd name="T37" fmla="*/ 112 h 151"/>
                                    <a:gd name="T38" fmla="*/ 330 w 561"/>
                                    <a:gd name="T39" fmla="*/ 74 h 151"/>
                                    <a:gd name="T40" fmla="*/ 421 w 561"/>
                                    <a:gd name="T41" fmla="*/ 46 h 151"/>
                                    <a:gd name="T42" fmla="*/ 516 w 561"/>
                                    <a:gd name="T43" fmla="*/ 35 h 151"/>
                                    <a:gd name="T44" fmla="*/ 509 w 561"/>
                                    <a:gd name="T45" fmla="*/ 36 h 151"/>
                                    <a:gd name="T46" fmla="*/ 404 w 561"/>
                                    <a:gd name="T47" fmla="*/ 55 h 151"/>
                                    <a:gd name="T48" fmla="*/ 300 w 561"/>
                                    <a:gd name="T49" fmla="*/ 96 h 151"/>
                                    <a:gd name="T50" fmla="*/ 217 w 561"/>
                                    <a:gd name="T51" fmla="*/ 137 h 151"/>
                                    <a:gd name="T52" fmla="*/ 148 w 561"/>
                                    <a:gd name="T53" fmla="*/ 151 h 151"/>
                                    <a:gd name="T54" fmla="*/ 85 w 561"/>
                                    <a:gd name="T55" fmla="*/ 146 h 151"/>
                                    <a:gd name="T56" fmla="*/ 35 w 561"/>
                                    <a:gd name="T57" fmla="*/ 124 h 151"/>
                                    <a:gd name="T58" fmla="*/ 5 w 561"/>
                                    <a:gd name="T59" fmla="*/ 87 h 151"/>
                                    <a:gd name="T60" fmla="*/ 4 w 561"/>
                                    <a:gd name="T61" fmla="*/ 39 h 151"/>
                                    <a:gd name="T62" fmla="*/ 21 w 561"/>
                                    <a:gd name="T63" fmla="*/ 13 h 151"/>
                                    <a:gd name="T64" fmla="*/ 51 w 561"/>
                                    <a:gd name="T65" fmla="*/ 0 h 15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</a:cxnLst>
                                  <a:rect l="0" t="0" r="r" b="b"/>
                                  <a:pathLst>
                                    <a:path w="561" h="151">
                                      <a:moveTo>
                                        <a:pt x="51" y="0"/>
                                      </a:moveTo>
                                      <a:lnTo>
                                        <a:pt x="66" y="2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98" y="17"/>
                                      </a:lnTo>
                                      <a:lnTo>
                                        <a:pt x="109" y="33"/>
                                      </a:lnTo>
                                      <a:lnTo>
                                        <a:pt x="115" y="47"/>
                                      </a:lnTo>
                                      <a:lnTo>
                                        <a:pt x="115" y="61"/>
                                      </a:lnTo>
                                      <a:lnTo>
                                        <a:pt x="112" y="76"/>
                                      </a:lnTo>
                                      <a:lnTo>
                                        <a:pt x="104" y="87"/>
                                      </a:lnTo>
                                      <a:lnTo>
                                        <a:pt x="92" y="94"/>
                                      </a:lnTo>
                                      <a:lnTo>
                                        <a:pt x="77" y="99"/>
                                      </a:lnTo>
                                      <a:lnTo>
                                        <a:pt x="59" y="98"/>
                                      </a:lnTo>
                                      <a:lnTo>
                                        <a:pt x="37" y="90"/>
                                      </a:lnTo>
                                      <a:lnTo>
                                        <a:pt x="59" y="96"/>
                                      </a:lnTo>
                                      <a:lnTo>
                                        <a:pt x="76" y="98"/>
                                      </a:lnTo>
                                      <a:lnTo>
                                        <a:pt x="90" y="93"/>
                                      </a:lnTo>
                                      <a:lnTo>
                                        <a:pt x="101" y="85"/>
                                      </a:lnTo>
                                      <a:lnTo>
                                        <a:pt x="107" y="74"/>
                                      </a:lnTo>
                                      <a:lnTo>
                                        <a:pt x="110" y="63"/>
                                      </a:lnTo>
                                      <a:lnTo>
                                        <a:pt x="110" y="49"/>
                                      </a:lnTo>
                                      <a:lnTo>
                                        <a:pt x="106" y="36"/>
                                      </a:lnTo>
                                      <a:lnTo>
                                        <a:pt x="95" y="22"/>
                                      </a:lnTo>
                                      <a:lnTo>
                                        <a:pt x="81" y="14"/>
                                      </a:lnTo>
                                      <a:lnTo>
                                        <a:pt x="66" y="11"/>
                                      </a:lnTo>
                                      <a:lnTo>
                                        <a:pt x="52" y="13"/>
                                      </a:lnTo>
                                      <a:lnTo>
                                        <a:pt x="38" y="19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21" y="44"/>
                                      </a:lnTo>
                                      <a:lnTo>
                                        <a:pt x="18" y="66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40" y="104"/>
                                      </a:lnTo>
                                      <a:lnTo>
                                        <a:pt x="60" y="118"/>
                                      </a:lnTo>
                                      <a:lnTo>
                                        <a:pt x="85" y="127"/>
                                      </a:lnTo>
                                      <a:lnTo>
                                        <a:pt x="115" y="134"/>
                                      </a:lnTo>
                                      <a:lnTo>
                                        <a:pt x="148" y="137"/>
                                      </a:lnTo>
                                      <a:lnTo>
                                        <a:pt x="181" y="134"/>
                                      </a:lnTo>
                                      <a:lnTo>
                                        <a:pt x="216" y="126"/>
                                      </a:lnTo>
                                      <a:lnTo>
                                        <a:pt x="250" y="112"/>
                                      </a:lnTo>
                                      <a:lnTo>
                                        <a:pt x="289" y="93"/>
                                      </a:lnTo>
                                      <a:lnTo>
                                        <a:pt x="330" y="74"/>
                                      </a:lnTo>
                                      <a:lnTo>
                                        <a:pt x="376" y="58"/>
                                      </a:lnTo>
                                      <a:lnTo>
                                        <a:pt x="421" y="46"/>
                                      </a:lnTo>
                                      <a:lnTo>
                                        <a:pt x="469" y="36"/>
                                      </a:lnTo>
                                      <a:lnTo>
                                        <a:pt x="516" y="35"/>
                                      </a:lnTo>
                                      <a:lnTo>
                                        <a:pt x="561" y="38"/>
                                      </a:lnTo>
                                      <a:lnTo>
                                        <a:pt x="509" y="36"/>
                                      </a:lnTo>
                                      <a:lnTo>
                                        <a:pt x="458" y="43"/>
                                      </a:lnTo>
                                      <a:lnTo>
                                        <a:pt x="404" y="55"/>
                                      </a:lnTo>
                                      <a:lnTo>
                                        <a:pt x="352" y="74"/>
                                      </a:lnTo>
                                      <a:lnTo>
                                        <a:pt x="300" y="96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17" y="137"/>
                                      </a:lnTo>
                                      <a:lnTo>
                                        <a:pt x="183" y="146"/>
                                      </a:lnTo>
                                      <a:lnTo>
                                        <a:pt x="148" y="151"/>
                                      </a:lnTo>
                                      <a:lnTo>
                                        <a:pt x="115" y="151"/>
                                      </a:lnTo>
                                      <a:lnTo>
                                        <a:pt x="85" y="146"/>
                                      </a:lnTo>
                                      <a:lnTo>
                                        <a:pt x="57" y="137"/>
                                      </a:lnTo>
                                      <a:lnTo>
                                        <a:pt x="35" y="124"/>
                                      </a:lnTo>
                                      <a:lnTo>
                                        <a:pt x="18" y="107"/>
                                      </a:lnTo>
                                      <a:lnTo>
                                        <a:pt x="5" y="87"/>
                                      </a:lnTo>
                                      <a:lnTo>
                                        <a:pt x="0" y="65"/>
                                      </a:lnTo>
                                      <a:lnTo>
                                        <a:pt x="4" y="39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21" y="13"/>
                                      </a:lnTo>
                                      <a:lnTo>
                                        <a:pt x="35" y="5"/>
                                      </a:lnTo>
                                      <a:lnTo>
                                        <a:pt x="5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2">
                                    <a:lumMod val="20000"/>
                                    <a:lumOff val="80000"/>
                                  </a:schemeClr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77" name="Freeform 77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20637"/>
                                  <a:ext cx="1270000" cy="195263"/>
                                </a:xfrm>
                                <a:custGeom>
                                  <a:avLst/>
                                  <a:gdLst>
                                    <a:gd name="T0" fmla="*/ 1601 w 1601"/>
                                    <a:gd name="T1" fmla="*/ 0 h 247"/>
                                    <a:gd name="T2" fmla="*/ 1539 w 1601"/>
                                    <a:gd name="T3" fmla="*/ 7 h 247"/>
                                    <a:gd name="T4" fmla="*/ 1478 w 1601"/>
                                    <a:gd name="T5" fmla="*/ 16 h 247"/>
                                    <a:gd name="T6" fmla="*/ 1417 w 1601"/>
                                    <a:gd name="T7" fmla="*/ 29 h 247"/>
                                    <a:gd name="T8" fmla="*/ 1356 w 1601"/>
                                    <a:gd name="T9" fmla="*/ 44 h 247"/>
                                    <a:gd name="T10" fmla="*/ 1293 w 1601"/>
                                    <a:gd name="T11" fmla="*/ 62 h 247"/>
                                    <a:gd name="T12" fmla="*/ 1232 w 1601"/>
                                    <a:gd name="T13" fmla="*/ 81 h 247"/>
                                    <a:gd name="T14" fmla="*/ 1167 w 1601"/>
                                    <a:gd name="T15" fmla="*/ 101 h 247"/>
                                    <a:gd name="T16" fmla="*/ 1103 w 1601"/>
                                    <a:gd name="T17" fmla="*/ 122 h 247"/>
                                    <a:gd name="T18" fmla="*/ 1037 w 1601"/>
                                    <a:gd name="T19" fmla="*/ 142 h 247"/>
                                    <a:gd name="T20" fmla="*/ 969 w 1601"/>
                                    <a:gd name="T21" fmla="*/ 162 h 247"/>
                                    <a:gd name="T22" fmla="*/ 899 w 1601"/>
                                    <a:gd name="T23" fmla="*/ 183 h 247"/>
                                    <a:gd name="T24" fmla="*/ 825 w 1601"/>
                                    <a:gd name="T25" fmla="*/ 199 h 247"/>
                                    <a:gd name="T26" fmla="*/ 749 w 1601"/>
                                    <a:gd name="T27" fmla="*/ 216 h 247"/>
                                    <a:gd name="T28" fmla="*/ 671 w 1601"/>
                                    <a:gd name="T29" fmla="*/ 229 h 247"/>
                                    <a:gd name="T30" fmla="*/ 588 w 1601"/>
                                    <a:gd name="T31" fmla="*/ 240 h 247"/>
                                    <a:gd name="T32" fmla="*/ 501 w 1601"/>
                                    <a:gd name="T33" fmla="*/ 246 h 247"/>
                                    <a:gd name="T34" fmla="*/ 410 w 1601"/>
                                    <a:gd name="T35" fmla="*/ 247 h 247"/>
                                    <a:gd name="T36" fmla="*/ 316 w 1601"/>
                                    <a:gd name="T37" fmla="*/ 246 h 247"/>
                                    <a:gd name="T38" fmla="*/ 215 w 1601"/>
                                    <a:gd name="T39" fmla="*/ 238 h 247"/>
                                    <a:gd name="T40" fmla="*/ 110 w 1601"/>
                                    <a:gd name="T41" fmla="*/ 225 h 247"/>
                                    <a:gd name="T42" fmla="*/ 0 w 1601"/>
                                    <a:gd name="T43" fmla="*/ 207 h 247"/>
                                    <a:gd name="T44" fmla="*/ 108 w 1601"/>
                                    <a:gd name="T45" fmla="*/ 224 h 247"/>
                                    <a:gd name="T46" fmla="*/ 212 w 1601"/>
                                    <a:gd name="T47" fmla="*/ 235 h 247"/>
                                    <a:gd name="T48" fmla="*/ 309 w 1601"/>
                                    <a:gd name="T49" fmla="*/ 241 h 247"/>
                                    <a:gd name="T50" fmla="*/ 404 w 1601"/>
                                    <a:gd name="T51" fmla="*/ 243 h 247"/>
                                    <a:gd name="T52" fmla="*/ 492 w 1601"/>
                                    <a:gd name="T53" fmla="*/ 238 h 247"/>
                                    <a:gd name="T54" fmla="*/ 578 w 1601"/>
                                    <a:gd name="T55" fmla="*/ 232 h 247"/>
                                    <a:gd name="T56" fmla="*/ 660 w 1601"/>
                                    <a:gd name="T57" fmla="*/ 221 h 247"/>
                                    <a:gd name="T58" fmla="*/ 737 w 1601"/>
                                    <a:gd name="T59" fmla="*/ 208 h 247"/>
                                    <a:gd name="T60" fmla="*/ 812 w 1601"/>
                                    <a:gd name="T61" fmla="*/ 192 h 247"/>
                                    <a:gd name="T62" fmla="*/ 886 w 1601"/>
                                    <a:gd name="T63" fmla="*/ 175 h 247"/>
                                    <a:gd name="T64" fmla="*/ 955 w 1601"/>
                                    <a:gd name="T65" fmla="*/ 155 h 247"/>
                                    <a:gd name="T66" fmla="*/ 1024 w 1601"/>
                                    <a:gd name="T67" fmla="*/ 136 h 247"/>
                                    <a:gd name="T68" fmla="*/ 1090 w 1601"/>
                                    <a:gd name="T69" fmla="*/ 115 h 247"/>
                                    <a:gd name="T70" fmla="*/ 1156 w 1601"/>
                                    <a:gd name="T71" fmla="*/ 95 h 247"/>
                                    <a:gd name="T72" fmla="*/ 1219 w 1601"/>
                                    <a:gd name="T73" fmla="*/ 76 h 247"/>
                                    <a:gd name="T74" fmla="*/ 1283 w 1601"/>
                                    <a:gd name="T75" fmla="*/ 57 h 247"/>
                                    <a:gd name="T76" fmla="*/ 1346 w 1601"/>
                                    <a:gd name="T77" fmla="*/ 41 h 247"/>
                                    <a:gd name="T78" fmla="*/ 1409 w 1601"/>
                                    <a:gd name="T79" fmla="*/ 26 h 247"/>
                                    <a:gd name="T80" fmla="*/ 1472 w 1601"/>
                                    <a:gd name="T81" fmla="*/ 15 h 247"/>
                                    <a:gd name="T82" fmla="*/ 1536 w 1601"/>
                                    <a:gd name="T83" fmla="*/ 5 h 247"/>
                                    <a:gd name="T84" fmla="*/ 1601 w 1601"/>
                                    <a:gd name="T85" fmla="*/ 0 h 2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</a:cxnLst>
                                  <a:rect l="0" t="0" r="r" b="b"/>
                                  <a:pathLst>
                                    <a:path w="1601" h="247">
                                      <a:moveTo>
                                        <a:pt x="1601" y="0"/>
                                      </a:moveTo>
                                      <a:lnTo>
                                        <a:pt x="1539" y="7"/>
                                      </a:lnTo>
                                      <a:lnTo>
                                        <a:pt x="1478" y="16"/>
                                      </a:lnTo>
                                      <a:lnTo>
                                        <a:pt x="1417" y="29"/>
                                      </a:lnTo>
                                      <a:lnTo>
                                        <a:pt x="1356" y="44"/>
                                      </a:lnTo>
                                      <a:lnTo>
                                        <a:pt x="1293" y="62"/>
                                      </a:lnTo>
                                      <a:lnTo>
                                        <a:pt x="1232" y="81"/>
                                      </a:lnTo>
                                      <a:lnTo>
                                        <a:pt x="1167" y="101"/>
                                      </a:lnTo>
                                      <a:lnTo>
                                        <a:pt x="1103" y="122"/>
                                      </a:lnTo>
                                      <a:lnTo>
                                        <a:pt x="1037" y="142"/>
                                      </a:lnTo>
                                      <a:lnTo>
                                        <a:pt x="969" y="162"/>
                                      </a:lnTo>
                                      <a:lnTo>
                                        <a:pt x="899" y="183"/>
                                      </a:lnTo>
                                      <a:lnTo>
                                        <a:pt x="825" y="199"/>
                                      </a:lnTo>
                                      <a:lnTo>
                                        <a:pt x="749" y="216"/>
                                      </a:lnTo>
                                      <a:lnTo>
                                        <a:pt x="671" y="229"/>
                                      </a:lnTo>
                                      <a:lnTo>
                                        <a:pt x="588" y="240"/>
                                      </a:lnTo>
                                      <a:lnTo>
                                        <a:pt x="501" y="246"/>
                                      </a:lnTo>
                                      <a:lnTo>
                                        <a:pt x="410" y="247"/>
                                      </a:lnTo>
                                      <a:lnTo>
                                        <a:pt x="316" y="246"/>
                                      </a:lnTo>
                                      <a:lnTo>
                                        <a:pt x="215" y="238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108" y="224"/>
                                      </a:lnTo>
                                      <a:lnTo>
                                        <a:pt x="212" y="235"/>
                                      </a:lnTo>
                                      <a:lnTo>
                                        <a:pt x="309" y="241"/>
                                      </a:lnTo>
                                      <a:lnTo>
                                        <a:pt x="404" y="243"/>
                                      </a:lnTo>
                                      <a:lnTo>
                                        <a:pt x="492" y="238"/>
                                      </a:lnTo>
                                      <a:lnTo>
                                        <a:pt x="578" y="232"/>
                                      </a:lnTo>
                                      <a:lnTo>
                                        <a:pt x="660" y="221"/>
                                      </a:lnTo>
                                      <a:lnTo>
                                        <a:pt x="737" y="208"/>
                                      </a:lnTo>
                                      <a:lnTo>
                                        <a:pt x="812" y="192"/>
                                      </a:lnTo>
                                      <a:lnTo>
                                        <a:pt x="886" y="175"/>
                                      </a:lnTo>
                                      <a:lnTo>
                                        <a:pt x="955" y="155"/>
                                      </a:lnTo>
                                      <a:lnTo>
                                        <a:pt x="1024" y="136"/>
                                      </a:lnTo>
                                      <a:lnTo>
                                        <a:pt x="1090" y="115"/>
                                      </a:lnTo>
                                      <a:lnTo>
                                        <a:pt x="1156" y="95"/>
                                      </a:lnTo>
                                      <a:lnTo>
                                        <a:pt x="1219" y="76"/>
                                      </a:lnTo>
                                      <a:lnTo>
                                        <a:pt x="1283" y="57"/>
                                      </a:lnTo>
                                      <a:lnTo>
                                        <a:pt x="1346" y="41"/>
                                      </a:lnTo>
                                      <a:lnTo>
                                        <a:pt x="1409" y="26"/>
                                      </a:lnTo>
                                      <a:lnTo>
                                        <a:pt x="1472" y="15"/>
                                      </a:lnTo>
                                      <a:lnTo>
                                        <a:pt x="1536" y="5"/>
                                      </a:lnTo>
                                      <a:lnTo>
                                        <a:pt x="160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2">
                                    <a:lumMod val="20000"/>
                                    <a:lumOff val="80000"/>
                                  </a:schemeClr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78" name="Freeform 7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14563" y="20637"/>
                                  <a:ext cx="1071563" cy="312738"/>
                                </a:xfrm>
                                <a:custGeom>
                                  <a:avLst/>
                                  <a:gdLst>
                                    <a:gd name="T0" fmla="*/ 165 w 1349"/>
                                    <a:gd name="T1" fmla="*/ 0 h 395"/>
                                    <a:gd name="T2" fmla="*/ 168 w 1349"/>
                                    <a:gd name="T3" fmla="*/ 3 h 395"/>
                                    <a:gd name="T4" fmla="*/ 122 w 1349"/>
                                    <a:gd name="T5" fmla="*/ 8 h 395"/>
                                    <a:gd name="T6" fmla="*/ 80 w 1349"/>
                                    <a:gd name="T7" fmla="*/ 24 h 395"/>
                                    <a:gd name="T8" fmla="*/ 49 w 1349"/>
                                    <a:gd name="T9" fmla="*/ 51 h 395"/>
                                    <a:gd name="T10" fmla="*/ 36 w 1349"/>
                                    <a:gd name="T11" fmla="*/ 90 h 395"/>
                                    <a:gd name="T12" fmla="*/ 47 w 1349"/>
                                    <a:gd name="T13" fmla="*/ 142 h 395"/>
                                    <a:gd name="T14" fmla="*/ 88 w 1349"/>
                                    <a:gd name="T15" fmla="*/ 197 h 395"/>
                                    <a:gd name="T16" fmla="*/ 157 w 1349"/>
                                    <a:gd name="T17" fmla="*/ 254 h 395"/>
                                    <a:gd name="T18" fmla="*/ 253 w 1349"/>
                                    <a:gd name="T19" fmla="*/ 304 h 395"/>
                                    <a:gd name="T20" fmla="*/ 377 w 1349"/>
                                    <a:gd name="T21" fmla="*/ 343 h 395"/>
                                    <a:gd name="T22" fmla="*/ 536 w 1349"/>
                                    <a:gd name="T23" fmla="*/ 372 h 395"/>
                                    <a:gd name="T24" fmla="*/ 694 w 1349"/>
                                    <a:gd name="T25" fmla="*/ 380 h 395"/>
                                    <a:gd name="T26" fmla="*/ 837 w 1349"/>
                                    <a:gd name="T27" fmla="*/ 370 h 395"/>
                                    <a:gd name="T28" fmla="*/ 966 w 1349"/>
                                    <a:gd name="T29" fmla="*/ 348 h 395"/>
                                    <a:gd name="T30" fmla="*/ 1084 w 1349"/>
                                    <a:gd name="T31" fmla="*/ 318 h 395"/>
                                    <a:gd name="T32" fmla="*/ 1194 w 1349"/>
                                    <a:gd name="T33" fmla="*/ 287 h 395"/>
                                    <a:gd name="T34" fmla="*/ 1298 w 1349"/>
                                    <a:gd name="T35" fmla="*/ 257 h 395"/>
                                    <a:gd name="T36" fmla="*/ 1301 w 1349"/>
                                    <a:gd name="T37" fmla="*/ 258 h 395"/>
                                    <a:gd name="T38" fmla="*/ 1199 w 1349"/>
                                    <a:gd name="T39" fmla="*/ 291 h 395"/>
                                    <a:gd name="T40" fmla="*/ 1090 w 1349"/>
                                    <a:gd name="T41" fmla="*/ 326 h 395"/>
                                    <a:gd name="T42" fmla="*/ 971 w 1349"/>
                                    <a:gd name="T43" fmla="*/ 359 h 395"/>
                                    <a:gd name="T44" fmla="*/ 840 w 1349"/>
                                    <a:gd name="T45" fmla="*/ 383 h 395"/>
                                    <a:gd name="T46" fmla="*/ 696 w 1349"/>
                                    <a:gd name="T47" fmla="*/ 395 h 395"/>
                                    <a:gd name="T48" fmla="*/ 532 w 1349"/>
                                    <a:gd name="T49" fmla="*/ 391 h 395"/>
                                    <a:gd name="T50" fmla="*/ 369 w 1349"/>
                                    <a:gd name="T51" fmla="*/ 365 h 395"/>
                                    <a:gd name="T52" fmla="*/ 243 w 1349"/>
                                    <a:gd name="T53" fmla="*/ 331 h 395"/>
                                    <a:gd name="T54" fmla="*/ 146 w 1349"/>
                                    <a:gd name="T55" fmla="*/ 288 h 395"/>
                                    <a:gd name="T56" fmla="*/ 74 w 1349"/>
                                    <a:gd name="T57" fmla="*/ 240 h 395"/>
                                    <a:gd name="T58" fmla="*/ 28 w 1349"/>
                                    <a:gd name="T59" fmla="*/ 189 h 395"/>
                                    <a:gd name="T60" fmla="*/ 3 w 1349"/>
                                    <a:gd name="T61" fmla="*/ 140 h 395"/>
                                    <a:gd name="T62" fmla="*/ 2 w 1349"/>
                                    <a:gd name="T63" fmla="*/ 95 h 395"/>
                                    <a:gd name="T64" fmla="*/ 25 w 1349"/>
                                    <a:gd name="T65" fmla="*/ 44 h 395"/>
                                    <a:gd name="T66" fmla="*/ 64 w 1349"/>
                                    <a:gd name="T67" fmla="*/ 15 h 395"/>
                                    <a:gd name="T68" fmla="*/ 113 w 1349"/>
                                    <a:gd name="T69" fmla="*/ 2 h 3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</a:cxnLst>
                                  <a:rect l="0" t="0" r="r" b="b"/>
                                  <a:pathLst>
                                    <a:path w="1349" h="395">
                                      <a:moveTo>
                                        <a:pt x="140" y="0"/>
                                      </a:moveTo>
                                      <a:lnTo>
                                        <a:pt x="165" y="0"/>
                                      </a:lnTo>
                                      <a:lnTo>
                                        <a:pt x="188" y="3"/>
                                      </a:lnTo>
                                      <a:lnTo>
                                        <a:pt x="168" y="3"/>
                                      </a:lnTo>
                                      <a:lnTo>
                                        <a:pt x="146" y="5"/>
                                      </a:lnTo>
                                      <a:lnTo>
                                        <a:pt x="122" y="8"/>
                                      </a:lnTo>
                                      <a:lnTo>
                                        <a:pt x="100" y="15"/>
                                      </a:lnTo>
                                      <a:lnTo>
                                        <a:pt x="80" y="24"/>
                                      </a:lnTo>
                                      <a:lnTo>
                                        <a:pt x="63" y="35"/>
                                      </a:lnTo>
                                      <a:lnTo>
                                        <a:pt x="49" y="51"/>
                                      </a:lnTo>
                                      <a:lnTo>
                                        <a:pt x="39" y="68"/>
                                      </a:lnTo>
                                      <a:lnTo>
                                        <a:pt x="36" y="90"/>
                                      </a:lnTo>
                                      <a:lnTo>
                                        <a:pt x="38" y="115"/>
                                      </a:lnTo>
                                      <a:lnTo>
                                        <a:pt x="47" y="142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88" y="197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57" y="254"/>
                                      </a:lnTo>
                                      <a:lnTo>
                                        <a:pt x="201" y="279"/>
                                      </a:lnTo>
                                      <a:lnTo>
                                        <a:pt x="253" y="304"/>
                                      </a:lnTo>
                                      <a:lnTo>
                                        <a:pt x="311" y="326"/>
                                      </a:lnTo>
                                      <a:lnTo>
                                        <a:pt x="377" y="343"/>
                                      </a:lnTo>
                                      <a:lnTo>
                                        <a:pt x="449" y="359"/>
                                      </a:lnTo>
                                      <a:lnTo>
                                        <a:pt x="536" y="372"/>
                                      </a:lnTo>
                                      <a:lnTo>
                                        <a:pt x="617" y="378"/>
                                      </a:lnTo>
                                      <a:lnTo>
                                        <a:pt x="694" y="380"/>
                                      </a:lnTo>
                                      <a:lnTo>
                                        <a:pt x="768" y="376"/>
                                      </a:lnTo>
                                      <a:lnTo>
                                        <a:pt x="837" y="370"/>
                                      </a:lnTo>
                                      <a:lnTo>
                                        <a:pt x="903" y="361"/>
                                      </a:lnTo>
                                      <a:lnTo>
                                        <a:pt x="966" y="348"/>
                                      </a:lnTo>
                                      <a:lnTo>
                                        <a:pt x="1026" y="334"/>
                                      </a:lnTo>
                                      <a:lnTo>
                                        <a:pt x="1084" y="318"/>
                                      </a:lnTo>
                                      <a:lnTo>
                                        <a:pt x="1140" y="303"/>
                                      </a:lnTo>
                                      <a:lnTo>
                                        <a:pt x="1194" y="287"/>
                                      </a:lnTo>
                                      <a:lnTo>
                                        <a:pt x="1247" y="271"/>
                                      </a:lnTo>
                                      <a:lnTo>
                                        <a:pt x="1298" y="257"/>
                                      </a:lnTo>
                                      <a:lnTo>
                                        <a:pt x="1349" y="244"/>
                                      </a:lnTo>
                                      <a:lnTo>
                                        <a:pt x="1301" y="258"/>
                                      </a:lnTo>
                                      <a:lnTo>
                                        <a:pt x="1250" y="274"/>
                                      </a:lnTo>
                                      <a:lnTo>
                                        <a:pt x="1199" y="291"/>
                                      </a:lnTo>
                                      <a:lnTo>
                                        <a:pt x="1145" y="309"/>
                                      </a:lnTo>
                                      <a:lnTo>
                                        <a:pt x="1090" y="326"/>
                                      </a:lnTo>
                                      <a:lnTo>
                                        <a:pt x="1032" y="343"/>
                                      </a:lnTo>
                                      <a:lnTo>
                                        <a:pt x="971" y="359"/>
                                      </a:lnTo>
                                      <a:lnTo>
                                        <a:pt x="908" y="372"/>
                                      </a:lnTo>
                                      <a:lnTo>
                                        <a:pt x="840" y="383"/>
                                      </a:lnTo>
                                      <a:lnTo>
                                        <a:pt x="770" y="391"/>
                                      </a:lnTo>
                                      <a:lnTo>
                                        <a:pt x="696" y="395"/>
                                      </a:lnTo>
                                      <a:lnTo>
                                        <a:pt x="616" y="395"/>
                                      </a:lnTo>
                                      <a:lnTo>
                                        <a:pt x="532" y="391"/>
                                      </a:lnTo>
                                      <a:lnTo>
                                        <a:pt x="445" y="380"/>
                                      </a:lnTo>
                                      <a:lnTo>
                                        <a:pt x="369" y="365"/>
                                      </a:lnTo>
                                      <a:lnTo>
                                        <a:pt x="303" y="350"/>
                                      </a:lnTo>
                                      <a:lnTo>
                                        <a:pt x="243" y="331"/>
                                      </a:lnTo>
                                      <a:lnTo>
                                        <a:pt x="192" y="310"/>
                                      </a:lnTo>
                                      <a:lnTo>
                                        <a:pt x="146" y="288"/>
                                      </a:lnTo>
                                      <a:lnTo>
                                        <a:pt x="107" y="265"/>
                                      </a:lnTo>
                                      <a:lnTo>
                                        <a:pt x="74" y="240"/>
                                      </a:lnTo>
                                      <a:lnTo>
                                        <a:pt x="47" y="214"/>
                                      </a:lnTo>
                                      <a:lnTo>
                                        <a:pt x="28" y="189"/>
                                      </a:lnTo>
                                      <a:lnTo>
                                        <a:pt x="13" y="164"/>
                                      </a:lnTo>
                                      <a:lnTo>
                                        <a:pt x="3" y="140"/>
                                      </a:lnTo>
                                      <a:lnTo>
                                        <a:pt x="0" y="117"/>
                                      </a:lnTo>
                                      <a:lnTo>
                                        <a:pt x="2" y="95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25" y="44"/>
                                      </a:lnTo>
                                      <a:lnTo>
                                        <a:pt x="42" y="27"/>
                                      </a:lnTo>
                                      <a:lnTo>
                                        <a:pt x="64" y="15"/>
                                      </a:lnTo>
                                      <a:lnTo>
                                        <a:pt x="88" y="7"/>
                                      </a:lnTo>
                                      <a:lnTo>
                                        <a:pt x="113" y="2"/>
                                      </a:lnTo>
                                      <a:lnTo>
                                        <a:pt x="14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2">
                                    <a:lumMod val="20000"/>
                                    <a:lumOff val="80000"/>
                                  </a:schemeClr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79" name="Freeform 7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63775" y="28575"/>
                                  <a:ext cx="325438" cy="265113"/>
                                </a:xfrm>
                                <a:custGeom>
                                  <a:avLst/>
                                  <a:gdLst>
                                    <a:gd name="T0" fmla="*/ 103 w 408"/>
                                    <a:gd name="T1" fmla="*/ 0 h 334"/>
                                    <a:gd name="T2" fmla="*/ 80 w 408"/>
                                    <a:gd name="T3" fmla="*/ 5 h 334"/>
                                    <a:gd name="T4" fmla="*/ 59 w 408"/>
                                    <a:gd name="T5" fmla="*/ 11 h 334"/>
                                    <a:gd name="T6" fmla="*/ 42 w 408"/>
                                    <a:gd name="T7" fmla="*/ 22 h 334"/>
                                    <a:gd name="T8" fmla="*/ 30 w 408"/>
                                    <a:gd name="T9" fmla="*/ 35 h 334"/>
                                    <a:gd name="T10" fmla="*/ 20 w 408"/>
                                    <a:gd name="T11" fmla="*/ 51 h 334"/>
                                    <a:gd name="T12" fmla="*/ 19 w 408"/>
                                    <a:gd name="T13" fmla="*/ 68 h 334"/>
                                    <a:gd name="T14" fmla="*/ 23 w 408"/>
                                    <a:gd name="T15" fmla="*/ 88 h 334"/>
                                    <a:gd name="T16" fmla="*/ 34 w 408"/>
                                    <a:gd name="T17" fmla="*/ 112 h 334"/>
                                    <a:gd name="T18" fmla="*/ 55 w 408"/>
                                    <a:gd name="T19" fmla="*/ 139 h 334"/>
                                    <a:gd name="T20" fmla="*/ 91 w 408"/>
                                    <a:gd name="T21" fmla="*/ 175 h 334"/>
                                    <a:gd name="T22" fmla="*/ 132 w 408"/>
                                    <a:gd name="T23" fmla="*/ 208 h 334"/>
                                    <a:gd name="T24" fmla="*/ 179 w 408"/>
                                    <a:gd name="T25" fmla="*/ 236 h 334"/>
                                    <a:gd name="T26" fmla="*/ 226 w 408"/>
                                    <a:gd name="T27" fmla="*/ 263 h 334"/>
                                    <a:gd name="T28" fmla="*/ 275 w 408"/>
                                    <a:gd name="T29" fmla="*/ 287 h 334"/>
                                    <a:gd name="T30" fmla="*/ 323 w 408"/>
                                    <a:gd name="T31" fmla="*/ 306 h 334"/>
                                    <a:gd name="T32" fmla="*/ 367 w 408"/>
                                    <a:gd name="T33" fmla="*/ 321 h 334"/>
                                    <a:gd name="T34" fmla="*/ 408 w 408"/>
                                    <a:gd name="T35" fmla="*/ 334 h 334"/>
                                    <a:gd name="T36" fmla="*/ 371 w 408"/>
                                    <a:gd name="T37" fmla="*/ 325 h 334"/>
                                    <a:gd name="T38" fmla="*/ 328 w 408"/>
                                    <a:gd name="T39" fmla="*/ 314 h 334"/>
                                    <a:gd name="T40" fmla="*/ 283 w 408"/>
                                    <a:gd name="T41" fmla="*/ 299 h 334"/>
                                    <a:gd name="T42" fmla="*/ 235 w 408"/>
                                    <a:gd name="T43" fmla="*/ 284 h 334"/>
                                    <a:gd name="T44" fmla="*/ 190 w 408"/>
                                    <a:gd name="T45" fmla="*/ 265 h 334"/>
                                    <a:gd name="T46" fmla="*/ 144 w 408"/>
                                    <a:gd name="T47" fmla="*/ 243 h 334"/>
                                    <a:gd name="T48" fmla="*/ 103 w 408"/>
                                    <a:gd name="T49" fmla="*/ 219 h 334"/>
                                    <a:gd name="T50" fmla="*/ 67 w 408"/>
                                    <a:gd name="T51" fmla="*/ 192 h 334"/>
                                    <a:gd name="T52" fmla="*/ 36 w 408"/>
                                    <a:gd name="T53" fmla="*/ 162 h 334"/>
                                    <a:gd name="T54" fmla="*/ 17 w 408"/>
                                    <a:gd name="T55" fmla="*/ 134 h 334"/>
                                    <a:gd name="T56" fmla="*/ 4 w 408"/>
                                    <a:gd name="T57" fmla="*/ 109 h 334"/>
                                    <a:gd name="T58" fmla="*/ 0 w 408"/>
                                    <a:gd name="T59" fmla="*/ 87 h 334"/>
                                    <a:gd name="T60" fmla="*/ 1 w 408"/>
                                    <a:gd name="T61" fmla="*/ 66 h 334"/>
                                    <a:gd name="T62" fmla="*/ 8 w 408"/>
                                    <a:gd name="T63" fmla="*/ 49 h 334"/>
                                    <a:gd name="T64" fmla="*/ 20 w 408"/>
                                    <a:gd name="T65" fmla="*/ 33 h 334"/>
                                    <a:gd name="T66" fmla="*/ 36 w 408"/>
                                    <a:gd name="T67" fmla="*/ 21 h 334"/>
                                    <a:gd name="T68" fmla="*/ 56 w 408"/>
                                    <a:gd name="T69" fmla="*/ 11 h 334"/>
                                    <a:gd name="T70" fmla="*/ 78 w 408"/>
                                    <a:gd name="T71" fmla="*/ 4 h 334"/>
                                    <a:gd name="T72" fmla="*/ 103 w 408"/>
                                    <a:gd name="T73" fmla="*/ 0 h 3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</a:cxnLst>
                                  <a:rect l="0" t="0" r="r" b="b"/>
                                  <a:pathLst>
                                    <a:path w="408" h="334">
                                      <a:moveTo>
                                        <a:pt x="103" y="0"/>
                                      </a:moveTo>
                                      <a:lnTo>
                                        <a:pt x="80" y="5"/>
                                      </a:lnTo>
                                      <a:lnTo>
                                        <a:pt x="59" y="11"/>
                                      </a:lnTo>
                                      <a:lnTo>
                                        <a:pt x="42" y="22"/>
                                      </a:lnTo>
                                      <a:lnTo>
                                        <a:pt x="30" y="35"/>
                                      </a:lnTo>
                                      <a:lnTo>
                                        <a:pt x="20" y="51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34" y="112"/>
                                      </a:lnTo>
                                      <a:lnTo>
                                        <a:pt x="55" y="139"/>
                                      </a:lnTo>
                                      <a:lnTo>
                                        <a:pt x="91" y="175"/>
                                      </a:lnTo>
                                      <a:lnTo>
                                        <a:pt x="132" y="208"/>
                                      </a:lnTo>
                                      <a:lnTo>
                                        <a:pt x="179" y="236"/>
                                      </a:lnTo>
                                      <a:lnTo>
                                        <a:pt x="226" y="263"/>
                                      </a:lnTo>
                                      <a:lnTo>
                                        <a:pt x="275" y="287"/>
                                      </a:lnTo>
                                      <a:lnTo>
                                        <a:pt x="323" y="306"/>
                                      </a:lnTo>
                                      <a:lnTo>
                                        <a:pt x="367" y="321"/>
                                      </a:lnTo>
                                      <a:lnTo>
                                        <a:pt x="408" y="334"/>
                                      </a:lnTo>
                                      <a:lnTo>
                                        <a:pt x="371" y="325"/>
                                      </a:lnTo>
                                      <a:lnTo>
                                        <a:pt x="328" y="314"/>
                                      </a:lnTo>
                                      <a:lnTo>
                                        <a:pt x="283" y="299"/>
                                      </a:lnTo>
                                      <a:lnTo>
                                        <a:pt x="235" y="284"/>
                                      </a:lnTo>
                                      <a:lnTo>
                                        <a:pt x="190" y="265"/>
                                      </a:lnTo>
                                      <a:lnTo>
                                        <a:pt x="144" y="243"/>
                                      </a:lnTo>
                                      <a:lnTo>
                                        <a:pt x="103" y="219"/>
                                      </a:lnTo>
                                      <a:lnTo>
                                        <a:pt x="67" y="192"/>
                                      </a:lnTo>
                                      <a:lnTo>
                                        <a:pt x="36" y="162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4" y="109"/>
                                      </a:lnTo>
                                      <a:lnTo>
                                        <a:pt x="0" y="87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8" y="49"/>
                                      </a:lnTo>
                                      <a:lnTo>
                                        <a:pt x="20" y="33"/>
                                      </a:lnTo>
                                      <a:lnTo>
                                        <a:pt x="36" y="21"/>
                                      </a:lnTo>
                                      <a:lnTo>
                                        <a:pt x="56" y="11"/>
                                      </a:lnTo>
                                      <a:lnTo>
                                        <a:pt x="78" y="4"/>
                                      </a:lnTo>
                                      <a:lnTo>
                                        <a:pt x="1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2">
                                    <a:lumMod val="20000"/>
                                    <a:lumOff val="80000"/>
                                  </a:schemeClr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80" name="Freeform 8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398713" y="90487"/>
                                  <a:ext cx="361950" cy="157163"/>
                                </a:xfrm>
                                <a:custGeom>
                                  <a:avLst/>
                                  <a:gdLst>
                                    <a:gd name="T0" fmla="*/ 104 w 456"/>
                                    <a:gd name="T1" fmla="*/ 4 h 199"/>
                                    <a:gd name="T2" fmla="*/ 154 w 456"/>
                                    <a:gd name="T3" fmla="*/ 21 h 199"/>
                                    <a:gd name="T4" fmla="*/ 195 w 456"/>
                                    <a:gd name="T5" fmla="*/ 54 h 199"/>
                                    <a:gd name="T6" fmla="*/ 217 w 456"/>
                                    <a:gd name="T7" fmla="*/ 96 h 199"/>
                                    <a:gd name="T8" fmla="*/ 213 w 456"/>
                                    <a:gd name="T9" fmla="*/ 134 h 199"/>
                                    <a:gd name="T10" fmla="*/ 194 w 456"/>
                                    <a:gd name="T11" fmla="*/ 150 h 199"/>
                                    <a:gd name="T12" fmla="*/ 167 w 456"/>
                                    <a:gd name="T13" fmla="*/ 150 h 199"/>
                                    <a:gd name="T14" fmla="*/ 145 w 456"/>
                                    <a:gd name="T15" fmla="*/ 139 h 199"/>
                                    <a:gd name="T16" fmla="*/ 134 w 456"/>
                                    <a:gd name="T17" fmla="*/ 120 h 199"/>
                                    <a:gd name="T18" fmla="*/ 148 w 456"/>
                                    <a:gd name="T19" fmla="*/ 139 h 199"/>
                                    <a:gd name="T20" fmla="*/ 172 w 456"/>
                                    <a:gd name="T21" fmla="*/ 142 h 199"/>
                                    <a:gd name="T22" fmla="*/ 192 w 456"/>
                                    <a:gd name="T23" fmla="*/ 126 h 199"/>
                                    <a:gd name="T24" fmla="*/ 197 w 456"/>
                                    <a:gd name="T25" fmla="*/ 87 h 199"/>
                                    <a:gd name="T26" fmla="*/ 178 w 456"/>
                                    <a:gd name="T27" fmla="*/ 46 h 199"/>
                                    <a:gd name="T28" fmla="*/ 140 w 456"/>
                                    <a:gd name="T29" fmla="*/ 19 h 199"/>
                                    <a:gd name="T30" fmla="*/ 96 w 456"/>
                                    <a:gd name="T31" fmla="*/ 10 h 199"/>
                                    <a:gd name="T32" fmla="*/ 55 w 456"/>
                                    <a:gd name="T33" fmla="*/ 21 h 199"/>
                                    <a:gd name="T34" fmla="*/ 32 w 456"/>
                                    <a:gd name="T35" fmla="*/ 56 h 199"/>
                                    <a:gd name="T36" fmla="*/ 38 w 456"/>
                                    <a:gd name="T37" fmla="*/ 101 h 199"/>
                                    <a:gd name="T38" fmla="*/ 70 w 456"/>
                                    <a:gd name="T39" fmla="*/ 144 h 199"/>
                                    <a:gd name="T40" fmla="*/ 125 w 456"/>
                                    <a:gd name="T41" fmla="*/ 177 h 199"/>
                                    <a:gd name="T42" fmla="*/ 197 w 456"/>
                                    <a:gd name="T43" fmla="*/ 192 h 199"/>
                                    <a:gd name="T44" fmla="*/ 280 w 456"/>
                                    <a:gd name="T45" fmla="*/ 183 h 199"/>
                                    <a:gd name="T46" fmla="*/ 343 w 456"/>
                                    <a:gd name="T47" fmla="*/ 158 h 199"/>
                                    <a:gd name="T48" fmla="*/ 384 w 456"/>
                                    <a:gd name="T49" fmla="*/ 128 h 199"/>
                                    <a:gd name="T50" fmla="*/ 407 w 456"/>
                                    <a:gd name="T51" fmla="*/ 101 h 199"/>
                                    <a:gd name="T52" fmla="*/ 418 w 456"/>
                                    <a:gd name="T53" fmla="*/ 84 h 199"/>
                                    <a:gd name="T54" fmla="*/ 432 w 456"/>
                                    <a:gd name="T55" fmla="*/ 74 h 199"/>
                                    <a:gd name="T56" fmla="*/ 451 w 456"/>
                                    <a:gd name="T57" fmla="*/ 74 h 199"/>
                                    <a:gd name="T58" fmla="*/ 456 w 456"/>
                                    <a:gd name="T59" fmla="*/ 81 h 199"/>
                                    <a:gd name="T60" fmla="*/ 442 w 456"/>
                                    <a:gd name="T61" fmla="*/ 96 h 199"/>
                                    <a:gd name="T62" fmla="*/ 409 w 456"/>
                                    <a:gd name="T63" fmla="*/ 128 h 199"/>
                                    <a:gd name="T64" fmla="*/ 355 w 456"/>
                                    <a:gd name="T65" fmla="*/ 161 h 199"/>
                                    <a:gd name="T66" fmla="*/ 278 w 456"/>
                                    <a:gd name="T67" fmla="*/ 188 h 199"/>
                                    <a:gd name="T68" fmla="*/ 186 w 456"/>
                                    <a:gd name="T69" fmla="*/ 199 h 199"/>
                                    <a:gd name="T70" fmla="*/ 106 w 456"/>
                                    <a:gd name="T71" fmla="*/ 185 h 199"/>
                                    <a:gd name="T72" fmla="*/ 46 w 456"/>
                                    <a:gd name="T73" fmla="*/ 153 h 199"/>
                                    <a:gd name="T74" fmla="*/ 11 w 456"/>
                                    <a:gd name="T75" fmla="*/ 109 h 199"/>
                                    <a:gd name="T76" fmla="*/ 0 w 456"/>
                                    <a:gd name="T77" fmla="*/ 63 h 199"/>
                                    <a:gd name="T78" fmla="*/ 16 w 456"/>
                                    <a:gd name="T79" fmla="*/ 24 h 199"/>
                                    <a:gd name="T80" fmla="*/ 55 w 456"/>
                                    <a:gd name="T81" fmla="*/ 2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56" h="199">
                                      <a:moveTo>
                                        <a:pt x="79" y="0"/>
                                      </a:moveTo>
                                      <a:lnTo>
                                        <a:pt x="104" y="4"/>
                                      </a:lnTo>
                                      <a:lnTo>
                                        <a:pt x="129" y="10"/>
                                      </a:lnTo>
                                      <a:lnTo>
                                        <a:pt x="154" y="21"/>
                                      </a:lnTo>
                                      <a:lnTo>
                                        <a:pt x="176" y="37"/>
                                      </a:lnTo>
                                      <a:lnTo>
                                        <a:pt x="195" y="54"/>
                                      </a:lnTo>
                                      <a:lnTo>
                                        <a:pt x="209" y="74"/>
                                      </a:lnTo>
                                      <a:lnTo>
                                        <a:pt x="217" y="96"/>
                                      </a:lnTo>
                                      <a:lnTo>
                                        <a:pt x="217" y="120"/>
                                      </a:lnTo>
                                      <a:lnTo>
                                        <a:pt x="213" y="134"/>
                                      </a:lnTo>
                                      <a:lnTo>
                                        <a:pt x="205" y="145"/>
                                      </a:lnTo>
                                      <a:lnTo>
                                        <a:pt x="194" y="150"/>
                                      </a:lnTo>
                                      <a:lnTo>
                                        <a:pt x="181" y="153"/>
                                      </a:lnTo>
                                      <a:lnTo>
                                        <a:pt x="167" y="150"/>
                                      </a:lnTo>
                                      <a:lnTo>
                                        <a:pt x="154" y="145"/>
                                      </a:lnTo>
                                      <a:lnTo>
                                        <a:pt x="145" y="139"/>
                                      </a:lnTo>
                                      <a:lnTo>
                                        <a:pt x="137" y="130"/>
                                      </a:lnTo>
                                      <a:lnTo>
                                        <a:pt x="134" y="120"/>
                                      </a:lnTo>
                                      <a:lnTo>
                                        <a:pt x="139" y="131"/>
                                      </a:lnTo>
                                      <a:lnTo>
                                        <a:pt x="148" y="139"/>
                                      </a:lnTo>
                                      <a:lnTo>
                                        <a:pt x="159" y="142"/>
                                      </a:lnTo>
                                      <a:lnTo>
                                        <a:pt x="172" y="142"/>
                                      </a:lnTo>
                                      <a:lnTo>
                                        <a:pt x="183" y="137"/>
                                      </a:lnTo>
                                      <a:lnTo>
                                        <a:pt x="192" y="126"/>
                                      </a:lnTo>
                                      <a:lnTo>
                                        <a:pt x="197" y="111"/>
                                      </a:lnTo>
                                      <a:lnTo>
                                        <a:pt x="197" y="87"/>
                                      </a:lnTo>
                                      <a:lnTo>
                                        <a:pt x="191" y="65"/>
                                      </a:lnTo>
                                      <a:lnTo>
                                        <a:pt x="178" y="46"/>
                                      </a:lnTo>
                                      <a:lnTo>
                                        <a:pt x="161" y="30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18" y="11"/>
                                      </a:lnTo>
                                      <a:lnTo>
                                        <a:pt x="96" y="10"/>
                                      </a:lnTo>
                                      <a:lnTo>
                                        <a:pt x="74" y="13"/>
                                      </a:lnTo>
                                      <a:lnTo>
                                        <a:pt x="55" y="21"/>
                                      </a:lnTo>
                                      <a:lnTo>
                                        <a:pt x="41" y="35"/>
                                      </a:lnTo>
                                      <a:lnTo>
                                        <a:pt x="32" y="56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51" y="123"/>
                                      </a:lnTo>
                                      <a:lnTo>
                                        <a:pt x="70" y="144"/>
                                      </a:lnTo>
                                      <a:lnTo>
                                        <a:pt x="95" y="163"/>
                                      </a:lnTo>
                                      <a:lnTo>
                                        <a:pt x="125" y="177"/>
                                      </a:lnTo>
                                      <a:lnTo>
                                        <a:pt x="159" y="188"/>
                                      </a:lnTo>
                                      <a:lnTo>
                                        <a:pt x="197" y="192"/>
                                      </a:lnTo>
                                      <a:lnTo>
                                        <a:pt x="239" y="191"/>
                                      </a:lnTo>
                                      <a:lnTo>
                                        <a:pt x="280" y="183"/>
                                      </a:lnTo>
                                      <a:lnTo>
                                        <a:pt x="313" y="170"/>
                                      </a:lnTo>
                                      <a:lnTo>
                                        <a:pt x="343" y="158"/>
                                      </a:lnTo>
                                      <a:lnTo>
                                        <a:pt x="365" y="144"/>
                                      </a:lnTo>
                                      <a:lnTo>
                                        <a:pt x="384" y="128"/>
                                      </a:lnTo>
                                      <a:lnTo>
                                        <a:pt x="396" y="114"/>
                                      </a:lnTo>
                                      <a:lnTo>
                                        <a:pt x="407" y="101"/>
                                      </a:lnTo>
                                      <a:lnTo>
                                        <a:pt x="414" y="90"/>
                                      </a:lnTo>
                                      <a:lnTo>
                                        <a:pt x="418" y="84"/>
                                      </a:lnTo>
                                      <a:lnTo>
                                        <a:pt x="425" y="78"/>
                                      </a:lnTo>
                                      <a:lnTo>
                                        <a:pt x="432" y="74"/>
                                      </a:lnTo>
                                      <a:lnTo>
                                        <a:pt x="443" y="73"/>
                                      </a:lnTo>
                                      <a:lnTo>
                                        <a:pt x="451" y="74"/>
                                      </a:lnTo>
                                      <a:lnTo>
                                        <a:pt x="456" y="76"/>
                                      </a:lnTo>
                                      <a:lnTo>
                                        <a:pt x="456" y="81"/>
                                      </a:lnTo>
                                      <a:lnTo>
                                        <a:pt x="451" y="87"/>
                                      </a:lnTo>
                                      <a:lnTo>
                                        <a:pt x="442" y="96"/>
                                      </a:lnTo>
                                      <a:lnTo>
                                        <a:pt x="428" y="11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385" y="144"/>
                                      </a:lnTo>
                                      <a:lnTo>
                                        <a:pt x="355" y="161"/>
                                      </a:lnTo>
                                      <a:lnTo>
                                        <a:pt x="321" y="177"/>
                                      </a:lnTo>
                                      <a:lnTo>
                                        <a:pt x="278" y="188"/>
                                      </a:lnTo>
                                      <a:lnTo>
                                        <a:pt x="233" y="197"/>
                                      </a:lnTo>
                                      <a:lnTo>
                                        <a:pt x="186" y="199"/>
                                      </a:lnTo>
                                      <a:lnTo>
                                        <a:pt x="143" y="194"/>
                                      </a:lnTo>
                                      <a:lnTo>
                                        <a:pt x="106" y="185"/>
                                      </a:lnTo>
                                      <a:lnTo>
                                        <a:pt x="73" y="170"/>
                                      </a:lnTo>
                                      <a:lnTo>
                                        <a:pt x="46" y="153"/>
                                      </a:lnTo>
                                      <a:lnTo>
                                        <a:pt x="26" y="131"/>
                                      </a:lnTo>
                                      <a:lnTo>
                                        <a:pt x="11" y="109"/>
                                      </a:lnTo>
                                      <a:lnTo>
                                        <a:pt x="2" y="87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5" y="43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33" y="10"/>
                                      </a:lnTo>
                                      <a:lnTo>
                                        <a:pt x="55" y="2"/>
                                      </a:lnTo>
                                      <a:lnTo>
                                        <a:pt x="7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2">
                                    <a:lumMod val="20000"/>
                                    <a:lumOff val="80000"/>
                                  </a:schemeClr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81" name="Freeform 8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3175" y="160337"/>
                                  <a:ext cx="444500" cy="119063"/>
                                </a:xfrm>
                                <a:custGeom>
                                  <a:avLst/>
                                  <a:gdLst>
                                    <a:gd name="T0" fmla="*/ 446 w 561"/>
                                    <a:gd name="T1" fmla="*/ 1 h 151"/>
                                    <a:gd name="T2" fmla="*/ 504 w 561"/>
                                    <a:gd name="T3" fmla="*/ 14 h 151"/>
                                    <a:gd name="T4" fmla="*/ 545 w 561"/>
                                    <a:gd name="T5" fmla="*/ 44 h 151"/>
                                    <a:gd name="T6" fmla="*/ 561 w 561"/>
                                    <a:gd name="T7" fmla="*/ 88 h 151"/>
                                    <a:gd name="T8" fmla="*/ 551 w 561"/>
                                    <a:gd name="T9" fmla="*/ 127 h 151"/>
                                    <a:gd name="T10" fmla="*/ 526 w 561"/>
                                    <a:gd name="T11" fmla="*/ 146 h 151"/>
                                    <a:gd name="T12" fmla="*/ 495 w 561"/>
                                    <a:gd name="T13" fmla="*/ 151 h 151"/>
                                    <a:gd name="T14" fmla="*/ 465 w 561"/>
                                    <a:gd name="T15" fmla="*/ 135 h 151"/>
                                    <a:gd name="T16" fmla="*/ 448 w 561"/>
                                    <a:gd name="T17" fmla="*/ 103 h 151"/>
                                    <a:gd name="T18" fmla="*/ 451 w 561"/>
                                    <a:gd name="T19" fmla="*/ 77 h 151"/>
                                    <a:gd name="T20" fmla="*/ 470 w 561"/>
                                    <a:gd name="T21" fmla="*/ 56 h 151"/>
                                    <a:gd name="T22" fmla="*/ 503 w 561"/>
                                    <a:gd name="T23" fmla="*/ 53 h 151"/>
                                    <a:gd name="T24" fmla="*/ 504 w 561"/>
                                    <a:gd name="T25" fmla="*/ 55 h 151"/>
                                    <a:gd name="T26" fmla="*/ 473 w 561"/>
                                    <a:gd name="T27" fmla="*/ 58 h 151"/>
                                    <a:gd name="T28" fmla="*/ 454 w 561"/>
                                    <a:gd name="T29" fmla="*/ 77 h 151"/>
                                    <a:gd name="T30" fmla="*/ 453 w 561"/>
                                    <a:gd name="T31" fmla="*/ 102 h 151"/>
                                    <a:gd name="T32" fmla="*/ 468 w 561"/>
                                    <a:gd name="T33" fmla="*/ 129 h 151"/>
                                    <a:gd name="T34" fmla="*/ 496 w 561"/>
                                    <a:gd name="T35" fmla="*/ 140 h 151"/>
                                    <a:gd name="T36" fmla="*/ 523 w 561"/>
                                    <a:gd name="T37" fmla="*/ 132 h 151"/>
                                    <a:gd name="T38" fmla="*/ 542 w 561"/>
                                    <a:gd name="T39" fmla="*/ 108 h 151"/>
                                    <a:gd name="T40" fmla="*/ 537 w 561"/>
                                    <a:gd name="T41" fmla="*/ 66 h 151"/>
                                    <a:gd name="T42" fmla="*/ 503 w 561"/>
                                    <a:gd name="T43" fmla="*/ 34 h 151"/>
                                    <a:gd name="T44" fmla="*/ 446 w 561"/>
                                    <a:gd name="T45" fmla="*/ 17 h 151"/>
                                    <a:gd name="T46" fmla="*/ 380 w 561"/>
                                    <a:gd name="T47" fmla="*/ 18 h 151"/>
                                    <a:gd name="T48" fmla="*/ 313 w 561"/>
                                    <a:gd name="T49" fmla="*/ 41 h 151"/>
                                    <a:gd name="T50" fmla="*/ 231 w 561"/>
                                    <a:gd name="T51" fmla="*/ 77 h 151"/>
                                    <a:gd name="T52" fmla="*/ 140 w 561"/>
                                    <a:gd name="T53" fmla="*/ 107 h 151"/>
                                    <a:gd name="T54" fmla="*/ 46 w 561"/>
                                    <a:gd name="T55" fmla="*/ 118 h 151"/>
                                    <a:gd name="T56" fmla="*/ 52 w 561"/>
                                    <a:gd name="T57" fmla="*/ 116 h 151"/>
                                    <a:gd name="T58" fmla="*/ 157 w 561"/>
                                    <a:gd name="T59" fmla="*/ 96 h 151"/>
                                    <a:gd name="T60" fmla="*/ 261 w 561"/>
                                    <a:gd name="T61" fmla="*/ 55 h 151"/>
                                    <a:gd name="T62" fmla="*/ 346 w 561"/>
                                    <a:gd name="T63" fmla="*/ 15 h 151"/>
                                    <a:gd name="T64" fmla="*/ 415 w 561"/>
                                    <a:gd name="T65" fmla="*/ 0 h 15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</a:cxnLst>
                                  <a:rect l="0" t="0" r="r" b="b"/>
                                  <a:pathLst>
                                    <a:path w="561" h="151">
                                      <a:moveTo>
                                        <a:pt x="415" y="0"/>
                                      </a:moveTo>
                                      <a:lnTo>
                                        <a:pt x="446" y="1"/>
                                      </a:lnTo>
                                      <a:lnTo>
                                        <a:pt x="478" y="6"/>
                                      </a:lnTo>
                                      <a:lnTo>
                                        <a:pt x="504" y="14"/>
                                      </a:lnTo>
                                      <a:lnTo>
                                        <a:pt x="528" y="28"/>
                                      </a:lnTo>
                                      <a:lnTo>
                                        <a:pt x="545" y="44"/>
                                      </a:lnTo>
                                      <a:lnTo>
                                        <a:pt x="556" y="64"/>
                                      </a:lnTo>
                                      <a:lnTo>
                                        <a:pt x="561" y="88"/>
                                      </a:lnTo>
                                      <a:lnTo>
                                        <a:pt x="558" y="113"/>
                                      </a:lnTo>
                                      <a:lnTo>
                                        <a:pt x="551" y="127"/>
                                      </a:lnTo>
                                      <a:lnTo>
                                        <a:pt x="540" y="138"/>
                                      </a:lnTo>
                                      <a:lnTo>
                                        <a:pt x="526" y="146"/>
                                      </a:lnTo>
                                      <a:lnTo>
                                        <a:pt x="512" y="151"/>
                                      </a:lnTo>
                                      <a:lnTo>
                                        <a:pt x="495" y="151"/>
                                      </a:lnTo>
                                      <a:lnTo>
                                        <a:pt x="479" y="144"/>
                                      </a:lnTo>
                                      <a:lnTo>
                                        <a:pt x="465" y="135"/>
                                      </a:lnTo>
                                      <a:lnTo>
                                        <a:pt x="453" y="118"/>
                                      </a:lnTo>
                                      <a:lnTo>
                                        <a:pt x="448" y="103"/>
                                      </a:lnTo>
                                      <a:lnTo>
                                        <a:pt x="448" y="89"/>
                                      </a:lnTo>
                                      <a:lnTo>
                                        <a:pt x="451" y="77"/>
                                      </a:lnTo>
                                      <a:lnTo>
                                        <a:pt x="459" y="66"/>
                                      </a:lnTo>
                                      <a:lnTo>
                                        <a:pt x="470" y="56"/>
                                      </a:lnTo>
                                      <a:lnTo>
                                        <a:pt x="485" y="53"/>
                                      </a:lnTo>
                                      <a:lnTo>
                                        <a:pt x="503" y="53"/>
                                      </a:lnTo>
                                      <a:lnTo>
                                        <a:pt x="525" y="61"/>
                                      </a:lnTo>
                                      <a:lnTo>
                                        <a:pt x="504" y="55"/>
                                      </a:lnTo>
                                      <a:lnTo>
                                        <a:pt x="487" y="55"/>
                                      </a:lnTo>
                                      <a:lnTo>
                                        <a:pt x="473" y="58"/>
                                      </a:lnTo>
                                      <a:lnTo>
                                        <a:pt x="462" y="66"/>
                                      </a:lnTo>
                                      <a:lnTo>
                                        <a:pt x="454" y="77"/>
                                      </a:lnTo>
                                      <a:lnTo>
                                        <a:pt x="451" y="89"/>
                                      </a:lnTo>
                                      <a:lnTo>
                                        <a:pt x="453" y="102"/>
                                      </a:lnTo>
                                      <a:lnTo>
                                        <a:pt x="457" y="114"/>
                                      </a:lnTo>
                                      <a:lnTo>
                                        <a:pt x="468" y="129"/>
                                      </a:lnTo>
                                      <a:lnTo>
                                        <a:pt x="481" y="137"/>
                                      </a:lnTo>
                                      <a:lnTo>
                                        <a:pt x="496" y="140"/>
                                      </a:lnTo>
                                      <a:lnTo>
                                        <a:pt x="511" y="138"/>
                                      </a:lnTo>
                                      <a:lnTo>
                                        <a:pt x="523" y="132"/>
                                      </a:lnTo>
                                      <a:lnTo>
                                        <a:pt x="534" y="122"/>
                                      </a:lnTo>
                                      <a:lnTo>
                                        <a:pt x="542" y="108"/>
                                      </a:lnTo>
                                      <a:lnTo>
                                        <a:pt x="544" y="85"/>
                                      </a:lnTo>
                                      <a:lnTo>
                                        <a:pt x="537" y="66"/>
                                      </a:lnTo>
                                      <a:lnTo>
                                        <a:pt x="523" y="48"/>
                                      </a:lnTo>
                                      <a:lnTo>
                                        <a:pt x="503" y="34"/>
                                      </a:lnTo>
                                      <a:lnTo>
                                        <a:pt x="476" y="23"/>
                                      </a:lnTo>
                                      <a:lnTo>
                                        <a:pt x="446" y="17"/>
                                      </a:lnTo>
                                      <a:lnTo>
                                        <a:pt x="415" y="15"/>
                                      </a:lnTo>
                                      <a:lnTo>
                                        <a:pt x="380" y="18"/>
                                      </a:lnTo>
                                      <a:lnTo>
                                        <a:pt x="346" y="26"/>
                                      </a:lnTo>
                                      <a:lnTo>
                                        <a:pt x="313" y="41"/>
                                      </a:lnTo>
                                      <a:lnTo>
                                        <a:pt x="273" y="59"/>
                                      </a:lnTo>
                                      <a:lnTo>
                                        <a:pt x="231" y="77"/>
                                      </a:lnTo>
                                      <a:lnTo>
                                        <a:pt x="187" y="94"/>
                                      </a:lnTo>
                                      <a:lnTo>
                                        <a:pt x="140" y="107"/>
                                      </a:lnTo>
                                      <a:lnTo>
                                        <a:pt x="93" y="114"/>
                                      </a:lnTo>
                                      <a:lnTo>
                                        <a:pt x="46" y="118"/>
                                      </a:lnTo>
                                      <a:lnTo>
                                        <a:pt x="0" y="114"/>
                                      </a:lnTo>
                                      <a:lnTo>
                                        <a:pt x="52" y="116"/>
                                      </a:lnTo>
                                      <a:lnTo>
                                        <a:pt x="105" y="110"/>
                                      </a:lnTo>
                                      <a:lnTo>
                                        <a:pt x="157" y="96"/>
                                      </a:lnTo>
                                      <a:lnTo>
                                        <a:pt x="211" y="78"/>
                                      </a:lnTo>
                                      <a:lnTo>
                                        <a:pt x="261" y="55"/>
                                      </a:lnTo>
                                      <a:lnTo>
                                        <a:pt x="311" y="31"/>
                                      </a:lnTo>
                                      <a:lnTo>
                                        <a:pt x="346" y="15"/>
                                      </a:lnTo>
                                      <a:lnTo>
                                        <a:pt x="380" y="4"/>
                                      </a:lnTo>
                                      <a:lnTo>
                                        <a:pt x="41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2">
                                    <a:lumMod val="20000"/>
                                    <a:lumOff val="80000"/>
                                  </a:schemeClr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82" name="Freeform 8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40038" y="138112"/>
                                  <a:ext cx="1271588" cy="196850"/>
                                </a:xfrm>
                                <a:custGeom>
                                  <a:avLst/>
                                  <a:gdLst>
                                    <a:gd name="T0" fmla="*/ 1190 w 1600"/>
                                    <a:gd name="T1" fmla="*/ 0 h 249"/>
                                    <a:gd name="T2" fmla="*/ 1286 w 1600"/>
                                    <a:gd name="T3" fmla="*/ 2 h 249"/>
                                    <a:gd name="T4" fmla="*/ 1385 w 1600"/>
                                    <a:gd name="T5" fmla="*/ 10 h 249"/>
                                    <a:gd name="T6" fmla="*/ 1490 w 1600"/>
                                    <a:gd name="T7" fmla="*/ 22 h 249"/>
                                    <a:gd name="T8" fmla="*/ 1600 w 1600"/>
                                    <a:gd name="T9" fmla="*/ 41 h 249"/>
                                    <a:gd name="T10" fmla="*/ 1492 w 1600"/>
                                    <a:gd name="T11" fmla="*/ 24 h 249"/>
                                    <a:gd name="T12" fmla="*/ 1390 w 1600"/>
                                    <a:gd name="T13" fmla="*/ 13 h 249"/>
                                    <a:gd name="T14" fmla="*/ 1291 w 1600"/>
                                    <a:gd name="T15" fmla="*/ 8 h 249"/>
                                    <a:gd name="T16" fmla="*/ 1198 w 1600"/>
                                    <a:gd name="T17" fmla="*/ 7 h 249"/>
                                    <a:gd name="T18" fmla="*/ 1109 w 1600"/>
                                    <a:gd name="T19" fmla="*/ 10 h 249"/>
                                    <a:gd name="T20" fmla="*/ 1024 w 1600"/>
                                    <a:gd name="T21" fmla="*/ 18 h 249"/>
                                    <a:gd name="T22" fmla="*/ 942 w 1600"/>
                                    <a:gd name="T23" fmla="*/ 27 h 249"/>
                                    <a:gd name="T24" fmla="*/ 864 w 1600"/>
                                    <a:gd name="T25" fmla="*/ 41 h 249"/>
                                    <a:gd name="T26" fmla="*/ 788 w 1600"/>
                                    <a:gd name="T27" fmla="*/ 57 h 249"/>
                                    <a:gd name="T28" fmla="*/ 716 w 1600"/>
                                    <a:gd name="T29" fmla="*/ 74 h 249"/>
                                    <a:gd name="T30" fmla="*/ 645 w 1600"/>
                                    <a:gd name="T31" fmla="*/ 93 h 249"/>
                                    <a:gd name="T32" fmla="*/ 578 w 1600"/>
                                    <a:gd name="T33" fmla="*/ 114 h 249"/>
                                    <a:gd name="T34" fmla="*/ 510 w 1600"/>
                                    <a:gd name="T35" fmla="*/ 132 h 249"/>
                                    <a:gd name="T36" fmla="*/ 446 w 1600"/>
                                    <a:gd name="T37" fmla="*/ 153 h 249"/>
                                    <a:gd name="T38" fmla="*/ 381 w 1600"/>
                                    <a:gd name="T39" fmla="*/ 173 h 249"/>
                                    <a:gd name="T40" fmla="*/ 318 w 1600"/>
                                    <a:gd name="T41" fmla="*/ 191 h 249"/>
                                    <a:gd name="T42" fmla="*/ 254 w 1600"/>
                                    <a:gd name="T43" fmla="*/ 208 h 249"/>
                                    <a:gd name="T44" fmla="*/ 191 w 1600"/>
                                    <a:gd name="T45" fmla="*/ 222 h 249"/>
                                    <a:gd name="T46" fmla="*/ 128 w 1600"/>
                                    <a:gd name="T47" fmla="*/ 235 h 249"/>
                                    <a:gd name="T48" fmla="*/ 64 w 1600"/>
                                    <a:gd name="T49" fmla="*/ 243 h 249"/>
                                    <a:gd name="T50" fmla="*/ 0 w 1600"/>
                                    <a:gd name="T51" fmla="*/ 249 h 249"/>
                                    <a:gd name="T52" fmla="*/ 62 w 1600"/>
                                    <a:gd name="T53" fmla="*/ 243 h 249"/>
                                    <a:gd name="T54" fmla="*/ 124 w 1600"/>
                                    <a:gd name="T55" fmla="*/ 232 h 249"/>
                                    <a:gd name="T56" fmla="*/ 185 w 1600"/>
                                    <a:gd name="T57" fmla="*/ 219 h 249"/>
                                    <a:gd name="T58" fmla="*/ 246 w 1600"/>
                                    <a:gd name="T59" fmla="*/ 203 h 249"/>
                                    <a:gd name="T60" fmla="*/ 307 w 1600"/>
                                    <a:gd name="T61" fmla="*/ 186 h 249"/>
                                    <a:gd name="T62" fmla="*/ 370 w 1600"/>
                                    <a:gd name="T63" fmla="*/ 167 h 249"/>
                                    <a:gd name="T64" fmla="*/ 433 w 1600"/>
                                    <a:gd name="T65" fmla="*/ 147 h 249"/>
                                    <a:gd name="T66" fmla="*/ 498 w 1600"/>
                                    <a:gd name="T67" fmla="*/ 126 h 249"/>
                                    <a:gd name="T68" fmla="*/ 563 w 1600"/>
                                    <a:gd name="T69" fmla="*/ 106 h 249"/>
                                    <a:gd name="T70" fmla="*/ 633 w 1600"/>
                                    <a:gd name="T71" fmla="*/ 85 h 249"/>
                                    <a:gd name="T72" fmla="*/ 703 w 1600"/>
                                    <a:gd name="T73" fmla="*/ 66 h 249"/>
                                    <a:gd name="T74" fmla="*/ 776 w 1600"/>
                                    <a:gd name="T75" fmla="*/ 49 h 249"/>
                                    <a:gd name="T76" fmla="*/ 851 w 1600"/>
                                    <a:gd name="T77" fmla="*/ 33 h 249"/>
                                    <a:gd name="T78" fmla="*/ 931 w 1600"/>
                                    <a:gd name="T79" fmla="*/ 19 h 249"/>
                                    <a:gd name="T80" fmla="*/ 1013 w 1600"/>
                                    <a:gd name="T81" fmla="*/ 10 h 249"/>
                                    <a:gd name="T82" fmla="*/ 1099 w 1600"/>
                                    <a:gd name="T83" fmla="*/ 3 h 249"/>
                                    <a:gd name="T84" fmla="*/ 1190 w 1600"/>
                                    <a:gd name="T85" fmla="*/ 0 h 24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</a:cxnLst>
                                  <a:rect l="0" t="0" r="r" b="b"/>
                                  <a:pathLst>
                                    <a:path w="1600" h="249">
                                      <a:moveTo>
                                        <a:pt x="1190" y="0"/>
                                      </a:moveTo>
                                      <a:lnTo>
                                        <a:pt x="1286" y="2"/>
                                      </a:lnTo>
                                      <a:lnTo>
                                        <a:pt x="1385" y="10"/>
                                      </a:lnTo>
                                      <a:lnTo>
                                        <a:pt x="1490" y="22"/>
                                      </a:lnTo>
                                      <a:lnTo>
                                        <a:pt x="1600" y="41"/>
                                      </a:lnTo>
                                      <a:lnTo>
                                        <a:pt x="1492" y="24"/>
                                      </a:lnTo>
                                      <a:lnTo>
                                        <a:pt x="1390" y="13"/>
                                      </a:lnTo>
                                      <a:lnTo>
                                        <a:pt x="1291" y="8"/>
                                      </a:lnTo>
                                      <a:lnTo>
                                        <a:pt x="1198" y="7"/>
                                      </a:lnTo>
                                      <a:lnTo>
                                        <a:pt x="1109" y="10"/>
                                      </a:lnTo>
                                      <a:lnTo>
                                        <a:pt x="1024" y="18"/>
                                      </a:lnTo>
                                      <a:lnTo>
                                        <a:pt x="942" y="27"/>
                                      </a:lnTo>
                                      <a:lnTo>
                                        <a:pt x="864" y="41"/>
                                      </a:lnTo>
                                      <a:lnTo>
                                        <a:pt x="788" y="57"/>
                                      </a:lnTo>
                                      <a:lnTo>
                                        <a:pt x="716" y="74"/>
                                      </a:lnTo>
                                      <a:lnTo>
                                        <a:pt x="645" y="93"/>
                                      </a:lnTo>
                                      <a:lnTo>
                                        <a:pt x="578" y="114"/>
                                      </a:lnTo>
                                      <a:lnTo>
                                        <a:pt x="510" y="132"/>
                                      </a:lnTo>
                                      <a:lnTo>
                                        <a:pt x="446" y="153"/>
                                      </a:lnTo>
                                      <a:lnTo>
                                        <a:pt x="381" y="173"/>
                                      </a:lnTo>
                                      <a:lnTo>
                                        <a:pt x="318" y="191"/>
                                      </a:lnTo>
                                      <a:lnTo>
                                        <a:pt x="254" y="208"/>
                                      </a:lnTo>
                                      <a:lnTo>
                                        <a:pt x="191" y="222"/>
                                      </a:lnTo>
                                      <a:lnTo>
                                        <a:pt x="128" y="235"/>
                                      </a:lnTo>
                                      <a:lnTo>
                                        <a:pt x="64" y="243"/>
                                      </a:lnTo>
                                      <a:lnTo>
                                        <a:pt x="0" y="249"/>
                                      </a:lnTo>
                                      <a:lnTo>
                                        <a:pt x="62" y="243"/>
                                      </a:lnTo>
                                      <a:lnTo>
                                        <a:pt x="124" y="232"/>
                                      </a:lnTo>
                                      <a:lnTo>
                                        <a:pt x="185" y="219"/>
                                      </a:lnTo>
                                      <a:lnTo>
                                        <a:pt x="246" y="203"/>
                                      </a:lnTo>
                                      <a:lnTo>
                                        <a:pt x="307" y="186"/>
                                      </a:lnTo>
                                      <a:lnTo>
                                        <a:pt x="370" y="167"/>
                                      </a:lnTo>
                                      <a:lnTo>
                                        <a:pt x="433" y="147"/>
                                      </a:lnTo>
                                      <a:lnTo>
                                        <a:pt x="498" y="126"/>
                                      </a:lnTo>
                                      <a:lnTo>
                                        <a:pt x="563" y="106"/>
                                      </a:lnTo>
                                      <a:lnTo>
                                        <a:pt x="633" y="85"/>
                                      </a:lnTo>
                                      <a:lnTo>
                                        <a:pt x="703" y="66"/>
                                      </a:lnTo>
                                      <a:lnTo>
                                        <a:pt x="776" y="49"/>
                                      </a:lnTo>
                                      <a:lnTo>
                                        <a:pt x="851" y="33"/>
                                      </a:lnTo>
                                      <a:lnTo>
                                        <a:pt x="931" y="19"/>
                                      </a:lnTo>
                                      <a:lnTo>
                                        <a:pt x="1013" y="10"/>
                                      </a:lnTo>
                                      <a:lnTo>
                                        <a:pt x="1099" y="3"/>
                                      </a:lnTo>
                                      <a:lnTo>
                                        <a:pt x="119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2">
                                    <a:lumMod val="20000"/>
                                    <a:lumOff val="80000"/>
                                  </a:schemeClr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group w14:anchorId="696E7330" id="Group 43" o:spid="_x0000_s1026" alt="Filigree accent drawing with fork and knife in center" style="width:323.75pt;height:29.15pt;mso-position-horizontal-relative:char;mso-position-vertical-relative:line" coordsize="41116,36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">
                      <v:shape id="Freeform 71" o:spid="_x0000_s1027" style="position:absolute;left:19637;top:111;width:3588;height:3381;visibility:visible;mso-wrap-style:square;v-text-anchor:top" coordsize="451,4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4bGcUA&#10;AADbAAAADwAAAGRycy9kb3ducmV2LnhtbESPT2vCQBTE7wW/w/KE3urGIv6J2YgECrZgQduDx0f2&#10;NZuafRuzW0376d2C4HGYmd8w2aq3jThT52vHCsajBARx6XTNlYLPj5enOQgfkDU2jknBL3lY5YOH&#10;DFPtLryj8z5UIkLYp6jAhNCmUvrSkEU/ci1x9L5cZzFE2VVSd3iJcNvI5ySZSos1xwWDLRWGyuP+&#10;xyooqKhPp9dq8X14M+374m+L04lW6nHYr5cgAvXhHr61N1rBbAz/X+IPkP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DhsZxQAAANsAAAAPAAAAAAAAAAAAAAAAAJgCAABkcnMv&#10;ZG93bnJldi54bWxQSwUGAAAAAAQABAD1AAAAigMAAAAA&#10;" path="m25,l38,2,54,7r17,6l93,24r23,16l145,62r31,26l212,123r19,21l245,166r10,20l259,203r4,11l264,219,449,392r,2l449,394r2,1l451,398r-2,4l448,405r-3,5l440,414r-6,5l429,422r-3,3l423,425r-3,l418,425r,l418,425,,7r,l3,5,8,3,16,2,25,xe" fillcolor="#e1d6cf [671]" stroked="f" strokeweight="0">
                        <v:path arrowok="t" o:connecttype="custom" o:connectlocs="19888,0;30229,1591;42958,5569;56481,10343;73982,19095;92279,31825;115349,49328;140010,70014;168648,97861;183763,114569;194900,132073;202855,147985;206037,161511;209219,170262;210015,174241;357184,311883;357184,313474;357184,313474;358775,314269;358775,316656;357184,319839;356388,322226;354002,326204;350024,329386;345251,333364;341274,335751;338887,338138;336501,338138;334114,338138;332523,338138;332523,338138;332523,338138;0,5569;0,5569;2387,3978;6364,2387;12728,1591;19888,0" o:connectangles="0,0,0,0,0,0,0,0,0,0,0,0,0,0,0,0,0,0,0,0,0,0,0,0,0,0,0,0,0,0,0,0,0,0,0,0,0,0"/>
                      </v:shape>
                      <v:shape id="Freeform 72" o:spid="_x0000_s1028" style="position:absolute;left:18288;width:3698;height:3698;visibility:visible;mso-wrap-style:square;v-text-anchor:top" coordsize="465,4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nDKMUA&#10;AADbAAAADwAAAGRycy9kb3ducmV2LnhtbESPT2sCMRTE70K/Q3gFL6Vmq7bKulGKUPBSwd0ePD42&#10;z/3j5mVJom776ZtCweMwM79hss1gOnEl5xvLCl4mCQji0uqGKwVfxcfzEoQPyBo7y6Tgmzxs1g+j&#10;DFNtb3ygax4qESHsU1RQh9CnUvqyJoN+Ynvi6J2sMxiidJXUDm8Rbjo5TZI3abDhuFBjT9uaynN+&#10;MQryxbyYHS+vjoom+Xzau/bs2h+lxo/D+wpEoCHcw//tnVawmMLfl/gD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CcMoxQAAANsAAAAPAAAAAAAAAAAAAAAAAJgCAABkcnMv&#10;ZG93bnJldi54bWxQSwUGAAAAAAQABAD1AAAAigMAAAAA&#10;" path="m61,r3,3l72,11,86,21r17,14l122,51r19,17l161,85r18,16l196,117r16,20l221,158r2,17l223,187r-4,10l219,200,463,433r,l465,435r,1l465,438r-2,3l461,446r-3,4l454,455r-7,5l444,463r-5,1l436,466r-1,l433,466r-1,-2l432,464,199,220r-3,l186,224r-12,l157,222r-21,-9l116,197,100,180,84,162,67,142,50,123,34,104,20,87,11,73,3,65,,62,9,52,119,164r5,3l127,167r4,2l135,167r3,-2l139,162r,-4l138,153r-3,-5l127,142,117,131,105,117,89,102,75,85,59,71,47,57,36,44,29,38,26,35r3,-5l34,27r3,3l45,36,56,47,70,60,86,76r16,14l116,106r14,12l141,128r6,8l152,139r5,1l161,140r3,-1l166,136r2,-4l166,128r,-4l163,120,51,10,61,xe" fillcolor="#e1d6cf [671]" stroked="f" strokeweight="0">
                        <v:path arrowok="t" o:connecttype="custom" o:connectlocs="50909,2381;68409,16669;97046,40481;128069,67469;155910,92869;175796,125413;177387,148431;174205,158750;368297,343694;369888,346075;368297,350044;364320,357188;355570,365125;349206,368300;346024,369888;343638,368300;158296,174625;147955,177800;124887,176213;92273,156369;66818,128588;39773,97631;15909,69056;2386,51594;7159,41275;98637,132556;104205,134144;109773,130969;110569,125413;107387,117475;93069,103981;70796,80963;46932,56356;28636,34925;20682,27781;27046,21431;35796,28575;55682,47625;81137,71438;103410,93663;116932,107950;124887,111125;130455,110331;133637,104775;132046,98425;40568,7938" o:connectangles="0,0,0,0,0,0,0,0,0,0,0,0,0,0,0,0,0,0,0,0,0,0,0,0,0,0,0,0,0,0,0,0,0,0,0,0,0,0,0,0,0,0,0,0,0,0"/>
                      </v:shape>
                      <v:shape id="Freeform 73" o:spid="_x0000_s1029" style="position:absolute;left:8255;top:206;width:10715;height:3143;visibility:visible;mso-wrap-style:square;v-text-anchor:top" coordsize="1349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Nu3cMA&#10;AADbAAAADwAAAGRycy9kb3ducmV2LnhtbESPS2vCQBSF9wX/w3AL7uqkviqpo4gguCiKqYsuL5lr&#10;Epq5EzOTR/31jiB0efjOg7Nc96YULdWusKzgfRSBIE6tLjhTcP7evS1AOI+ssbRMCv7IwXo1eFli&#10;rG3HJ2oTn4lQwi5GBbn3VSylS3My6Ea2Ig7sYmuDPsg6k7rGLpSbUo6jaC4NFhwWcqxom1P6mzRG&#10;QXOYdfPzLcBj46+b2enHtl9TpYav/eYThKfe/5uf6b1W8DGBx5fwA+Tq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MNu3cMAAADbAAAADwAAAAAAAAAAAAAAAACYAgAAZHJzL2Rv&#10;d25yZXYueG1sUEsFBgAAAAAEAAQA9QAAAIgDAAAAAA==&#10;" path="m655,r79,l817,5r89,11l980,28r68,16l1106,63r53,20l1205,107r39,24l1276,154r26,25l1323,206r14,24l1346,255r3,22l1348,299r-8,28l1326,349r-19,18l1285,379r-24,10l1236,393r-25,2l1186,393r-24,-3l1183,392r22,-3l1227,385r22,-6l1269,370r18,-11l1301,345r11,-19l1315,305r-3,-25l1302,253r-17,-28l1261,197r-29,-29l1194,142r-44,-27l1098,91,1040,69,974,50,902,35,815,24,732,16,655,14r-74,3l512,24,446,35,383,46,324,60,265,75,210,91r-55,18l104,124,52,138,,151,50,135r50,-15l152,102,206,85,261,68,319,52,379,36,443,22,509,11,580,3,655,xe" fillcolor="#e1d6cf [671]" stroked="f" strokeweight="0">
                        <v:path arrowok="t" o:connecttype="custom" o:connectlocs="583045,0;719671,12732;832467,35013;920639,66048;988157,104244;1034229,142441;1062031,183025;1071563,220425;1064414,260213;1038201,292044;1001661,309550;961944,314325;923022,310346;957178,309550;992129,301593;1022314,285678;1042172,259418;1042172,222813;1020725,179046;978625,133688;913490,91512;826112,54907;716494,27852;581456,12732;461511,13528;354275,27852;257366,47746;166811,72414;82611,98674;0,120160;79434,95491;163634,67640;253394,41379;351892,17507;460716,2387" o:connectangles="0,0,0,0,0,0,0,0,0,0,0,0,0,0,0,0,0,0,0,0,0,0,0,0,0,0,0,0,0,0,0,0,0,0,0"/>
                      </v:shape>
                      <v:shape id="Freeform 74" o:spid="_x0000_s1030" style="position:absolute;left:15224;top:619;width:3254;height:2635;visibility:visible;mso-wrap-style:square;v-text-anchor:top" coordsize="410,3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uXAsUA&#10;AADbAAAADwAAAGRycy9kb3ducmV2LnhtbESPQWvCQBSE7wX/w/IKvYjZVCSV6CoiFKQFxTQHvT2y&#10;r0kw+zZk1yT9926h0OMwM98w6+1oGtFT52rLCl6jGARxYXXNpYL86322BOE8ssbGMin4IQfbzeRp&#10;jam2A5+pz3wpAoRdigoq79tUSldUZNBFtiUO3rftDPogu1LqDocAN42cx3EiDdYcFipsaV9Rccvu&#10;RkF2XFzkND6V+W559Ql/JvOb+VDq5XncrUB4Gv1/+K990AreFvD7JfwAuXk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S5cCxQAAANsAAAAPAAAAAAAAAAAAAAAAAJgCAABkcnMv&#10;ZG93bnJldi54bWxQSwUGAAAAAAQABAD1AAAAigMAAAAA&#10;" path="m,l39,8,82,19r45,14l173,49r47,21l264,90r42,25l343,142r29,30l393,199r12,25l410,246r-1,20l401,285r-11,14l372,312r-18,11l332,329r-26,5l330,329r20,-8l368,312r12,-13l388,284r3,-19l387,244,374,221,355,194,319,159,277,126,231,96,182,70,134,47,86,27,41,11,,xe" fillcolor="#e1d6cf [671]" stroked="f" strokeweight="0">
                        <v:path arrowok="t" o:connecttype="custom" o:connectlocs="0,0;30956,6312;65088,14991;100806,26037;137319,38661;174625,55230;209550,71010;242888,90735;272257,112038;295275,135707;311944,157010;321469,176735;325438,194093;324644,209873;318294,224864;309563,235910;295275,246167;280988,254846;263525,259580;242888,263525;261938,259580;277813,253268;292100,246167;301625,235910;307975,224075;310357,209084;307182,192515;296863,174368;281782,153065;253207,125451;219869,99414;183357,75744;144463,55230;106363,37083;68263,21303;32544,8679;0,0" o:connectangles="0,0,0,0,0,0,0,0,0,0,0,0,0,0,0,0,0,0,0,0,0,0,0,0,0,0,0,0,0,0,0,0,0,0,0,0,0"/>
                      </v:shape>
                      <v:shape id="Freeform 75" o:spid="_x0000_s1031" style="position:absolute;left:13509;top:1063;width:3620;height:1572;visibility:visible;mso-wrap-style:square;v-text-anchor:top" coordsize="457,1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ACrcQA&#10;AADbAAAADwAAAGRycy9kb3ducmV2LnhtbESPW4vCMBSE3wX/QziCb5qq7KrVKCKIiyyIF/D10Jxe&#10;tDkpTardf78RFvZxmJlvmOW6NaV4Uu0KywpGwwgEcWJ1wZmC62U3mIFwHlljaZkU/JCD9arbWWKs&#10;7YtP9Dz7TAQIuxgV5N5XsZQuycmgG9qKOHiprQ36IOtM6hpfAW5KOY6iT2mw4LCQY0XbnJLHuTEK&#10;NtX9sC1dcrvcv6P5Pm2Ok+nsqFS/124WIDy1/j/81/7SCqYf8P4Sfo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AAq3EAAAA2wAAAA8AAAAAAAAAAAAAAAAAmAIAAGRycy9k&#10;b3ducmV2LnhtbFBLBQYAAAAABAAEAPUAAACJAwAAAAA=&#10;" path="m272,r42,5l352,14r32,14l410,47r21,21l446,90r8,23l457,135r-4,22l440,176r-17,13l402,197r-23,1l354,197r-27,-8l302,178,280,164,261,145,247,126r-8,-22l239,80r5,-16l253,55r11,-6l277,47r12,2l302,53r11,8l319,69r5,11l318,69,308,61,297,57r-11,1l275,63r-9,9l259,88r,25l267,135r13,19l297,168r21,13l340,187r22,3l382,187r19,-9l415,164r9,-21l426,121,420,99,406,75,387,55,363,36,333,22,299,11,259,8,219,9r-41,8l143,28,115,42,91,57,74,71,60,86,51,99r-8,10l40,115r-7,6l24,124r-10,2l5,126,,123r,-3l5,113r9,-11l29,88,47,72,73,55,102,38,137,24,178,11,225,3,272,xe" fillcolor="#e1d6cf [671]" stroked="f" strokeweight="0">
                        <v:path arrowok="t" o:connecttype="custom" o:connectlocs="248692,3969;304133,22225;341358,53975;359574,89694;358782,124619;335022,150019;300173,157163;258988,150019;221764,130175;195627,100013;189291,63500;200379,43656;219388,37306;239188,42069;252652,54769;251860,54769;235228,45244;217804,50006;205131,69850;211468,107157;235228,133350;269284,148432;302549,148432;328685,130175;337398,96044;321557,59531;287501,28575;236812,8731;173451,7144;113258,22225;72073,45244;47521,68263;34057,86519;26136,96044;11088,100013;0,97632;3960,89694;22968,69850;57817,43656;108506,19050;178203,2381" o:connectangles="0,0,0,0,0,0,0,0,0,0,0,0,0,0,0,0,0,0,0,0,0,0,0,0,0,0,0,0,0,0,0,0,0,0,0,0,0,0,0,0,0"/>
                      </v:shape>
                      <v:shape id="Freeform 76" o:spid="_x0000_s1032" style="position:absolute;left:11239;top:746;width:4445;height:1190;visibility:visible;mso-wrap-style:square;v-text-anchor:top" coordsize="561,1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xO1MQA&#10;AADbAAAADwAAAGRycy9kb3ducmV2LnhtbESPQWvCQBSE74L/YXlCb3UToamkrqJSwau2te3tkX1m&#10;Q7Jv0+zWpP/eFQoeh5n5hlmsBtuIC3W+cqwgnSYgiAunKy4VvL/tHucgfEDW2DgmBX/kYbUcjxaY&#10;a9fzgS7HUIoIYZ+jAhNCm0vpC0MW/dS1xNE7u85iiLIrpe6wj3DbyFmSZNJixXHBYEtbQ0V9/LUK&#10;vvTPx+uG+9M+e6o/Z9+HXWqSRqmHybB+ARFoCPfwf3uvFTxncPsSf4BcX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NsTtTEAAAA2wAAAA8AAAAAAAAAAAAAAAAAmAIAAGRycy9k&#10;b3ducmV2LnhtbFBLBQYAAAAABAAEAPUAAACJAwAAAAA=&#10;" path="m51,l66,2,82,6,98,17r11,16l115,47r,14l112,76r-8,11l92,94,77,99,59,98,37,90r22,6l76,98,90,93r11,-8l107,74r3,-11l110,49,106,36,95,22,81,14,66,11,52,13,38,19,27,30,21,44,18,66r8,21l40,104r20,14l85,127r30,7l148,137r33,-3l216,126r34,-14l289,93,330,74,376,58,421,46,469,36r47,-1l561,38,509,36r-51,7l404,55,352,74,300,96r-48,25l217,137r-34,9l148,151r-33,l85,146,57,137,35,124,18,107,5,87,,65,4,39,10,25,21,13,35,5,51,xe" fillcolor="#e1d6cf [671]" stroked="f" strokeweight="0">
                        <v:path arrowok="t" o:connecttype="custom" o:connectlocs="52294,1577;77649,13404;91119,37059;88742,59926;72895,74119;46748,77273;46748,75696;71310,73330;84780,58349;87157,38636;75272,17347;52294,8673;30109,14981;16639,34694;20601,68599;47540,93043;91119,105659;143413,105659;198084,88312;261471,58349;333573,36271;408845,27597;403299,28386;320103,43367;237701,75696;171937,108024;117266,119063;67348,115121;27732,97774;3962,68599;3169,30751;16639,10250;40409,0" o:connectangles="0,0,0,0,0,0,0,0,0,0,0,0,0,0,0,0,0,0,0,0,0,0,0,0,0,0,0,0,0,0,0,0,0"/>
                      </v:shape>
                      <v:shape id="Freeform 77" o:spid="_x0000_s1033" style="position:absolute;top:206;width:12700;height:1953;visibility:visible;mso-wrap-style:square;v-text-anchor:top" coordsize="1601,2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TUVsAA&#10;AADbAAAADwAAAGRycy9kb3ducmV2LnhtbESPzarCMBSE94LvEI7gTlNdWKlGuYjC3V38gW6PzbGp&#10;tzkpTdT69kYQXA4z8w2zXHe2FndqfeVYwWScgCAunK64VHA67kZzED4ga6wdk4IneViv+r0lZto9&#10;eE/3QyhFhLDPUIEJocmk9IUhi37sGuLoXVxrMUTZllK3+IhwW8tpksykxYrjgsGGNoaK/8PNKrhc&#10;i277ZINHfabdX16m+W1+Vmo46H4WIAJ14Rv+tH+1gjSF95f4A+Tq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3TUVsAAAADbAAAADwAAAAAAAAAAAAAAAACYAgAAZHJzL2Rvd25y&#10;ZXYueG1sUEsFBgAAAAAEAAQA9QAAAIUDAAAAAA==&#10;" path="m1601,r-62,7l1478,16r-61,13l1356,44r-63,18l1232,81r-65,20l1103,122r-66,20l969,162r-70,21l825,199r-76,17l671,229r-83,11l501,246r-91,1l316,246,215,238,110,225,,207r108,17l212,235r97,6l404,243r88,-5l578,232r82,-11l737,208r75,-16l886,175r69,-20l1024,136r66,-21l1156,95r63,-19l1283,57r63,-16l1409,26r63,-11l1536,5,1601,xe" fillcolor="#e1d6cf [671]" stroked="f" strokeweight="0">
                        <v:path arrowok="t" o:connecttype="custom" o:connectlocs="1270000,0;1220818,5534;1172430,12649;1124041,22926;1075653,34784;1025678,49013;977289,64034;925728,79844;874959,96446;822605,112256;768663,128067;713136,144669;654435,157317;594147,170756;532274,181033;466433,189729;397420,194472;325234,195263;250668,194472;170550,188148;87258,177871;0,163641;85671,177081;168170,185777;245116,190520;320475,192101;390281,188148;458501,183405;523548,174709;584628,164432;644122,151783;702823,138344;757558,122533;812292,107513;864647,90912;917002,75101;966977,60081;1017745,45061;1067720,32412;1117695,20554;1167670,11858;1218438,3953;1270000,0" o:connectangles="0,0,0,0,0,0,0,0,0,0,0,0,0,0,0,0,0,0,0,0,0,0,0,0,0,0,0,0,0,0,0,0,0,0,0,0,0,0,0,0,0,0,0"/>
                      </v:shape>
                      <v:shape id="Freeform 78" o:spid="_x0000_s1034" style="position:absolute;left:22145;top:206;width:10716;height:3127;visibility:visible;mso-wrap-style:square;v-text-anchor:top" coordsize="1349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f8rMEA&#10;AADbAAAADwAAAGRycy9kb3ducmV2LnhtbERPS2vCQBC+F/wPywi91Y2lakldRQqCh1LxcfA4ZKdJ&#10;aHY2ZjeP9tc7B8Hjx/dergdXqY6aUHo2MJ0koIgzb0vODZxP25d3UCEiW6w8k4E/CrBejZ6WmFrf&#10;84G6Y8yVhHBI0UARY51qHbKCHIaJr4mF+/GNwyiwybVtsJdwV+nXJJlrhyVLQ4E1fRaU/R5bZ6D9&#10;nvXz87+Q+zZeN7PDxXdfb8Y8j4fNB6hIQ3yI7+6dNbCQsfJFfoBe3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Jn/KzBAAAA2wAAAA8AAAAAAAAAAAAAAAAAmAIAAGRycy9kb3du&#10;cmV2LnhtbFBLBQYAAAAABAAEAPUAAACGAwAAAAA=&#10;" path="m140,r25,l188,3r-20,l146,5,122,8r-22,7l80,24,63,35,49,51,39,68,36,90r2,25l47,142r17,27l88,197r31,28l157,254r44,25l253,304r58,22l377,343r72,16l536,372r81,6l694,380r74,-4l837,370r66,-9l966,348r60,-14l1084,318r56,-15l1194,287r53,-16l1298,257r51,-13l1301,258r-51,16l1199,291r-54,18l1090,326r-58,17l971,359r-63,13l840,383r-70,8l696,395r-80,l532,391,445,380,369,365,303,350,243,331,192,310,146,288,107,265,74,240,47,214,28,189,13,164,3,140,,117,2,95,11,66,25,44,42,27,64,15,88,7,113,2,140,xe" fillcolor="#e1d6cf [671]" stroked="f" strokeweight="0">
                        <v:path arrowok="t" o:connecttype="custom" o:connectlocs="131066,0;133449,2375;96909,6334;63547,19002;38923,40379;28596,71257;37334,112427;69902,155973;124711,201102;200968,240689;299466,271567;425766,294528;551271,300862;664862,292944;767331,275526;861063,251774;948440,227230;1031052,203478;1033435,204269;952412,230397;865829,258108;771303,284235;667245,303237;552860,312738;422588,309571;293111,288986;193024,262067;115973,228022;58781,190018;22241,149639;2383,110844;1589,75215;19858,34837;50838,11876;89760,1583" o:connectangles="0,0,0,0,0,0,0,0,0,0,0,0,0,0,0,0,0,0,0,0,0,0,0,0,0,0,0,0,0,0,0,0,0,0,0"/>
                      </v:shape>
                      <v:shape id="Freeform 79" o:spid="_x0000_s1035" style="position:absolute;left:22637;top:285;width:3255;height:2651;visibility:visible;mso-wrap-style:square;v-text-anchor:top" coordsize="408,3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zdeMQA&#10;AADbAAAADwAAAGRycy9kb3ducmV2LnhtbESP3WrCQBSE7wt9h+UUelc39qJqdBVJkQoK9e8Bjtlj&#10;spg9G7PbGN/eLQheDjPzDTOZdbYSLTXeOFbQ7yUgiHOnDRcKDvvFxxCED8gaK8ek4EYeZtPXlwmm&#10;2l15S+0uFCJC2KeooAyhTqX0eUkWfc/VxNE7ucZiiLIppG7wGuG2kp9J8iUtGo4LJdaUlZSfd39W&#10;we9m237vVz+6qvv5kQ8Xk60zo9T7WzcfgwjUhWf40V5qBYMR/H+JP0BO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Ks3XjEAAAA2wAAAA8AAAAAAAAAAAAAAAAAmAIAAGRycy9k&#10;b3ducmV2LnhtbFBLBQYAAAAABAAEAPUAAACJAwAAAAA=&#10;" path="m103,l80,5,59,11,42,22,30,35,20,51,19,68r4,20l34,112r21,27l91,175r41,33l179,236r47,27l275,287r48,19l367,321r41,13l371,325,328,314,283,299,235,284,190,265,144,243,103,219,67,192,36,162,17,134,4,109,,87,1,66,8,49,20,33,36,21,56,11,78,4,103,xe" fillcolor="#e1d6cf [671]" stroked="f" strokeweight="0">
                        <v:path arrowok="t" o:connecttype="custom" o:connectlocs="82157,0;63811,3969;47061,8731;33501,17463;23929,27781;15953,40481;15155,53975;18346,69850;27120,88900;43870,110331;72585,138907;105289,165100;142778,187325;180267,208757;219352,227807;257638,242888;292735,254794;325438,265113;295925,257969;261627,249238;225733,237332;187446,225425;151552,210344;114860,192882;82157,173832;53442,152400;28715,128588;13560,106363;3191,86519;0,69056;798,52388;6381,38894;15953,26194;28715,16669;44668,8731;62216,3175;82157,0" o:connectangles="0,0,0,0,0,0,0,0,0,0,0,0,0,0,0,0,0,0,0,0,0,0,0,0,0,0,0,0,0,0,0,0,0,0,0,0,0"/>
                      </v:shape>
                      <v:shape id="Freeform 80" o:spid="_x0000_s1036" style="position:absolute;left:23987;top:904;width:3619;height:1572;visibility:visible;mso-wrap-style:square;v-text-anchor:top" coordsize="456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gXt3L0A&#10;AADbAAAADwAAAGRycy9kb3ducmV2LnhtbERPyQrCMBC9C/5DGMGbpnoQqUYRQRCXg8sHjM100WZS&#10;mlirX28OgsfH2+fL1pSiodoVlhWMhhEI4sTqgjMF18tmMAXhPLLG0jIpeJOD5aLbmWOs7YtP1Jx9&#10;JkIIuxgV5N5XsZQuycmgG9qKOHCprQ36AOtM6hpfIdyUchxFE2mw4NCQY0XrnJLH+WkUON6t3tnn&#10;1t730o2bwy3dHWWqVL/XrmYgPLX+L/65t1rBNKwPX8IPkIsv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9gXt3L0AAADbAAAADwAAAAAAAAAAAAAAAACYAgAAZHJzL2Rvd25yZXYu&#10;eG1sUEsFBgAAAAAEAAQA9QAAAIIDAAAAAA==&#10;" path="m79,r25,4l129,10r25,11l176,37r19,17l209,74r8,22l217,120r-4,14l205,145r-11,5l181,153r-14,-3l154,145r-9,-6l137,130r-3,-10l139,131r9,8l159,142r13,l183,137r9,-11l197,111r,-24l191,65,178,46,161,30,140,19,118,11,96,10,74,13,55,21,41,35,32,56r,22l38,101r13,22l70,144r25,19l125,177r34,11l197,192r42,-1l280,183r33,-13l343,158r22,-14l384,128r12,-14l407,101r7,-11l418,84r7,-6l432,74r11,-1l451,74r5,2l456,81r-5,6l442,96r-14,15l409,128r-24,16l355,161r-34,16l278,188r-45,9l186,199r-43,-5l106,185,73,170,46,153,26,131,11,109,2,87,,63,5,43,16,24,33,10,55,2,79,xe" fillcolor="#e1d6cf [671]" stroked="f" strokeweight="0">
                        <v:path arrowok="t" o:connecttype="custom" o:connectlocs="82550,3159;122238,16585;154781,42647;172244,75817;169069,105828;153988,118465;132556,118465;115094,109777;106363,94772;117475,109777;136525,112146;152400,99510;156369,68709;141288,36329;111125,15006;76200,7898;43656,16585;25400,44227;30163,79766;55563,113726;99219,139788;156369,151635;222250,144527;272256,124783;304800,101090;323056,79766;331788,66340;342900,58443;357981,58443;361950,63971;350838,75817;324644,101090;281781,127152;220663,148476;147638,157163;84138,146106;36513,120834;8731,86084;0,49755;12700,18954;43656,1580" o:connectangles="0,0,0,0,0,0,0,0,0,0,0,0,0,0,0,0,0,0,0,0,0,0,0,0,0,0,0,0,0,0,0,0,0,0,0,0,0,0,0,0,0"/>
                      </v:shape>
                      <v:shape id="Freeform 81" o:spid="_x0000_s1037" style="position:absolute;left:25431;top:1603;width:4445;height:1191;visibility:visible;mso-wrap-style:square;v-text-anchor:top" coordsize="561,1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Cmh8MA&#10;AADbAAAADwAAAGRycy9kb3ducmV2LnhtbESPQWvCQBSE7wX/w/KE3uomgiKpa6hSwavaVnt7ZF+z&#10;wezbNLsm6b93BaHHYWa+YZb5YGvRUesrxwrSSQKCuHC64lLBx3H7sgDhA7LG2jEp+CMP+Wr0tMRM&#10;u5731B1CKSKEfYYKTAhNJqUvDFn0E9cQR+/HtRZDlG0pdYt9hNtaTpNkLi1WHBcMNrQxVFwOV6vg&#10;rH8/39fcf+3ms8tp+r3fpiaplXoeD2+vIAIN4T/8aO+0gkUK9y/xB8jV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VCmh8MAAADbAAAADwAAAAAAAAAAAAAAAACYAgAAZHJzL2Rv&#10;d25yZXYueG1sUEsFBgAAAAAEAAQA9QAAAIgDAAAAAA==&#10;" path="m415,r31,1l478,6r26,8l528,28r17,16l556,64r5,24l558,113r-7,14l540,138r-14,8l512,151r-17,l479,144r-14,-9l453,118r-5,-15l448,89r3,-12l459,66,470,56r15,-3l503,53r22,8l504,55r-17,l473,58r-11,8l454,77r-3,12l453,102r4,12l468,129r13,8l496,140r15,-2l523,132r11,-10l542,108r2,-23l537,66,523,48,503,34,476,23,446,17,415,15r-35,3l346,26,313,41,273,59,231,77,187,94r-47,13l93,114r-47,4l,114r52,2l105,110,157,96,211,78,261,55,311,31,346,15,380,4,415,xe" fillcolor="#e1d6cf [671]" stroked="f" strokeweight="0">
                        <v:path arrowok="t" o:connecttype="custom" o:connectlocs="353381,788;399337,11039;431823,34694;444500,69388;436577,100139;416768,115121;392206,119063;368436,106447;354966,81215;357343,60714;372398,44156;398545,41790;399337,43367;374775,45733;359720,60714;358928,80427;370813,101716;392998,110390;414391,104082;429446,85158;425484,52041;398545,26809;353381,13404;301087,14193;248001,32328;183029,60714;110927,84369;36447,93043;41201,91466;124397,75696;206799,43367;274148,11827;328819,0" o:connectangles="0,0,0,0,0,0,0,0,0,0,0,0,0,0,0,0,0,0,0,0,0,0,0,0,0,0,0,0,0,0,0,0,0"/>
                      </v:shape>
                      <v:shape id="Freeform 82" o:spid="_x0000_s1038" style="position:absolute;left:28400;top:1381;width:12716;height:1968;visibility:visible;mso-wrap-style:square;v-text-anchor:top" coordsize="1600,2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qlHMEA&#10;AADbAAAADwAAAGRycy9kb3ducmV2LnhtbESPQWvCQBSE74L/YXlCb7oxB5E0G1Gx0GON9v7IPpNg&#10;9m3IbuM2v94tFDwOM/MNk++C6cRIg2stK1ivEhDEldUt1wqul4/lFoTzyBo7y6Tglxzsivksx0zb&#10;B59pLH0tIoRdhgoa7/tMSlc1ZNCtbE8cvZsdDPooh1rqAR8RbjqZJslGGmw5LjTY07Gh6l7+GAXj&#10;9SvhU28Om/CdTuu9D27ig1Jvi7B/B+Ep+Ff4v/2pFWxT+PsSf4As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8qpRzBAAAA2wAAAA8AAAAAAAAAAAAAAAAAmAIAAGRycy9kb3du&#10;cmV2LnhtbFBLBQYAAAAABAAEAPUAAACGAwAAAAA=&#10;" path="m1190,r96,2l1385,10r105,12l1600,41,1492,24,1390,13,1291,8,1198,7r-89,3l1024,18r-82,9l864,41,788,57,716,74,645,93r-67,21l510,132r-64,21l381,173r-63,18l254,208r-63,14l128,235r-64,8l,249r62,-6l124,232r61,-13l246,203r61,-17l370,167r63,-20l498,126r65,-20l633,85,703,66,776,49,851,33,931,19r82,-9l1099,3,1190,xe" fillcolor="#e1d6cf [671]" stroked="f" strokeweight="0">
                        <v:path arrowok="t" o:connecttype="custom" o:connectlocs="945744,0;1022039,1581;1100718,7906;1184166,17392;1271588,32413;1185756,18973;1104692,10277;1026013,6324;952102,5534;881369,7906;813816,14230;748647,21345;686658,32413;626257,45062;569036,58502;512609,73522;459361,90124;405319,104354;354455,120956;302797,136767;252728,150997;201865,164437;151796,175505;101727,185782;50864,192107;0,196850;49274,192107;98548,183410;147027,173133;195507,160484;243986,147045;294055,132024;344124,116213;395782,99611;447440,83800;503072,67198;558704,52177;616720,38738;676326,26089;739905,15021;805074,7906;873422,2372;945744,0" o:connectangles="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  <w:tbl>
            <w:tblPr>
              <w:tblStyle w:val="Recipetable"/>
              <w:tblW w:w="5000" w:type="pct"/>
              <w:tblLayout w:type="fixed"/>
              <w:tblLook w:val="04A0" w:firstRow="1" w:lastRow="0" w:firstColumn="1" w:lastColumn="0" w:noHBand="0" w:noVBand="1"/>
              <w:tblDescription w:val="Lined text layout"/>
            </w:tblPr>
            <w:tblGrid>
              <w:gridCol w:w="6625"/>
            </w:tblGrid>
            <w:tr w:rsidR="005531B1">
              <w:tc>
                <w:tcPr>
                  <w:tcW w:w="5000" w:type="pct"/>
                </w:tcPr>
                <w:p w:rsidR="005531B1" w:rsidRDefault="00987480">
                  <w:sdt>
                    <w:sdtPr>
                      <w:id w:val="-1355417651"/>
                      <w:placeholder>
                        <w:docPart w:val="803DDFA0137B426AB79707592730BBDA"/>
                      </w:placeholder>
                      <w:temporary/>
                      <w:showingPlcHdr/>
                      <w:text/>
                    </w:sdtPr>
                    <w:sdtEndPr/>
                    <w:sdtContent>
                      <w:r w:rsidR="00B95D1A">
                        <w:t>[Click here to add instructions.]</w:t>
                      </w:r>
                    </w:sdtContent>
                  </w:sdt>
                </w:p>
              </w:tc>
            </w:tr>
            <w:tr w:rsidR="005531B1">
              <w:tc>
                <w:tcPr>
                  <w:tcW w:w="5000" w:type="pct"/>
                </w:tcPr>
                <w:p w:rsidR="005531B1" w:rsidRDefault="005531B1"/>
              </w:tc>
            </w:tr>
            <w:tr w:rsidR="005531B1">
              <w:tc>
                <w:tcPr>
                  <w:tcW w:w="5000" w:type="pct"/>
                </w:tcPr>
                <w:p w:rsidR="005531B1" w:rsidRDefault="005531B1"/>
              </w:tc>
            </w:tr>
            <w:tr w:rsidR="005531B1">
              <w:tc>
                <w:tcPr>
                  <w:tcW w:w="5000" w:type="pct"/>
                </w:tcPr>
                <w:p w:rsidR="005531B1" w:rsidRDefault="005531B1"/>
              </w:tc>
            </w:tr>
            <w:tr w:rsidR="005531B1">
              <w:tc>
                <w:tcPr>
                  <w:tcW w:w="5000" w:type="pct"/>
                </w:tcPr>
                <w:p w:rsidR="005531B1" w:rsidRDefault="005531B1"/>
              </w:tc>
            </w:tr>
            <w:tr w:rsidR="005531B1">
              <w:tc>
                <w:tcPr>
                  <w:tcW w:w="5000" w:type="pct"/>
                </w:tcPr>
                <w:p w:rsidR="005531B1" w:rsidRDefault="005531B1"/>
              </w:tc>
            </w:tr>
            <w:tr w:rsidR="005531B1">
              <w:tc>
                <w:tcPr>
                  <w:tcW w:w="5000" w:type="pct"/>
                </w:tcPr>
                <w:p w:rsidR="005531B1" w:rsidRDefault="005531B1"/>
              </w:tc>
            </w:tr>
            <w:tr w:rsidR="005531B1">
              <w:tc>
                <w:tcPr>
                  <w:tcW w:w="5000" w:type="pct"/>
                </w:tcPr>
                <w:p w:rsidR="005531B1" w:rsidRDefault="005531B1"/>
              </w:tc>
            </w:tr>
            <w:tr w:rsidR="005531B1">
              <w:tc>
                <w:tcPr>
                  <w:tcW w:w="5000" w:type="pct"/>
                </w:tcPr>
                <w:p w:rsidR="005531B1" w:rsidRDefault="005531B1"/>
              </w:tc>
            </w:tr>
            <w:tr w:rsidR="005531B1">
              <w:tc>
                <w:tcPr>
                  <w:tcW w:w="5000" w:type="pct"/>
                </w:tcPr>
                <w:p w:rsidR="005531B1" w:rsidRDefault="005531B1"/>
              </w:tc>
            </w:tr>
          </w:tbl>
          <w:p w:rsidR="005531B1" w:rsidRDefault="005531B1"/>
        </w:tc>
        <w:tc>
          <w:tcPr>
            <w:tcW w:w="288" w:type="dxa"/>
          </w:tcPr>
          <w:p w:rsidR="005531B1" w:rsidRDefault="005531B1"/>
        </w:tc>
      </w:tr>
    </w:tbl>
    <w:p w:rsidR="005531B1" w:rsidRDefault="005531B1"/>
    <w:sectPr w:rsidR="005531B1">
      <w:headerReference w:type="default" r:id="rId9"/>
      <w:pgSz w:w="12240" w:h="15840"/>
      <w:pgMar w:top="1440" w:right="2520" w:bottom="720" w:left="25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7480" w:rsidRDefault="00987480" w:rsidP="00503643">
      <w:pPr>
        <w:spacing w:before="0" w:after="0"/>
      </w:pPr>
      <w:r>
        <w:separator/>
      </w:r>
    </w:p>
  </w:endnote>
  <w:endnote w:type="continuationSeparator" w:id="0">
    <w:p w:rsidR="00987480" w:rsidRDefault="00987480" w:rsidP="0050364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ZShuTi">
    <w:altName w:val="SimSun"/>
    <w:panose1 w:val="00000000000000000000"/>
    <w:charset w:val="86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7480" w:rsidRDefault="00987480" w:rsidP="00503643">
      <w:pPr>
        <w:spacing w:before="0" w:after="0"/>
      </w:pPr>
      <w:r>
        <w:separator/>
      </w:r>
    </w:p>
  </w:footnote>
  <w:footnote w:type="continuationSeparator" w:id="0">
    <w:p w:rsidR="00987480" w:rsidRDefault="00987480" w:rsidP="0050364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643" w:rsidRPr="00503643" w:rsidRDefault="00503643" w:rsidP="00503643">
    <w:pPr>
      <w:pStyle w:val="Header"/>
      <w:jc w:val="center"/>
      <w:rPr>
        <w:rFonts w:ascii="Cooper Black" w:hAnsi="Cooper Black"/>
        <w:sz w:val="32"/>
      </w:rPr>
    </w:pPr>
    <w:r w:rsidRPr="00503643">
      <w:rPr>
        <w:rFonts w:ascii="Cooper Black" w:hAnsi="Cooper Black"/>
        <w:sz w:val="32"/>
      </w:rPr>
      <w:t>COOKBOOK TEMPLATE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D1A"/>
    <w:rsid w:val="00503643"/>
    <w:rsid w:val="005531B1"/>
    <w:rsid w:val="00987480"/>
    <w:rsid w:val="00B95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color w:val="A78470" w:themeColor="text2" w:themeTint="99"/>
        <w:sz w:val="16"/>
        <w:szCs w:val="16"/>
        <w:lang w:val="en-US" w:eastAsia="ja-JP" w:bidi="ar-SA"/>
      </w:rPr>
    </w:rPrDefault>
    <w:pPrDefault>
      <w:pPr>
        <w:spacing w:before="60" w:after="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Strong" w:uiPriority="22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outlineLvl w:val="0"/>
    </w:pPr>
    <w:rPr>
      <w:rFonts w:asciiTheme="majorHAnsi" w:eastAsiaTheme="majorEastAsia" w:hAnsiTheme="majorHAnsi" w:cstheme="majorBidi"/>
      <w:color w:val="F0A22E" w:themeColor="accent1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outlineLvl w:val="1"/>
    </w:pPr>
    <w:rPr>
      <w:rFonts w:asciiTheme="majorHAnsi" w:eastAsiaTheme="majorEastAsia" w:hAnsiTheme="majorHAnsi" w:cstheme="majorBidi"/>
      <w:color w:val="A5644E" w:themeColor="accent2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rt">
    <w:name w:val="Art"/>
    <w:basedOn w:val="Normal"/>
    <w:uiPriority w:val="3"/>
    <w:pPr>
      <w:spacing w:before="200" w:after="200"/>
      <w:jc w:val="center"/>
    </w:pPr>
  </w:style>
  <w:style w:type="table" w:customStyle="1" w:styleId="PlainTable4">
    <w:name w:val="Plain Table 4"/>
    <w:basedOn w:val="TableNormal"/>
    <w:uiPriority w:val="44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styleId="Emphasis">
    <w:name w:val="Emphasis"/>
    <w:basedOn w:val="DefaultParagraphFont"/>
    <w:uiPriority w:val="2"/>
    <w:qFormat/>
    <w:rPr>
      <w:i/>
      <w:iCs/>
    </w:rPr>
  </w:style>
  <w:style w:type="paragraph" w:styleId="Caption">
    <w:name w:val="caption"/>
    <w:basedOn w:val="Normal"/>
    <w:next w:val="Normal"/>
    <w:uiPriority w:val="2"/>
    <w:unhideWhenUsed/>
    <w:qFormat/>
    <w:pPr>
      <w:spacing w:before="0" w:after="0"/>
      <w:jc w:val="right"/>
    </w:pPr>
  </w:style>
  <w:style w:type="paragraph" w:styleId="Title">
    <w:name w:val="Title"/>
    <w:basedOn w:val="Normal"/>
    <w:next w:val="Normal"/>
    <w:link w:val="TitleChar"/>
    <w:uiPriority w:val="1"/>
    <w:qFormat/>
    <w:pPr>
      <w:spacing w:before="160" w:after="160"/>
      <w:contextualSpacing/>
    </w:pPr>
    <w:rPr>
      <w:rFonts w:asciiTheme="majorHAnsi" w:eastAsiaTheme="majorEastAsia" w:hAnsiTheme="majorHAnsi" w:cstheme="majorBidi"/>
      <w:kern w:val="28"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kern w:val="28"/>
      <w:sz w:val="24"/>
      <w:szCs w:val="24"/>
    </w:rPr>
  </w:style>
  <w:style w:type="table" w:customStyle="1" w:styleId="Recipetable">
    <w:name w:val="Recipe table"/>
    <w:basedOn w:val="TableNormal"/>
    <w:uiPriority w:val="99"/>
    <w:tblPr>
      <w:tblInd w:w="0" w:type="dxa"/>
      <w:tblBorders>
        <w:bottom w:val="single" w:sz="2" w:space="0" w:color="C4AD9F" w:themeColor="text2" w:themeTint="66"/>
        <w:insideH w:val="single" w:sz="2" w:space="0" w:color="C4AD9F" w:themeColor="text2" w:themeTint="66"/>
      </w:tblBorders>
      <w:tblCellMar>
        <w:top w:w="0" w:type="dxa"/>
        <w:left w:w="0" w:type="dxa"/>
        <w:bottom w:w="0" w:type="dxa"/>
        <w:right w:w="0" w:type="dxa"/>
      </w:tblCellMar>
    </w:tblPr>
    <w:tcPr>
      <w:vAlign w:val="center"/>
    </w:tc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F0A22E" w:themeColor="accent1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A5644E" w:themeColor="accent2"/>
      <w:sz w:val="20"/>
      <w:szCs w:val="20"/>
    </w:rPr>
  </w:style>
  <w:style w:type="paragraph" w:styleId="NoSpacing">
    <w:name w:val="No Spacing"/>
    <w:uiPriority w:val="99"/>
    <w:qFormat/>
    <w:pPr>
      <w:spacing w:before="0" w:after="0"/>
    </w:pPr>
  </w:style>
  <w:style w:type="paragraph" w:styleId="Header">
    <w:name w:val="header"/>
    <w:basedOn w:val="Normal"/>
    <w:link w:val="HeaderChar"/>
    <w:uiPriority w:val="99"/>
    <w:unhideWhenUsed/>
    <w:rsid w:val="00503643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503643"/>
  </w:style>
  <w:style w:type="paragraph" w:styleId="Footer">
    <w:name w:val="footer"/>
    <w:basedOn w:val="Normal"/>
    <w:link w:val="FooterChar"/>
    <w:uiPriority w:val="99"/>
    <w:unhideWhenUsed/>
    <w:rsid w:val="00503643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5036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color w:val="A78470" w:themeColor="text2" w:themeTint="99"/>
        <w:sz w:val="16"/>
        <w:szCs w:val="16"/>
        <w:lang w:val="en-US" w:eastAsia="ja-JP" w:bidi="ar-SA"/>
      </w:rPr>
    </w:rPrDefault>
    <w:pPrDefault>
      <w:pPr>
        <w:spacing w:before="60" w:after="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Strong" w:uiPriority="22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outlineLvl w:val="0"/>
    </w:pPr>
    <w:rPr>
      <w:rFonts w:asciiTheme="majorHAnsi" w:eastAsiaTheme="majorEastAsia" w:hAnsiTheme="majorHAnsi" w:cstheme="majorBidi"/>
      <w:color w:val="F0A22E" w:themeColor="accent1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outlineLvl w:val="1"/>
    </w:pPr>
    <w:rPr>
      <w:rFonts w:asciiTheme="majorHAnsi" w:eastAsiaTheme="majorEastAsia" w:hAnsiTheme="majorHAnsi" w:cstheme="majorBidi"/>
      <w:color w:val="A5644E" w:themeColor="accent2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rt">
    <w:name w:val="Art"/>
    <w:basedOn w:val="Normal"/>
    <w:uiPriority w:val="3"/>
    <w:pPr>
      <w:spacing w:before="200" w:after="200"/>
      <w:jc w:val="center"/>
    </w:pPr>
  </w:style>
  <w:style w:type="table" w:customStyle="1" w:styleId="PlainTable4">
    <w:name w:val="Plain Table 4"/>
    <w:basedOn w:val="TableNormal"/>
    <w:uiPriority w:val="44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styleId="Emphasis">
    <w:name w:val="Emphasis"/>
    <w:basedOn w:val="DefaultParagraphFont"/>
    <w:uiPriority w:val="2"/>
    <w:qFormat/>
    <w:rPr>
      <w:i/>
      <w:iCs/>
    </w:rPr>
  </w:style>
  <w:style w:type="paragraph" w:styleId="Caption">
    <w:name w:val="caption"/>
    <w:basedOn w:val="Normal"/>
    <w:next w:val="Normal"/>
    <w:uiPriority w:val="2"/>
    <w:unhideWhenUsed/>
    <w:qFormat/>
    <w:pPr>
      <w:spacing w:before="0" w:after="0"/>
      <w:jc w:val="right"/>
    </w:pPr>
  </w:style>
  <w:style w:type="paragraph" w:styleId="Title">
    <w:name w:val="Title"/>
    <w:basedOn w:val="Normal"/>
    <w:next w:val="Normal"/>
    <w:link w:val="TitleChar"/>
    <w:uiPriority w:val="1"/>
    <w:qFormat/>
    <w:pPr>
      <w:spacing w:before="160" w:after="160"/>
      <w:contextualSpacing/>
    </w:pPr>
    <w:rPr>
      <w:rFonts w:asciiTheme="majorHAnsi" w:eastAsiaTheme="majorEastAsia" w:hAnsiTheme="majorHAnsi" w:cstheme="majorBidi"/>
      <w:kern w:val="28"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kern w:val="28"/>
      <w:sz w:val="24"/>
      <w:szCs w:val="24"/>
    </w:rPr>
  </w:style>
  <w:style w:type="table" w:customStyle="1" w:styleId="Recipetable">
    <w:name w:val="Recipe table"/>
    <w:basedOn w:val="TableNormal"/>
    <w:uiPriority w:val="99"/>
    <w:tblPr>
      <w:tblInd w:w="0" w:type="dxa"/>
      <w:tblBorders>
        <w:bottom w:val="single" w:sz="2" w:space="0" w:color="C4AD9F" w:themeColor="text2" w:themeTint="66"/>
        <w:insideH w:val="single" w:sz="2" w:space="0" w:color="C4AD9F" w:themeColor="text2" w:themeTint="66"/>
      </w:tblBorders>
      <w:tblCellMar>
        <w:top w:w="0" w:type="dxa"/>
        <w:left w:w="0" w:type="dxa"/>
        <w:bottom w:w="0" w:type="dxa"/>
        <w:right w:w="0" w:type="dxa"/>
      </w:tblCellMar>
    </w:tblPr>
    <w:tcPr>
      <w:vAlign w:val="center"/>
    </w:tc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F0A22E" w:themeColor="accent1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A5644E" w:themeColor="accent2"/>
      <w:sz w:val="20"/>
      <w:szCs w:val="20"/>
    </w:rPr>
  </w:style>
  <w:style w:type="paragraph" w:styleId="NoSpacing">
    <w:name w:val="No Spacing"/>
    <w:uiPriority w:val="99"/>
    <w:qFormat/>
    <w:pPr>
      <w:spacing w:before="0" w:after="0"/>
    </w:pPr>
  </w:style>
  <w:style w:type="paragraph" w:styleId="Header">
    <w:name w:val="header"/>
    <w:basedOn w:val="Normal"/>
    <w:link w:val="HeaderChar"/>
    <w:uiPriority w:val="99"/>
    <w:unhideWhenUsed/>
    <w:rsid w:val="00503643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503643"/>
  </w:style>
  <w:style w:type="paragraph" w:styleId="Footer">
    <w:name w:val="footer"/>
    <w:basedOn w:val="Normal"/>
    <w:link w:val="FooterChar"/>
    <w:uiPriority w:val="99"/>
    <w:unhideWhenUsed/>
    <w:rsid w:val="00503643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503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aje\AppData\Roaming\Microsoft\Templates\Recipe%20cards%20(Utensil%20design,%203%20per%20page,%20for%20Avery%205388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E0DA913E2644237A16F8FAC4E34A5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47FAB8-24CE-49AB-9742-F05D2AB6C535}"/>
      </w:docPartPr>
      <w:docPartBody>
        <w:p w:rsidR="00CF254E" w:rsidRDefault="00100274">
          <w:pPr>
            <w:pStyle w:val="1E0DA913E2644237A16F8FAC4E34A524"/>
          </w:pPr>
          <w:r>
            <w:t>[Click here to add ingredients.]</w:t>
          </w:r>
        </w:p>
      </w:docPartBody>
    </w:docPart>
    <w:docPart>
      <w:docPartPr>
        <w:name w:val="4051CDC094E241ADB501D5EC7918C1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04D462-FE78-490E-AD93-0EB93D8D4D62}"/>
      </w:docPartPr>
      <w:docPartBody>
        <w:p w:rsidR="00CF254E" w:rsidRDefault="00100274">
          <w:pPr>
            <w:pStyle w:val="4051CDC094E241ADB501D5EC7918C1DF"/>
          </w:pPr>
          <w:r>
            <w:t>[Press the down arrow key to move to a new line.]</w:t>
          </w:r>
        </w:p>
      </w:docPartBody>
    </w:docPart>
    <w:docPart>
      <w:docPartPr>
        <w:name w:val="234AEE09F25446B2A12A2FFE1D2084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415414-6F64-419B-BC30-F5CBF1ED0870}"/>
      </w:docPartPr>
      <w:docPartBody>
        <w:p w:rsidR="00CF254E" w:rsidRDefault="00100274">
          <w:pPr>
            <w:pStyle w:val="234AEE09F25446B2A12A2FFE1D2084AF"/>
          </w:pPr>
          <w:r>
            <w:t>[To delete tip text (such as this) just click it and type.]</w:t>
          </w:r>
        </w:p>
      </w:docPartBody>
    </w:docPart>
    <w:docPart>
      <w:docPartPr>
        <w:name w:val="88E8CC7A2F2C49BBBCC95BD47D3DD2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6694CF-E38E-4E09-ACC1-C372F5ACFC0B}"/>
      </w:docPartPr>
      <w:docPartBody>
        <w:p w:rsidR="00CF254E" w:rsidRDefault="00100274">
          <w:pPr>
            <w:pStyle w:val="88E8CC7A2F2C49BBBCC95BD47D3DD255"/>
          </w:pPr>
          <w:r>
            <w:t>[Date]</w:t>
          </w:r>
        </w:p>
      </w:docPartBody>
    </w:docPart>
    <w:docPart>
      <w:docPartPr>
        <w:name w:val="850F628DAAF14649B9A5E9F31B0F58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F840E8-AA13-44B6-BB47-F509595B0249}"/>
      </w:docPartPr>
      <w:docPartBody>
        <w:p w:rsidR="00CF254E" w:rsidRDefault="00100274">
          <w:pPr>
            <w:pStyle w:val="850F628DAAF14649B9A5E9F31B0F5841"/>
          </w:pPr>
          <w:r>
            <w:rPr>
              <w:rStyle w:val="Emphasis"/>
            </w:rPr>
            <w:t>(author)</w:t>
          </w:r>
        </w:p>
      </w:docPartBody>
    </w:docPart>
    <w:docPart>
      <w:docPartPr>
        <w:name w:val="219F8835B6674CDCB4856A5F060A3F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C6FF7D-78DB-4AB2-B41F-952651B715A5}"/>
      </w:docPartPr>
      <w:docPartBody>
        <w:p w:rsidR="00CF254E" w:rsidRDefault="00100274">
          <w:pPr>
            <w:pStyle w:val="219F8835B6674CDCB4856A5F060A3F47"/>
          </w:pPr>
          <w:r>
            <w:t>[Recipe Name]</w:t>
          </w:r>
        </w:p>
      </w:docPartBody>
    </w:docPart>
    <w:docPart>
      <w:docPartPr>
        <w:name w:val="FBAF73C3031D481CBFF24F8D1EBC5E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23DD38-ABB9-4060-ACB3-AAB02A9F1BDF}"/>
      </w:docPartPr>
      <w:docPartBody>
        <w:p w:rsidR="00CF254E" w:rsidRDefault="00100274">
          <w:pPr>
            <w:pStyle w:val="FBAF73C3031D481CBFF24F8D1EBC5EA2"/>
          </w:pPr>
          <w:r>
            <w:t>[To print these cards two-sided, click File and then click Print.]</w:t>
          </w:r>
        </w:p>
      </w:docPartBody>
    </w:docPart>
    <w:docPart>
      <w:docPartPr>
        <w:name w:val="CA609A6B25C940A9A417E993C8E8E3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760B8F-E1B7-49EC-A25E-EF51E13D2F30}"/>
      </w:docPartPr>
      <w:docPartBody>
        <w:p w:rsidR="00CF254E" w:rsidRDefault="00100274">
          <w:pPr>
            <w:pStyle w:val="CA609A6B25C940A9A417E993C8E8E337"/>
          </w:pPr>
          <w:r>
            <w:t>[Select the setting that defaults to ‘Print One-Sided’ and then…]</w:t>
          </w:r>
        </w:p>
      </w:docPartBody>
    </w:docPart>
    <w:docPart>
      <w:docPartPr>
        <w:name w:val="DB6E63D83E954A099F7A983A63B726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F183BC-E7F4-4D3A-B0A9-383BF8A2F0D7}"/>
      </w:docPartPr>
      <w:docPartBody>
        <w:p w:rsidR="00CF254E" w:rsidRDefault="00100274">
          <w:pPr>
            <w:pStyle w:val="DB6E63D83E954A099F7A983A63B72660"/>
          </w:pPr>
          <w:r>
            <w:t>[…choose a two-sided option. Available options vary by printer.]</w:t>
          </w:r>
        </w:p>
      </w:docPartBody>
    </w:docPart>
    <w:docPart>
      <w:docPartPr>
        <w:name w:val="1CFA10EDE9A14942A612C7476C7E3D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1CEA20-2B00-4B6D-B4F4-E2F6F8C5ACDD}"/>
      </w:docPartPr>
      <w:docPartBody>
        <w:p w:rsidR="00CF254E" w:rsidRDefault="00100274">
          <w:pPr>
            <w:pStyle w:val="1CFA10EDE9A14942A612C7476C7E3D0E"/>
          </w:pPr>
          <w:r>
            <w:t>[To easily try out different looks for these cards, on the Design tab…]</w:t>
          </w:r>
        </w:p>
      </w:docPartBody>
    </w:docPart>
    <w:docPart>
      <w:docPartPr>
        <w:name w:val="F84C256CF23D4E40A7CD02A83A2643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E3398C-E6F3-4AC1-8019-98D56D75C09C}"/>
      </w:docPartPr>
      <w:docPartBody>
        <w:p w:rsidR="00CF254E" w:rsidRDefault="00100274">
          <w:pPr>
            <w:pStyle w:val="F84C256CF23D4E40A7CD02A83A26432B"/>
          </w:pPr>
          <w:r>
            <w:t>[…check out the Themes, Colors, and Fonts galleries.]</w:t>
          </w:r>
        </w:p>
      </w:docPartBody>
    </w:docPart>
    <w:docPart>
      <w:docPartPr>
        <w:name w:val="9FC8E0A12D2343988143299DF2B49B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E08D95-12AE-4668-841B-3304A3ACD02F}"/>
      </w:docPartPr>
      <w:docPartBody>
        <w:p w:rsidR="00CF254E" w:rsidRDefault="00100274">
          <w:pPr>
            <w:pStyle w:val="9FC8E0A12D2343988143299DF2B49B59"/>
          </w:pPr>
          <w:r>
            <w:t>[Click here to add instructions.]</w:t>
          </w:r>
        </w:p>
      </w:docPartBody>
    </w:docPart>
    <w:docPart>
      <w:docPartPr>
        <w:name w:val="803DDFA0137B426AB79707592730BB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833371-2F7B-4F7B-AE07-1103B3868DF3}"/>
      </w:docPartPr>
      <w:docPartBody>
        <w:p w:rsidR="00CF254E" w:rsidRDefault="00100274">
          <w:pPr>
            <w:pStyle w:val="803DDFA0137B426AB79707592730BBDA"/>
          </w:pPr>
          <w:r>
            <w:t>[Click here to add instructions.]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ZShuTi">
    <w:altName w:val="SimSun"/>
    <w:panose1 w:val="00000000000000000000"/>
    <w:charset w:val="86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274"/>
    <w:rsid w:val="00100274"/>
    <w:rsid w:val="004D0B58"/>
    <w:rsid w:val="00CF2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E0DA913E2644237A16F8FAC4E34A524">
    <w:name w:val="1E0DA913E2644237A16F8FAC4E34A524"/>
  </w:style>
  <w:style w:type="paragraph" w:customStyle="1" w:styleId="4051CDC094E241ADB501D5EC7918C1DF">
    <w:name w:val="4051CDC094E241ADB501D5EC7918C1DF"/>
  </w:style>
  <w:style w:type="paragraph" w:customStyle="1" w:styleId="234AEE09F25446B2A12A2FFE1D2084AF">
    <w:name w:val="234AEE09F25446B2A12A2FFE1D2084AF"/>
  </w:style>
  <w:style w:type="paragraph" w:customStyle="1" w:styleId="88E8CC7A2F2C49BBBCC95BD47D3DD255">
    <w:name w:val="88E8CC7A2F2C49BBBCC95BD47D3DD255"/>
  </w:style>
  <w:style w:type="character" w:styleId="Emphasis">
    <w:name w:val="Emphasis"/>
    <w:basedOn w:val="DefaultParagraphFont"/>
    <w:uiPriority w:val="2"/>
    <w:qFormat/>
    <w:rPr>
      <w:i/>
      <w:iCs/>
    </w:rPr>
  </w:style>
  <w:style w:type="paragraph" w:customStyle="1" w:styleId="850F628DAAF14649B9A5E9F31B0F5841">
    <w:name w:val="850F628DAAF14649B9A5E9F31B0F5841"/>
  </w:style>
  <w:style w:type="paragraph" w:customStyle="1" w:styleId="219F8835B6674CDCB4856A5F060A3F47">
    <w:name w:val="219F8835B6674CDCB4856A5F060A3F47"/>
  </w:style>
  <w:style w:type="paragraph" w:customStyle="1" w:styleId="FBAF73C3031D481CBFF24F8D1EBC5EA2">
    <w:name w:val="FBAF73C3031D481CBFF24F8D1EBC5EA2"/>
  </w:style>
  <w:style w:type="paragraph" w:customStyle="1" w:styleId="CA609A6B25C940A9A417E993C8E8E337">
    <w:name w:val="CA609A6B25C940A9A417E993C8E8E337"/>
  </w:style>
  <w:style w:type="paragraph" w:customStyle="1" w:styleId="DB6E63D83E954A099F7A983A63B72660">
    <w:name w:val="DB6E63D83E954A099F7A983A63B72660"/>
  </w:style>
  <w:style w:type="paragraph" w:customStyle="1" w:styleId="1CFA10EDE9A14942A612C7476C7E3D0E">
    <w:name w:val="1CFA10EDE9A14942A612C7476C7E3D0E"/>
  </w:style>
  <w:style w:type="paragraph" w:customStyle="1" w:styleId="F84C256CF23D4E40A7CD02A83A26432B">
    <w:name w:val="F84C256CF23D4E40A7CD02A83A26432B"/>
  </w:style>
  <w:style w:type="paragraph" w:customStyle="1" w:styleId="9FC8E0A12D2343988143299DF2B49B59">
    <w:name w:val="9FC8E0A12D2343988143299DF2B49B59"/>
  </w:style>
  <w:style w:type="paragraph" w:customStyle="1" w:styleId="803DDFA0137B426AB79707592730BBDA">
    <w:name w:val="803DDFA0137B426AB79707592730BBD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E0DA913E2644237A16F8FAC4E34A524">
    <w:name w:val="1E0DA913E2644237A16F8FAC4E34A524"/>
  </w:style>
  <w:style w:type="paragraph" w:customStyle="1" w:styleId="4051CDC094E241ADB501D5EC7918C1DF">
    <w:name w:val="4051CDC094E241ADB501D5EC7918C1DF"/>
  </w:style>
  <w:style w:type="paragraph" w:customStyle="1" w:styleId="234AEE09F25446B2A12A2FFE1D2084AF">
    <w:name w:val="234AEE09F25446B2A12A2FFE1D2084AF"/>
  </w:style>
  <w:style w:type="paragraph" w:customStyle="1" w:styleId="88E8CC7A2F2C49BBBCC95BD47D3DD255">
    <w:name w:val="88E8CC7A2F2C49BBBCC95BD47D3DD255"/>
  </w:style>
  <w:style w:type="character" w:styleId="Emphasis">
    <w:name w:val="Emphasis"/>
    <w:basedOn w:val="DefaultParagraphFont"/>
    <w:uiPriority w:val="2"/>
    <w:qFormat/>
    <w:rPr>
      <w:i/>
      <w:iCs/>
    </w:rPr>
  </w:style>
  <w:style w:type="paragraph" w:customStyle="1" w:styleId="850F628DAAF14649B9A5E9F31B0F5841">
    <w:name w:val="850F628DAAF14649B9A5E9F31B0F5841"/>
  </w:style>
  <w:style w:type="paragraph" w:customStyle="1" w:styleId="219F8835B6674CDCB4856A5F060A3F47">
    <w:name w:val="219F8835B6674CDCB4856A5F060A3F47"/>
  </w:style>
  <w:style w:type="paragraph" w:customStyle="1" w:styleId="FBAF73C3031D481CBFF24F8D1EBC5EA2">
    <w:name w:val="FBAF73C3031D481CBFF24F8D1EBC5EA2"/>
  </w:style>
  <w:style w:type="paragraph" w:customStyle="1" w:styleId="CA609A6B25C940A9A417E993C8E8E337">
    <w:name w:val="CA609A6B25C940A9A417E993C8E8E337"/>
  </w:style>
  <w:style w:type="paragraph" w:customStyle="1" w:styleId="DB6E63D83E954A099F7A983A63B72660">
    <w:name w:val="DB6E63D83E954A099F7A983A63B72660"/>
  </w:style>
  <w:style w:type="paragraph" w:customStyle="1" w:styleId="1CFA10EDE9A14942A612C7476C7E3D0E">
    <w:name w:val="1CFA10EDE9A14942A612C7476C7E3D0E"/>
  </w:style>
  <w:style w:type="paragraph" w:customStyle="1" w:styleId="F84C256CF23D4E40A7CD02A83A26432B">
    <w:name w:val="F84C256CF23D4E40A7CD02A83A26432B"/>
  </w:style>
  <w:style w:type="paragraph" w:customStyle="1" w:styleId="9FC8E0A12D2343988143299DF2B49B59">
    <w:name w:val="9FC8E0A12D2343988143299DF2B49B59"/>
  </w:style>
  <w:style w:type="paragraph" w:customStyle="1" w:styleId="803DDFA0137B426AB79707592730BBDA">
    <w:name w:val="803DDFA0137B426AB79707592730BBD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Restaurant">
      <a:dk1>
        <a:sysClr val="windowText" lastClr="000000"/>
      </a:dk1>
      <a:lt1>
        <a:sysClr val="window" lastClr="FFFFFF"/>
      </a:lt1>
      <a:dk2>
        <a:srgbClr val="4E3B30"/>
      </a:dk2>
      <a:lt2>
        <a:srgbClr val="FBEEC9"/>
      </a:lt2>
      <a:accent1>
        <a:srgbClr val="F0A22E"/>
      </a:accent1>
      <a:accent2>
        <a:srgbClr val="A5644E"/>
      </a:accent2>
      <a:accent3>
        <a:srgbClr val="B58B80"/>
      </a:accent3>
      <a:accent4>
        <a:srgbClr val="C3986D"/>
      </a:accent4>
      <a:accent5>
        <a:srgbClr val="A19574"/>
      </a:accent5>
      <a:accent6>
        <a:srgbClr val="C17529"/>
      </a:accent6>
      <a:hlink>
        <a:srgbClr val="17448D"/>
      </a:hlink>
      <a:folHlink>
        <a:srgbClr val="4E1E29"/>
      </a:folHlink>
    </a:clrScheme>
    <a:fontScheme name="Georgia">
      <a:majorFont>
        <a:latin typeface="Georgia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eorgia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ABAD8617-BCC7-4062-805C-63E22497BB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Recipe cards (Utensil design, 3 per page, for Avery 5388)</Template>
  <TotalTime>2</TotalTime>
  <Pages>2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 SHAJEDUL ISLAM</dc:creator>
  <cp:keywords/>
  <dc:description/>
  <cp:lastModifiedBy>Adeel</cp:lastModifiedBy>
  <cp:revision>2</cp:revision>
  <cp:lastPrinted>2012-12-26T17:36:00Z</cp:lastPrinted>
  <dcterms:created xsi:type="dcterms:W3CDTF">2017-04-23T10:18:00Z</dcterms:created>
  <dcterms:modified xsi:type="dcterms:W3CDTF">2023-03-13T15:27:00Z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TC039885589991</vt:lpwstr>
  </property>
</Properties>
</file>