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badi MT Condensed" w:hAnsi="Abadi MT Condensed"/>
        </w:rPr>
        <w:alias w:val="Enter company/ department name:"/>
        <w:tag w:val="Enter company/ department name:"/>
        <w:id w:val="-871217427"/>
        <w:placeholder>
          <w:docPart w:val="7922C0E7A6274BDFBD82026CB67E0176"/>
        </w:placeholder>
        <w:temporary/>
        <w:showingPlcHdr/>
        <w15:appearance w15:val="hidden"/>
      </w:sdtPr>
      <w:sdtEndPr/>
      <w:sdtContent>
        <w:bookmarkStart w:id="0" w:name="_GoBack" w:displacedByCustomXml="prev"/>
        <w:p w:rsidR="00275260" w:rsidRPr="00605D1F" w:rsidRDefault="00275260" w:rsidP="00275260">
          <w:pPr>
            <w:pStyle w:val="Heading1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  <w:i w:val="0"/>
              <w:iCs/>
            </w:rPr>
            <w:t>Company/Department Name</w:t>
          </w:r>
        </w:p>
        <w:bookmarkEnd w:id="0" w:displacedByCustomXml="next"/>
      </w:sdtContent>
    </w:sdt>
    <w:p w:rsidR="00275260" w:rsidRPr="00605D1F" w:rsidRDefault="00C31E24" w:rsidP="009D4984">
      <w:pPr>
        <w:pStyle w:val="Heading1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Meeting minutes:"/>
          <w:tag w:val="Meeting minutes:"/>
          <w:id w:val="1780671977"/>
          <w:placeholder>
            <w:docPart w:val="3B724F6A3F004B05B4264E50FFE201AE"/>
          </w:placeholder>
          <w:temporary/>
          <w:showingPlcHdr/>
          <w15:appearance w15:val="hidden"/>
        </w:sdtPr>
        <w:sdtEndPr/>
        <w:sdtContent>
          <w:r w:rsidR="00275260" w:rsidRPr="00605D1F">
            <w:rPr>
              <w:rFonts w:ascii="Abadi MT Condensed" w:hAnsi="Abadi MT Condensed"/>
              <w:i w:val="0"/>
              <w:iCs/>
            </w:rPr>
            <w:t>Meeting Minutes</w:t>
          </w:r>
        </w:sdtContent>
      </w:sdt>
    </w:p>
    <w:p w:rsidR="00554276" w:rsidRPr="00605D1F" w:rsidRDefault="00C31E24" w:rsidP="009F4E19">
      <w:pPr>
        <w:pStyle w:val="Date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date:"/>
          <w:tag w:val="Enter date:"/>
          <w:id w:val="-657462893"/>
          <w:placeholder>
            <w:docPart w:val="80B10792D2A345CEADF853E3AC5853CC"/>
          </w:placeholder>
          <w:temporary/>
          <w:showingPlcHdr/>
          <w15:appearance w15:val="hidden"/>
        </w:sdtPr>
        <w:sdtEndPr/>
        <w:sdtContent>
          <w:r w:rsidR="009F4E19" w:rsidRPr="00605D1F">
            <w:rPr>
              <w:rFonts w:ascii="Abadi MT Condensed" w:hAnsi="Abadi MT Condensed"/>
            </w:rPr>
            <w:t>Date</w:t>
          </w:r>
        </w:sdtContent>
      </w:sdt>
    </w:p>
    <w:p w:rsidR="00554276" w:rsidRPr="00605D1F" w:rsidRDefault="00C31E24" w:rsidP="000D445D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eastAsiaTheme="majorEastAsia" w:hAnsi="Abadi MT Condensed"/>
          </w:rPr>
          <w:alias w:val="Call to order:"/>
          <w:tag w:val="Call to order:"/>
          <w:id w:val="-1169712673"/>
          <w:placeholder>
            <w:docPart w:val="5EC584A388994308A1CC5DC0A3D2873C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275260" w:rsidRPr="00605D1F">
            <w:rPr>
              <w:rFonts w:ascii="Abadi MT Condensed" w:eastAsiaTheme="majorEastAsia" w:hAnsi="Abadi MT Condensed"/>
            </w:rPr>
            <w:t>Call to order</w:t>
          </w:r>
        </w:sdtContent>
      </w:sdt>
    </w:p>
    <w:p w:rsidR="00D50D23" w:rsidRPr="00605D1F" w:rsidRDefault="00C31E24" w:rsidP="00D512BB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facilitator name:"/>
          <w:tag w:val="Enter facilitator name:"/>
          <w:id w:val="-28566333"/>
          <w:placeholder>
            <w:docPart w:val="9A403B6B395946B987328CF2FFADE28E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>
          <w:rPr>
            <w:rStyle w:val="Emphasis"/>
            <w:iCs/>
            <w:color w:val="595959" w:themeColor="text1" w:themeTint="A6"/>
          </w:rPr>
        </w:sdtEndPr>
        <w:sdtContent>
          <w:r w:rsidR="000F4987" w:rsidRPr="00605D1F">
            <w:rPr>
              <w:rStyle w:val="PlaceholderText"/>
              <w:rFonts w:ascii="Abadi MT Condensed" w:hAnsi="Abadi MT Condensed"/>
            </w:rPr>
            <w:t>Facilitator Name</w:t>
          </w:r>
        </w:sdtContent>
      </w:sdt>
      <w:r w:rsidR="000F4987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929966237"/>
          <w:placeholder>
            <w:docPart w:val="9447C7C0727A4AB08900B04CCB656080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Fonts w:ascii="Abadi MT Condensed" w:hAnsi="Abadi MT Condensed"/>
            </w:rPr>
            <w:t>called to order the regular meeting of the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Organization/Committee:"/>
          <w:tag w:val="Enter Organization/Committee:"/>
          <w:id w:val="1359391056"/>
          <w:placeholder>
            <w:docPart w:val="7D538C6A3B374E12BF1ED3837FC2443D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Style w:val="Emphasis"/>
              <w:rFonts w:ascii="Abadi MT Condensed" w:hAnsi="Abadi MT Condensed"/>
            </w:rPr>
            <w:t>Organization/Committee Name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1182578516"/>
          <w:placeholder>
            <w:docPart w:val="E096B26875114694BE5E61F8913D8420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Fonts w:ascii="Abadi MT Condensed" w:hAnsi="Abadi MT Condensed"/>
            </w:rPr>
            <w:t>at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time:"/>
          <w:tag w:val="Enter time:"/>
          <w:id w:val="1228494308"/>
          <w:placeholder>
            <w:docPart w:val="1F04FE6E7FA74F1E88E2B78494F6A47F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Style w:val="Emphasis"/>
              <w:rFonts w:ascii="Abadi MT Condensed" w:hAnsi="Abadi MT Condensed"/>
            </w:rPr>
            <w:t>time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1841049215"/>
          <w:placeholder>
            <w:docPart w:val="E565AC0A6D53495A8A8D617A192C563E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Fonts w:ascii="Abadi MT Condensed" w:hAnsi="Abadi MT Condensed"/>
            </w:rPr>
            <w:t>on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date:"/>
          <w:tag w:val="Enter date:"/>
          <w:id w:val="359556548"/>
          <w:placeholder>
            <w:docPart w:val="57937C6893F8432BBC3DAFEE304450D3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Style w:val="Emphasis"/>
              <w:rFonts w:ascii="Abadi MT Condensed" w:hAnsi="Abadi MT Condensed"/>
            </w:rPr>
            <w:t>date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2049635091"/>
          <w:placeholder>
            <w:docPart w:val="610415C0694249D4A9553EE995E43068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Fonts w:ascii="Abadi MT Condensed" w:hAnsi="Abadi MT Condensed"/>
            </w:rPr>
            <w:t>at</w:t>
          </w:r>
        </w:sdtContent>
      </w:sdt>
      <w:r w:rsidR="00D50D23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location:"/>
          <w:tag w:val="Enter location:"/>
          <w:id w:val="-1735539689"/>
          <w:placeholder>
            <w:docPart w:val="A20E5FBB551C4EAD88B7F8CBF4343791"/>
          </w:placeholder>
          <w:temporary/>
          <w:showingPlcHdr/>
          <w15:appearance w15:val="hidden"/>
        </w:sdtPr>
        <w:sdtEndPr/>
        <w:sdtContent>
          <w:r w:rsidR="00D50D23" w:rsidRPr="00605D1F">
            <w:rPr>
              <w:rStyle w:val="Emphasis"/>
              <w:rFonts w:ascii="Abadi MT Condensed" w:hAnsi="Abadi MT Condensed"/>
            </w:rPr>
            <w:t>location</w:t>
          </w:r>
        </w:sdtContent>
      </w:sdt>
      <w:r w:rsidR="00D50D23" w:rsidRPr="00605D1F">
        <w:rPr>
          <w:rFonts w:ascii="Abadi MT Condensed" w:hAnsi="Abadi MT Condensed"/>
        </w:rPr>
        <w:t>.</w:t>
      </w:r>
    </w:p>
    <w:p w:rsidR="0015180F" w:rsidRPr="00605D1F" w:rsidRDefault="00C31E24" w:rsidP="00781863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eastAsiaTheme="majorEastAsia" w:hAnsi="Abadi MT Condensed"/>
          </w:rPr>
          <w:alias w:val="Roll call:"/>
          <w:tag w:val="Roll call:"/>
          <w:id w:val="568842732"/>
          <w:placeholder>
            <w:docPart w:val="78C5659254BC4DD0BFED1FE0B437FFF9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9F4E19" w:rsidRPr="00605D1F">
            <w:rPr>
              <w:rFonts w:ascii="Abadi MT Condensed" w:eastAsiaTheme="majorEastAsia" w:hAnsi="Abadi MT Condensed"/>
            </w:rPr>
            <w:t>Roll call</w:t>
          </w:r>
        </w:sdtContent>
      </w:sdt>
    </w:p>
    <w:p w:rsidR="0015180F" w:rsidRPr="00605D1F" w:rsidRDefault="00C31E24" w:rsidP="00D512BB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Enter secretary name:"/>
          <w:tag w:val="Enter secretary name:"/>
          <w:id w:val="-1785413358"/>
          <w:placeholder>
            <w:docPart w:val="700E28D041A840F2AC53C3DA8DDD65F5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B565D8" w:rsidRPr="00605D1F">
            <w:rPr>
              <w:rStyle w:val="Emphasis"/>
              <w:rFonts w:ascii="Abadi MT Condensed" w:hAnsi="Abadi MT Condensed"/>
            </w:rPr>
            <w:t>Secretary Name</w:t>
          </w:r>
        </w:sdtContent>
      </w:sdt>
      <w:r w:rsidR="009F4E19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2053990283"/>
          <w:placeholder>
            <w:docPart w:val="DF6BB70498124085927EE2CA71A5CA52"/>
          </w:placeholder>
          <w:temporary/>
          <w:showingPlcHdr/>
          <w15:appearance w15:val="hidden"/>
        </w:sdtPr>
        <w:sdtEndPr/>
        <w:sdtContent>
          <w:r w:rsidR="009F4E19" w:rsidRPr="00605D1F">
            <w:rPr>
              <w:rFonts w:ascii="Abadi MT Condensed" w:hAnsi="Abadi MT Condensed"/>
            </w:rPr>
            <w:t>conducted a roll call. The following persons were present:</w:t>
          </w:r>
        </w:sdtContent>
      </w:sdt>
      <w:r w:rsidR="00361DEE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attendee names:"/>
          <w:tag w:val="Enter attendee names:"/>
          <w:id w:val="811033230"/>
          <w:placeholder>
            <w:docPart w:val="EF45AC6610754A12AD0B75F8B978499B"/>
          </w:placeholder>
          <w:temporary/>
          <w:showingPlcHdr/>
          <w15:appearance w15:val="hidden"/>
        </w:sdtPr>
        <w:sdtEndPr/>
        <w:sdtContent>
          <w:r w:rsidR="00361DEE" w:rsidRPr="00605D1F">
            <w:rPr>
              <w:rStyle w:val="Emphasis"/>
              <w:rFonts w:ascii="Abadi MT Condensed" w:hAnsi="Abadi MT Condensed"/>
            </w:rPr>
            <w:t>attendee names</w:t>
          </w:r>
        </w:sdtContent>
      </w:sdt>
    </w:p>
    <w:p w:rsidR="00B853F9" w:rsidRPr="00605D1F" w:rsidRDefault="00C31E24" w:rsidP="00AE1F88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eastAsiaTheme="majorEastAsia" w:hAnsi="Abadi MT Condensed"/>
          </w:rPr>
          <w:alias w:val="Approval of minutes from last meeting:"/>
          <w:tag w:val="Approval of minutes from last meeting:"/>
          <w:id w:val="-1073734390"/>
          <w:placeholder>
            <w:docPart w:val="36C3BA8C243A409FB279BA787F6CE7EE"/>
          </w:placeholder>
          <w:temporary/>
          <w:showingPlcHdr/>
          <w15:appearance w15:val="hidden"/>
        </w:sdtPr>
        <w:sdtEndPr>
          <w:rPr>
            <w:rFonts w:eastAsia="Times New Roman"/>
          </w:rPr>
        </w:sdtEndPr>
        <w:sdtContent>
          <w:r w:rsidR="009F4E19" w:rsidRPr="00605D1F">
            <w:rPr>
              <w:rFonts w:ascii="Abadi MT Condensed" w:eastAsiaTheme="majorEastAsia" w:hAnsi="Abadi MT Condensed"/>
            </w:rPr>
            <w:t>Approval of minutes from last meeting</w:t>
          </w:r>
        </w:sdtContent>
      </w:sdt>
    </w:p>
    <w:p w:rsidR="009F4E19" w:rsidRPr="00605D1F" w:rsidRDefault="00C31E24" w:rsidP="00B853F9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Secretary name:"/>
          <w:tag w:val="Secretary name:"/>
          <w:id w:val="-969588454"/>
          <w:placeholder>
            <w:docPart w:val="DDDBDBD6A6D6419097A3E9227F3EC37A"/>
          </w:placeholder>
          <w:showingPlcHdr/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 w:multiLine="1"/>
        </w:sdtPr>
        <w:sdtEndPr/>
        <w:sdtContent>
          <w:r w:rsidR="00B565D8" w:rsidRPr="00605D1F">
            <w:rPr>
              <w:rFonts w:ascii="Abadi MT Condensed" w:hAnsi="Abadi MT Condensed"/>
            </w:rPr>
            <w:t>Secretary Name</w:t>
          </w:r>
        </w:sdtContent>
      </w:sdt>
      <w:r w:rsidR="00361DEE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25989314"/>
          <w:placeholder>
            <w:docPart w:val="EE1067009DD145909E60FD42C5BC61E9"/>
          </w:placeholder>
          <w:temporary/>
          <w:showingPlcHdr/>
          <w15:appearance w15:val="hidden"/>
        </w:sdtPr>
        <w:sdtEndPr/>
        <w:sdtContent>
          <w:r w:rsidR="009F4E19" w:rsidRPr="00605D1F">
            <w:rPr>
              <w:rFonts w:ascii="Abadi MT Condensed" w:hAnsi="Abadi MT Condensed"/>
            </w:rPr>
            <w:t>read the minutes from the last meeting. The minutes were approved as read.</w:t>
          </w:r>
        </w:sdtContent>
      </w:sdt>
    </w:p>
    <w:p w:rsidR="00D50D23" w:rsidRPr="00605D1F" w:rsidRDefault="00C31E24" w:rsidP="00FD6CAB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Open issues:"/>
          <w:tag w:val="Open issues:"/>
          <w:id w:val="-297222184"/>
          <w:placeholder>
            <w:docPart w:val="BA6033E8CE754FB6A637AA0D5F57BD1A"/>
          </w:placeholder>
          <w:temporary/>
          <w:showingPlcHdr/>
          <w15:appearance w15:val="hidden"/>
        </w:sdtPr>
        <w:sdtEndPr/>
        <w:sdtContent>
          <w:r w:rsidR="00285B87" w:rsidRPr="00605D1F">
            <w:rPr>
              <w:rFonts w:ascii="Abadi MT Condensed" w:eastAsiaTheme="majorEastAsia" w:hAnsi="Abadi MT Condensed"/>
            </w:rPr>
            <w:t>Open issues</w:t>
          </w:r>
        </w:sdtContent>
      </w:sdt>
    </w:p>
    <w:sdt>
      <w:sdtPr>
        <w:rPr>
          <w:rFonts w:ascii="Abadi MT Condensed" w:hAnsi="Abadi MT Condensed"/>
        </w:rPr>
        <w:alias w:val="Enter open issue/summary of discussion:"/>
        <w:tag w:val="Enter open issue/summary of discussion:"/>
        <w:id w:val="811033277"/>
        <w:placeholder>
          <w:docPart w:val="8469C544D29A4C4185CB8464C49CD034"/>
        </w:placeholder>
        <w:temporary/>
        <w:showingPlcHdr/>
        <w15:appearance w15:val="hidden"/>
      </w:sdtPr>
      <w:sdtEndPr/>
      <w:sdtContent>
        <w:p w:rsidR="00C1643D" w:rsidRPr="00605D1F" w:rsidRDefault="00361DE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 xml:space="preserve">Open </w:t>
          </w:r>
          <w:r w:rsidR="002C3D7E" w:rsidRPr="00605D1F">
            <w:rPr>
              <w:rFonts w:ascii="Abadi MT Condensed" w:hAnsi="Abadi MT Condensed"/>
            </w:rPr>
            <w:t>issue/</w:t>
          </w:r>
          <w:r w:rsidRPr="00605D1F">
            <w:rPr>
              <w:rFonts w:ascii="Abadi MT Condensed" w:hAnsi="Abadi MT Condensed"/>
            </w:rPr>
            <w:t>summary of discussion</w:t>
          </w:r>
        </w:p>
      </w:sdtContent>
    </w:sdt>
    <w:sdt>
      <w:sdtPr>
        <w:rPr>
          <w:rFonts w:ascii="Abadi MT Condensed" w:hAnsi="Abadi MT Condensed"/>
        </w:rPr>
        <w:alias w:val="Enter open issue/summary of discussion:"/>
        <w:tag w:val="Enter open issue/summary of discussion:"/>
        <w:id w:val="811033311"/>
        <w:placeholder>
          <w:docPart w:val="9074627BBA4346629A7A5FD8C2B63FF1"/>
        </w:placeholder>
        <w:temporary/>
        <w:showingPlcHdr/>
        <w15:appearance w15:val="hidden"/>
      </w:sdtPr>
      <w:sdtEndPr/>
      <w:sdtContent>
        <w:p w:rsidR="002C3D7E" w:rsidRPr="00605D1F" w:rsidRDefault="002C3D7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>Open issue/summary of discussion</w:t>
          </w:r>
        </w:p>
      </w:sdtContent>
    </w:sdt>
    <w:sdt>
      <w:sdtPr>
        <w:rPr>
          <w:rFonts w:ascii="Abadi MT Condensed" w:hAnsi="Abadi MT Condensed"/>
        </w:rPr>
        <w:alias w:val="Enter open issue/summary of discussion:"/>
        <w:tag w:val="Enter open issue/summary of discussion:"/>
        <w:id w:val="811033312"/>
        <w:placeholder>
          <w:docPart w:val="A87280697BEE417FB35CFB9828402FFA"/>
        </w:placeholder>
        <w:temporary/>
        <w:showingPlcHdr/>
        <w15:appearance w15:val="hidden"/>
      </w:sdtPr>
      <w:sdtEndPr/>
      <w:sdtContent>
        <w:p w:rsidR="002C3D7E" w:rsidRPr="00605D1F" w:rsidRDefault="002C3D7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>Open issue/summary of discussion</w:t>
          </w:r>
        </w:p>
      </w:sdtContent>
    </w:sdt>
    <w:p w:rsidR="0015180F" w:rsidRPr="00605D1F" w:rsidRDefault="00C31E24" w:rsidP="00B853F9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New business:"/>
          <w:tag w:val="New business:"/>
          <w:id w:val="-135951456"/>
          <w:placeholder>
            <w:docPart w:val="22170E3F3CBB479D9A3FB0A05D0B98D6"/>
          </w:placeholder>
          <w:temporary/>
          <w:showingPlcHdr/>
          <w15:appearance w15:val="hidden"/>
        </w:sdtPr>
        <w:sdtEndPr/>
        <w:sdtContent>
          <w:r w:rsidR="00285B87" w:rsidRPr="00605D1F">
            <w:rPr>
              <w:rFonts w:ascii="Abadi MT Condensed" w:eastAsiaTheme="majorEastAsia" w:hAnsi="Abadi MT Condensed"/>
            </w:rPr>
            <w:t>New business</w:t>
          </w:r>
        </w:sdtContent>
      </w:sdt>
    </w:p>
    <w:sdt>
      <w:sdtPr>
        <w:rPr>
          <w:rFonts w:ascii="Abadi MT Condensed" w:hAnsi="Abadi MT Condensed"/>
        </w:rPr>
        <w:alias w:val="Enter new business/summary of discussion:"/>
        <w:tag w:val="Enter new business/summary of discussion:"/>
        <w:id w:val="811033313"/>
        <w:placeholder>
          <w:docPart w:val="F57CC52B2F844F7BB2CCE2AF15503431"/>
        </w:placeholder>
        <w:temporary/>
        <w:showingPlcHdr/>
        <w15:appearance w15:val="hidden"/>
      </w:sdtPr>
      <w:sdtEndPr/>
      <w:sdtContent>
        <w:p w:rsidR="00276FA1" w:rsidRPr="00605D1F" w:rsidRDefault="002C3D7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>New business/summary of discussion</w:t>
          </w:r>
        </w:p>
      </w:sdtContent>
    </w:sdt>
    <w:sdt>
      <w:sdtPr>
        <w:rPr>
          <w:rFonts w:ascii="Abadi MT Condensed" w:hAnsi="Abadi MT Condensed"/>
        </w:rPr>
        <w:alias w:val="Enter new business/summary of discussion:"/>
        <w:tag w:val="Enter new business/summary of discussion:"/>
        <w:id w:val="811033340"/>
        <w:placeholder>
          <w:docPart w:val="4F4DD895B110407AAA0E454A6A52A51B"/>
        </w:placeholder>
        <w:temporary/>
        <w:showingPlcHdr/>
        <w15:appearance w15:val="hidden"/>
      </w:sdtPr>
      <w:sdtEndPr/>
      <w:sdtContent>
        <w:p w:rsidR="002C3D7E" w:rsidRPr="00605D1F" w:rsidRDefault="002C3D7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>New business/summary of discussion</w:t>
          </w:r>
        </w:p>
      </w:sdtContent>
    </w:sdt>
    <w:sdt>
      <w:sdtPr>
        <w:rPr>
          <w:rFonts w:ascii="Abadi MT Condensed" w:hAnsi="Abadi MT Condensed"/>
        </w:rPr>
        <w:alias w:val="Enter new business/summary of discussion:"/>
        <w:tag w:val="Enter new business/summary of discussion:"/>
        <w:id w:val="811033341"/>
        <w:placeholder>
          <w:docPart w:val="F0D35DBC257340429F3301AB3910EE62"/>
        </w:placeholder>
        <w:temporary/>
        <w:showingPlcHdr/>
        <w15:appearance w15:val="hidden"/>
      </w:sdtPr>
      <w:sdtEndPr/>
      <w:sdtContent>
        <w:p w:rsidR="002C3D7E" w:rsidRPr="00605D1F" w:rsidRDefault="002C3D7E" w:rsidP="00FD6CAB">
          <w:pPr>
            <w:pStyle w:val="ListNumber2"/>
            <w:rPr>
              <w:rFonts w:ascii="Abadi MT Condensed" w:hAnsi="Abadi MT Condensed"/>
            </w:rPr>
          </w:pPr>
          <w:r w:rsidRPr="00605D1F">
            <w:rPr>
              <w:rFonts w:ascii="Abadi MT Condensed" w:hAnsi="Abadi MT Condensed"/>
            </w:rPr>
            <w:t>New business/summary of discussion</w:t>
          </w:r>
        </w:p>
      </w:sdtContent>
    </w:sdt>
    <w:p w:rsidR="0015180F" w:rsidRPr="00605D1F" w:rsidRDefault="00C31E24" w:rsidP="00B853F9">
      <w:pPr>
        <w:pStyle w:val="ListNumber"/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Adjournment:"/>
          <w:tag w:val="Adjournment:"/>
          <w:id w:val="-768846696"/>
          <w:placeholder>
            <w:docPart w:val="3B2E1F2B887F4DC49250B627765773C1"/>
          </w:placeholder>
          <w:temporary/>
          <w:showingPlcHdr/>
          <w15:appearance w15:val="hidden"/>
        </w:sdtPr>
        <w:sdtEndPr/>
        <w:sdtContent>
          <w:r w:rsidR="00285B87" w:rsidRPr="00605D1F">
            <w:rPr>
              <w:rFonts w:ascii="Abadi MT Condensed" w:hAnsi="Abadi MT Condensed"/>
            </w:rPr>
            <w:t>Adjournment</w:t>
          </w:r>
        </w:sdtContent>
      </w:sdt>
    </w:p>
    <w:p w:rsidR="00680296" w:rsidRPr="00605D1F" w:rsidRDefault="00C31E24" w:rsidP="00D512BB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Facilitator name:"/>
          <w:tag w:val="Facilitator name:"/>
          <w:id w:val="-1874911055"/>
          <w:placeholder>
            <w:docPart w:val="F170D7B921B947E2978888E6113E643D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0F4987" w:rsidRPr="00605D1F">
            <w:rPr>
              <w:rFonts w:ascii="Abadi MT Condensed" w:hAnsi="Abadi MT Condensed"/>
            </w:rPr>
            <w:t>Facilitator Name</w:t>
          </w:r>
        </w:sdtContent>
      </w:sdt>
      <w:r w:rsidR="002C3D7E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paragraph text:"/>
          <w:tag w:val="Enter paragraph text:"/>
          <w:id w:val="-1785491353"/>
          <w:placeholder>
            <w:docPart w:val="8EE99CF6A0E74C12A1DE01B8F4C68AA5"/>
          </w:placeholder>
          <w:temporary/>
          <w:showingPlcHdr/>
          <w15:appearance w15:val="hidden"/>
        </w:sdtPr>
        <w:sdtEndPr/>
        <w:sdtContent>
          <w:r w:rsidR="00285B87" w:rsidRPr="00605D1F">
            <w:rPr>
              <w:rFonts w:ascii="Abadi MT Condensed" w:hAnsi="Abadi MT Condensed"/>
            </w:rPr>
            <w:t>adjourned the meeting at</w:t>
          </w:r>
        </w:sdtContent>
      </w:sdt>
      <w:r w:rsidR="00285B87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time:"/>
          <w:tag w:val="Enter time:"/>
          <w:id w:val="811033343"/>
          <w:placeholder>
            <w:docPart w:val="86C7E3E8794D4961A5795700303C8772"/>
          </w:placeholder>
          <w:temporary/>
          <w:showingPlcHdr/>
          <w15:appearance w15:val="hidden"/>
        </w:sdtPr>
        <w:sdtEndPr/>
        <w:sdtContent>
          <w:r w:rsidR="002C3D7E" w:rsidRPr="00605D1F">
            <w:rPr>
              <w:rStyle w:val="Emphasis"/>
              <w:rFonts w:ascii="Abadi MT Condensed" w:hAnsi="Abadi MT Condensed"/>
            </w:rPr>
            <w:t>time</w:t>
          </w:r>
        </w:sdtContent>
      </w:sdt>
      <w:r w:rsidR="00680296" w:rsidRPr="00605D1F">
        <w:rPr>
          <w:rFonts w:ascii="Abadi MT Condensed" w:hAnsi="Abadi MT Condensed"/>
        </w:rPr>
        <w:t>.</w:t>
      </w:r>
    </w:p>
    <w:p w:rsidR="008E476B" w:rsidRPr="00605D1F" w:rsidRDefault="00C31E24" w:rsidP="00D512BB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Minutes submitted by:"/>
          <w:tag w:val="Minutes submitted by:"/>
          <w:id w:val="915436728"/>
          <w:placeholder>
            <w:docPart w:val="97769D44ADCD43A9897D65A664FC26FF"/>
          </w:placeholder>
          <w:temporary/>
          <w:showingPlcHdr/>
          <w15:appearance w15:val="hidden"/>
        </w:sdtPr>
        <w:sdtEndPr/>
        <w:sdtContent>
          <w:r w:rsidR="00285B87" w:rsidRPr="00605D1F">
            <w:rPr>
              <w:rFonts w:ascii="Abadi MT Condensed" w:hAnsi="Abadi MT Condensed"/>
            </w:rPr>
            <w:t>Minutes submitted by</w:t>
          </w:r>
        </w:sdtContent>
      </w:sdt>
      <w:r w:rsidR="004E227E" w:rsidRPr="00605D1F">
        <w:rPr>
          <w:rFonts w:ascii="Abadi MT Condensed" w:hAnsi="Abadi MT Condensed"/>
        </w:rPr>
        <w:t xml:space="preserve">:  </w:t>
      </w:r>
      <w:sdt>
        <w:sdtPr>
          <w:rPr>
            <w:rFonts w:ascii="Abadi MT Condensed" w:hAnsi="Abadi MT Condensed"/>
          </w:rPr>
          <w:alias w:val="Enter name:"/>
          <w:tag w:val="Enter name:"/>
          <w:id w:val="811033370"/>
          <w:placeholder>
            <w:docPart w:val="4403E38DC05145678059450338170809"/>
          </w:placeholder>
          <w:temporary/>
          <w:showingPlcHdr/>
          <w15:appearance w15:val="hidden"/>
        </w:sdtPr>
        <w:sdtEndPr/>
        <w:sdtContent>
          <w:r w:rsidR="002C3D7E" w:rsidRPr="00605D1F">
            <w:rPr>
              <w:rStyle w:val="Emphasis"/>
              <w:rFonts w:ascii="Abadi MT Condensed" w:hAnsi="Abadi MT Condensed"/>
            </w:rPr>
            <w:t>Name</w:t>
          </w:r>
        </w:sdtContent>
      </w:sdt>
    </w:p>
    <w:p w:rsidR="00D512BB" w:rsidRPr="00605D1F" w:rsidRDefault="00C31E24" w:rsidP="00DC6078">
      <w:pPr>
        <w:rPr>
          <w:rFonts w:ascii="Abadi MT Condensed" w:hAnsi="Abadi MT Condensed"/>
        </w:rPr>
      </w:pPr>
      <w:sdt>
        <w:sdtPr>
          <w:rPr>
            <w:rFonts w:ascii="Abadi MT Condensed" w:hAnsi="Abadi MT Condensed"/>
          </w:rPr>
          <w:alias w:val="Minutes approved by:"/>
          <w:tag w:val="Minutes approved by:"/>
          <w:id w:val="793186629"/>
          <w:placeholder>
            <w:docPart w:val="375116F3F1924A29AA3E6E2CAB76DE63"/>
          </w:placeholder>
          <w:temporary/>
          <w:showingPlcHdr/>
          <w15:appearance w15:val="hidden"/>
        </w:sdtPr>
        <w:sdtEndPr/>
        <w:sdtContent>
          <w:r w:rsidR="00C601ED" w:rsidRPr="00605D1F">
            <w:rPr>
              <w:rFonts w:ascii="Abadi MT Condensed" w:hAnsi="Abadi MT Condensed"/>
            </w:rPr>
            <w:t>Minutes approved by</w:t>
          </w:r>
        </w:sdtContent>
      </w:sdt>
      <w:r w:rsidR="008E476B" w:rsidRPr="00605D1F">
        <w:rPr>
          <w:rFonts w:ascii="Abadi MT Condensed" w:hAnsi="Abadi MT Condensed"/>
        </w:rPr>
        <w:t xml:space="preserve">: </w:t>
      </w:r>
      <w:r w:rsidR="004E227E" w:rsidRPr="00605D1F">
        <w:rPr>
          <w:rFonts w:ascii="Abadi MT Condensed" w:hAnsi="Abadi MT Condensed"/>
        </w:rPr>
        <w:t xml:space="preserve"> </w:t>
      </w:r>
      <w:sdt>
        <w:sdtPr>
          <w:rPr>
            <w:rFonts w:ascii="Abadi MT Condensed" w:hAnsi="Abadi MT Condensed"/>
          </w:rPr>
          <w:alias w:val="Enter name:"/>
          <w:tag w:val="Enter name:"/>
          <w:id w:val="811033397"/>
          <w:placeholder>
            <w:docPart w:val="276F2CC25CB247AB94ED8A0607382455"/>
          </w:placeholder>
          <w:temporary/>
          <w:showingPlcHdr/>
          <w15:appearance w15:val="hidden"/>
        </w:sdtPr>
        <w:sdtEndPr/>
        <w:sdtContent>
          <w:r w:rsidR="002C3D7E" w:rsidRPr="00605D1F">
            <w:rPr>
              <w:rStyle w:val="Emphasis"/>
              <w:rFonts w:ascii="Abadi MT Condensed" w:hAnsi="Abadi MT Condensed"/>
            </w:rPr>
            <w:t>Name</w:t>
          </w:r>
        </w:sdtContent>
      </w:sdt>
    </w:p>
    <w:sectPr w:rsidR="00D512BB" w:rsidRPr="00605D1F" w:rsidSect="00193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E24" w:rsidRDefault="00C31E24" w:rsidP="001E7D29">
      <w:pPr>
        <w:spacing w:after="0" w:line="240" w:lineRule="auto"/>
      </w:pPr>
      <w:r>
        <w:separator/>
      </w:r>
    </w:p>
  </w:endnote>
  <w:endnote w:type="continuationSeparator" w:id="0">
    <w:p w:rsidR="00C31E24" w:rsidRDefault="00C31E24" w:rsidP="001E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E24" w:rsidRDefault="00C31E24" w:rsidP="001E7D29">
      <w:pPr>
        <w:spacing w:after="0" w:line="240" w:lineRule="auto"/>
      </w:pPr>
      <w:r>
        <w:separator/>
      </w:r>
    </w:p>
  </w:footnote>
  <w:footnote w:type="continuationSeparator" w:id="0">
    <w:p w:rsidR="00C31E24" w:rsidRDefault="00C31E24" w:rsidP="001E7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87" w:rsidRDefault="000F49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44B7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EBC6C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5D2ECF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0A582A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C106B1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42FD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7EA6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64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3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56772"/>
    <w:multiLevelType w:val="multilevel"/>
    <w:tmpl w:val="34703650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hint="default"/>
        <w:b/>
        <w:i w:val="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8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0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5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32"/>
  </w:num>
  <w:num w:numId="2">
    <w:abstractNumId w:val="19"/>
  </w:num>
  <w:num w:numId="3">
    <w:abstractNumId w:val="20"/>
  </w:num>
  <w:num w:numId="4">
    <w:abstractNumId w:val="12"/>
  </w:num>
  <w:num w:numId="5">
    <w:abstractNumId w:val="3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1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30"/>
  </w:num>
  <w:num w:numId="26">
    <w:abstractNumId w:val="11"/>
  </w:num>
  <w:num w:numId="27">
    <w:abstractNumId w:val="22"/>
  </w:num>
  <w:num w:numId="28">
    <w:abstractNumId w:val="11"/>
  </w:num>
  <w:num w:numId="29">
    <w:abstractNumId w:val="29"/>
  </w:num>
  <w:num w:numId="30">
    <w:abstractNumId w:val="23"/>
  </w:num>
  <w:num w:numId="31">
    <w:abstractNumId w:val="35"/>
  </w:num>
  <w:num w:numId="32">
    <w:abstractNumId w:val="31"/>
  </w:num>
  <w:num w:numId="33">
    <w:abstractNumId w:val="17"/>
  </w:num>
  <w:num w:numId="34">
    <w:abstractNumId w:val="25"/>
  </w:num>
  <w:num w:numId="35">
    <w:abstractNumId w:val="10"/>
  </w:num>
  <w:num w:numId="36">
    <w:abstractNumId w:val="26"/>
  </w:num>
  <w:num w:numId="37">
    <w:abstractNumId w:val="28"/>
  </w:num>
  <w:num w:numId="38">
    <w:abstractNumId w:val="24"/>
  </w:num>
  <w:num w:numId="39">
    <w:abstractNumId w:val="34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49">
      <o:colormru v:ext="edit" colors="teal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16A"/>
    <w:rsid w:val="00057671"/>
    <w:rsid w:val="000D445D"/>
    <w:rsid w:val="000F4987"/>
    <w:rsid w:val="000F65EC"/>
    <w:rsid w:val="0011573E"/>
    <w:rsid w:val="001269DE"/>
    <w:rsid w:val="00140DAE"/>
    <w:rsid w:val="0015180F"/>
    <w:rsid w:val="001746FC"/>
    <w:rsid w:val="00193653"/>
    <w:rsid w:val="001E7D29"/>
    <w:rsid w:val="002404F5"/>
    <w:rsid w:val="00275260"/>
    <w:rsid w:val="00276FA1"/>
    <w:rsid w:val="00285B87"/>
    <w:rsid w:val="00291B4A"/>
    <w:rsid w:val="002C3D7E"/>
    <w:rsid w:val="0032131A"/>
    <w:rsid w:val="003310BF"/>
    <w:rsid w:val="00333DF8"/>
    <w:rsid w:val="00357641"/>
    <w:rsid w:val="00360B6E"/>
    <w:rsid w:val="00361DEE"/>
    <w:rsid w:val="00394EF4"/>
    <w:rsid w:val="00410612"/>
    <w:rsid w:val="00411F8B"/>
    <w:rsid w:val="00450670"/>
    <w:rsid w:val="004724BD"/>
    <w:rsid w:val="00477352"/>
    <w:rsid w:val="00491C23"/>
    <w:rsid w:val="004B5C09"/>
    <w:rsid w:val="004E227E"/>
    <w:rsid w:val="00500DD1"/>
    <w:rsid w:val="00521AE3"/>
    <w:rsid w:val="00535B54"/>
    <w:rsid w:val="00554276"/>
    <w:rsid w:val="005E0ED9"/>
    <w:rsid w:val="00605D1F"/>
    <w:rsid w:val="00616B41"/>
    <w:rsid w:val="00620AE8"/>
    <w:rsid w:val="0064628C"/>
    <w:rsid w:val="0065214E"/>
    <w:rsid w:val="00655EE2"/>
    <w:rsid w:val="00680296"/>
    <w:rsid w:val="006853BC"/>
    <w:rsid w:val="00687389"/>
    <w:rsid w:val="006928C1"/>
    <w:rsid w:val="006F03D4"/>
    <w:rsid w:val="00700B1F"/>
    <w:rsid w:val="0070316A"/>
    <w:rsid w:val="007257E9"/>
    <w:rsid w:val="00744B1E"/>
    <w:rsid w:val="00756D9C"/>
    <w:rsid w:val="007619BD"/>
    <w:rsid w:val="00771C24"/>
    <w:rsid w:val="00781863"/>
    <w:rsid w:val="007D5836"/>
    <w:rsid w:val="007F34A4"/>
    <w:rsid w:val="00815563"/>
    <w:rsid w:val="008240DA"/>
    <w:rsid w:val="008429E5"/>
    <w:rsid w:val="00867EA4"/>
    <w:rsid w:val="00897D88"/>
    <w:rsid w:val="008A0319"/>
    <w:rsid w:val="008D43E9"/>
    <w:rsid w:val="008E3C0E"/>
    <w:rsid w:val="008E476B"/>
    <w:rsid w:val="00927C63"/>
    <w:rsid w:val="00932F50"/>
    <w:rsid w:val="0094637B"/>
    <w:rsid w:val="00955A78"/>
    <w:rsid w:val="009921B8"/>
    <w:rsid w:val="009D4984"/>
    <w:rsid w:val="009D6901"/>
    <w:rsid w:val="009F4E19"/>
    <w:rsid w:val="00A07662"/>
    <w:rsid w:val="00A21B71"/>
    <w:rsid w:val="00A37F9E"/>
    <w:rsid w:val="00A40085"/>
    <w:rsid w:val="00A47DF6"/>
    <w:rsid w:val="00A9231C"/>
    <w:rsid w:val="00AA2532"/>
    <w:rsid w:val="00AE1F88"/>
    <w:rsid w:val="00AE361F"/>
    <w:rsid w:val="00AE5370"/>
    <w:rsid w:val="00B247A9"/>
    <w:rsid w:val="00B435B5"/>
    <w:rsid w:val="00B565D8"/>
    <w:rsid w:val="00B5779A"/>
    <w:rsid w:val="00B64D24"/>
    <w:rsid w:val="00B7147D"/>
    <w:rsid w:val="00B75CFC"/>
    <w:rsid w:val="00B853F9"/>
    <w:rsid w:val="00BB018B"/>
    <w:rsid w:val="00BD1747"/>
    <w:rsid w:val="00C14973"/>
    <w:rsid w:val="00C1643D"/>
    <w:rsid w:val="00C261A9"/>
    <w:rsid w:val="00C31E24"/>
    <w:rsid w:val="00C42793"/>
    <w:rsid w:val="00C601ED"/>
    <w:rsid w:val="00CE5A5C"/>
    <w:rsid w:val="00D31AB7"/>
    <w:rsid w:val="00D50D23"/>
    <w:rsid w:val="00D512BB"/>
    <w:rsid w:val="00DA3B1A"/>
    <w:rsid w:val="00DC6078"/>
    <w:rsid w:val="00DC79AD"/>
    <w:rsid w:val="00DD2075"/>
    <w:rsid w:val="00DF2868"/>
    <w:rsid w:val="00E557A0"/>
    <w:rsid w:val="00EF6435"/>
    <w:rsid w:val="00F10F6B"/>
    <w:rsid w:val="00F23697"/>
    <w:rsid w:val="00F36BB7"/>
    <w:rsid w:val="00FB3809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teal"/>
    </o:shapedefaults>
    <o:shapelayout v:ext="edit">
      <o:idmap v:ext="edit" data="1"/>
    </o:shapelayout>
  </w:shapeDefaults>
  <w:decimalSymbol w:val="."/>
  <w:listSeparator w:val=","/>
  <w14:docId w14:val="3450E4C2"/>
  <w15:docId w15:val="{3FF1CD81-8B89-4578-B11C-2E7426D05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C0E"/>
  </w:style>
  <w:style w:type="paragraph" w:styleId="Heading1">
    <w:name w:val="heading 1"/>
    <w:basedOn w:val="Normal"/>
    <w:uiPriority w:val="9"/>
    <w:qFormat/>
    <w:rsid w:val="00500DD1"/>
    <w:pPr>
      <w:keepNext/>
      <w:spacing w:after="60"/>
      <w:ind w:left="0"/>
      <w:contextualSpacing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rsid w:val="00500DD1"/>
    <w:pPr>
      <w:keepNext/>
      <w:spacing w:before="240" w:after="60"/>
      <w:ind w:left="0"/>
      <w:contextualSpacing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uiPriority w:val="9"/>
    <w:semiHidden/>
    <w:unhideWhenUsed/>
    <w:qFormat/>
    <w:rsid w:val="00500DD1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500DD1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2"/>
    <w:qFormat/>
    <w:rsid w:val="00B853F9"/>
    <w:pPr>
      <w:numPr>
        <w:numId w:val="40"/>
      </w:numPr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DD2075"/>
    <w:rPr>
      <w:color w:val="595959" w:themeColor="text1" w:themeTint="A6"/>
    </w:rPr>
  </w:style>
  <w:style w:type="paragraph" w:styleId="Date">
    <w:name w:val="Date"/>
    <w:basedOn w:val="Normal"/>
    <w:next w:val="Normal"/>
    <w:uiPriority w:val="10"/>
    <w:qFormat/>
    <w:rsid w:val="00361DEE"/>
    <w:pPr>
      <w:spacing w:after="4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214E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14E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qFormat/>
    <w:rsid w:val="00535B54"/>
    <w:pPr>
      <w:numPr>
        <w:numId w:val="6"/>
      </w:numPr>
      <w:contextualSpacing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DD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Emphasis">
    <w:name w:val="Emphasis"/>
    <w:basedOn w:val="DefaultParagraphFont"/>
    <w:uiPriority w:val="15"/>
    <w:qFormat/>
    <w:rsid w:val="009F4E19"/>
    <w:rPr>
      <w:b w:val="0"/>
      <w:i w:val="0"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DD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D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D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DD1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DD1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500D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00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500DD1"/>
    <w:pPr>
      <w:numPr>
        <w:ilvl w:val="1"/>
      </w:numPr>
      <w:spacing w:after="160"/>
      <w:ind w:left="187"/>
      <w:contextualSpacing/>
    </w:pPr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0D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0DD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0DD1"/>
    <w:rPr>
      <w:i/>
      <w:iCs/>
      <w:color w:val="365F91" w:themeColor="accent1" w:themeShade="BF"/>
    </w:rPr>
  </w:style>
  <w:style w:type="character" w:styleId="Strong">
    <w:name w:val="Strong"/>
    <w:basedOn w:val="DefaultParagraphFont"/>
    <w:uiPriority w:val="22"/>
    <w:semiHidden/>
    <w:unhideWhenUsed/>
    <w:qFormat/>
    <w:rsid w:val="00500DD1"/>
    <w:rPr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500DD1"/>
    <w:pPr>
      <w:spacing w:before="200" w:after="160"/>
      <w:ind w:lef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0DD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0DD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0DD1"/>
    <w:rPr>
      <w:i/>
      <w:iCs/>
      <w:color w:val="365F91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5214E"/>
    <w:rPr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5214E"/>
    <w:rPr>
      <w:b/>
      <w:bCs/>
      <w:caps w:val="0"/>
      <w:smallCaps/>
      <w:color w:val="365F91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65214E"/>
    <w:rPr>
      <w:b/>
      <w:bCs/>
      <w:i/>
      <w:iCs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rsid w:val="0065214E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5214E"/>
    <w:pPr>
      <w:spacing w:line="240" w:lineRule="auto"/>
    </w:pPr>
    <w:rPr>
      <w:i/>
      <w:iCs/>
      <w:color w:val="1F497D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65214E"/>
  </w:style>
  <w:style w:type="paragraph" w:styleId="TOC1">
    <w:name w:val="toc 1"/>
    <w:basedOn w:val="Normal"/>
    <w:next w:val="Normal"/>
    <w:autoRedefine/>
    <w:uiPriority w:val="39"/>
    <w:semiHidden/>
    <w:unhideWhenUsed/>
    <w:rsid w:val="0065214E"/>
    <w:pPr>
      <w:spacing w:after="100"/>
      <w:ind w:left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5214E"/>
    <w:pPr>
      <w:spacing w:after="100"/>
      <w:ind w:left="192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65214E"/>
    <w:pPr>
      <w:framePr w:wrap="around" w:vAnchor="text" w:hAnchor="text" w:y="1"/>
    </w:pPr>
    <w:rPr>
      <w:rFonts w:eastAsiaTheme="majorEastAsia" w:cstheme="majorBidi"/>
      <w:bCs w:val="0"/>
    </w:rPr>
  </w:style>
  <w:style w:type="paragraph" w:styleId="BlockText">
    <w:name w:val="Block Text"/>
    <w:basedOn w:val="Normal"/>
    <w:uiPriority w:val="99"/>
    <w:semiHidden/>
    <w:unhideWhenUsed/>
    <w:rsid w:val="0065214E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521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5214E"/>
  </w:style>
  <w:style w:type="paragraph" w:styleId="BodyText2">
    <w:name w:val="Body Text 2"/>
    <w:basedOn w:val="Normal"/>
    <w:link w:val="BodyText2Char"/>
    <w:uiPriority w:val="99"/>
    <w:semiHidden/>
    <w:unhideWhenUsed/>
    <w:rsid w:val="006521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5214E"/>
  </w:style>
  <w:style w:type="paragraph" w:styleId="BodyText3">
    <w:name w:val="Body Text 3"/>
    <w:basedOn w:val="Normal"/>
    <w:link w:val="BodyText3Char"/>
    <w:uiPriority w:val="99"/>
    <w:semiHidden/>
    <w:unhideWhenUsed/>
    <w:rsid w:val="0065214E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5214E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5214E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5214E"/>
    <w:rPr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214E"/>
    <w:rPr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14E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14E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14E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214E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214E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5214E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5214E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5214E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5214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6521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5214E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14E"/>
  </w:style>
  <w:style w:type="character" w:styleId="FootnoteReference">
    <w:name w:val="footnote reference"/>
    <w:basedOn w:val="DefaultParagraphFont"/>
    <w:uiPriority w:val="99"/>
    <w:semiHidden/>
    <w:unhideWhenUsed/>
    <w:rsid w:val="006521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214E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214E"/>
    <w:rPr>
      <w:sz w:val="22"/>
      <w:szCs w:val="20"/>
    </w:rPr>
  </w:style>
  <w:style w:type="character" w:customStyle="1" w:styleId="Hashtag">
    <w:name w:val="Hashtag"/>
    <w:basedOn w:val="DefaultParagraphFont"/>
    <w:uiPriority w:val="99"/>
    <w:semiHidden/>
    <w:unhideWhenUsed/>
    <w:rsid w:val="0065214E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65214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14E"/>
  </w:style>
  <w:style w:type="character" w:styleId="HTMLAcronym">
    <w:name w:val="HTML Acronym"/>
    <w:basedOn w:val="DefaultParagraphFont"/>
    <w:uiPriority w:val="99"/>
    <w:semiHidden/>
    <w:unhideWhenUsed/>
    <w:rsid w:val="0065214E"/>
  </w:style>
  <w:style w:type="paragraph" w:styleId="HTMLAddress">
    <w:name w:val="HTML Address"/>
    <w:basedOn w:val="Normal"/>
    <w:link w:val="HTMLAddressChar"/>
    <w:uiPriority w:val="99"/>
    <w:semiHidden/>
    <w:unhideWhenUsed/>
    <w:rsid w:val="0065214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5214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5214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5214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5214E"/>
    <w:rPr>
      <w:rFonts w:ascii="Consolas" w:hAnsi="Consolas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D2075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D2075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DD2075"/>
    <w:rPr>
      <w:rFonts w:ascii="Consolas" w:hAnsi="Consolas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D207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D2075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D2075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D2075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DD2075"/>
  </w:style>
  <w:style w:type="paragraph" w:styleId="MacroText">
    <w:name w:val="macro"/>
    <w:link w:val="MacroTextChar"/>
    <w:uiPriority w:val="99"/>
    <w:semiHidden/>
    <w:unhideWhenUsed/>
    <w:rsid w:val="00DD20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D2075"/>
    <w:rPr>
      <w:rFonts w:ascii="Consolas" w:hAnsi="Consolas"/>
      <w:sz w:val="22"/>
      <w:szCs w:val="20"/>
    </w:rPr>
  </w:style>
  <w:style w:type="character" w:customStyle="1" w:styleId="Mention">
    <w:name w:val="Mention"/>
    <w:basedOn w:val="DefaultParagraphFont"/>
    <w:uiPriority w:val="99"/>
    <w:semiHidden/>
    <w:unhideWhenUsed/>
    <w:rsid w:val="00DD2075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D20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D2075"/>
    <w:rPr>
      <w:rFonts w:asciiTheme="majorHAnsi" w:eastAsiaTheme="majorEastAsia" w:hAnsiTheme="majorHAnsi" w:cstheme="majorBidi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D207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D2075"/>
  </w:style>
  <w:style w:type="paragraph" w:styleId="PlainText">
    <w:name w:val="Plain Text"/>
    <w:basedOn w:val="Normal"/>
    <w:link w:val="PlainTextChar"/>
    <w:uiPriority w:val="99"/>
    <w:semiHidden/>
    <w:unhideWhenUsed/>
    <w:rsid w:val="00DD2075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2075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D207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D2075"/>
  </w:style>
  <w:style w:type="paragraph" w:styleId="Signature">
    <w:name w:val="Signature"/>
    <w:basedOn w:val="Normal"/>
    <w:link w:val="SignatureChar"/>
    <w:uiPriority w:val="99"/>
    <w:semiHidden/>
    <w:unhideWhenUsed/>
    <w:rsid w:val="00DD2075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D2075"/>
  </w:style>
  <w:style w:type="character" w:customStyle="1" w:styleId="SmartHyperlink">
    <w:name w:val="Smart Hyperlink"/>
    <w:basedOn w:val="DefaultParagraphFont"/>
    <w:uiPriority w:val="99"/>
    <w:semiHidden/>
    <w:unhideWhenUsed/>
    <w:rsid w:val="00DD2075"/>
    <w:rPr>
      <w:u w:val="dotte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D2075"/>
    <w:rPr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12"/>
    <w:unhideWhenUsed/>
    <w:qFormat/>
    <w:rsid w:val="00FD6CAB"/>
    <w:pPr>
      <w:numPr>
        <w:ilvl w:val="1"/>
        <w:numId w:val="40"/>
      </w:numPr>
      <w:ind w:left="1310" w:hanging="5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txoft\task%2006-2020\Meeting%20Minutes%20Template\Meeting%20Minutes%20Template%20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C0E7A6274BDFBD82026CB67E0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D7A7D-FCE5-4BEE-A646-B62F185AF61A}"/>
      </w:docPartPr>
      <w:docPartBody>
        <w:p w:rsidR="00000000" w:rsidRDefault="00A90DE6">
          <w:pPr>
            <w:pStyle w:val="7922C0E7A6274BDFBD82026CB67E0176"/>
          </w:pPr>
          <w:r w:rsidRPr="007C4C8D">
            <w:t xml:space="preserve">Company/Department </w:t>
          </w:r>
          <w:r w:rsidRPr="007C4C8D">
            <w:t>Name</w:t>
          </w:r>
        </w:p>
      </w:docPartBody>
    </w:docPart>
    <w:docPart>
      <w:docPartPr>
        <w:name w:val="3B724F6A3F004B05B4264E50FFE20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4C0E-B09F-420C-B89E-DC19A6DE5372}"/>
      </w:docPartPr>
      <w:docPartBody>
        <w:p w:rsidR="00000000" w:rsidRDefault="00A90DE6">
          <w:pPr>
            <w:pStyle w:val="3B724F6A3F004B05B4264E50FFE201AE"/>
          </w:pPr>
          <w:r w:rsidRPr="004B5C09">
            <w:t>Meeting Minutes</w:t>
          </w:r>
        </w:p>
      </w:docPartBody>
    </w:docPart>
    <w:docPart>
      <w:docPartPr>
        <w:name w:val="80B10792D2A345CEADF853E3AC585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1DADB-1CFE-466F-8F64-1080D7D693EA}"/>
      </w:docPartPr>
      <w:docPartBody>
        <w:p w:rsidR="00000000" w:rsidRDefault="00A90DE6">
          <w:pPr>
            <w:pStyle w:val="80B10792D2A345CEADF853E3AC5853CC"/>
          </w:pPr>
          <w:r w:rsidRPr="00154F98">
            <w:t>Date</w:t>
          </w:r>
        </w:p>
      </w:docPartBody>
    </w:docPart>
    <w:docPart>
      <w:docPartPr>
        <w:name w:val="5EC584A388994308A1CC5DC0A3D28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F1012-C699-4D37-9FAA-144CE485FB79}"/>
      </w:docPartPr>
      <w:docPartBody>
        <w:p w:rsidR="00000000" w:rsidRDefault="00A90DE6">
          <w:pPr>
            <w:pStyle w:val="5EC584A388994308A1CC5DC0A3D2873C"/>
          </w:pPr>
          <w:r w:rsidRPr="00B853F9">
            <w:rPr>
              <w:rFonts w:eastAsiaTheme="majorEastAsia"/>
            </w:rPr>
            <w:t>Call to order</w:t>
          </w:r>
        </w:p>
      </w:docPartBody>
    </w:docPart>
    <w:docPart>
      <w:docPartPr>
        <w:name w:val="9A403B6B395946B987328CF2FFADE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3C667-A427-4AFE-AC26-D9E4AE87A904}"/>
      </w:docPartPr>
      <w:docPartBody>
        <w:p w:rsidR="00000000" w:rsidRDefault="00A90DE6">
          <w:pPr>
            <w:pStyle w:val="9A403B6B395946B987328CF2FFADE28E"/>
          </w:pPr>
          <w:r w:rsidRPr="002C3D7E">
            <w:rPr>
              <w:rStyle w:val="PlaceholderText"/>
            </w:rPr>
            <w:t>Facilitator Name</w:t>
          </w:r>
        </w:p>
      </w:docPartBody>
    </w:docPart>
    <w:docPart>
      <w:docPartPr>
        <w:name w:val="9447C7C0727A4AB08900B04CCB656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79F1-89BD-40BB-8F90-6A7B58863167}"/>
      </w:docPartPr>
      <w:docPartBody>
        <w:p w:rsidR="00000000" w:rsidRDefault="00A90DE6">
          <w:pPr>
            <w:pStyle w:val="9447C7C0727A4AB08900B04CCB656080"/>
          </w:pPr>
          <w:r w:rsidRPr="00AE361F">
            <w:t>called to order the regular meeting of the</w:t>
          </w:r>
        </w:p>
      </w:docPartBody>
    </w:docPart>
    <w:docPart>
      <w:docPartPr>
        <w:name w:val="7D538C6A3B374E12BF1ED3837FC24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CD139-F0ED-40B8-9031-B03B0BE5E77A}"/>
      </w:docPartPr>
      <w:docPartBody>
        <w:p w:rsidR="00000000" w:rsidRDefault="00A90DE6">
          <w:pPr>
            <w:pStyle w:val="7D538C6A3B374E12BF1ED3837FC2443D"/>
          </w:pPr>
          <w:r w:rsidRPr="00C601ED">
            <w:rPr>
              <w:rStyle w:val="Emphasis"/>
            </w:rPr>
            <w:t>Organization/Committee Name</w:t>
          </w:r>
        </w:p>
      </w:docPartBody>
    </w:docPart>
    <w:docPart>
      <w:docPartPr>
        <w:name w:val="E096B26875114694BE5E61F8913D8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E7D1F-59FE-4956-A1E9-30C0DA0FDCD7}"/>
      </w:docPartPr>
      <w:docPartBody>
        <w:p w:rsidR="00000000" w:rsidRDefault="00A90DE6">
          <w:pPr>
            <w:pStyle w:val="E096B26875114694BE5E61F8913D8420"/>
          </w:pPr>
          <w:r>
            <w:t>at</w:t>
          </w:r>
        </w:p>
      </w:docPartBody>
    </w:docPart>
    <w:docPart>
      <w:docPartPr>
        <w:name w:val="1F04FE6E7FA74F1E88E2B78494F6A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96983-FFA0-434F-8264-0F2E9C5D1CA7}"/>
      </w:docPartPr>
      <w:docPartBody>
        <w:p w:rsidR="00000000" w:rsidRDefault="00A90DE6">
          <w:pPr>
            <w:pStyle w:val="1F04FE6E7FA74F1E88E2B78494F6A47F"/>
          </w:pPr>
          <w:r w:rsidRPr="00C601ED">
            <w:rPr>
              <w:rStyle w:val="Emphasis"/>
            </w:rPr>
            <w:t>time</w:t>
          </w:r>
        </w:p>
      </w:docPartBody>
    </w:docPart>
    <w:docPart>
      <w:docPartPr>
        <w:name w:val="E565AC0A6D53495A8A8D617A192C5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61BC6-8267-4108-A095-A7E5C6C74272}"/>
      </w:docPartPr>
      <w:docPartBody>
        <w:p w:rsidR="00000000" w:rsidRDefault="00A90DE6">
          <w:pPr>
            <w:pStyle w:val="E565AC0A6D53495A8A8D617A192C563E"/>
          </w:pPr>
          <w:r w:rsidRPr="00AE361F">
            <w:t>on</w:t>
          </w:r>
        </w:p>
      </w:docPartBody>
    </w:docPart>
    <w:docPart>
      <w:docPartPr>
        <w:name w:val="57937C6893F8432BBC3DAFEE304450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B2510-F6CE-4B7F-9B3B-180FBBFD8247}"/>
      </w:docPartPr>
      <w:docPartBody>
        <w:p w:rsidR="00000000" w:rsidRDefault="00A90DE6">
          <w:pPr>
            <w:pStyle w:val="57937C6893F8432BBC3DAFEE304450D3"/>
          </w:pPr>
          <w:r w:rsidRPr="00C601ED">
            <w:rPr>
              <w:rStyle w:val="Emphasis"/>
            </w:rPr>
            <w:t>date</w:t>
          </w:r>
        </w:p>
      </w:docPartBody>
    </w:docPart>
    <w:docPart>
      <w:docPartPr>
        <w:name w:val="610415C0694249D4A9553EE995E43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B0CDB-030E-4C18-8CB3-6151728D2F84}"/>
      </w:docPartPr>
      <w:docPartBody>
        <w:p w:rsidR="00000000" w:rsidRDefault="00A90DE6">
          <w:pPr>
            <w:pStyle w:val="610415C0694249D4A9553EE995E43068"/>
          </w:pPr>
          <w:r>
            <w:t>at</w:t>
          </w:r>
        </w:p>
      </w:docPartBody>
    </w:docPart>
    <w:docPart>
      <w:docPartPr>
        <w:name w:val="A20E5FBB551C4EAD88B7F8CBF4343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B6C96-24EB-4F2B-8C1B-88ABDD5C6CA5}"/>
      </w:docPartPr>
      <w:docPartBody>
        <w:p w:rsidR="00000000" w:rsidRDefault="00A90DE6">
          <w:pPr>
            <w:pStyle w:val="A20E5FBB551C4EAD88B7F8CBF4343791"/>
          </w:pPr>
          <w:r w:rsidRPr="00C601ED">
            <w:rPr>
              <w:rStyle w:val="Emphasis"/>
            </w:rPr>
            <w:t>location</w:t>
          </w:r>
        </w:p>
      </w:docPartBody>
    </w:docPart>
    <w:docPart>
      <w:docPartPr>
        <w:name w:val="78C5659254BC4DD0BFED1FE0B437F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CAEF68-9069-4B44-8321-47B83D2CDBE4}"/>
      </w:docPartPr>
      <w:docPartBody>
        <w:p w:rsidR="00000000" w:rsidRDefault="00A90DE6">
          <w:pPr>
            <w:pStyle w:val="78C5659254BC4DD0BFED1FE0B437FFF9"/>
          </w:pPr>
          <w:r w:rsidRPr="00B853F9">
            <w:rPr>
              <w:rFonts w:eastAsiaTheme="majorEastAsia"/>
            </w:rPr>
            <w:t>Roll call</w:t>
          </w:r>
        </w:p>
      </w:docPartBody>
    </w:docPart>
    <w:docPart>
      <w:docPartPr>
        <w:name w:val="700E28D041A840F2AC53C3DA8DDD6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36487-EF5C-408E-94B2-94D4A39C7221}"/>
      </w:docPartPr>
      <w:docPartBody>
        <w:p w:rsidR="00000000" w:rsidRDefault="00A90DE6">
          <w:pPr>
            <w:pStyle w:val="700E28D041A840F2AC53C3DA8DDD65F5"/>
          </w:pPr>
          <w:r w:rsidRPr="00B565D8">
            <w:rPr>
              <w:rStyle w:val="Emphasis"/>
            </w:rPr>
            <w:t>Secretary Name</w:t>
          </w:r>
        </w:p>
      </w:docPartBody>
    </w:docPart>
    <w:docPart>
      <w:docPartPr>
        <w:name w:val="DF6BB70498124085927EE2CA71A5C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35512-07CB-4737-B2C2-416BE04A4F15}"/>
      </w:docPartPr>
      <w:docPartBody>
        <w:p w:rsidR="00000000" w:rsidRDefault="00A90DE6">
          <w:pPr>
            <w:pStyle w:val="DF6BB70498124085927EE2CA71A5CA52"/>
          </w:pPr>
          <w:r>
            <w:t>conducted a roll call. The following persons were present:</w:t>
          </w:r>
        </w:p>
      </w:docPartBody>
    </w:docPart>
    <w:docPart>
      <w:docPartPr>
        <w:name w:val="EF45AC6610754A12AD0B75F8B9784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C2A5E-005E-4A28-8E49-9A754868C1B6}"/>
      </w:docPartPr>
      <w:docPartBody>
        <w:p w:rsidR="00000000" w:rsidRDefault="00A90DE6">
          <w:pPr>
            <w:pStyle w:val="EF45AC6610754A12AD0B75F8B978499B"/>
          </w:pPr>
          <w:r w:rsidRPr="00C601ED">
            <w:rPr>
              <w:rStyle w:val="Emphasis"/>
            </w:rPr>
            <w:t>attendee names</w:t>
          </w:r>
        </w:p>
      </w:docPartBody>
    </w:docPart>
    <w:docPart>
      <w:docPartPr>
        <w:name w:val="36C3BA8C243A409FB279BA787F6CE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267C4-BCF6-437D-BD83-0FBE9624126C}"/>
      </w:docPartPr>
      <w:docPartBody>
        <w:p w:rsidR="00000000" w:rsidRDefault="00A90DE6">
          <w:pPr>
            <w:pStyle w:val="36C3BA8C243A409FB279BA787F6CE7EE"/>
          </w:pPr>
          <w:r w:rsidRPr="00B853F9">
            <w:rPr>
              <w:rFonts w:eastAsiaTheme="majorEastAsia"/>
            </w:rPr>
            <w:t>Approval of minutes from last meeting</w:t>
          </w:r>
        </w:p>
      </w:docPartBody>
    </w:docPart>
    <w:docPart>
      <w:docPartPr>
        <w:name w:val="DDDBDBD6A6D6419097A3E9227F3EC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E4CE8-AD93-4B60-A7C5-0414DC7011D2}"/>
      </w:docPartPr>
      <w:docPartBody>
        <w:p w:rsidR="00000000" w:rsidRDefault="00A90DE6">
          <w:pPr>
            <w:pStyle w:val="DDDBDBD6A6D6419097A3E9227F3EC37A"/>
          </w:pPr>
          <w:r w:rsidRPr="00B565D8">
            <w:t>Secretary Name</w:t>
          </w:r>
        </w:p>
      </w:docPartBody>
    </w:docPart>
    <w:docPart>
      <w:docPartPr>
        <w:name w:val="EE1067009DD145909E60FD42C5BC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0D173-8543-4249-847F-B4538EC07874}"/>
      </w:docPartPr>
      <w:docPartBody>
        <w:p w:rsidR="00000000" w:rsidRDefault="00A90DE6">
          <w:pPr>
            <w:pStyle w:val="EE1067009DD145909E60FD42C5BC61E9"/>
          </w:pPr>
          <w:r>
            <w:t>read the minutes from the last meeting. The minutes were approved as read.</w:t>
          </w:r>
        </w:p>
      </w:docPartBody>
    </w:docPart>
    <w:docPart>
      <w:docPartPr>
        <w:name w:val="BA6033E8CE754FB6A637AA0D5F57B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87C18B-1318-444B-8631-0B5FE1A11708}"/>
      </w:docPartPr>
      <w:docPartBody>
        <w:p w:rsidR="00000000" w:rsidRDefault="00A90DE6">
          <w:pPr>
            <w:pStyle w:val="BA6033E8CE754FB6A637AA0D5F57BD1A"/>
          </w:pPr>
          <w:r w:rsidRPr="00781863">
            <w:rPr>
              <w:rFonts w:eastAsiaTheme="majorEastAsia"/>
            </w:rPr>
            <w:t>Open issues</w:t>
          </w:r>
        </w:p>
      </w:docPartBody>
    </w:docPart>
    <w:docPart>
      <w:docPartPr>
        <w:name w:val="8469C544D29A4C4185CB8464C49CD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5FF34-ADA2-48C5-96AB-3E0B922BE3C4}"/>
      </w:docPartPr>
      <w:docPartBody>
        <w:p w:rsidR="00000000" w:rsidRDefault="00A90DE6">
          <w:pPr>
            <w:pStyle w:val="8469C544D29A4C4185CB8464C49CD034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9074627BBA4346629A7A5FD8C2B63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FA6D0-E28D-46B5-B17E-B191F09FF4D1}"/>
      </w:docPartPr>
      <w:docPartBody>
        <w:p w:rsidR="00000000" w:rsidRDefault="00A90DE6">
          <w:pPr>
            <w:pStyle w:val="9074627BBA4346629A7A5FD8C2B63FF1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A87280697BEE417FB35CFB9828402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448F5-99B7-4ED0-9666-EEB0497880FE}"/>
      </w:docPartPr>
      <w:docPartBody>
        <w:p w:rsidR="00000000" w:rsidRDefault="00A90DE6">
          <w:pPr>
            <w:pStyle w:val="A87280697BEE417FB35CFB9828402FFA"/>
          </w:pPr>
          <w:r w:rsidRPr="002C3D7E">
            <w:t xml:space="preserve">Open </w:t>
          </w:r>
          <w:r>
            <w:t>issue/</w:t>
          </w:r>
          <w:r w:rsidRPr="002C3D7E">
            <w:t>summary of discussion</w:t>
          </w:r>
        </w:p>
      </w:docPartBody>
    </w:docPart>
    <w:docPart>
      <w:docPartPr>
        <w:name w:val="22170E3F3CBB479D9A3FB0A05D0B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A932A-0BFD-41FE-BC8E-0DEB222BE50D}"/>
      </w:docPartPr>
      <w:docPartBody>
        <w:p w:rsidR="00000000" w:rsidRDefault="00A90DE6">
          <w:pPr>
            <w:pStyle w:val="22170E3F3CBB479D9A3FB0A05D0B98D6"/>
          </w:pPr>
          <w:r w:rsidRPr="004724BD">
            <w:rPr>
              <w:rFonts w:eastAsiaTheme="majorEastAsia"/>
            </w:rPr>
            <w:t>New business</w:t>
          </w:r>
        </w:p>
      </w:docPartBody>
    </w:docPart>
    <w:docPart>
      <w:docPartPr>
        <w:name w:val="F57CC52B2F844F7BB2CCE2AF15503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2092E-EC91-4BFA-BF3A-1918BA6C8503}"/>
      </w:docPartPr>
      <w:docPartBody>
        <w:p w:rsidR="00000000" w:rsidRDefault="00A90DE6">
          <w:pPr>
            <w:pStyle w:val="F57CC52B2F844F7BB2CCE2AF15503431"/>
          </w:pPr>
          <w:r>
            <w:t>New business/summary of discussion</w:t>
          </w:r>
        </w:p>
      </w:docPartBody>
    </w:docPart>
    <w:docPart>
      <w:docPartPr>
        <w:name w:val="4F4DD895B110407AAA0E454A6A52A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460DE-A9D5-4F29-977D-BDF3957AC142}"/>
      </w:docPartPr>
      <w:docPartBody>
        <w:p w:rsidR="00000000" w:rsidRDefault="00A90DE6">
          <w:pPr>
            <w:pStyle w:val="4F4DD895B110407AAA0E454A6A52A51B"/>
          </w:pPr>
          <w:r>
            <w:t>New business/summary of discussion</w:t>
          </w:r>
        </w:p>
      </w:docPartBody>
    </w:docPart>
    <w:docPart>
      <w:docPartPr>
        <w:name w:val="F0D35DBC257340429F3301AB3910E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9B08-484D-4CC1-80AE-CB21E5F0FAFE}"/>
      </w:docPartPr>
      <w:docPartBody>
        <w:p w:rsidR="00000000" w:rsidRDefault="00A90DE6">
          <w:pPr>
            <w:pStyle w:val="F0D35DBC257340429F3301AB3910EE62"/>
          </w:pPr>
          <w:r>
            <w:t>New business/summary of discussion</w:t>
          </w:r>
        </w:p>
      </w:docPartBody>
    </w:docPart>
    <w:docPart>
      <w:docPartPr>
        <w:name w:val="3B2E1F2B887F4DC49250B62776577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0A549-73C2-4861-A83B-ACBF37FAA20B}"/>
      </w:docPartPr>
      <w:docPartBody>
        <w:p w:rsidR="00000000" w:rsidRDefault="00A90DE6">
          <w:pPr>
            <w:pStyle w:val="3B2E1F2B887F4DC49250B627765773C1"/>
          </w:pPr>
          <w:r w:rsidRPr="00B853F9">
            <w:t>Adjournment</w:t>
          </w:r>
        </w:p>
      </w:docPartBody>
    </w:docPart>
    <w:docPart>
      <w:docPartPr>
        <w:name w:val="F170D7B921B947E2978888E6113E6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FFA1D-BD28-427A-8D12-AC3F1E90A0D7}"/>
      </w:docPartPr>
      <w:docPartBody>
        <w:p w:rsidR="00000000" w:rsidRDefault="00A90DE6">
          <w:pPr>
            <w:pStyle w:val="F170D7B921B947E2978888E6113E643D"/>
          </w:pPr>
          <w:r w:rsidRPr="000F4987">
            <w:t>Facilitator Name</w:t>
          </w:r>
        </w:p>
      </w:docPartBody>
    </w:docPart>
    <w:docPart>
      <w:docPartPr>
        <w:name w:val="8EE99CF6A0E74C12A1DE01B8F4C68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2B1855-616A-418A-9C05-80B83DC5A77F}"/>
      </w:docPartPr>
      <w:docPartBody>
        <w:p w:rsidR="00000000" w:rsidRDefault="00A90DE6">
          <w:pPr>
            <w:pStyle w:val="8EE99CF6A0E74C12A1DE01B8F4C68AA5"/>
          </w:pPr>
          <w:r w:rsidRPr="00361DEE">
            <w:t>adjourned the meeting at</w:t>
          </w:r>
        </w:p>
      </w:docPartBody>
    </w:docPart>
    <w:docPart>
      <w:docPartPr>
        <w:name w:val="86C7E3E8794D4961A5795700303C8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D70CB-FE55-4F4F-BF2B-F393A5B89977}"/>
      </w:docPartPr>
      <w:docPartBody>
        <w:p w:rsidR="00000000" w:rsidRDefault="00A90DE6">
          <w:pPr>
            <w:pStyle w:val="86C7E3E8794D4961A5795700303C8772"/>
          </w:pPr>
          <w:r w:rsidRPr="00C601ED">
            <w:rPr>
              <w:rStyle w:val="Emphasis"/>
            </w:rPr>
            <w:t>time</w:t>
          </w:r>
        </w:p>
      </w:docPartBody>
    </w:docPart>
    <w:docPart>
      <w:docPartPr>
        <w:name w:val="97769D44ADCD43A9897D65A664FC2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295D3-EF27-451E-B7D6-23254A89082C}"/>
      </w:docPartPr>
      <w:docPartBody>
        <w:p w:rsidR="00000000" w:rsidRDefault="00A90DE6">
          <w:pPr>
            <w:pStyle w:val="97769D44ADCD43A9897D65A664FC26FF"/>
          </w:pPr>
          <w:r w:rsidRPr="00285B87">
            <w:t>Minutes submitted by</w:t>
          </w:r>
        </w:p>
      </w:docPartBody>
    </w:docPart>
    <w:docPart>
      <w:docPartPr>
        <w:name w:val="4403E38DC051456780594503381708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84684-C2F4-444F-9979-C4A74FC66259}"/>
      </w:docPartPr>
      <w:docPartBody>
        <w:p w:rsidR="00000000" w:rsidRDefault="00A90DE6">
          <w:pPr>
            <w:pStyle w:val="4403E38DC05145678059450338170809"/>
          </w:pPr>
          <w:r w:rsidRPr="00C601ED">
            <w:rPr>
              <w:rStyle w:val="Emphasis"/>
            </w:rPr>
            <w:t>Name</w:t>
          </w:r>
        </w:p>
      </w:docPartBody>
    </w:docPart>
    <w:docPart>
      <w:docPartPr>
        <w:name w:val="375116F3F1924A29AA3E6E2CAB76D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4DBB6-1FE0-4848-917C-3C497E6E4A4F}"/>
      </w:docPartPr>
      <w:docPartBody>
        <w:p w:rsidR="00000000" w:rsidRDefault="00A90DE6">
          <w:pPr>
            <w:pStyle w:val="375116F3F1924A29AA3E6E2CAB76DE63"/>
          </w:pPr>
          <w:r>
            <w:t>Minutes approved by</w:t>
          </w:r>
        </w:p>
      </w:docPartBody>
    </w:docPart>
    <w:docPart>
      <w:docPartPr>
        <w:name w:val="276F2CC25CB247AB94ED8A06073824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C1E50-F4B7-41D9-A73D-29ECF2965E3B}"/>
      </w:docPartPr>
      <w:docPartBody>
        <w:p w:rsidR="00000000" w:rsidRDefault="00A90DE6">
          <w:pPr>
            <w:pStyle w:val="276F2CC25CB247AB94ED8A0607382455"/>
          </w:pPr>
          <w:r w:rsidRPr="00C601ED">
            <w:rPr>
              <w:rStyle w:val="Emphasis"/>
            </w:rPr>
            <w:t>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E6"/>
    <w:rsid w:val="00A9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C0E7A6274BDFBD82026CB67E0176">
    <w:name w:val="7922C0E7A6274BDFBD82026CB67E0176"/>
  </w:style>
  <w:style w:type="paragraph" w:customStyle="1" w:styleId="3B724F6A3F004B05B4264E50FFE201AE">
    <w:name w:val="3B724F6A3F004B05B4264E50FFE201AE"/>
  </w:style>
  <w:style w:type="paragraph" w:customStyle="1" w:styleId="80B10792D2A345CEADF853E3AC5853CC">
    <w:name w:val="80B10792D2A345CEADF853E3AC5853CC"/>
  </w:style>
  <w:style w:type="paragraph" w:customStyle="1" w:styleId="5EC584A388994308A1CC5DC0A3D2873C">
    <w:name w:val="5EC584A388994308A1CC5DC0A3D2873C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9A403B6B395946B987328CF2FFADE28E">
    <w:name w:val="9A403B6B395946B987328CF2FFADE28E"/>
  </w:style>
  <w:style w:type="paragraph" w:customStyle="1" w:styleId="9447C7C0727A4AB08900B04CCB656080">
    <w:name w:val="9447C7C0727A4AB08900B04CCB656080"/>
  </w:style>
  <w:style w:type="character" w:styleId="Emphasis">
    <w:name w:val="Emphasis"/>
    <w:basedOn w:val="DefaultParagraphFont"/>
    <w:uiPriority w:val="15"/>
    <w:qFormat/>
    <w:rPr>
      <w:b w:val="0"/>
      <w:i w:val="0"/>
      <w:iCs/>
      <w:color w:val="595959" w:themeColor="text1" w:themeTint="A6"/>
    </w:rPr>
  </w:style>
  <w:style w:type="paragraph" w:customStyle="1" w:styleId="7D538C6A3B374E12BF1ED3837FC2443D">
    <w:name w:val="7D538C6A3B374E12BF1ED3837FC2443D"/>
  </w:style>
  <w:style w:type="paragraph" w:customStyle="1" w:styleId="E096B26875114694BE5E61F8913D8420">
    <w:name w:val="E096B26875114694BE5E61F8913D8420"/>
  </w:style>
  <w:style w:type="paragraph" w:customStyle="1" w:styleId="1F04FE6E7FA74F1E88E2B78494F6A47F">
    <w:name w:val="1F04FE6E7FA74F1E88E2B78494F6A47F"/>
  </w:style>
  <w:style w:type="paragraph" w:customStyle="1" w:styleId="E565AC0A6D53495A8A8D617A192C563E">
    <w:name w:val="E565AC0A6D53495A8A8D617A192C563E"/>
  </w:style>
  <w:style w:type="paragraph" w:customStyle="1" w:styleId="57937C6893F8432BBC3DAFEE304450D3">
    <w:name w:val="57937C6893F8432BBC3DAFEE304450D3"/>
  </w:style>
  <w:style w:type="paragraph" w:customStyle="1" w:styleId="610415C0694249D4A9553EE995E43068">
    <w:name w:val="610415C0694249D4A9553EE995E43068"/>
  </w:style>
  <w:style w:type="paragraph" w:customStyle="1" w:styleId="A20E5FBB551C4EAD88B7F8CBF4343791">
    <w:name w:val="A20E5FBB551C4EAD88B7F8CBF4343791"/>
  </w:style>
  <w:style w:type="paragraph" w:customStyle="1" w:styleId="78C5659254BC4DD0BFED1FE0B437FFF9">
    <w:name w:val="78C5659254BC4DD0BFED1FE0B437FFF9"/>
  </w:style>
  <w:style w:type="paragraph" w:customStyle="1" w:styleId="700E28D041A840F2AC53C3DA8DDD65F5">
    <w:name w:val="700E28D041A840F2AC53C3DA8DDD65F5"/>
  </w:style>
  <w:style w:type="paragraph" w:customStyle="1" w:styleId="DF6BB70498124085927EE2CA71A5CA52">
    <w:name w:val="DF6BB70498124085927EE2CA71A5CA52"/>
  </w:style>
  <w:style w:type="paragraph" w:customStyle="1" w:styleId="EF45AC6610754A12AD0B75F8B978499B">
    <w:name w:val="EF45AC6610754A12AD0B75F8B978499B"/>
  </w:style>
  <w:style w:type="paragraph" w:customStyle="1" w:styleId="36C3BA8C243A409FB279BA787F6CE7EE">
    <w:name w:val="36C3BA8C243A409FB279BA787F6CE7EE"/>
  </w:style>
  <w:style w:type="paragraph" w:customStyle="1" w:styleId="DDDBDBD6A6D6419097A3E9227F3EC37A">
    <w:name w:val="DDDBDBD6A6D6419097A3E9227F3EC37A"/>
  </w:style>
  <w:style w:type="paragraph" w:customStyle="1" w:styleId="EE1067009DD145909E60FD42C5BC61E9">
    <w:name w:val="EE1067009DD145909E60FD42C5BC61E9"/>
  </w:style>
  <w:style w:type="paragraph" w:customStyle="1" w:styleId="BA6033E8CE754FB6A637AA0D5F57BD1A">
    <w:name w:val="BA6033E8CE754FB6A637AA0D5F57BD1A"/>
  </w:style>
  <w:style w:type="paragraph" w:customStyle="1" w:styleId="8469C544D29A4C4185CB8464C49CD034">
    <w:name w:val="8469C544D29A4C4185CB8464C49CD034"/>
  </w:style>
  <w:style w:type="paragraph" w:customStyle="1" w:styleId="9074627BBA4346629A7A5FD8C2B63FF1">
    <w:name w:val="9074627BBA4346629A7A5FD8C2B63FF1"/>
  </w:style>
  <w:style w:type="paragraph" w:customStyle="1" w:styleId="A87280697BEE417FB35CFB9828402FFA">
    <w:name w:val="A87280697BEE417FB35CFB9828402FFA"/>
  </w:style>
  <w:style w:type="paragraph" w:customStyle="1" w:styleId="22170E3F3CBB479D9A3FB0A05D0B98D6">
    <w:name w:val="22170E3F3CBB479D9A3FB0A05D0B98D6"/>
  </w:style>
  <w:style w:type="paragraph" w:customStyle="1" w:styleId="F57CC52B2F844F7BB2CCE2AF15503431">
    <w:name w:val="F57CC52B2F844F7BB2CCE2AF15503431"/>
  </w:style>
  <w:style w:type="paragraph" w:customStyle="1" w:styleId="4F4DD895B110407AAA0E454A6A52A51B">
    <w:name w:val="4F4DD895B110407AAA0E454A6A52A51B"/>
  </w:style>
  <w:style w:type="paragraph" w:customStyle="1" w:styleId="F0D35DBC257340429F3301AB3910EE62">
    <w:name w:val="F0D35DBC257340429F3301AB3910EE62"/>
  </w:style>
  <w:style w:type="paragraph" w:customStyle="1" w:styleId="3B2E1F2B887F4DC49250B627765773C1">
    <w:name w:val="3B2E1F2B887F4DC49250B627765773C1"/>
  </w:style>
  <w:style w:type="paragraph" w:customStyle="1" w:styleId="F170D7B921B947E2978888E6113E643D">
    <w:name w:val="F170D7B921B947E2978888E6113E643D"/>
  </w:style>
  <w:style w:type="paragraph" w:customStyle="1" w:styleId="8EE99CF6A0E74C12A1DE01B8F4C68AA5">
    <w:name w:val="8EE99CF6A0E74C12A1DE01B8F4C68AA5"/>
  </w:style>
  <w:style w:type="paragraph" w:customStyle="1" w:styleId="86C7E3E8794D4961A5795700303C8772">
    <w:name w:val="86C7E3E8794D4961A5795700303C8772"/>
  </w:style>
  <w:style w:type="paragraph" w:customStyle="1" w:styleId="97769D44ADCD43A9897D65A664FC26FF">
    <w:name w:val="97769D44ADCD43A9897D65A664FC26FF"/>
  </w:style>
  <w:style w:type="paragraph" w:customStyle="1" w:styleId="4403E38DC05145678059450338170809">
    <w:name w:val="4403E38DC05145678059450338170809"/>
  </w:style>
  <w:style w:type="paragraph" w:customStyle="1" w:styleId="375116F3F1924A29AA3E6E2CAB76DE63">
    <w:name w:val="375116F3F1924A29AA3E6E2CAB76DE63"/>
  </w:style>
  <w:style w:type="paragraph" w:customStyle="1" w:styleId="276F2CC25CB247AB94ED8A0607382455">
    <w:name w:val="276F2CC25CB247AB94ED8A0607382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 06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JAVED</dc:creator>
  <dc:description/>
  <cp:lastModifiedBy>ALI JAVED</cp:lastModifiedBy>
  <cp:revision>3</cp:revision>
  <dcterms:created xsi:type="dcterms:W3CDTF">2020-06-20T11:52:00Z</dcterms:created>
  <dcterms:modified xsi:type="dcterms:W3CDTF">2020-06-20T11:54:00Z</dcterms:modified>
</cp:coreProperties>
</file>