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115" w:type="dxa"/>
          <w:right w:w="115" w:type="dxa"/>
        </w:tblCellMar>
        <w:tblLook w:val="0600" w:firstRow="0" w:lastRow="0" w:firstColumn="0" w:lastColumn="0" w:noHBand="1" w:noVBand="1"/>
        <w:tblDescription w:val="Layout table page 1"/>
      </w:tblPr>
      <w:tblGrid>
        <w:gridCol w:w="277"/>
        <w:gridCol w:w="3482"/>
        <w:gridCol w:w="3717"/>
        <w:gridCol w:w="3324"/>
      </w:tblGrid>
      <w:tr w:rsidR="0047779F" w:rsidRPr="006D65E4" w14:paraId="52BFE1BF" w14:textId="77777777" w:rsidTr="0047779F">
        <w:trPr>
          <w:trHeight w:val="1766"/>
        </w:trPr>
        <w:tc>
          <w:tcPr>
            <w:tcW w:w="128" w:type="pct"/>
          </w:tcPr>
          <w:p w14:paraId="3C2DD293" w14:textId="77777777" w:rsidR="0047779F" w:rsidRPr="006D65E4" w:rsidRDefault="0047779F" w:rsidP="00C03D04">
            <w:pPr>
              <w:rPr>
                <w:rFonts w:ascii="Lato" w:hAnsi="Lato"/>
              </w:rPr>
            </w:pPr>
          </w:p>
        </w:tc>
        <w:sdt>
          <w:sdtPr>
            <w:rPr>
              <w:rFonts w:ascii="Lato" w:hAnsi="Lato"/>
            </w:rPr>
            <w:id w:val="2015407855"/>
            <w:placeholder>
              <w:docPart w:val="4CCCFB419A1A418B90241980EACA80C1"/>
            </w:placeholder>
            <w:temporary/>
            <w:showingPlcHdr/>
            <w15:appearance w15:val="hidden"/>
          </w:sdtPr>
          <w:sdtEndPr/>
          <w:sdtContent>
            <w:tc>
              <w:tcPr>
                <w:tcW w:w="3333" w:type="pct"/>
                <w:gridSpan w:val="2"/>
                <w:shd w:val="clear" w:color="auto" w:fill="1B74BC" w:themeFill="accent1"/>
              </w:tcPr>
              <w:p w14:paraId="44F41EA7" w14:textId="77777777" w:rsidR="0047779F" w:rsidRPr="006D65E4" w:rsidRDefault="0047779F" w:rsidP="00C03D04">
                <w:pPr>
                  <w:pStyle w:val="Title"/>
                  <w:rPr>
                    <w:rFonts w:ascii="Lato" w:hAnsi="Lato"/>
                  </w:rPr>
                </w:pPr>
                <w:r w:rsidRPr="006D65E4">
                  <w:rPr>
                    <w:rFonts w:ascii="Lato" w:hAnsi="Lato"/>
                  </w:rPr>
                  <w:t>Newsletter</w:t>
                </w:r>
              </w:p>
              <w:p w14:paraId="6448D0EC" w14:textId="77777777" w:rsidR="0047779F" w:rsidRPr="006D65E4" w:rsidRDefault="0047779F" w:rsidP="00C03D04">
                <w:pPr>
                  <w:pStyle w:val="Title"/>
                  <w:rPr>
                    <w:rFonts w:ascii="Lato" w:hAnsi="Lato"/>
                  </w:rPr>
                </w:pPr>
                <w:r w:rsidRPr="006D65E4">
                  <w:rPr>
                    <w:rFonts w:ascii="Lato" w:hAnsi="Lato"/>
                  </w:rPr>
                  <w:t>Title</w:t>
                </w:r>
              </w:p>
            </w:tc>
          </w:sdtContent>
        </w:sdt>
        <w:sdt>
          <w:sdtPr>
            <w:rPr>
              <w:rFonts w:ascii="Lato" w:hAnsi="Lato"/>
              <w:color w:val="auto"/>
            </w:rPr>
            <w:id w:val="474258871"/>
            <w:placeholder>
              <w:docPart w:val="05789EFE6D1C46E987D9FB39E4FEF2E9"/>
            </w:placeholder>
            <w:temporary/>
            <w:showingPlcHdr/>
            <w15:appearance w15:val="hidden"/>
          </w:sdtPr>
          <w:sdtEndPr/>
          <w:sdtContent>
            <w:tc>
              <w:tcPr>
                <w:tcW w:w="1539" w:type="pct"/>
              </w:tcPr>
              <w:p w14:paraId="5883C8EC" w14:textId="77777777" w:rsidR="0047779F" w:rsidRPr="00FD48D9" w:rsidRDefault="0047779F" w:rsidP="00B004AA">
                <w:pPr>
                  <w:pStyle w:val="Date"/>
                  <w:rPr>
                    <w:rFonts w:ascii="Lato" w:hAnsi="Lato"/>
                    <w:color w:val="auto"/>
                  </w:rPr>
                </w:pPr>
                <w:r w:rsidRPr="00FD48D9">
                  <w:rPr>
                    <w:rFonts w:ascii="Lato" w:hAnsi="Lato"/>
                    <w:color w:val="auto"/>
                  </w:rPr>
                  <w:t>Newsletter Date</w:t>
                </w:r>
              </w:p>
            </w:tc>
          </w:sdtContent>
        </w:sdt>
      </w:tr>
      <w:tr w:rsidR="0047779F" w:rsidRPr="006D65E4" w14:paraId="22319D20" w14:textId="77777777" w:rsidTr="0047779F">
        <w:trPr>
          <w:trHeight w:val="1854"/>
        </w:trPr>
        <w:tc>
          <w:tcPr>
            <w:tcW w:w="5000" w:type="pct"/>
            <w:gridSpan w:val="4"/>
          </w:tcPr>
          <w:p w14:paraId="26443853" w14:textId="77777777" w:rsidR="0047779F" w:rsidRPr="006D65E4" w:rsidRDefault="0047779F" w:rsidP="00C03D04">
            <w:pPr>
              <w:rPr>
                <w:rFonts w:ascii="Lato" w:hAnsi="Lato"/>
              </w:rPr>
            </w:pPr>
          </w:p>
        </w:tc>
      </w:tr>
      <w:tr w:rsidR="00616EA8" w:rsidRPr="006D65E4" w14:paraId="2606606A" w14:textId="77777777" w:rsidTr="0047779F">
        <w:trPr>
          <w:trHeight w:val="759"/>
        </w:trPr>
        <w:sdt>
          <w:sdtPr>
            <w:rPr>
              <w:rFonts w:ascii="Lato" w:hAnsi="Lato"/>
              <w:color w:val="002C87" w:themeColor="text2" w:themeTint="E6"/>
            </w:rPr>
            <w:id w:val="-1180420257"/>
            <w:placeholder>
              <w:docPart w:val="DDA63E85147041D78F41C4F43F5BE52D"/>
            </w:placeholder>
            <w:temporary/>
            <w:showingPlcHdr/>
            <w15:appearance w15:val="hidden"/>
          </w:sdtPr>
          <w:sdtEndPr>
            <w:rPr>
              <w:color w:val="002C87" w:themeColor="text2" w:themeTint="E6"/>
            </w:rPr>
          </w:sdtEndPr>
          <w:sdtContent>
            <w:tc>
              <w:tcPr>
                <w:tcW w:w="5000" w:type="pct"/>
                <w:gridSpan w:val="4"/>
              </w:tcPr>
              <w:p w14:paraId="64658759" w14:textId="77777777" w:rsidR="00616EA8" w:rsidRPr="00FD48D9" w:rsidRDefault="00616EA8" w:rsidP="00844B11">
                <w:pPr>
                  <w:pStyle w:val="Heading1"/>
                  <w:rPr>
                    <w:rFonts w:ascii="Lato" w:hAnsi="Lato"/>
                    <w:color w:val="002C87" w:themeColor="text2" w:themeTint="E6"/>
                  </w:rPr>
                </w:pPr>
                <w:r w:rsidRPr="00FD48D9">
                  <w:rPr>
                    <w:rStyle w:val="Heading1Char"/>
                    <w:rFonts w:ascii="Lato" w:hAnsi="Lato"/>
                    <w:b/>
                    <w:bCs/>
                    <w:caps/>
                    <w:color w:val="002C87" w:themeColor="text2" w:themeTint="E6"/>
                  </w:rPr>
                  <w:t>STORY HEADLINE</w:t>
                </w:r>
              </w:p>
            </w:tc>
          </w:sdtContent>
        </w:sdt>
      </w:tr>
      <w:tr w:rsidR="009A504D" w:rsidRPr="006D65E4" w14:paraId="07D20365" w14:textId="77777777" w:rsidTr="00FD48D9">
        <w:trPr>
          <w:trHeight w:val="4896"/>
        </w:trPr>
        <w:sdt>
          <w:sdtPr>
            <w:rPr>
              <w:rFonts w:ascii="Lato" w:hAnsi="Lato"/>
            </w:rPr>
            <w:id w:val="1390839270"/>
            <w:placeholder>
              <w:docPart w:val="FE7F6AC8C0A942A28765B3223DE26C1B"/>
            </w:placeholder>
            <w:temporary/>
            <w:showingPlcHdr/>
            <w15:appearance w15:val="hidden"/>
          </w:sdtPr>
          <w:sdtEndPr/>
          <w:sdtContent>
            <w:tc>
              <w:tcPr>
                <w:tcW w:w="1740" w:type="pct"/>
                <w:gridSpan w:val="2"/>
                <w:tcMar>
                  <w:right w:w="216" w:type="dxa"/>
                </w:tcMar>
              </w:tcPr>
              <w:p w14:paraId="5DAD7861" w14:textId="77777777" w:rsidR="00616EA8" w:rsidRPr="006D65E4" w:rsidRDefault="00616EA8" w:rsidP="00C03D04">
                <w:pPr>
                  <w:rPr>
                    <w:rFonts w:ascii="Lato" w:hAnsi="Lato"/>
                  </w:rPr>
                </w:pPr>
                <w:r w:rsidRPr="006D65E4">
                  <w:rPr>
                    <w:rFonts w:ascii="Lato" w:hAnsi="Lato"/>
                  </w:rPr>
                  <w:t>At any time, you can easily change the text of any section in this document by simply clicking and typing.  The template is prepared so that formatting stays in tact with the new information you include.</w:t>
                </w:r>
              </w:p>
              <w:p w14:paraId="62F01214" w14:textId="77777777" w:rsidR="00616EA8" w:rsidRPr="006D65E4" w:rsidRDefault="00616EA8" w:rsidP="00C03D04">
                <w:pPr>
                  <w:rPr>
                    <w:rFonts w:ascii="Lato" w:hAnsi="Lato"/>
                  </w:rPr>
                </w:pPr>
                <w:r w:rsidRPr="006D65E4">
                  <w:rPr>
                    <w:rFonts w:ascii="Lato" w:hAnsi="Lato"/>
                  </w:rPr>
                  <w:t>To update formatting, from the Home tab, you can use the Quick Styles gallery for the built in styles.  You can also format text directly by using the other controls on the Home tab.</w:t>
                </w:r>
              </w:p>
            </w:tc>
          </w:sdtContent>
        </w:sdt>
        <w:sdt>
          <w:sdtPr>
            <w:rPr>
              <w:rFonts w:ascii="Lato" w:hAnsi="Lato"/>
            </w:rPr>
            <w:id w:val="-1258981910"/>
            <w:placeholder>
              <w:docPart w:val="C0E21AD4E97F4D3C828F3778EFACDD10"/>
            </w:placeholder>
            <w:temporary/>
            <w:showingPlcHdr/>
            <w15:appearance w15:val="hidden"/>
          </w:sdtPr>
          <w:sdtEndPr/>
          <w:sdtContent>
            <w:tc>
              <w:tcPr>
                <w:tcW w:w="1721" w:type="pct"/>
                <w:tcMar>
                  <w:right w:w="216" w:type="dxa"/>
                </w:tcMar>
              </w:tcPr>
              <w:p w14:paraId="2EF2783C" w14:textId="77777777" w:rsidR="00616EA8" w:rsidRPr="006D65E4" w:rsidRDefault="00616EA8" w:rsidP="00C03D04">
                <w:pPr>
                  <w:rPr>
                    <w:rFonts w:ascii="Lato" w:hAnsi="Lato"/>
                  </w:rPr>
                </w:pPr>
                <w:r w:rsidRPr="006D65E4">
                  <w:rPr>
                    <w:rFonts w:ascii="Lato" w:hAnsi="Lato"/>
                  </w:rPr>
                  <w:t>On the Design tab, you can change the theme, the colors, and the fonts of the document.  This will update the entire document to the main color scheme and font scheme that you pick, with the click of a button!</w:t>
                </w:r>
              </w:p>
              <w:p w14:paraId="26FB7003" w14:textId="77777777" w:rsidR="00616EA8" w:rsidRPr="006D65E4" w:rsidRDefault="00616EA8" w:rsidP="00C03D04">
                <w:pPr>
                  <w:rPr>
                    <w:rFonts w:ascii="Lato" w:hAnsi="Lato"/>
                  </w:rPr>
                </w:pPr>
                <w:r w:rsidRPr="006D65E4">
                  <w:rPr>
                    <w:rFonts w:ascii="Lato" w:hAnsi="Lato"/>
                  </w:rPr>
                  <w:t>To change any of the images, simply click on them and choose “Change Picture” from the Picture Tool tab.  For the image on the first page, double click in the header to access the image and update it as necessary.</w:t>
                </w:r>
              </w:p>
            </w:tc>
          </w:sdtContent>
        </w:sdt>
        <w:tc>
          <w:tcPr>
            <w:tcW w:w="1539" w:type="pct"/>
            <w:vMerge w:val="restart"/>
            <w:shd w:val="clear" w:color="auto" w:fill="C8DA91" w:themeFill="accent6" w:themeFillTint="99"/>
            <w:tcMar>
              <w:left w:w="216" w:type="dxa"/>
              <w:right w:w="216" w:type="dxa"/>
            </w:tcMar>
          </w:tcPr>
          <w:sdt>
            <w:sdtPr>
              <w:rPr>
                <w:rFonts w:ascii="Lato" w:hAnsi="Lato"/>
                <w:color w:val="auto"/>
              </w:rPr>
              <w:id w:val="-486870784"/>
              <w:placeholder>
                <w:docPart w:val="0B382236EEE44DA4941DD32E67BDEF69"/>
              </w:placeholder>
              <w:temporary/>
              <w:showingPlcHdr/>
              <w15:appearance w15:val="hidden"/>
            </w:sdtPr>
            <w:sdtEndPr/>
            <w:sdtContent>
              <w:p w14:paraId="1704F13E" w14:textId="77777777" w:rsidR="00616EA8" w:rsidRPr="00FD48D9" w:rsidRDefault="00616EA8" w:rsidP="00C03D04">
                <w:pPr>
                  <w:pStyle w:val="Heading1Alt"/>
                  <w:rPr>
                    <w:rFonts w:ascii="Lato" w:hAnsi="Lato"/>
                    <w:color w:val="auto"/>
                  </w:rPr>
                </w:pPr>
                <w:r w:rsidRPr="00FD48D9">
                  <w:rPr>
                    <w:rFonts w:ascii="Lato" w:hAnsi="Lato"/>
                    <w:color w:val="auto"/>
                  </w:rPr>
                  <w:t>STORY HEADLINE</w:t>
                </w:r>
              </w:p>
            </w:sdtContent>
          </w:sdt>
          <w:sdt>
            <w:sdtPr>
              <w:rPr>
                <w:rFonts w:ascii="Lato" w:hAnsi="Lato"/>
                <w:color w:val="auto"/>
              </w:rPr>
              <w:id w:val="177469827"/>
              <w:placeholder>
                <w:docPart w:val="0FADFC0CCAEA4A348D2F087264FC6DEC"/>
              </w:placeholder>
              <w:temporary/>
              <w:showingPlcHdr/>
              <w15:appearance w15:val="hidden"/>
            </w:sdtPr>
            <w:sdtEndPr/>
            <w:sdtContent>
              <w:p w14:paraId="33A79C4F" w14:textId="77777777" w:rsidR="00616EA8" w:rsidRPr="00FD48D9" w:rsidRDefault="00616EA8" w:rsidP="00C03D04">
                <w:pPr>
                  <w:pStyle w:val="StoryHighlight"/>
                  <w:rPr>
                    <w:rFonts w:ascii="Lato" w:hAnsi="Lato"/>
                    <w:color w:val="auto"/>
                  </w:rPr>
                </w:pPr>
                <w:r w:rsidRPr="00FD48D9">
                  <w:rPr>
                    <w:rFonts w:ascii="Lato" w:hAnsi="Lato"/>
                    <w:color w:val="auto"/>
                  </w:rPr>
                  <w:t>Type a quote from the story or the summary of an interesting point.  You can change the color of the block automatically with a change of the template colors or update the fill of this cell.</w:t>
                </w:r>
              </w:p>
            </w:sdtContent>
          </w:sdt>
          <w:sdt>
            <w:sdtPr>
              <w:rPr>
                <w:rFonts w:ascii="Lato" w:hAnsi="Lato"/>
              </w:rPr>
              <w:id w:val="-873528212"/>
              <w:placeholder>
                <w:docPart w:val="1A3861FE8B6B40479222242AE8B66591"/>
              </w:placeholder>
              <w:temporary/>
              <w:showingPlcHdr/>
              <w15:appearance w15:val="hidden"/>
            </w:sdtPr>
            <w:sdtEndPr/>
            <w:sdtContent>
              <w:p w14:paraId="402452CC" w14:textId="77777777" w:rsidR="00616EA8" w:rsidRPr="00FD48D9" w:rsidRDefault="00616EA8" w:rsidP="00C03D04">
                <w:pPr>
                  <w:rPr>
                    <w:rFonts w:ascii="Lato" w:hAnsi="Lato"/>
                  </w:rPr>
                </w:pPr>
                <w:r w:rsidRPr="00FD48D9">
                  <w:rPr>
                    <w:rFonts w:ascii="Lato" w:hAnsi="Lato"/>
                  </w:rPr>
                  <w:t xml:space="preserve">For this side panel, include a few highlights for another story or some type of event you want to highlight.  </w:t>
                </w:r>
              </w:p>
              <w:p w14:paraId="4C893C9E" w14:textId="77777777" w:rsidR="00616EA8" w:rsidRPr="00FD48D9" w:rsidRDefault="00616EA8" w:rsidP="00C03D04">
                <w:pPr>
                  <w:rPr>
                    <w:rFonts w:ascii="Lato" w:hAnsi="Lato"/>
                  </w:rPr>
                </w:pPr>
                <w:r w:rsidRPr="00FD48D9">
                  <w:rPr>
                    <w:rFonts w:ascii="Lato" w:hAnsi="Lato"/>
                  </w:rPr>
                  <w:t xml:space="preserve">Share with the audience what else is further in the document.  </w:t>
                </w:r>
              </w:p>
              <w:p w14:paraId="47E75170" w14:textId="77777777" w:rsidR="00616EA8" w:rsidRPr="00FD48D9" w:rsidRDefault="00616EA8" w:rsidP="00C03D04">
                <w:pPr>
                  <w:rPr>
                    <w:rFonts w:ascii="Lato" w:hAnsi="Lato"/>
                  </w:rPr>
                </w:pPr>
                <w:r w:rsidRPr="00FD48D9">
                  <w:rPr>
                    <w:rFonts w:ascii="Lato" w:hAnsi="Lato"/>
                  </w:rPr>
                  <w:t xml:space="preserve">You can start a story here and continue it on another page in the newsletter if it pushes longer than this space allows.  </w:t>
                </w:r>
              </w:p>
              <w:p w14:paraId="102C1FF0" w14:textId="77777777" w:rsidR="00616EA8" w:rsidRPr="006D65E4" w:rsidRDefault="00616EA8" w:rsidP="00C03D04">
                <w:pPr>
                  <w:rPr>
                    <w:rFonts w:ascii="Lato" w:hAnsi="Lato"/>
                  </w:rPr>
                </w:pPr>
                <w:r w:rsidRPr="00FD48D9">
                  <w:rPr>
                    <w:rFonts w:ascii="Lato" w:hAnsi="Lato"/>
                  </w:rPr>
                  <w:t>Make the newsletter your own!</w:t>
                </w:r>
              </w:p>
            </w:sdtContent>
          </w:sdt>
        </w:tc>
      </w:tr>
      <w:tr w:rsidR="00616EA8" w:rsidRPr="006D65E4" w14:paraId="16848ABA" w14:textId="77777777" w:rsidTr="00FD48D9">
        <w:trPr>
          <w:trHeight w:val="4464"/>
        </w:trPr>
        <w:tc>
          <w:tcPr>
            <w:tcW w:w="3461" w:type="pct"/>
            <w:gridSpan w:val="3"/>
          </w:tcPr>
          <w:p w14:paraId="1ED8FEED" w14:textId="77777777" w:rsidR="00616EA8" w:rsidRPr="006D65E4" w:rsidRDefault="00616EA8" w:rsidP="008C24B3">
            <w:pPr>
              <w:pStyle w:val="NoSpacing"/>
              <w:rPr>
                <w:rFonts w:ascii="Lato" w:hAnsi="Lato"/>
                <w:color w:val="57585B"/>
                <w:sz w:val="20"/>
                <w:szCs w:val="20"/>
              </w:rPr>
            </w:pPr>
            <w:r w:rsidRPr="006D65E4">
              <w:rPr>
                <w:rFonts w:ascii="Lato" w:hAnsi="Lato"/>
                <w:noProof/>
              </w:rPr>
              <w:drawing>
                <wp:inline distT="0" distB="0" distL="0" distR="0" wp14:anchorId="217D32C4" wp14:editId="5B115C13">
                  <wp:extent cx="4356100" cy="2819400"/>
                  <wp:effectExtent l="0" t="0" r="6350" b="0"/>
                  <wp:docPr id="21" name="Picture 8" descr="Hardware. Wires. Electronic.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8"/>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356100"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1539" w:type="pct"/>
            <w:vMerge/>
            <w:shd w:val="clear" w:color="auto" w:fill="C8DA91" w:themeFill="accent6" w:themeFillTint="99"/>
          </w:tcPr>
          <w:p w14:paraId="05B89DA6" w14:textId="77777777" w:rsidR="00616EA8" w:rsidRPr="006D65E4" w:rsidRDefault="00616EA8" w:rsidP="00C03D04">
            <w:pPr>
              <w:rPr>
                <w:rFonts w:ascii="Lato" w:hAnsi="Lato"/>
              </w:rPr>
            </w:pPr>
          </w:p>
        </w:tc>
      </w:tr>
    </w:tbl>
    <w:p w14:paraId="75CAB57E" w14:textId="77777777" w:rsidR="00BD13D2" w:rsidRPr="006D65E4" w:rsidRDefault="00BD13D2" w:rsidP="008C24B3">
      <w:pPr>
        <w:spacing w:after="0"/>
        <w:rPr>
          <w:rFonts w:ascii="Lato" w:hAnsi="Lato"/>
          <w:sz w:val="16"/>
        </w:rPr>
      </w:pPr>
      <w:r w:rsidRPr="006D65E4">
        <w:rPr>
          <w:rFonts w:ascii="Lato" w:hAnsi="Lato"/>
          <w:sz w:val="16"/>
        </w:rPr>
        <w:br w:type="page"/>
      </w:r>
    </w:p>
    <w:tbl>
      <w:tblPr>
        <w:tblW w:w="5000" w:type="pct"/>
        <w:jc w:val="center"/>
        <w:tblLayout w:type="fixed"/>
        <w:tblCellMar>
          <w:left w:w="115" w:type="dxa"/>
          <w:right w:w="115" w:type="dxa"/>
        </w:tblCellMar>
        <w:tblLook w:val="0600" w:firstRow="0" w:lastRow="0" w:firstColumn="0" w:lastColumn="0" w:noHBand="1" w:noVBand="1"/>
        <w:tblDescription w:val="Layout table page 2"/>
      </w:tblPr>
      <w:tblGrid>
        <w:gridCol w:w="3759"/>
        <w:gridCol w:w="1644"/>
        <w:gridCol w:w="2073"/>
        <w:gridCol w:w="3324"/>
      </w:tblGrid>
      <w:tr w:rsidR="00D636D7" w:rsidRPr="006D65E4" w14:paraId="5F410AA3" w14:textId="77777777" w:rsidTr="00844B11">
        <w:trPr>
          <w:trHeight w:val="819"/>
          <w:jc w:val="center"/>
        </w:trPr>
        <w:tc>
          <w:tcPr>
            <w:tcW w:w="11122" w:type="dxa"/>
            <w:gridSpan w:val="4"/>
          </w:tcPr>
          <w:p w14:paraId="7CA19E40" w14:textId="77777777" w:rsidR="00D636D7" w:rsidRPr="006D65E4" w:rsidRDefault="00D636D7" w:rsidP="00C03D04">
            <w:pPr>
              <w:rPr>
                <w:rFonts w:ascii="Lato" w:hAnsi="Lato"/>
              </w:rPr>
            </w:pPr>
          </w:p>
        </w:tc>
      </w:tr>
      <w:tr w:rsidR="00D636D7" w:rsidRPr="006D65E4" w14:paraId="48F1DD94" w14:textId="77777777" w:rsidTr="006019FA">
        <w:trPr>
          <w:trHeight w:val="759"/>
          <w:jc w:val="center"/>
        </w:trPr>
        <w:sdt>
          <w:sdtPr>
            <w:rPr>
              <w:rStyle w:val="Heading1Char"/>
              <w:rFonts w:ascii="Lato" w:hAnsi="Lato"/>
              <w:b/>
              <w:bCs/>
              <w:caps/>
              <w:color w:val="0040C7" w:themeColor="text2" w:themeTint="BF"/>
            </w:rPr>
            <w:id w:val="-772010184"/>
            <w:placeholder>
              <w:docPart w:val="9E60656DCC6E4421838082403F5A9531"/>
            </w:placeholder>
            <w:temporary/>
            <w:showingPlcHdr/>
            <w15:appearance w15:val="hidden"/>
          </w:sdtPr>
          <w:sdtEndPr>
            <w:rPr>
              <w:rStyle w:val="DefaultParagraphFont"/>
              <w:color w:val="0040C7" w:themeColor="text2" w:themeTint="BF"/>
            </w:rPr>
          </w:sdtEndPr>
          <w:sdtContent>
            <w:tc>
              <w:tcPr>
                <w:tcW w:w="11122" w:type="dxa"/>
                <w:gridSpan w:val="4"/>
              </w:tcPr>
              <w:p w14:paraId="5D420620" w14:textId="77777777" w:rsidR="00D636D7" w:rsidRPr="00FD48D9" w:rsidRDefault="00D636D7" w:rsidP="00844B11">
                <w:pPr>
                  <w:pStyle w:val="Heading1"/>
                  <w:rPr>
                    <w:rFonts w:ascii="Lato" w:hAnsi="Lato"/>
                    <w:color w:val="0040C7" w:themeColor="text2" w:themeTint="BF"/>
                  </w:rPr>
                </w:pPr>
                <w:r w:rsidRPr="00FD48D9">
                  <w:rPr>
                    <w:rStyle w:val="Heading1Char"/>
                    <w:rFonts w:ascii="Lato" w:hAnsi="Lato"/>
                    <w:b/>
                    <w:bCs/>
                    <w:caps/>
                    <w:color w:val="0040C7" w:themeColor="text2" w:themeTint="BF"/>
                  </w:rPr>
                  <w:t>STORY HEADLINE</w:t>
                </w:r>
              </w:p>
            </w:tc>
          </w:sdtContent>
        </w:sdt>
      </w:tr>
      <w:tr w:rsidR="00D636D7" w:rsidRPr="006D65E4" w14:paraId="4C6EA04D" w14:textId="77777777" w:rsidTr="006019FA">
        <w:trPr>
          <w:trHeight w:val="759"/>
          <w:jc w:val="center"/>
        </w:trPr>
        <w:sdt>
          <w:sdtPr>
            <w:rPr>
              <w:rFonts w:ascii="Lato" w:hAnsi="Lato"/>
            </w:rPr>
            <w:id w:val="115796466"/>
            <w:placeholder>
              <w:docPart w:val="6E56CDAAE1034C659512DA831854DF0A"/>
            </w:placeholder>
            <w:temporary/>
            <w:showingPlcHdr/>
            <w15:appearance w15:val="hidden"/>
          </w:sdtPr>
          <w:sdtEndPr/>
          <w:sdtContent>
            <w:tc>
              <w:tcPr>
                <w:tcW w:w="7697" w:type="dxa"/>
                <w:gridSpan w:val="3"/>
              </w:tcPr>
              <w:p w14:paraId="01CE5C73" w14:textId="77777777" w:rsidR="00D636D7" w:rsidRPr="00FD48D9" w:rsidRDefault="00D636D7" w:rsidP="00C03D04">
                <w:pPr>
                  <w:pStyle w:val="StoryHighlight"/>
                  <w:rPr>
                    <w:rFonts w:ascii="Lato" w:hAnsi="Lato"/>
                  </w:rPr>
                </w:pPr>
                <w:r w:rsidRPr="00FD48D9">
                  <w:rPr>
                    <w:rFonts w:ascii="Lato" w:hAnsi="Lato"/>
                    <w:color w:val="auto"/>
                  </w:rPr>
                  <w:t>Include a highlight of your story here.  You can put a tagline, start the story, or include a secondary headline to explain to the readers what this story is about in just a sentence or two.</w:t>
                </w:r>
              </w:p>
            </w:tc>
          </w:sdtContent>
        </w:sdt>
        <w:tc>
          <w:tcPr>
            <w:tcW w:w="3425" w:type="dxa"/>
          </w:tcPr>
          <w:p w14:paraId="64BD478C" w14:textId="77777777" w:rsidR="00D636D7" w:rsidRPr="006D65E4" w:rsidRDefault="00D636D7" w:rsidP="00C03D04">
            <w:pPr>
              <w:rPr>
                <w:rFonts w:ascii="Lato" w:hAnsi="Lato"/>
              </w:rPr>
            </w:pPr>
          </w:p>
        </w:tc>
      </w:tr>
      <w:tr w:rsidR="00D636D7" w:rsidRPr="006D65E4" w14:paraId="4BA94E3D" w14:textId="77777777" w:rsidTr="006019FA">
        <w:trPr>
          <w:trHeight w:val="5328"/>
          <w:jc w:val="center"/>
        </w:trPr>
        <w:sdt>
          <w:sdtPr>
            <w:rPr>
              <w:rFonts w:ascii="Lato" w:hAnsi="Lato"/>
            </w:rPr>
            <w:id w:val="-975750006"/>
            <w:placeholder>
              <w:docPart w:val="D8EBE9B48F8E4EB6AA41C7A846778F64"/>
            </w:placeholder>
            <w:temporary/>
            <w:showingPlcHdr/>
            <w15:appearance w15:val="hidden"/>
          </w:sdtPr>
          <w:sdtEndPr/>
          <w:sdtContent>
            <w:tc>
              <w:tcPr>
                <w:tcW w:w="3870" w:type="dxa"/>
                <w:tcMar>
                  <w:right w:w="216" w:type="dxa"/>
                </w:tcMar>
              </w:tcPr>
              <w:p w14:paraId="4B087DAB" w14:textId="77777777" w:rsidR="00D636D7" w:rsidRPr="00FD48D9" w:rsidRDefault="00D636D7" w:rsidP="00C03D04">
                <w:pPr>
                  <w:rPr>
                    <w:rFonts w:ascii="Lato" w:hAnsi="Lato"/>
                  </w:rPr>
                </w:pPr>
                <w:r w:rsidRPr="00FD48D9">
                  <w:rPr>
                    <w:rFonts w:ascii="Lato" w:hAnsi="Lato"/>
                  </w:rPr>
                  <w:t xml:space="preserve">You can easily change the formatting of selected text in the document by choosing a style from the Quick Styles gallery on the Home tab.  If you want to change the fonts altogether, just go to the Design tab and select the font combination that you want for your headings and body text. </w:t>
                </w:r>
              </w:p>
              <w:p w14:paraId="1FC9DED7" w14:textId="77777777" w:rsidR="00D636D7" w:rsidRPr="00FD48D9" w:rsidRDefault="00D636D7" w:rsidP="00C03D04">
                <w:pPr>
                  <w:rPr>
                    <w:rFonts w:ascii="Lato" w:hAnsi="Lato"/>
                  </w:rPr>
                </w:pPr>
                <w:r w:rsidRPr="00FD48D9">
                  <w:rPr>
                    <w:rFonts w:ascii="Lato" w:hAnsi="Lato"/>
                  </w:rPr>
                  <w:t xml:space="preserve">Also on the Design tab, you can change the color scheme of the document by picking a set of colors from the Colors menu.  </w:t>
                </w:r>
              </w:p>
            </w:tc>
          </w:sdtContent>
        </w:sdt>
        <w:sdt>
          <w:sdtPr>
            <w:rPr>
              <w:rFonts w:ascii="Lato" w:hAnsi="Lato"/>
            </w:rPr>
            <w:id w:val="1497309221"/>
            <w:placeholder>
              <w:docPart w:val="8C1F430F8CCC48F08326E97A0E361F1D"/>
            </w:placeholder>
            <w:temporary/>
            <w:showingPlcHdr/>
            <w15:appearance w15:val="hidden"/>
          </w:sdtPr>
          <w:sdtEndPr/>
          <w:sdtContent>
            <w:tc>
              <w:tcPr>
                <w:tcW w:w="3827" w:type="dxa"/>
                <w:gridSpan w:val="2"/>
                <w:tcMar>
                  <w:right w:w="216" w:type="dxa"/>
                </w:tcMar>
              </w:tcPr>
              <w:p w14:paraId="1E76B028" w14:textId="77777777" w:rsidR="00D636D7" w:rsidRPr="00FD48D9" w:rsidRDefault="00D636D7" w:rsidP="00C03D04">
                <w:pPr>
                  <w:rPr>
                    <w:rFonts w:ascii="Lato" w:hAnsi="Lato"/>
                  </w:rPr>
                </w:pPr>
                <w:r w:rsidRPr="00FD48D9">
                  <w:rPr>
                    <w:rFonts w:ascii="Lato" w:hAnsi="Lato"/>
                  </w:rPr>
                  <w:t xml:space="preserve">Want to change up the images in the document?  That’s easy!  Simply click on any of the images and go to the Picture Tools tab.  From there, click on the option to Change Picture.  You will then need to select the image you wish to be put in its place.  </w:t>
                </w:r>
              </w:p>
              <w:p w14:paraId="4A509E09" w14:textId="77777777" w:rsidR="00D636D7" w:rsidRPr="00FD48D9" w:rsidRDefault="00D636D7" w:rsidP="00C03D04">
                <w:pPr>
                  <w:rPr>
                    <w:rFonts w:ascii="Lato" w:hAnsi="Lato"/>
                  </w:rPr>
                </w:pPr>
                <w:r w:rsidRPr="00FD48D9">
                  <w:rPr>
                    <w:rFonts w:ascii="Lato" w:hAnsi="Lato"/>
                  </w:rPr>
                  <w:t>To update the images in the background of the document, you just need to double click in the header to access those images.  The steps to changing them out are just as described above.</w:t>
                </w:r>
              </w:p>
            </w:tc>
          </w:sdtContent>
        </w:sdt>
        <w:tc>
          <w:tcPr>
            <w:tcW w:w="3425" w:type="dxa"/>
            <w:tcMar>
              <w:left w:w="43" w:type="dxa"/>
              <w:right w:w="72" w:type="dxa"/>
            </w:tcMar>
          </w:tcPr>
          <w:p w14:paraId="11CB9F41" w14:textId="77777777" w:rsidR="00D636D7" w:rsidRPr="006D65E4" w:rsidRDefault="000729F4" w:rsidP="00C03D04">
            <w:pPr>
              <w:rPr>
                <w:rFonts w:ascii="Lato" w:hAnsi="Lato"/>
              </w:rPr>
            </w:pPr>
            <w:r w:rsidRPr="006D65E4">
              <w:rPr>
                <w:rFonts w:ascii="Lato" w:hAnsi="Lato"/>
                <w:noProof/>
              </w:rPr>
              <mc:AlternateContent>
                <mc:Choice Requires="wpg">
                  <w:drawing>
                    <wp:inline distT="0" distB="0" distL="0" distR="0" wp14:anchorId="44061AB2" wp14:editId="393AF7AE">
                      <wp:extent cx="2068195" cy="2081530"/>
                      <wp:effectExtent l="0" t="0" r="8255" b="0"/>
                      <wp:docPr id="9" name="Group 9" descr="Quote Text and circle graphic"/>
                      <wp:cNvGraphicFramePr/>
                      <a:graphic xmlns:a="http://schemas.openxmlformats.org/drawingml/2006/main">
                        <a:graphicData uri="http://schemas.microsoft.com/office/word/2010/wordprocessingGroup">
                          <wpg:wgp>
                            <wpg:cNvGrpSpPr/>
                            <wpg:grpSpPr>
                              <a:xfrm>
                                <a:off x="0" y="0"/>
                                <a:ext cx="2068195" cy="2081530"/>
                                <a:chOff x="0" y="0"/>
                                <a:chExt cx="2068195" cy="2081530"/>
                              </a:xfrm>
                            </wpg:grpSpPr>
                            <wps:wsp>
                              <wps:cNvPr id="11" name="Freeform 21" descr="Quote circle accent"/>
                              <wps:cNvSpPr>
                                <a:spLocks/>
                              </wps:cNvSpPr>
                              <wps:spPr bwMode="auto">
                                <a:xfrm>
                                  <a:off x="0" y="0"/>
                                  <a:ext cx="2068195" cy="2081530"/>
                                </a:xfrm>
                                <a:custGeom>
                                  <a:avLst/>
                                  <a:gdLst>
                                    <a:gd name="T0" fmla="*/ 1634 w 3570"/>
                                    <a:gd name="T1" fmla="*/ 6 h 3570"/>
                                    <a:gd name="T2" fmla="*/ 1416 w 3570"/>
                                    <a:gd name="T3" fmla="*/ 38 h 3570"/>
                                    <a:gd name="T4" fmla="*/ 1207 w 3570"/>
                                    <a:gd name="T5" fmla="*/ 95 h 3570"/>
                                    <a:gd name="T6" fmla="*/ 1009 w 3570"/>
                                    <a:gd name="T7" fmla="*/ 176 h 3570"/>
                                    <a:gd name="T8" fmla="*/ 823 w 3570"/>
                                    <a:gd name="T9" fmla="*/ 280 h 3570"/>
                                    <a:gd name="T10" fmla="*/ 652 w 3570"/>
                                    <a:gd name="T11" fmla="*/ 404 h 3570"/>
                                    <a:gd name="T12" fmla="*/ 498 w 3570"/>
                                    <a:gd name="T13" fmla="*/ 547 h 3570"/>
                                    <a:gd name="T14" fmla="*/ 361 w 3570"/>
                                    <a:gd name="T15" fmla="*/ 708 h 3570"/>
                                    <a:gd name="T16" fmla="*/ 243 w 3570"/>
                                    <a:gd name="T17" fmla="*/ 884 h 3570"/>
                                    <a:gd name="T18" fmla="*/ 147 w 3570"/>
                                    <a:gd name="T19" fmla="*/ 1073 h 3570"/>
                                    <a:gd name="T20" fmla="*/ 73 w 3570"/>
                                    <a:gd name="T21" fmla="*/ 1275 h 3570"/>
                                    <a:gd name="T22" fmla="*/ 24 w 3570"/>
                                    <a:gd name="T23" fmla="*/ 1488 h 3570"/>
                                    <a:gd name="T24" fmla="*/ 1 w 3570"/>
                                    <a:gd name="T25" fmla="*/ 1709 h 3570"/>
                                    <a:gd name="T26" fmla="*/ 6 w 3570"/>
                                    <a:gd name="T27" fmla="*/ 1935 h 3570"/>
                                    <a:gd name="T28" fmla="*/ 38 w 3570"/>
                                    <a:gd name="T29" fmla="*/ 2153 h 3570"/>
                                    <a:gd name="T30" fmla="*/ 95 w 3570"/>
                                    <a:gd name="T31" fmla="*/ 2362 h 3570"/>
                                    <a:gd name="T32" fmla="*/ 176 w 3570"/>
                                    <a:gd name="T33" fmla="*/ 2560 h 3570"/>
                                    <a:gd name="T34" fmla="*/ 280 w 3570"/>
                                    <a:gd name="T35" fmla="*/ 2746 h 3570"/>
                                    <a:gd name="T36" fmla="*/ 404 w 3570"/>
                                    <a:gd name="T37" fmla="*/ 2917 h 3570"/>
                                    <a:gd name="T38" fmla="*/ 547 w 3570"/>
                                    <a:gd name="T39" fmla="*/ 3071 h 3570"/>
                                    <a:gd name="T40" fmla="*/ 708 w 3570"/>
                                    <a:gd name="T41" fmla="*/ 3208 h 3570"/>
                                    <a:gd name="T42" fmla="*/ 884 w 3570"/>
                                    <a:gd name="T43" fmla="*/ 3326 h 3570"/>
                                    <a:gd name="T44" fmla="*/ 1073 w 3570"/>
                                    <a:gd name="T45" fmla="*/ 3422 h 3570"/>
                                    <a:gd name="T46" fmla="*/ 1275 w 3570"/>
                                    <a:gd name="T47" fmla="*/ 3496 h 3570"/>
                                    <a:gd name="T48" fmla="*/ 1488 w 3570"/>
                                    <a:gd name="T49" fmla="*/ 3545 h 3570"/>
                                    <a:gd name="T50" fmla="*/ 1709 w 3570"/>
                                    <a:gd name="T51" fmla="*/ 3568 h 3570"/>
                                    <a:gd name="T52" fmla="*/ 1935 w 3570"/>
                                    <a:gd name="T53" fmla="*/ 3563 h 3570"/>
                                    <a:gd name="T54" fmla="*/ 2153 w 3570"/>
                                    <a:gd name="T55" fmla="*/ 3531 h 3570"/>
                                    <a:gd name="T56" fmla="*/ 2362 w 3570"/>
                                    <a:gd name="T57" fmla="*/ 3474 h 3570"/>
                                    <a:gd name="T58" fmla="*/ 2560 w 3570"/>
                                    <a:gd name="T59" fmla="*/ 3393 h 3570"/>
                                    <a:gd name="T60" fmla="*/ 2746 w 3570"/>
                                    <a:gd name="T61" fmla="*/ 3289 h 3570"/>
                                    <a:gd name="T62" fmla="*/ 2917 w 3570"/>
                                    <a:gd name="T63" fmla="*/ 3165 h 3570"/>
                                    <a:gd name="T64" fmla="*/ 3071 w 3570"/>
                                    <a:gd name="T65" fmla="*/ 3022 h 3570"/>
                                    <a:gd name="T66" fmla="*/ 3208 w 3570"/>
                                    <a:gd name="T67" fmla="*/ 2861 h 3570"/>
                                    <a:gd name="T68" fmla="*/ 3326 w 3570"/>
                                    <a:gd name="T69" fmla="*/ 2685 h 3570"/>
                                    <a:gd name="T70" fmla="*/ 3422 w 3570"/>
                                    <a:gd name="T71" fmla="*/ 2496 h 3570"/>
                                    <a:gd name="T72" fmla="*/ 3496 w 3570"/>
                                    <a:gd name="T73" fmla="*/ 2294 h 3570"/>
                                    <a:gd name="T74" fmla="*/ 3545 w 3570"/>
                                    <a:gd name="T75" fmla="*/ 2081 h 3570"/>
                                    <a:gd name="T76" fmla="*/ 3568 w 3570"/>
                                    <a:gd name="T77" fmla="*/ 1860 h 3570"/>
                                    <a:gd name="T78" fmla="*/ 3563 w 3570"/>
                                    <a:gd name="T79" fmla="*/ 1634 h 3570"/>
                                    <a:gd name="T80" fmla="*/ 3531 w 3570"/>
                                    <a:gd name="T81" fmla="*/ 1416 h 3570"/>
                                    <a:gd name="T82" fmla="*/ 3474 w 3570"/>
                                    <a:gd name="T83" fmla="*/ 1207 h 3570"/>
                                    <a:gd name="T84" fmla="*/ 3393 w 3570"/>
                                    <a:gd name="T85" fmla="*/ 1009 h 3570"/>
                                    <a:gd name="T86" fmla="*/ 3289 w 3570"/>
                                    <a:gd name="T87" fmla="*/ 823 h 3570"/>
                                    <a:gd name="T88" fmla="*/ 3165 w 3570"/>
                                    <a:gd name="T89" fmla="*/ 652 h 3570"/>
                                    <a:gd name="T90" fmla="*/ 3022 w 3570"/>
                                    <a:gd name="T91" fmla="*/ 498 h 3570"/>
                                    <a:gd name="T92" fmla="*/ 2861 w 3570"/>
                                    <a:gd name="T93" fmla="*/ 361 h 3570"/>
                                    <a:gd name="T94" fmla="*/ 2685 w 3570"/>
                                    <a:gd name="T95" fmla="*/ 243 h 3570"/>
                                    <a:gd name="T96" fmla="*/ 2496 w 3570"/>
                                    <a:gd name="T97" fmla="*/ 147 h 3570"/>
                                    <a:gd name="T98" fmla="*/ 2294 w 3570"/>
                                    <a:gd name="T99" fmla="*/ 73 h 3570"/>
                                    <a:gd name="T100" fmla="*/ 2081 w 3570"/>
                                    <a:gd name="T101" fmla="*/ 24 h 3570"/>
                                    <a:gd name="T102" fmla="*/ 1860 w 3570"/>
                                    <a:gd name="T103" fmla="*/ 1 h 3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570" h="3570">
                                      <a:moveTo>
                                        <a:pt x="1785" y="0"/>
                                      </a:moveTo>
                                      <a:lnTo>
                                        <a:pt x="1709" y="1"/>
                                      </a:lnTo>
                                      <a:lnTo>
                                        <a:pt x="1634" y="6"/>
                                      </a:lnTo>
                                      <a:lnTo>
                                        <a:pt x="1561" y="13"/>
                                      </a:lnTo>
                                      <a:lnTo>
                                        <a:pt x="1488" y="24"/>
                                      </a:lnTo>
                                      <a:lnTo>
                                        <a:pt x="1416" y="38"/>
                                      </a:lnTo>
                                      <a:lnTo>
                                        <a:pt x="1345" y="54"/>
                                      </a:lnTo>
                                      <a:lnTo>
                                        <a:pt x="1275" y="73"/>
                                      </a:lnTo>
                                      <a:lnTo>
                                        <a:pt x="1207" y="95"/>
                                      </a:lnTo>
                                      <a:lnTo>
                                        <a:pt x="1139" y="120"/>
                                      </a:lnTo>
                                      <a:lnTo>
                                        <a:pt x="1073" y="147"/>
                                      </a:lnTo>
                                      <a:lnTo>
                                        <a:pt x="1009" y="176"/>
                                      </a:lnTo>
                                      <a:lnTo>
                                        <a:pt x="945" y="209"/>
                                      </a:lnTo>
                                      <a:lnTo>
                                        <a:pt x="884" y="243"/>
                                      </a:lnTo>
                                      <a:lnTo>
                                        <a:pt x="823" y="280"/>
                                      </a:lnTo>
                                      <a:lnTo>
                                        <a:pt x="765" y="319"/>
                                      </a:lnTo>
                                      <a:lnTo>
                                        <a:pt x="708" y="361"/>
                                      </a:lnTo>
                                      <a:lnTo>
                                        <a:pt x="652" y="404"/>
                                      </a:lnTo>
                                      <a:lnTo>
                                        <a:pt x="599" y="450"/>
                                      </a:lnTo>
                                      <a:lnTo>
                                        <a:pt x="547" y="498"/>
                                      </a:lnTo>
                                      <a:lnTo>
                                        <a:pt x="498" y="547"/>
                                      </a:lnTo>
                                      <a:lnTo>
                                        <a:pt x="450" y="599"/>
                                      </a:lnTo>
                                      <a:lnTo>
                                        <a:pt x="404" y="652"/>
                                      </a:lnTo>
                                      <a:lnTo>
                                        <a:pt x="361" y="708"/>
                                      </a:lnTo>
                                      <a:lnTo>
                                        <a:pt x="319" y="765"/>
                                      </a:lnTo>
                                      <a:lnTo>
                                        <a:pt x="280" y="823"/>
                                      </a:lnTo>
                                      <a:lnTo>
                                        <a:pt x="243" y="884"/>
                                      </a:lnTo>
                                      <a:lnTo>
                                        <a:pt x="209" y="945"/>
                                      </a:lnTo>
                                      <a:lnTo>
                                        <a:pt x="176" y="1009"/>
                                      </a:lnTo>
                                      <a:lnTo>
                                        <a:pt x="147" y="1073"/>
                                      </a:lnTo>
                                      <a:lnTo>
                                        <a:pt x="120" y="1139"/>
                                      </a:lnTo>
                                      <a:lnTo>
                                        <a:pt x="95" y="1207"/>
                                      </a:lnTo>
                                      <a:lnTo>
                                        <a:pt x="73" y="1275"/>
                                      </a:lnTo>
                                      <a:lnTo>
                                        <a:pt x="54" y="1345"/>
                                      </a:lnTo>
                                      <a:lnTo>
                                        <a:pt x="38" y="1416"/>
                                      </a:lnTo>
                                      <a:lnTo>
                                        <a:pt x="24" y="1488"/>
                                      </a:lnTo>
                                      <a:lnTo>
                                        <a:pt x="13" y="1561"/>
                                      </a:lnTo>
                                      <a:lnTo>
                                        <a:pt x="6" y="1634"/>
                                      </a:lnTo>
                                      <a:lnTo>
                                        <a:pt x="1" y="1709"/>
                                      </a:lnTo>
                                      <a:lnTo>
                                        <a:pt x="0" y="1785"/>
                                      </a:lnTo>
                                      <a:lnTo>
                                        <a:pt x="1" y="1860"/>
                                      </a:lnTo>
                                      <a:lnTo>
                                        <a:pt x="6" y="1935"/>
                                      </a:lnTo>
                                      <a:lnTo>
                                        <a:pt x="13" y="2008"/>
                                      </a:lnTo>
                                      <a:lnTo>
                                        <a:pt x="24" y="2081"/>
                                      </a:lnTo>
                                      <a:lnTo>
                                        <a:pt x="38" y="2153"/>
                                      </a:lnTo>
                                      <a:lnTo>
                                        <a:pt x="54" y="2224"/>
                                      </a:lnTo>
                                      <a:lnTo>
                                        <a:pt x="73" y="2294"/>
                                      </a:lnTo>
                                      <a:lnTo>
                                        <a:pt x="95" y="2362"/>
                                      </a:lnTo>
                                      <a:lnTo>
                                        <a:pt x="120" y="2430"/>
                                      </a:lnTo>
                                      <a:lnTo>
                                        <a:pt x="147" y="2496"/>
                                      </a:lnTo>
                                      <a:lnTo>
                                        <a:pt x="176" y="2560"/>
                                      </a:lnTo>
                                      <a:lnTo>
                                        <a:pt x="209" y="2624"/>
                                      </a:lnTo>
                                      <a:lnTo>
                                        <a:pt x="243" y="2685"/>
                                      </a:lnTo>
                                      <a:lnTo>
                                        <a:pt x="280" y="2746"/>
                                      </a:lnTo>
                                      <a:lnTo>
                                        <a:pt x="319" y="2804"/>
                                      </a:lnTo>
                                      <a:lnTo>
                                        <a:pt x="361" y="2861"/>
                                      </a:lnTo>
                                      <a:lnTo>
                                        <a:pt x="404" y="2917"/>
                                      </a:lnTo>
                                      <a:lnTo>
                                        <a:pt x="450" y="2970"/>
                                      </a:lnTo>
                                      <a:lnTo>
                                        <a:pt x="498" y="3022"/>
                                      </a:lnTo>
                                      <a:lnTo>
                                        <a:pt x="547" y="3071"/>
                                      </a:lnTo>
                                      <a:lnTo>
                                        <a:pt x="599" y="3119"/>
                                      </a:lnTo>
                                      <a:lnTo>
                                        <a:pt x="652" y="3165"/>
                                      </a:lnTo>
                                      <a:lnTo>
                                        <a:pt x="708" y="3208"/>
                                      </a:lnTo>
                                      <a:lnTo>
                                        <a:pt x="765" y="3250"/>
                                      </a:lnTo>
                                      <a:lnTo>
                                        <a:pt x="823" y="3289"/>
                                      </a:lnTo>
                                      <a:lnTo>
                                        <a:pt x="884" y="3326"/>
                                      </a:lnTo>
                                      <a:lnTo>
                                        <a:pt x="945" y="3360"/>
                                      </a:lnTo>
                                      <a:lnTo>
                                        <a:pt x="1009" y="3393"/>
                                      </a:lnTo>
                                      <a:lnTo>
                                        <a:pt x="1073" y="3422"/>
                                      </a:lnTo>
                                      <a:lnTo>
                                        <a:pt x="1139" y="3449"/>
                                      </a:lnTo>
                                      <a:lnTo>
                                        <a:pt x="1207" y="3474"/>
                                      </a:lnTo>
                                      <a:lnTo>
                                        <a:pt x="1275" y="3496"/>
                                      </a:lnTo>
                                      <a:lnTo>
                                        <a:pt x="1345" y="3515"/>
                                      </a:lnTo>
                                      <a:lnTo>
                                        <a:pt x="1416" y="3531"/>
                                      </a:lnTo>
                                      <a:lnTo>
                                        <a:pt x="1488" y="3545"/>
                                      </a:lnTo>
                                      <a:lnTo>
                                        <a:pt x="1561" y="3556"/>
                                      </a:lnTo>
                                      <a:lnTo>
                                        <a:pt x="1634" y="3563"/>
                                      </a:lnTo>
                                      <a:lnTo>
                                        <a:pt x="1709" y="3568"/>
                                      </a:lnTo>
                                      <a:lnTo>
                                        <a:pt x="1785" y="3570"/>
                                      </a:lnTo>
                                      <a:lnTo>
                                        <a:pt x="1860" y="3568"/>
                                      </a:lnTo>
                                      <a:lnTo>
                                        <a:pt x="1935" y="3563"/>
                                      </a:lnTo>
                                      <a:lnTo>
                                        <a:pt x="2008" y="3556"/>
                                      </a:lnTo>
                                      <a:lnTo>
                                        <a:pt x="2081" y="3545"/>
                                      </a:lnTo>
                                      <a:lnTo>
                                        <a:pt x="2153" y="3531"/>
                                      </a:lnTo>
                                      <a:lnTo>
                                        <a:pt x="2224" y="3515"/>
                                      </a:lnTo>
                                      <a:lnTo>
                                        <a:pt x="2294" y="3496"/>
                                      </a:lnTo>
                                      <a:lnTo>
                                        <a:pt x="2362" y="3474"/>
                                      </a:lnTo>
                                      <a:lnTo>
                                        <a:pt x="2430" y="3449"/>
                                      </a:lnTo>
                                      <a:lnTo>
                                        <a:pt x="2496" y="3422"/>
                                      </a:lnTo>
                                      <a:lnTo>
                                        <a:pt x="2560" y="3393"/>
                                      </a:lnTo>
                                      <a:lnTo>
                                        <a:pt x="2624" y="3360"/>
                                      </a:lnTo>
                                      <a:lnTo>
                                        <a:pt x="2685" y="3326"/>
                                      </a:lnTo>
                                      <a:lnTo>
                                        <a:pt x="2746" y="3289"/>
                                      </a:lnTo>
                                      <a:lnTo>
                                        <a:pt x="2804" y="3250"/>
                                      </a:lnTo>
                                      <a:lnTo>
                                        <a:pt x="2861" y="3208"/>
                                      </a:lnTo>
                                      <a:lnTo>
                                        <a:pt x="2917" y="3165"/>
                                      </a:lnTo>
                                      <a:lnTo>
                                        <a:pt x="2970" y="3119"/>
                                      </a:lnTo>
                                      <a:lnTo>
                                        <a:pt x="3022" y="3071"/>
                                      </a:lnTo>
                                      <a:lnTo>
                                        <a:pt x="3071" y="3022"/>
                                      </a:lnTo>
                                      <a:lnTo>
                                        <a:pt x="3119" y="2970"/>
                                      </a:lnTo>
                                      <a:lnTo>
                                        <a:pt x="3165" y="2917"/>
                                      </a:lnTo>
                                      <a:lnTo>
                                        <a:pt x="3208" y="2861"/>
                                      </a:lnTo>
                                      <a:lnTo>
                                        <a:pt x="3250" y="2804"/>
                                      </a:lnTo>
                                      <a:lnTo>
                                        <a:pt x="3289" y="2746"/>
                                      </a:lnTo>
                                      <a:lnTo>
                                        <a:pt x="3326" y="2685"/>
                                      </a:lnTo>
                                      <a:lnTo>
                                        <a:pt x="3360" y="2624"/>
                                      </a:lnTo>
                                      <a:lnTo>
                                        <a:pt x="3393" y="2560"/>
                                      </a:lnTo>
                                      <a:lnTo>
                                        <a:pt x="3422" y="2496"/>
                                      </a:lnTo>
                                      <a:lnTo>
                                        <a:pt x="3449" y="2430"/>
                                      </a:lnTo>
                                      <a:lnTo>
                                        <a:pt x="3474" y="2362"/>
                                      </a:lnTo>
                                      <a:lnTo>
                                        <a:pt x="3496" y="2294"/>
                                      </a:lnTo>
                                      <a:lnTo>
                                        <a:pt x="3515" y="2224"/>
                                      </a:lnTo>
                                      <a:lnTo>
                                        <a:pt x="3531" y="2153"/>
                                      </a:lnTo>
                                      <a:lnTo>
                                        <a:pt x="3545" y="2081"/>
                                      </a:lnTo>
                                      <a:lnTo>
                                        <a:pt x="3556" y="2008"/>
                                      </a:lnTo>
                                      <a:lnTo>
                                        <a:pt x="3563" y="1935"/>
                                      </a:lnTo>
                                      <a:lnTo>
                                        <a:pt x="3568" y="1860"/>
                                      </a:lnTo>
                                      <a:lnTo>
                                        <a:pt x="3570" y="1785"/>
                                      </a:lnTo>
                                      <a:lnTo>
                                        <a:pt x="3568" y="1709"/>
                                      </a:lnTo>
                                      <a:lnTo>
                                        <a:pt x="3563" y="1634"/>
                                      </a:lnTo>
                                      <a:lnTo>
                                        <a:pt x="3556" y="1561"/>
                                      </a:lnTo>
                                      <a:lnTo>
                                        <a:pt x="3545" y="1488"/>
                                      </a:lnTo>
                                      <a:lnTo>
                                        <a:pt x="3531" y="1416"/>
                                      </a:lnTo>
                                      <a:lnTo>
                                        <a:pt x="3515" y="1345"/>
                                      </a:lnTo>
                                      <a:lnTo>
                                        <a:pt x="3496" y="1275"/>
                                      </a:lnTo>
                                      <a:lnTo>
                                        <a:pt x="3474" y="1207"/>
                                      </a:lnTo>
                                      <a:lnTo>
                                        <a:pt x="3449" y="1139"/>
                                      </a:lnTo>
                                      <a:lnTo>
                                        <a:pt x="3422" y="1073"/>
                                      </a:lnTo>
                                      <a:lnTo>
                                        <a:pt x="3393" y="1009"/>
                                      </a:lnTo>
                                      <a:lnTo>
                                        <a:pt x="3360" y="945"/>
                                      </a:lnTo>
                                      <a:lnTo>
                                        <a:pt x="3326" y="884"/>
                                      </a:lnTo>
                                      <a:lnTo>
                                        <a:pt x="3289" y="823"/>
                                      </a:lnTo>
                                      <a:lnTo>
                                        <a:pt x="3250" y="765"/>
                                      </a:lnTo>
                                      <a:lnTo>
                                        <a:pt x="3208" y="708"/>
                                      </a:lnTo>
                                      <a:lnTo>
                                        <a:pt x="3165" y="652"/>
                                      </a:lnTo>
                                      <a:lnTo>
                                        <a:pt x="3119" y="599"/>
                                      </a:lnTo>
                                      <a:lnTo>
                                        <a:pt x="3071" y="547"/>
                                      </a:lnTo>
                                      <a:lnTo>
                                        <a:pt x="3022" y="498"/>
                                      </a:lnTo>
                                      <a:lnTo>
                                        <a:pt x="2970" y="450"/>
                                      </a:lnTo>
                                      <a:lnTo>
                                        <a:pt x="2917" y="404"/>
                                      </a:lnTo>
                                      <a:lnTo>
                                        <a:pt x="2861" y="361"/>
                                      </a:lnTo>
                                      <a:lnTo>
                                        <a:pt x="2804" y="319"/>
                                      </a:lnTo>
                                      <a:lnTo>
                                        <a:pt x="2746" y="280"/>
                                      </a:lnTo>
                                      <a:lnTo>
                                        <a:pt x="2685" y="243"/>
                                      </a:lnTo>
                                      <a:lnTo>
                                        <a:pt x="2624" y="209"/>
                                      </a:lnTo>
                                      <a:lnTo>
                                        <a:pt x="2560" y="176"/>
                                      </a:lnTo>
                                      <a:lnTo>
                                        <a:pt x="2496" y="147"/>
                                      </a:lnTo>
                                      <a:lnTo>
                                        <a:pt x="2430" y="120"/>
                                      </a:lnTo>
                                      <a:lnTo>
                                        <a:pt x="2362" y="95"/>
                                      </a:lnTo>
                                      <a:lnTo>
                                        <a:pt x="2294" y="73"/>
                                      </a:lnTo>
                                      <a:lnTo>
                                        <a:pt x="2224" y="54"/>
                                      </a:lnTo>
                                      <a:lnTo>
                                        <a:pt x="2153" y="38"/>
                                      </a:lnTo>
                                      <a:lnTo>
                                        <a:pt x="2081" y="24"/>
                                      </a:lnTo>
                                      <a:lnTo>
                                        <a:pt x="2008" y="13"/>
                                      </a:lnTo>
                                      <a:lnTo>
                                        <a:pt x="1935" y="6"/>
                                      </a:lnTo>
                                      <a:lnTo>
                                        <a:pt x="1860" y="1"/>
                                      </a:lnTo>
                                      <a:lnTo>
                                        <a:pt x="1785" y="0"/>
                                      </a:lnTo>
                                      <a:close/>
                                    </a:path>
                                  </a:pathLst>
                                </a:custGeom>
                                <a:solidFill>
                                  <a:schemeClr val="tx1">
                                    <a:lumMod val="65000"/>
                                    <a:lumOff val="35000"/>
                                  </a:schemeClr>
                                </a:solidFill>
                                <a:ln>
                                  <a:noFill/>
                                </a:ln>
                              </wps:spPr>
                              <wps:bodyPr rot="0" vert="horz" wrap="square" lIns="91440" tIns="45720" rIns="91440" bIns="45720" anchor="t" anchorCtr="0" upright="1">
                                <a:noAutofit/>
                              </wps:bodyPr>
                            </wps:wsp>
                            <wps:wsp>
                              <wps:cNvPr id="7" name="Text Box 23" descr="Quote Text"/>
                              <wps:cNvSpPr txBox="1">
                                <a:spLocks noChangeArrowheads="1"/>
                              </wps:cNvSpPr>
                              <wps:spPr bwMode="auto">
                                <a:xfrm>
                                  <a:off x="236863" y="258896"/>
                                  <a:ext cx="1559560" cy="1557655"/>
                                </a:xfrm>
                                <a:prstGeom prst="rect">
                                  <a:avLst/>
                                </a:prstGeom>
                                <a:noFill/>
                                <a:ln>
                                  <a:noFill/>
                                </a:ln>
                              </wps:spPr>
                              <wps:txbx>
                                <w:txbxContent>
                                  <w:sdt>
                                    <w:sdtPr>
                                      <w:rPr>
                                        <w:rFonts w:ascii="Lato" w:hAnsi="Lato"/>
                                      </w:rPr>
                                      <w:id w:val="-1920243923"/>
                                      <w:placeholder>
                                        <w:docPart w:val="31962CF0CE7E43C5A93E3E139A9CB6D5"/>
                                      </w:placeholder>
                                      <w:temporary/>
                                      <w:showingPlcHdr/>
                                      <w15:appearance w15:val="hidden"/>
                                    </w:sdtPr>
                                    <w:sdtEndPr/>
                                    <w:sdtContent>
                                      <w:p w14:paraId="221F1212" w14:textId="77777777" w:rsidR="000729F4" w:rsidRPr="00FD48D9" w:rsidRDefault="000729F4" w:rsidP="000729F4">
                                        <w:pPr>
                                          <w:pStyle w:val="Quote"/>
                                          <w:rPr>
                                            <w:rFonts w:ascii="Lato" w:hAnsi="Lato"/>
                                          </w:rPr>
                                        </w:pPr>
                                        <w:r w:rsidRPr="00FD48D9">
                                          <w:rPr>
                                            <w:rFonts w:ascii="Lato" w:hAnsi="Lato"/>
                                          </w:rPr>
                                          <w:t>Type a quote from the document or the summary of an interesting point.</w:t>
                                        </w:r>
                                      </w:p>
                                    </w:sdtContent>
                                  </w:sdt>
                                </w:txbxContent>
                              </wps:txbx>
                              <wps:bodyPr rot="0" vert="horz" wrap="square" lIns="0" tIns="0" rIns="0" bIns="0" anchor="ctr" anchorCtr="0" upright="1">
                                <a:noAutofit/>
                              </wps:bodyPr>
                            </wps:wsp>
                          </wpg:wgp>
                        </a:graphicData>
                      </a:graphic>
                    </wp:inline>
                  </w:drawing>
                </mc:Choice>
                <mc:Fallback>
                  <w:pict>
                    <v:group w14:anchorId="44061AB2" id="Group 9" o:spid="_x0000_s1026" alt="Quote Text and circle graphic" style="width:162.85pt;height:163.9pt;mso-position-horizontal-relative:char;mso-position-vertical-relative:line" coordsize="20681,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">
                      <v:shape id="Freeform 21" o:spid="_x0000_s1027" alt="Quote circle accent" style="position:absolute;width:20681;height:20815;visibility:visible;mso-wrap-style:square;v-text-anchor:top" coordsize="3570,3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" path="m1785,r-76,1l1634,6r-73,7l1488,24r-72,14l1345,54r-70,19l1207,95r-68,25l1073,147r-64,29l945,209r-61,34l823,280r-58,39l708,361r-56,43l599,450r-52,48l498,547r-48,52l404,652r-43,56l319,765r-39,58l243,884r-34,61l176,1009r-29,64l120,1139r-25,68l73,1275r-19,70l38,1416r-14,72l13,1561r-7,73l1,1709,,1785r1,75l6,1935r7,73l24,2081r14,72l54,2224r19,70l95,2362r25,68l147,2496r29,64l209,2624r34,61l280,2746r39,58l361,2861r43,56l450,2970r48,52l547,3071r52,48l652,3165r56,43l765,3250r58,39l884,3326r61,34l1009,3393r64,29l1139,3449r68,25l1275,3496r70,19l1416,3531r72,14l1561,3556r73,7l1709,3568r76,2l1860,3568r75,-5l2008,3556r73,-11l2153,3531r71,-16l2294,3496r68,-22l2430,3449r66,-27l2560,3393r64,-33l2685,3326r61,-37l2804,3250r57,-42l2917,3165r53,-46l3022,3071r49,-49l3119,2970r46,-53l3208,2861r42,-57l3289,2746r37,-61l3360,2624r33,-64l3422,2496r27,-66l3474,2362r22,-68l3515,2224r16,-71l3545,2081r11,-73l3563,1935r5,-75l3570,1785r-2,-76l3563,1634r-7,-73l3545,1488r-14,-72l3515,1345r-19,-70l3474,1207r-25,-68l3422,1073r-29,-64l3360,945r-34,-61l3289,823r-39,-58l3208,708r-43,-56l3119,599r-48,-52l3022,498r-52,-48l2917,404r-56,-43l2804,319r-58,-39l2685,243r-61,-34l2560,176r-64,-29l2430,120,2362,95,2294,73,2224,54,2153,38,2081,24,2008,13,1935,6,1860,1,1785,xe" fillcolor="#5a5a5a [2109]" stroked="f">
                        <v:path arrowok="t" o:connecttype="custom" o:connectlocs="946619,3498;820326,22156;699247,55391;584540,102619;476786,163257;377721,235557;288505,318935;209137,412808;140776,515426;85161,625625;42291,743404;13904,867596;579,996452;3476,1128224;22014,1255332;55036,1377192;101961,1492638;162211,1601087;234048,1700791;316892,1790582;410163,1870462;512124,1939263;621617,1995237;738641,2038383;862038,2066953;990069,2080364;1120996,2077449;1247290,2058791;1368369,2025556;1483075,1978328;1590830,1917690;1689895,1845390;1779111,1762012;1858479,1668139;1926839,1565520;1982455,1455322;2025325,1337543;2053712,1213351;2067036,1084495;2064140,952723;2045601,825615;2012580,703755;1965654,588309;1905404,479860;1833568,380156;1750724,290365;1657453,210485;1555491,141684;1445999,85710;1328975,42563;1205578,13993;1077547,583" o:connectangles="0,0,0,0,0,0,0,0,0,0,0,0,0,0,0,0,0,0,0,0,0,0,0,0,0,0,0,0,0,0,0,0,0,0,0,0,0,0,0,0,0,0,0,0,0,0,0,0,0,0,0,0"/>
                      </v:shape>
                      <v:shapetype id="_x0000_t202" coordsize="21600,21600" o:spt="202" path="m,l,21600r21600,l21600,xe">
                        <v:stroke joinstyle="miter"/>
                        <v:path gradientshapeok="t" o:connecttype="rect"/>
                      </v:shapetype>
                      <v:shape id="Text Box 23" o:spid="_x0000_s1028" type="#_x0000_t202" alt="Quote Text" style="position:absolute;left:2368;top:2588;width:15596;height:155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" filled="f" stroked="f">
                        <v:textbox inset="0,0,0,0">
                          <w:txbxContent>
                            <w:sdt>
                              <w:sdtPr>
                                <w:rPr>
                                  <w:rFonts w:ascii="Lato" w:hAnsi="Lato"/>
                                </w:rPr>
                                <w:id w:val="-1920243923"/>
                                <w:placeholder>
                                  <w:docPart w:val="31962CF0CE7E43C5A93E3E139A9CB6D5"/>
                                </w:placeholder>
                                <w:temporary/>
                                <w:showingPlcHdr/>
                                <w15:appearance w15:val="hidden"/>
                              </w:sdtPr>
                              <w:sdtEndPr/>
                              <w:sdtContent>
                                <w:p w14:paraId="221F1212" w14:textId="77777777" w:rsidR="000729F4" w:rsidRPr="00FD48D9" w:rsidRDefault="000729F4" w:rsidP="000729F4">
                                  <w:pPr>
                                    <w:pStyle w:val="Quote"/>
                                    <w:rPr>
                                      <w:rFonts w:ascii="Lato" w:hAnsi="Lato"/>
                                    </w:rPr>
                                  </w:pPr>
                                  <w:r w:rsidRPr="00FD48D9">
                                    <w:rPr>
                                      <w:rFonts w:ascii="Lato" w:hAnsi="Lato"/>
                                    </w:rPr>
                                    <w:t>Type a quote from the document or the summary of an interesting point.</w:t>
                                  </w:r>
                                </w:p>
                              </w:sdtContent>
                            </w:sdt>
                          </w:txbxContent>
                        </v:textbox>
                      </v:shape>
                      <w10:anchorlock/>
                    </v:group>
                  </w:pict>
                </mc:Fallback>
              </mc:AlternateContent>
            </w:r>
          </w:p>
        </w:tc>
      </w:tr>
      <w:tr w:rsidR="00D636D7" w:rsidRPr="006D65E4" w14:paraId="032B8ED2" w14:textId="77777777" w:rsidTr="006019FA">
        <w:trPr>
          <w:trHeight w:val="3168"/>
          <w:jc w:val="center"/>
        </w:trPr>
        <w:tc>
          <w:tcPr>
            <w:tcW w:w="5561" w:type="dxa"/>
            <w:gridSpan w:val="2"/>
          </w:tcPr>
          <w:p w14:paraId="392B5AE5" w14:textId="77777777" w:rsidR="00D636D7" w:rsidRPr="006D65E4" w:rsidRDefault="00D636D7" w:rsidP="00C03D04">
            <w:pPr>
              <w:rPr>
                <w:rFonts w:ascii="Lato" w:hAnsi="Lato"/>
              </w:rPr>
            </w:pPr>
            <w:r w:rsidRPr="006D65E4">
              <w:rPr>
                <w:rFonts w:ascii="Lato" w:hAnsi="Lato"/>
                <w:noProof/>
              </w:rPr>
              <w:drawing>
                <wp:inline distT="0" distB="0" distL="0" distR="0" wp14:anchorId="263C9FF6" wp14:editId="7ED15A5C">
                  <wp:extent cx="3383280" cy="1925779"/>
                  <wp:effectExtent l="0" t="0" r="7620" b="0"/>
                  <wp:docPr id="10" name="Picture 10" descr="Wires. Hardware. Router. Mem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3383280" cy="1925779"/>
                          </a:xfrm>
                          <a:prstGeom prst="rect">
                            <a:avLst/>
                          </a:prstGeom>
                          <a:noFill/>
                          <a:ln>
                            <a:noFill/>
                          </a:ln>
                        </pic:spPr>
                      </pic:pic>
                    </a:graphicData>
                  </a:graphic>
                </wp:inline>
              </w:drawing>
            </w:r>
          </w:p>
        </w:tc>
        <w:tc>
          <w:tcPr>
            <w:tcW w:w="5561" w:type="dxa"/>
            <w:gridSpan w:val="2"/>
          </w:tcPr>
          <w:p w14:paraId="4F4AC9C6" w14:textId="77777777" w:rsidR="00D636D7" w:rsidRPr="006D65E4" w:rsidRDefault="00D636D7" w:rsidP="00C03D04">
            <w:pPr>
              <w:rPr>
                <w:rFonts w:ascii="Lato" w:hAnsi="Lato"/>
              </w:rPr>
            </w:pPr>
            <w:r w:rsidRPr="006D65E4">
              <w:rPr>
                <w:rFonts w:ascii="Lato" w:hAnsi="Lato"/>
                <w:noProof/>
              </w:rPr>
              <w:drawing>
                <wp:inline distT="0" distB="0" distL="0" distR="0" wp14:anchorId="40846BE4" wp14:editId="332BD608">
                  <wp:extent cx="3383280" cy="1930899"/>
                  <wp:effectExtent l="0" t="0" r="7620" b="0"/>
                  <wp:docPr id="4" name="Picture 4" descr="Computer. Co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383280" cy="1930899"/>
                          </a:xfrm>
                          <a:prstGeom prst="rect">
                            <a:avLst/>
                          </a:prstGeom>
                          <a:noFill/>
                          <a:ln>
                            <a:noFill/>
                          </a:ln>
                        </pic:spPr>
                      </pic:pic>
                    </a:graphicData>
                  </a:graphic>
                </wp:inline>
              </w:drawing>
            </w:r>
          </w:p>
        </w:tc>
      </w:tr>
      <w:tr w:rsidR="00D636D7" w:rsidRPr="006D65E4" w14:paraId="38E8DB67" w14:textId="77777777" w:rsidTr="006019FA">
        <w:trPr>
          <w:trHeight w:val="2400"/>
          <w:jc w:val="center"/>
        </w:trPr>
        <w:tc>
          <w:tcPr>
            <w:tcW w:w="5561" w:type="dxa"/>
            <w:gridSpan w:val="2"/>
          </w:tcPr>
          <w:p w14:paraId="3912B241" w14:textId="77777777" w:rsidR="00D636D7" w:rsidRPr="006D65E4" w:rsidRDefault="00D636D7" w:rsidP="00C03D04">
            <w:pPr>
              <w:rPr>
                <w:rFonts w:ascii="Lato" w:hAnsi="Lato"/>
                <w:noProof/>
              </w:rPr>
            </w:pPr>
            <w:r w:rsidRPr="006D65E4">
              <w:rPr>
                <w:rFonts w:ascii="Lato" w:hAnsi="Lato"/>
                <w:noProof/>
              </w:rPr>
              <mc:AlternateContent>
                <mc:Choice Requires="wps">
                  <w:drawing>
                    <wp:inline distT="0" distB="0" distL="0" distR="0" wp14:anchorId="33BEC055" wp14:editId="3103B22E">
                      <wp:extent cx="3383280" cy="1480820"/>
                      <wp:effectExtent l="0" t="0" r="7620" b="5080"/>
                      <wp:docPr id="8"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1480820"/>
                              </a:xfrm>
                              <a:custGeom>
                                <a:avLst/>
                                <a:gdLst>
                                  <a:gd name="T0" fmla="*/ 4548 w 5441"/>
                                  <a:gd name="T1" fmla="*/ 0 h 2332"/>
                                  <a:gd name="T2" fmla="*/ 0 w 5441"/>
                                  <a:gd name="T3" fmla="*/ 0 h 2332"/>
                                  <a:gd name="T4" fmla="*/ 0 w 5441"/>
                                  <a:gd name="T5" fmla="*/ 2331 h 2332"/>
                                  <a:gd name="T6" fmla="*/ 5440 w 5441"/>
                                  <a:gd name="T7" fmla="*/ 2331 h 2332"/>
                                  <a:gd name="T8" fmla="*/ 5440 w 5441"/>
                                  <a:gd name="T9" fmla="*/ 670 h 2332"/>
                                  <a:gd name="T10" fmla="*/ 4548 w 5441"/>
                                  <a:gd name="T11" fmla="*/ 0 h 2332"/>
                                </a:gdLst>
                                <a:ahLst/>
                                <a:cxnLst>
                                  <a:cxn ang="0">
                                    <a:pos x="T0" y="T1"/>
                                  </a:cxn>
                                  <a:cxn ang="0">
                                    <a:pos x="T2" y="T3"/>
                                  </a:cxn>
                                  <a:cxn ang="0">
                                    <a:pos x="T4" y="T5"/>
                                  </a:cxn>
                                  <a:cxn ang="0">
                                    <a:pos x="T6" y="T7"/>
                                  </a:cxn>
                                  <a:cxn ang="0">
                                    <a:pos x="T8" y="T9"/>
                                  </a:cxn>
                                  <a:cxn ang="0">
                                    <a:pos x="T10" y="T11"/>
                                  </a:cxn>
                                </a:cxnLst>
                                <a:rect l="0" t="0" r="r" b="b"/>
                                <a:pathLst>
                                  <a:path w="5441" h="2332">
                                    <a:moveTo>
                                      <a:pt x="4548" y="0"/>
                                    </a:moveTo>
                                    <a:lnTo>
                                      <a:pt x="0" y="0"/>
                                    </a:lnTo>
                                    <a:lnTo>
                                      <a:pt x="0" y="2331"/>
                                    </a:lnTo>
                                    <a:lnTo>
                                      <a:pt x="5440" y="2331"/>
                                    </a:lnTo>
                                    <a:lnTo>
                                      <a:pt x="5440" y="670"/>
                                    </a:lnTo>
                                    <a:lnTo>
                                      <a:pt x="4548" y="0"/>
                                    </a:lnTo>
                                    <a:close/>
                                  </a:path>
                                </a:pathLst>
                              </a:custGeom>
                              <a:solidFill>
                                <a:schemeClr val="accent1">
                                  <a:lumMod val="75000"/>
                                </a:schemeClr>
                              </a:solidFill>
                              <a:ln>
                                <a:noFill/>
                              </a:ln>
                            </wps:spPr>
                            <wps:txbx>
                              <w:txbxContent>
                                <w:sdt>
                                  <w:sdtPr>
                                    <w:rPr>
                                      <w:rFonts w:ascii="Lato" w:hAnsi="Lato"/>
                                    </w:rPr>
                                    <w:id w:val="-1682268629"/>
                                    <w:temporary/>
                                    <w:showingPlcHdr/>
                                    <w15:appearance w15:val="hidden"/>
                                  </w:sdtPr>
                                  <w:sdtEndPr/>
                                  <w:sdtContent>
                                    <w:p w14:paraId="640814A4" w14:textId="77777777" w:rsidR="00D636D7" w:rsidRPr="00FD48D9" w:rsidRDefault="00D636D7" w:rsidP="004F663D">
                                      <w:pPr>
                                        <w:pStyle w:val="ContactDetails"/>
                                        <w:rPr>
                                          <w:rFonts w:ascii="Lato" w:hAnsi="Lato"/>
                                        </w:rPr>
                                      </w:pPr>
                                      <w:r w:rsidRPr="00FD48D9">
                                        <w:rPr>
                                          <w:rFonts w:ascii="Lato" w:hAnsi="Lato"/>
                                        </w:rPr>
                                        <w:t>Company Name</w:t>
                                      </w:r>
                                    </w:p>
                                  </w:sdtContent>
                                </w:sdt>
                                <w:sdt>
                                  <w:sdtPr>
                                    <w:rPr>
                                      <w:rFonts w:ascii="Lato" w:hAnsi="Lato"/>
                                    </w:rPr>
                                    <w:id w:val="-1471365033"/>
                                    <w:temporary/>
                                    <w:showingPlcHdr/>
                                    <w15:appearance w15:val="hidden"/>
                                  </w:sdtPr>
                                  <w:sdtEndPr/>
                                  <w:sdtContent>
                                    <w:p w14:paraId="250CBB62" w14:textId="77777777" w:rsidR="00D636D7" w:rsidRPr="00FD48D9" w:rsidRDefault="00D636D7" w:rsidP="004F663D">
                                      <w:pPr>
                                        <w:pStyle w:val="ContactDetails"/>
                                        <w:rPr>
                                          <w:rFonts w:ascii="Lato" w:hAnsi="Lato"/>
                                        </w:rPr>
                                      </w:pPr>
                                      <w:r w:rsidRPr="00FD48D9">
                                        <w:rPr>
                                          <w:rFonts w:ascii="Lato" w:hAnsi="Lato"/>
                                        </w:rPr>
                                        <w:t>Company Address</w:t>
                                      </w:r>
                                    </w:p>
                                  </w:sdtContent>
                                </w:sdt>
                                <w:sdt>
                                  <w:sdtPr>
                                    <w:rPr>
                                      <w:rFonts w:ascii="Lato" w:hAnsi="Lato"/>
                                    </w:rPr>
                                    <w:id w:val="1078637800"/>
                                    <w:temporary/>
                                    <w:showingPlcHdr/>
                                    <w15:appearance w15:val="hidden"/>
                                  </w:sdtPr>
                                  <w:sdtEndPr/>
                                  <w:sdtContent>
                                    <w:p w14:paraId="747D7657" w14:textId="77777777" w:rsidR="00D636D7" w:rsidRPr="00FD48D9" w:rsidRDefault="00D636D7" w:rsidP="004F663D">
                                      <w:pPr>
                                        <w:pStyle w:val="ContactDetails"/>
                                        <w:rPr>
                                          <w:rFonts w:ascii="Lato" w:hAnsi="Lato"/>
                                        </w:rPr>
                                      </w:pPr>
                                      <w:r w:rsidRPr="00FD48D9">
                                        <w:rPr>
                                          <w:rStyle w:val="PlaceholderText"/>
                                          <w:rFonts w:ascii="Lato" w:hAnsi="Lato"/>
                                          <w:color w:val="FFFFFF"/>
                                        </w:rPr>
                                        <w:t>City, State, Zip Code</w:t>
                                      </w:r>
                                    </w:p>
                                  </w:sdtContent>
                                </w:sdt>
                              </w:txbxContent>
                            </wps:txbx>
                            <wps:bodyPr rot="0" vert="horz" wrap="square" lIns="0" tIns="251999" rIns="0" bIns="0" anchor="ctr" anchorCtr="0" upright="1">
                              <a:noAutofit/>
                            </wps:bodyPr>
                          </wps:wsp>
                        </a:graphicData>
                      </a:graphic>
                    </wp:inline>
                  </w:drawing>
                </mc:Choice>
                <mc:Fallback>
                  <w:pict>
                    <v:shape w14:anchorId="33BEC055" id="Freeform 11" o:spid="_x0000_s1029" style="width:266.4pt;height:116.6pt;visibility:visible;mso-wrap-style:square;mso-left-percent:-10001;mso-top-percent:-10001;mso-position-horizontal:absolute;mso-position-horizontal-relative:char;mso-position-vertical:absolute;mso-position-vertical-relative:line;mso-left-percent:-10001;mso-top-percent:-10001;v-text-anchor:middle" coordsize="5441,23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" adj="-11796480,,5400" path="m4548,l,,,2331r5440,l5440,670,4548,xe" fillcolor="#14568c [2404]" stroked="f">
                      <v:stroke joinstyle="miter"/>
                      <v:formulas/>
                      <v:path arrowok="t" o:connecttype="custom" o:connectlocs="2828002,0;0,0;0,1480185;3382658,1480185;3382658,425450;2828002,0" o:connectangles="0,0,0,0,0,0" textboxrect="0,0,5441,2332"/>
                      <v:textbox inset="0,6.99997mm,0,0">
                        <w:txbxContent>
                          <w:sdt>
                            <w:sdtPr>
                              <w:rPr>
                                <w:rFonts w:ascii="Lato" w:hAnsi="Lato"/>
                              </w:rPr>
                              <w:id w:val="-1682268629"/>
                              <w:temporary/>
                              <w:showingPlcHdr/>
                              <w15:appearance w15:val="hidden"/>
                            </w:sdtPr>
                            <w:sdtEndPr/>
                            <w:sdtContent>
                              <w:p w14:paraId="640814A4" w14:textId="77777777" w:rsidR="00D636D7" w:rsidRPr="00FD48D9" w:rsidRDefault="00D636D7" w:rsidP="004F663D">
                                <w:pPr>
                                  <w:pStyle w:val="ContactDetails"/>
                                  <w:rPr>
                                    <w:rFonts w:ascii="Lato" w:hAnsi="Lato"/>
                                  </w:rPr>
                                </w:pPr>
                                <w:r w:rsidRPr="00FD48D9">
                                  <w:rPr>
                                    <w:rFonts w:ascii="Lato" w:hAnsi="Lato"/>
                                  </w:rPr>
                                  <w:t>Company Name</w:t>
                                </w:r>
                              </w:p>
                            </w:sdtContent>
                          </w:sdt>
                          <w:sdt>
                            <w:sdtPr>
                              <w:rPr>
                                <w:rFonts w:ascii="Lato" w:hAnsi="Lato"/>
                              </w:rPr>
                              <w:id w:val="-1471365033"/>
                              <w:temporary/>
                              <w:showingPlcHdr/>
                              <w15:appearance w15:val="hidden"/>
                            </w:sdtPr>
                            <w:sdtEndPr/>
                            <w:sdtContent>
                              <w:p w14:paraId="250CBB62" w14:textId="77777777" w:rsidR="00D636D7" w:rsidRPr="00FD48D9" w:rsidRDefault="00D636D7" w:rsidP="004F663D">
                                <w:pPr>
                                  <w:pStyle w:val="ContactDetails"/>
                                  <w:rPr>
                                    <w:rFonts w:ascii="Lato" w:hAnsi="Lato"/>
                                  </w:rPr>
                                </w:pPr>
                                <w:r w:rsidRPr="00FD48D9">
                                  <w:rPr>
                                    <w:rFonts w:ascii="Lato" w:hAnsi="Lato"/>
                                  </w:rPr>
                                  <w:t>Company Address</w:t>
                                </w:r>
                              </w:p>
                            </w:sdtContent>
                          </w:sdt>
                          <w:sdt>
                            <w:sdtPr>
                              <w:rPr>
                                <w:rFonts w:ascii="Lato" w:hAnsi="Lato"/>
                              </w:rPr>
                              <w:id w:val="1078637800"/>
                              <w:temporary/>
                              <w:showingPlcHdr/>
                              <w15:appearance w15:val="hidden"/>
                            </w:sdtPr>
                            <w:sdtEndPr/>
                            <w:sdtContent>
                              <w:p w14:paraId="747D7657" w14:textId="77777777" w:rsidR="00D636D7" w:rsidRPr="00FD48D9" w:rsidRDefault="00D636D7" w:rsidP="004F663D">
                                <w:pPr>
                                  <w:pStyle w:val="ContactDetails"/>
                                  <w:rPr>
                                    <w:rFonts w:ascii="Lato" w:hAnsi="Lato"/>
                                  </w:rPr>
                                </w:pPr>
                                <w:r w:rsidRPr="00FD48D9">
                                  <w:rPr>
                                    <w:rStyle w:val="PlaceholderText"/>
                                    <w:rFonts w:ascii="Lato" w:hAnsi="Lato"/>
                                    <w:color w:val="FFFFFF"/>
                                  </w:rPr>
                                  <w:t>City, State, Zip Code</w:t>
                                </w:r>
                              </w:p>
                            </w:sdtContent>
                          </w:sdt>
                        </w:txbxContent>
                      </v:textbox>
                      <w10:anchorlock/>
                    </v:shape>
                  </w:pict>
                </mc:Fallback>
              </mc:AlternateContent>
            </w:r>
          </w:p>
        </w:tc>
        <w:tc>
          <w:tcPr>
            <w:tcW w:w="5561" w:type="dxa"/>
            <w:gridSpan w:val="2"/>
          </w:tcPr>
          <w:p w14:paraId="1D4D48A6" w14:textId="77777777" w:rsidR="00D636D7" w:rsidRPr="006D65E4" w:rsidRDefault="00D636D7" w:rsidP="00C03D04">
            <w:pPr>
              <w:rPr>
                <w:rFonts w:ascii="Lato" w:hAnsi="Lato"/>
                <w:noProof/>
              </w:rPr>
            </w:pPr>
            <w:r w:rsidRPr="006D65E4">
              <w:rPr>
                <w:rFonts w:ascii="Lato" w:hAnsi="Lato"/>
                <w:noProof/>
              </w:rPr>
              <mc:AlternateContent>
                <mc:Choice Requires="wps">
                  <w:drawing>
                    <wp:inline distT="0" distB="0" distL="0" distR="0" wp14:anchorId="71964109" wp14:editId="33EF6FF1">
                      <wp:extent cx="3383280" cy="1480820"/>
                      <wp:effectExtent l="0" t="0" r="7620" b="5080"/>
                      <wp:docPr id="2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1480820"/>
                              </a:xfrm>
                              <a:custGeom>
                                <a:avLst/>
                                <a:gdLst>
                                  <a:gd name="T0" fmla="*/ 4548 w 5441"/>
                                  <a:gd name="T1" fmla="*/ 0 h 2332"/>
                                  <a:gd name="T2" fmla="*/ 0 w 5441"/>
                                  <a:gd name="T3" fmla="*/ 0 h 2332"/>
                                  <a:gd name="T4" fmla="*/ 0 w 5441"/>
                                  <a:gd name="T5" fmla="*/ 2331 h 2332"/>
                                  <a:gd name="T6" fmla="*/ 5440 w 5441"/>
                                  <a:gd name="T7" fmla="*/ 2331 h 2332"/>
                                  <a:gd name="T8" fmla="*/ 5440 w 5441"/>
                                  <a:gd name="T9" fmla="*/ 670 h 2332"/>
                                  <a:gd name="T10" fmla="*/ 4548 w 5441"/>
                                  <a:gd name="T11" fmla="*/ 0 h 2332"/>
                                </a:gdLst>
                                <a:ahLst/>
                                <a:cxnLst>
                                  <a:cxn ang="0">
                                    <a:pos x="T0" y="T1"/>
                                  </a:cxn>
                                  <a:cxn ang="0">
                                    <a:pos x="T2" y="T3"/>
                                  </a:cxn>
                                  <a:cxn ang="0">
                                    <a:pos x="T4" y="T5"/>
                                  </a:cxn>
                                  <a:cxn ang="0">
                                    <a:pos x="T6" y="T7"/>
                                  </a:cxn>
                                  <a:cxn ang="0">
                                    <a:pos x="T8" y="T9"/>
                                  </a:cxn>
                                  <a:cxn ang="0">
                                    <a:pos x="T10" y="T11"/>
                                  </a:cxn>
                                </a:cxnLst>
                                <a:rect l="0" t="0" r="r" b="b"/>
                                <a:pathLst>
                                  <a:path w="5441" h="2332">
                                    <a:moveTo>
                                      <a:pt x="4548" y="0"/>
                                    </a:moveTo>
                                    <a:lnTo>
                                      <a:pt x="0" y="0"/>
                                    </a:lnTo>
                                    <a:lnTo>
                                      <a:pt x="0" y="2331"/>
                                    </a:lnTo>
                                    <a:lnTo>
                                      <a:pt x="5440" y="2331"/>
                                    </a:lnTo>
                                    <a:lnTo>
                                      <a:pt x="5440" y="670"/>
                                    </a:lnTo>
                                    <a:lnTo>
                                      <a:pt x="4548" y="0"/>
                                    </a:lnTo>
                                    <a:close/>
                                  </a:path>
                                </a:pathLst>
                              </a:custGeom>
                              <a:solidFill>
                                <a:schemeClr val="tx2">
                                  <a:lumMod val="90000"/>
                                  <a:lumOff val="10000"/>
                                </a:schemeClr>
                              </a:solidFill>
                              <a:ln>
                                <a:noFill/>
                              </a:ln>
                            </wps:spPr>
                            <wps:txbx>
                              <w:txbxContent>
                                <w:sdt>
                                  <w:sdtPr>
                                    <w:rPr>
                                      <w:rFonts w:ascii="Lato" w:hAnsi="Lato"/>
                                    </w:rPr>
                                    <w:id w:val="-2036413752"/>
                                    <w:temporary/>
                                    <w:showingPlcHdr/>
                                    <w15:appearance w15:val="hidden"/>
                                  </w:sdtPr>
                                  <w:sdtEndPr/>
                                  <w:sdtContent>
                                    <w:p w14:paraId="6FDEF5CE" w14:textId="77777777" w:rsidR="00D636D7" w:rsidRPr="00FD48D9" w:rsidRDefault="00D636D7" w:rsidP="004F663D">
                                      <w:pPr>
                                        <w:pStyle w:val="PhoneEmailWeb"/>
                                        <w:rPr>
                                          <w:rFonts w:ascii="Lato" w:hAnsi="Lato"/>
                                        </w:rPr>
                                      </w:pPr>
                                      <w:r w:rsidRPr="00FD48D9">
                                        <w:rPr>
                                          <w:rStyle w:val="PlaceholderText"/>
                                          <w:rFonts w:ascii="Lato" w:hAnsi="Lato"/>
                                          <w:color w:val="FFFFFF"/>
                                        </w:rPr>
                                        <w:t>Phone Number</w:t>
                                      </w:r>
                                    </w:p>
                                  </w:sdtContent>
                                </w:sdt>
                                <w:sdt>
                                  <w:sdtPr>
                                    <w:rPr>
                                      <w:rFonts w:ascii="Lato" w:hAnsi="Lato"/>
                                    </w:rPr>
                                    <w:id w:val="-1289199767"/>
                                    <w:temporary/>
                                    <w:showingPlcHdr/>
                                    <w15:appearance w15:val="hidden"/>
                                  </w:sdtPr>
                                  <w:sdtEndPr/>
                                  <w:sdtContent>
                                    <w:p w14:paraId="5788D7DF" w14:textId="77777777" w:rsidR="00D636D7" w:rsidRPr="00FD48D9" w:rsidRDefault="00D636D7" w:rsidP="004F663D">
                                      <w:pPr>
                                        <w:pStyle w:val="PhoneEmailWeb"/>
                                        <w:rPr>
                                          <w:rFonts w:ascii="Lato" w:hAnsi="Lato"/>
                                        </w:rPr>
                                      </w:pPr>
                                      <w:r w:rsidRPr="00FD48D9">
                                        <w:rPr>
                                          <w:rStyle w:val="PlaceholderText"/>
                                          <w:rFonts w:ascii="Lato" w:hAnsi="Lato"/>
                                          <w:color w:val="FFFFFF"/>
                                        </w:rPr>
                                        <w:t>Email Address</w:t>
                                      </w:r>
                                    </w:p>
                                  </w:sdtContent>
                                </w:sdt>
                                <w:sdt>
                                  <w:sdtPr>
                                    <w:rPr>
                                      <w:rFonts w:ascii="Lato" w:hAnsi="Lato"/>
                                    </w:rPr>
                                    <w:id w:val="-1683510111"/>
                                    <w:temporary/>
                                    <w:showingPlcHdr/>
                                    <w15:appearance w15:val="hidden"/>
                                  </w:sdtPr>
                                  <w:sdtEndPr/>
                                  <w:sdtContent>
                                    <w:p w14:paraId="37CE5F8D" w14:textId="77777777" w:rsidR="00D636D7" w:rsidRPr="00FD48D9" w:rsidRDefault="00D636D7" w:rsidP="004F663D">
                                      <w:pPr>
                                        <w:pStyle w:val="PhoneEmailWeb"/>
                                        <w:rPr>
                                          <w:rFonts w:ascii="Lato" w:hAnsi="Lato"/>
                                        </w:rPr>
                                      </w:pPr>
                                      <w:r w:rsidRPr="00FD48D9">
                                        <w:rPr>
                                          <w:rStyle w:val="PlaceholderText"/>
                                          <w:rFonts w:ascii="Lato" w:hAnsi="Lato"/>
                                          <w:color w:val="FFFFFF"/>
                                        </w:rPr>
                                        <w:t>Website address</w:t>
                                      </w:r>
                                    </w:p>
                                  </w:sdtContent>
                                </w:sdt>
                              </w:txbxContent>
                            </wps:txbx>
                            <wps:bodyPr rot="0" vert="horz" wrap="square" lIns="0" tIns="251999" rIns="0" bIns="0" anchor="ctr" anchorCtr="0" upright="1">
                              <a:noAutofit/>
                            </wps:bodyPr>
                          </wps:wsp>
                        </a:graphicData>
                      </a:graphic>
                    </wp:inline>
                  </w:drawing>
                </mc:Choice>
                <mc:Fallback>
                  <w:pict>
                    <v:shape w14:anchorId="71964109" id="_x0000_s1030" style="width:266.4pt;height:116.6pt;visibility:visible;mso-wrap-style:square;mso-left-percent:-10001;mso-top-percent:-10001;mso-position-horizontal:absolute;mso-position-horizontal-relative:char;mso-position-vertical:absolute;mso-position-vertical-relative:line;mso-left-percent:-10001;mso-top-percent:-10001;v-text-anchor:middle" coordsize="5441,233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" adj="-11796480,,5400" path="m4548,l,,,2331r5440,l5440,670,4548,xe" fillcolor="#002c89 [2911]" stroked="f">
                      <v:stroke joinstyle="miter"/>
                      <v:formulas/>
                      <v:path arrowok="t" o:connecttype="custom" o:connectlocs="2828002,0;0,0;0,1480185;3382658,1480185;3382658,425450;2828002,0" o:connectangles="0,0,0,0,0,0" textboxrect="0,0,5441,2332"/>
                      <v:textbox inset="0,6.99997mm,0,0">
                        <w:txbxContent>
                          <w:sdt>
                            <w:sdtPr>
                              <w:rPr>
                                <w:rFonts w:ascii="Lato" w:hAnsi="Lato"/>
                              </w:rPr>
                              <w:id w:val="-2036413752"/>
                              <w:temporary/>
                              <w:showingPlcHdr/>
                              <w15:appearance w15:val="hidden"/>
                            </w:sdtPr>
                            <w:sdtEndPr/>
                            <w:sdtContent>
                              <w:p w14:paraId="6FDEF5CE" w14:textId="77777777" w:rsidR="00D636D7" w:rsidRPr="00FD48D9" w:rsidRDefault="00D636D7" w:rsidP="004F663D">
                                <w:pPr>
                                  <w:pStyle w:val="PhoneEmailWeb"/>
                                  <w:rPr>
                                    <w:rFonts w:ascii="Lato" w:hAnsi="Lato"/>
                                  </w:rPr>
                                </w:pPr>
                                <w:r w:rsidRPr="00FD48D9">
                                  <w:rPr>
                                    <w:rStyle w:val="PlaceholderText"/>
                                    <w:rFonts w:ascii="Lato" w:hAnsi="Lato"/>
                                    <w:color w:val="FFFFFF"/>
                                  </w:rPr>
                                  <w:t>Phone Number</w:t>
                                </w:r>
                              </w:p>
                            </w:sdtContent>
                          </w:sdt>
                          <w:sdt>
                            <w:sdtPr>
                              <w:rPr>
                                <w:rFonts w:ascii="Lato" w:hAnsi="Lato"/>
                              </w:rPr>
                              <w:id w:val="-1289199767"/>
                              <w:temporary/>
                              <w:showingPlcHdr/>
                              <w15:appearance w15:val="hidden"/>
                            </w:sdtPr>
                            <w:sdtEndPr/>
                            <w:sdtContent>
                              <w:p w14:paraId="5788D7DF" w14:textId="77777777" w:rsidR="00D636D7" w:rsidRPr="00FD48D9" w:rsidRDefault="00D636D7" w:rsidP="004F663D">
                                <w:pPr>
                                  <w:pStyle w:val="PhoneEmailWeb"/>
                                  <w:rPr>
                                    <w:rFonts w:ascii="Lato" w:hAnsi="Lato"/>
                                  </w:rPr>
                                </w:pPr>
                                <w:r w:rsidRPr="00FD48D9">
                                  <w:rPr>
                                    <w:rStyle w:val="PlaceholderText"/>
                                    <w:rFonts w:ascii="Lato" w:hAnsi="Lato"/>
                                    <w:color w:val="FFFFFF"/>
                                  </w:rPr>
                                  <w:t>Email Address</w:t>
                                </w:r>
                              </w:p>
                            </w:sdtContent>
                          </w:sdt>
                          <w:sdt>
                            <w:sdtPr>
                              <w:rPr>
                                <w:rFonts w:ascii="Lato" w:hAnsi="Lato"/>
                              </w:rPr>
                              <w:id w:val="-1683510111"/>
                              <w:temporary/>
                              <w:showingPlcHdr/>
                              <w15:appearance w15:val="hidden"/>
                            </w:sdtPr>
                            <w:sdtEndPr/>
                            <w:sdtContent>
                              <w:p w14:paraId="37CE5F8D" w14:textId="77777777" w:rsidR="00D636D7" w:rsidRPr="00FD48D9" w:rsidRDefault="00D636D7" w:rsidP="004F663D">
                                <w:pPr>
                                  <w:pStyle w:val="PhoneEmailWeb"/>
                                  <w:rPr>
                                    <w:rFonts w:ascii="Lato" w:hAnsi="Lato"/>
                                  </w:rPr>
                                </w:pPr>
                                <w:r w:rsidRPr="00FD48D9">
                                  <w:rPr>
                                    <w:rStyle w:val="PlaceholderText"/>
                                    <w:rFonts w:ascii="Lato" w:hAnsi="Lato"/>
                                    <w:color w:val="FFFFFF"/>
                                  </w:rPr>
                                  <w:t>Website address</w:t>
                                </w:r>
                              </w:p>
                            </w:sdtContent>
                          </w:sdt>
                        </w:txbxContent>
                      </v:textbox>
                      <w10:anchorlock/>
                    </v:shape>
                  </w:pict>
                </mc:Fallback>
              </mc:AlternateContent>
            </w:r>
          </w:p>
        </w:tc>
      </w:tr>
    </w:tbl>
    <w:p w14:paraId="5835C2C0" w14:textId="77777777" w:rsidR="00310CBF" w:rsidRPr="006D65E4" w:rsidRDefault="00310CBF" w:rsidP="006563D7">
      <w:pPr>
        <w:pStyle w:val="NoSpacing"/>
        <w:rPr>
          <w:rFonts w:ascii="Lato" w:hAnsi="Lato"/>
          <w:sz w:val="10"/>
        </w:rPr>
      </w:pPr>
    </w:p>
    <w:sectPr w:rsidR="00310CBF" w:rsidRPr="006D65E4" w:rsidSect="009A504D">
      <w:headerReference w:type="default" r:id="rId13"/>
      <w:footerReference w:type="default" r:id="rId14"/>
      <w:headerReference w:type="first" r:id="rId15"/>
      <w:footerReference w:type="first" r:id="rId16"/>
      <w:type w:val="continuous"/>
      <w:pgSz w:w="12240" w:h="15840" w:code="1"/>
      <w:pgMar w:top="720" w:right="720" w:bottom="720" w:left="720" w:header="720" w:footer="43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9C462" w14:textId="77777777" w:rsidR="00AD10A0" w:rsidRDefault="00AD10A0" w:rsidP="00C03D04">
      <w:r>
        <w:separator/>
      </w:r>
    </w:p>
  </w:endnote>
  <w:endnote w:type="continuationSeparator" w:id="0">
    <w:p w14:paraId="6E7F4660" w14:textId="77777777" w:rsidR="00AD10A0" w:rsidRDefault="00AD10A0" w:rsidP="00C0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599B" w14:textId="77777777" w:rsidR="009A504D" w:rsidRDefault="009A504D">
    <w:pPr>
      <w:pStyle w:val="Footer"/>
    </w:pPr>
    <w:r>
      <w:rPr>
        <w:noProof/>
      </w:rPr>
      <mc:AlternateContent>
        <mc:Choice Requires="wps">
          <w:drawing>
            <wp:anchor distT="0" distB="0" distL="114300" distR="114300" simplePos="0" relativeHeight="251661312" behindDoc="1" locked="0" layoutInCell="1" allowOverlap="1" wp14:anchorId="0DC28790" wp14:editId="7AD75CAD">
              <wp:simplePos x="0" y="0"/>
              <wp:positionH relativeFrom="page">
                <wp:posOffset>-30480</wp:posOffset>
              </wp:positionH>
              <wp:positionV relativeFrom="page">
                <wp:posOffset>8230870</wp:posOffset>
              </wp:positionV>
              <wp:extent cx="7827938" cy="1828800"/>
              <wp:effectExtent l="0" t="0" r="1905" b="0"/>
              <wp:wrapNone/>
              <wp:docPr id="22" name="Freeform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7938" cy="1828800"/>
                      </a:xfrm>
                      <a:custGeom>
                        <a:avLst/>
                        <a:gdLst>
                          <a:gd name="T0" fmla="*/ 0 w 12230"/>
                          <a:gd name="T1" fmla="*/ 3285 h 3286"/>
                          <a:gd name="T2" fmla="*/ 12229 w 12230"/>
                          <a:gd name="T3" fmla="*/ 3285 h 3286"/>
                          <a:gd name="T4" fmla="*/ 12229 w 12230"/>
                          <a:gd name="T5" fmla="*/ 0 h 3286"/>
                          <a:gd name="T6" fmla="*/ 0 w 12230"/>
                          <a:gd name="T7" fmla="*/ 0 h 3286"/>
                          <a:gd name="T8" fmla="*/ 0 w 12230"/>
                          <a:gd name="T9" fmla="*/ 3285 h 3286"/>
                        </a:gdLst>
                        <a:ahLst/>
                        <a:cxnLst>
                          <a:cxn ang="0">
                            <a:pos x="T0" y="T1"/>
                          </a:cxn>
                          <a:cxn ang="0">
                            <a:pos x="T2" y="T3"/>
                          </a:cxn>
                          <a:cxn ang="0">
                            <a:pos x="T4" y="T5"/>
                          </a:cxn>
                          <a:cxn ang="0">
                            <a:pos x="T6" y="T7"/>
                          </a:cxn>
                          <a:cxn ang="0">
                            <a:pos x="T8" y="T9"/>
                          </a:cxn>
                        </a:cxnLst>
                        <a:rect l="0" t="0" r="r" b="b"/>
                        <a:pathLst>
                          <a:path w="12230" h="3286">
                            <a:moveTo>
                              <a:pt x="0" y="3285"/>
                            </a:moveTo>
                            <a:lnTo>
                              <a:pt x="12229" y="3285"/>
                            </a:lnTo>
                            <a:lnTo>
                              <a:pt x="12229" y="0"/>
                            </a:lnTo>
                            <a:lnTo>
                              <a:pt x="0" y="0"/>
                            </a:lnTo>
                            <a:lnTo>
                              <a:pt x="0" y="3285"/>
                            </a:lnTo>
                            <a:close/>
                          </a:path>
                        </a:pathLst>
                      </a:custGeom>
                      <a:solidFill>
                        <a:schemeClr val="bg1">
                          <a:lumMod val="85000"/>
                          <a:alpha val="50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50D940" id="Freeform 6" o:spid="_x0000_s1026" alt="&quot;&quot;" style="position:absolute;margin-left:-2.4pt;margin-top:648.1pt;width:616.35pt;height:2in;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230,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" path="m,3285r12229,l12229,,,,,3285xe" fillcolor="#d8d8d8 [2732]" stroked="f">
              <v:fill opacity="32896f"/>
              <v:path arrowok="t" o:connecttype="custom" o:connectlocs="0,1828243;7827298,1828243;7827298,0;0,0;0,1828243" o:connectangles="0,0,0,0,0"/>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4735" w14:textId="77777777" w:rsidR="009A504D" w:rsidRDefault="009A504D">
    <w:pPr>
      <w:pStyle w:val="Footer"/>
    </w:pPr>
    <w:r>
      <w:rPr>
        <w:noProof/>
      </w:rPr>
      <mc:AlternateContent>
        <mc:Choice Requires="wps">
          <w:drawing>
            <wp:anchor distT="0" distB="0" distL="114300" distR="114300" simplePos="0" relativeHeight="251663360" behindDoc="1" locked="0" layoutInCell="1" allowOverlap="1" wp14:anchorId="5CECC40D" wp14:editId="022A0C1B">
              <wp:simplePos x="0" y="0"/>
              <wp:positionH relativeFrom="page">
                <wp:posOffset>-30480</wp:posOffset>
              </wp:positionH>
              <wp:positionV relativeFrom="page">
                <wp:posOffset>8230870</wp:posOffset>
              </wp:positionV>
              <wp:extent cx="7827938" cy="1828800"/>
              <wp:effectExtent l="0" t="0" r="1905" b="0"/>
              <wp:wrapNone/>
              <wp:docPr id="13" name="Freeform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7938" cy="1828800"/>
                      </a:xfrm>
                      <a:custGeom>
                        <a:avLst/>
                        <a:gdLst>
                          <a:gd name="T0" fmla="*/ 0 w 12230"/>
                          <a:gd name="T1" fmla="*/ 3285 h 3286"/>
                          <a:gd name="T2" fmla="*/ 12229 w 12230"/>
                          <a:gd name="T3" fmla="*/ 3285 h 3286"/>
                          <a:gd name="T4" fmla="*/ 12229 w 12230"/>
                          <a:gd name="T5" fmla="*/ 0 h 3286"/>
                          <a:gd name="T6" fmla="*/ 0 w 12230"/>
                          <a:gd name="T7" fmla="*/ 0 h 3286"/>
                          <a:gd name="T8" fmla="*/ 0 w 12230"/>
                          <a:gd name="T9" fmla="*/ 3285 h 3286"/>
                        </a:gdLst>
                        <a:ahLst/>
                        <a:cxnLst>
                          <a:cxn ang="0">
                            <a:pos x="T0" y="T1"/>
                          </a:cxn>
                          <a:cxn ang="0">
                            <a:pos x="T2" y="T3"/>
                          </a:cxn>
                          <a:cxn ang="0">
                            <a:pos x="T4" y="T5"/>
                          </a:cxn>
                          <a:cxn ang="0">
                            <a:pos x="T6" y="T7"/>
                          </a:cxn>
                          <a:cxn ang="0">
                            <a:pos x="T8" y="T9"/>
                          </a:cxn>
                        </a:cxnLst>
                        <a:rect l="0" t="0" r="r" b="b"/>
                        <a:pathLst>
                          <a:path w="12230" h="3286">
                            <a:moveTo>
                              <a:pt x="0" y="3285"/>
                            </a:moveTo>
                            <a:lnTo>
                              <a:pt x="12229" y="3285"/>
                            </a:lnTo>
                            <a:lnTo>
                              <a:pt x="12229" y="0"/>
                            </a:lnTo>
                            <a:lnTo>
                              <a:pt x="0" y="0"/>
                            </a:lnTo>
                            <a:lnTo>
                              <a:pt x="0" y="3285"/>
                            </a:lnTo>
                            <a:close/>
                          </a:path>
                        </a:pathLst>
                      </a:custGeom>
                      <a:solidFill>
                        <a:schemeClr val="bg1">
                          <a:lumMod val="85000"/>
                          <a:alpha val="50000"/>
                        </a:schemeClr>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F949AF" id="Freeform 6" o:spid="_x0000_s1026" alt="&quot;&quot;" style="position:absolute;margin-left:-2.4pt;margin-top:648.1pt;width:616.35pt;height:2in;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2230,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" path="m,3285r12229,l12229,,,,,3285xe" fillcolor="#d8d8d8 [2732]" stroked="f">
              <v:fill opacity="32896f"/>
              <v:path arrowok="t" o:connecttype="custom" o:connectlocs="0,1828243;7827298,1828243;7827298,0;0,0;0,1828243" o:connectangles="0,0,0,0,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B1D86" w14:textId="77777777" w:rsidR="00AD10A0" w:rsidRDefault="00AD10A0" w:rsidP="00C03D04">
      <w:r>
        <w:separator/>
      </w:r>
    </w:p>
  </w:footnote>
  <w:footnote w:type="continuationSeparator" w:id="0">
    <w:p w14:paraId="265B916C" w14:textId="77777777" w:rsidR="00AD10A0" w:rsidRDefault="00AD10A0" w:rsidP="00C03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72DE" w14:textId="77777777" w:rsidR="009A504D" w:rsidRDefault="009A504D">
    <w:pPr>
      <w:pStyle w:val="Header"/>
    </w:pPr>
    <w:r>
      <w:rPr>
        <w:noProof/>
      </w:rPr>
      <w:drawing>
        <wp:anchor distT="0" distB="0" distL="114300" distR="114300" simplePos="0" relativeHeight="251665408" behindDoc="1" locked="0" layoutInCell="1" allowOverlap="1" wp14:anchorId="28F66845" wp14:editId="100AEA13">
          <wp:simplePos x="0" y="0"/>
          <wp:positionH relativeFrom="page">
            <wp:align>center</wp:align>
          </wp:positionH>
          <wp:positionV relativeFrom="page">
            <wp:align>top</wp:align>
          </wp:positionV>
          <wp:extent cx="7068312" cy="1161288"/>
          <wp:effectExtent l="0" t="0" r="0" b="1270"/>
          <wp:wrapNone/>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Pexels%20Images/Hardware%20Newsletter/capacitors-computer-cpu-163150.jpg"/>
                  <pic:cNvPicPr preferRelativeResize="0">
                    <a:picLocks noChangeAspect="1" noChangeArrowheads="1"/>
                  </pic:cNvPicPr>
                </pic:nvPicPr>
                <pic:blipFill rotWithShape="1">
                  <a:blip r:embed="rId1" cstate="email">
                    <a:duotone>
                      <a:schemeClr val="accent1">
                        <a:shade val="45000"/>
                        <a:satMod val="135000"/>
                      </a:schemeClr>
                      <a:prstClr val="white"/>
                    </a:duotone>
                    <a:extLst>
                      <a:ext uri="{28A0092B-C50C-407E-A947-70E740481C1C}">
                        <a14:useLocalDpi xmlns:a14="http://schemas.microsoft.com/office/drawing/2010/main"/>
                      </a:ext>
                    </a:extLst>
                  </a:blip>
                  <a:srcRect/>
                  <a:stretch/>
                </pic:blipFill>
                <pic:spPr bwMode="auto">
                  <a:xfrm>
                    <a:off x="0" y="0"/>
                    <a:ext cx="7068312" cy="116128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A76D1" w14:textId="77777777" w:rsidR="00616EA8" w:rsidRDefault="00616EA8" w:rsidP="00C03D04">
    <w:pPr>
      <w:pStyle w:val="Header"/>
    </w:pPr>
    <w:r w:rsidRPr="00616EA8">
      <w:rPr>
        <w:noProof/>
      </w:rPr>
      <w:drawing>
        <wp:anchor distT="0" distB="0" distL="114300" distR="114300" simplePos="0" relativeHeight="251659264" behindDoc="1" locked="0" layoutInCell="1" allowOverlap="1" wp14:anchorId="330B4FFC" wp14:editId="54084931">
          <wp:simplePos x="0" y="0"/>
          <wp:positionH relativeFrom="page">
            <wp:align>center</wp:align>
          </wp:positionH>
          <mc:AlternateContent>
            <mc:Choice Requires="wp14">
              <wp:positionV relativeFrom="page">
                <wp14:pctPosVOffset>10000</wp14:pctPosVOffset>
              </wp:positionV>
            </mc:Choice>
            <mc:Fallback>
              <wp:positionV relativeFrom="page">
                <wp:posOffset>1005840</wp:posOffset>
              </wp:positionV>
            </mc:Fallback>
          </mc:AlternateContent>
          <wp:extent cx="7086600" cy="1938528"/>
          <wp:effectExtent l="0" t="0" r="0" b="508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Pexels%20Images/Hardware%20Newsletter/capacitors-computer-cpu-163150.jpg"/>
                  <pic:cNvPicPr preferRelativeResize="0">
                    <a:picLocks noChangeAspect="1" noChangeArrowheads="1"/>
                  </pic:cNvPicPr>
                </pic:nvPicPr>
                <pic:blipFill rotWithShape="1">
                  <a:blip r:embed="rId1" cstate="email">
                    <a:duotone>
                      <a:schemeClr val="accent1">
                        <a:shade val="45000"/>
                        <a:satMod val="135000"/>
                      </a:schemeClr>
                      <a:prstClr val="white"/>
                    </a:duotone>
                    <a:extLst>
                      <a:ext uri="{28A0092B-C50C-407E-A947-70E740481C1C}">
                        <a14:useLocalDpi xmlns:a14="http://schemas.microsoft.com/office/drawing/2010/main"/>
                      </a:ext>
                    </a:extLst>
                  </a:blip>
                  <a:srcRect/>
                  <a:stretch/>
                </pic:blipFill>
                <pic:spPr bwMode="auto">
                  <a:xfrm>
                    <a:off x="0" y="0"/>
                    <a:ext cx="7086600" cy="193852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attachedTemplate r:id="rId1"/>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5E4"/>
    <w:rsid w:val="000266D5"/>
    <w:rsid w:val="00034F4B"/>
    <w:rsid w:val="000729F4"/>
    <w:rsid w:val="00086AE5"/>
    <w:rsid w:val="000D53AE"/>
    <w:rsid w:val="000F69D6"/>
    <w:rsid w:val="00175F1B"/>
    <w:rsid w:val="00290F3B"/>
    <w:rsid w:val="002E76DC"/>
    <w:rsid w:val="002F0367"/>
    <w:rsid w:val="00310CBF"/>
    <w:rsid w:val="0033720E"/>
    <w:rsid w:val="0047779F"/>
    <w:rsid w:val="004F663D"/>
    <w:rsid w:val="005D5C04"/>
    <w:rsid w:val="00602E6B"/>
    <w:rsid w:val="00616EA8"/>
    <w:rsid w:val="006500F6"/>
    <w:rsid w:val="006563D7"/>
    <w:rsid w:val="006C705E"/>
    <w:rsid w:val="006D65E4"/>
    <w:rsid w:val="007A1467"/>
    <w:rsid w:val="007C0018"/>
    <w:rsid w:val="007F46FE"/>
    <w:rsid w:val="00814F60"/>
    <w:rsid w:val="00844B11"/>
    <w:rsid w:val="00847CB0"/>
    <w:rsid w:val="008C24B3"/>
    <w:rsid w:val="008D42B1"/>
    <w:rsid w:val="009052F9"/>
    <w:rsid w:val="0094526C"/>
    <w:rsid w:val="009A504D"/>
    <w:rsid w:val="009A5818"/>
    <w:rsid w:val="00A11F83"/>
    <w:rsid w:val="00AD10A0"/>
    <w:rsid w:val="00B004AA"/>
    <w:rsid w:val="00B03852"/>
    <w:rsid w:val="00B679F9"/>
    <w:rsid w:val="00B70EC0"/>
    <w:rsid w:val="00BD13D2"/>
    <w:rsid w:val="00BE3DBB"/>
    <w:rsid w:val="00C03D04"/>
    <w:rsid w:val="00C503F2"/>
    <w:rsid w:val="00C515C5"/>
    <w:rsid w:val="00D636D7"/>
    <w:rsid w:val="00DA2659"/>
    <w:rsid w:val="00DC5C6E"/>
    <w:rsid w:val="00DD7BB5"/>
    <w:rsid w:val="00E55A80"/>
    <w:rsid w:val="00F921A1"/>
    <w:rsid w:val="00FD4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1DFF3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Smart Link" w:semiHidden="1" w:unhideWhenUsed="1"/>
  </w:latentStyles>
  <w:style w:type="paragraph" w:default="1" w:styleId="Normal">
    <w:name w:val="Normal"/>
    <w:uiPriority w:val="1"/>
    <w:qFormat/>
    <w:rsid w:val="007A1467"/>
    <w:pPr>
      <w:widowControl w:val="0"/>
      <w:autoSpaceDE w:val="0"/>
      <w:autoSpaceDN w:val="0"/>
      <w:adjustRightInd w:val="0"/>
      <w:spacing w:after="200"/>
    </w:pPr>
    <w:rPr>
      <w:rFonts w:cs="Georgia"/>
    </w:rPr>
  </w:style>
  <w:style w:type="paragraph" w:styleId="Heading1">
    <w:name w:val="heading 1"/>
    <w:basedOn w:val="Normal"/>
    <w:next w:val="Normal"/>
    <w:link w:val="Heading1Char"/>
    <w:uiPriority w:val="1"/>
    <w:qFormat/>
    <w:rsid w:val="00844B11"/>
    <w:pPr>
      <w:kinsoku w:val="0"/>
      <w:overflowPunct w:val="0"/>
      <w:spacing w:before="120" w:after="120"/>
      <w:outlineLvl w:val="0"/>
    </w:pPr>
    <w:rPr>
      <w:rFonts w:asciiTheme="majorHAnsi" w:hAnsiTheme="majorHAnsi" w:cs="Lucida Grande"/>
      <w:b/>
      <w:bCs/>
      <w:caps/>
      <w:color w:val="1B74BC" w:themeColor="accent1"/>
      <w:sz w:val="56"/>
      <w:szCs w:val="48"/>
    </w:rPr>
  </w:style>
  <w:style w:type="paragraph" w:styleId="Heading2">
    <w:name w:val="heading 2"/>
    <w:basedOn w:val="Normal"/>
    <w:next w:val="Normal"/>
    <w:link w:val="Heading2Char"/>
    <w:uiPriority w:val="1"/>
    <w:semiHidden/>
    <w:qFormat/>
    <w:rsid w:val="007C0018"/>
    <w:pPr>
      <w:spacing w:before="120" w:after="120"/>
      <w:outlineLvl w:val="1"/>
    </w:pPr>
    <w:rPr>
      <w:i/>
      <w:color w:val="009DD9"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rsid w:val="00B70EC0"/>
    <w:pPr>
      <w:kinsoku w:val="0"/>
      <w:overflowPunct w:val="0"/>
      <w:spacing w:before="93" w:line="249" w:lineRule="auto"/>
      <w:ind w:left="313" w:right="62"/>
    </w:pPr>
    <w:rPr>
      <w:spacing w:val="-8"/>
      <w:sz w:val="24"/>
      <w:szCs w:val="24"/>
    </w:rPr>
  </w:style>
  <w:style w:type="character" w:customStyle="1" w:styleId="BodyTextChar">
    <w:name w:val="Body Text Char"/>
    <w:basedOn w:val="DefaultParagraphFont"/>
    <w:link w:val="BodyText"/>
    <w:uiPriority w:val="1"/>
    <w:semiHidden/>
    <w:rsid w:val="00034F4B"/>
    <w:rPr>
      <w:rFonts w:ascii="Arial" w:hAnsi="Arial" w:cs="Arial"/>
      <w:spacing w:val="-8"/>
      <w:sz w:val="24"/>
      <w:szCs w:val="24"/>
    </w:rPr>
  </w:style>
  <w:style w:type="character" w:customStyle="1" w:styleId="Heading1Char">
    <w:name w:val="Heading 1 Char"/>
    <w:basedOn w:val="DefaultParagraphFont"/>
    <w:link w:val="Heading1"/>
    <w:uiPriority w:val="1"/>
    <w:rsid w:val="00844B11"/>
    <w:rPr>
      <w:rFonts w:asciiTheme="majorHAnsi" w:hAnsiTheme="majorHAnsi" w:cs="Lucida Grande"/>
      <w:b/>
      <w:bCs/>
      <w:caps/>
      <w:color w:val="1B74BC" w:themeColor="accent1"/>
      <w:sz w:val="56"/>
      <w:szCs w:val="48"/>
    </w:rPr>
  </w:style>
  <w:style w:type="character" w:customStyle="1" w:styleId="Heading2Char">
    <w:name w:val="Heading 2 Char"/>
    <w:basedOn w:val="DefaultParagraphFont"/>
    <w:link w:val="Heading2"/>
    <w:uiPriority w:val="1"/>
    <w:semiHidden/>
    <w:rsid w:val="007A1467"/>
    <w:rPr>
      <w:rFonts w:cs="Georgia"/>
      <w:i/>
      <w:color w:val="009DD9" w:themeColor="accent2"/>
      <w:sz w:val="36"/>
      <w:szCs w:val="36"/>
    </w:rPr>
  </w:style>
  <w:style w:type="paragraph" w:styleId="ListParagraph">
    <w:name w:val="List Paragraph"/>
    <w:basedOn w:val="Normal"/>
    <w:uiPriority w:val="1"/>
    <w:semiHidden/>
    <w:rPr>
      <w:rFonts w:ascii="Times New Roman" w:hAnsi="Times New Roman"/>
      <w:sz w:val="24"/>
      <w:szCs w:val="24"/>
    </w:rPr>
  </w:style>
  <w:style w:type="character" w:styleId="UnresolvedMention">
    <w:name w:val="Unresolved Mention"/>
    <w:basedOn w:val="DefaultParagraphFont"/>
    <w:uiPriority w:val="99"/>
    <w:semiHidden/>
    <w:rsid w:val="00034F4B"/>
    <w:rPr>
      <w:color w:val="808080"/>
      <w:shd w:val="clear" w:color="auto" w:fill="E6E6E6"/>
    </w:rPr>
  </w:style>
  <w:style w:type="paragraph" w:styleId="Title">
    <w:name w:val="Title"/>
    <w:basedOn w:val="Normal"/>
    <w:next w:val="Normal"/>
    <w:link w:val="TitleChar"/>
    <w:uiPriority w:val="10"/>
    <w:qFormat/>
    <w:rsid w:val="00616EA8"/>
    <w:pPr>
      <w:spacing w:before="120" w:after="120" w:line="192" w:lineRule="auto"/>
    </w:pPr>
    <w:rPr>
      <w:rFonts w:ascii="Calibri Light" w:hAnsi="Calibri Light"/>
      <w:b/>
      <w:bCs/>
      <w:color w:val="FFFFFF"/>
      <w:spacing w:val="-10"/>
      <w:kern w:val="28"/>
      <w:sz w:val="72"/>
      <w:szCs w:val="56"/>
    </w:rPr>
  </w:style>
  <w:style w:type="character" w:customStyle="1" w:styleId="TitleChar">
    <w:name w:val="Title Char"/>
    <w:basedOn w:val="DefaultParagraphFont"/>
    <w:link w:val="Title"/>
    <w:uiPriority w:val="10"/>
    <w:rsid w:val="00616EA8"/>
    <w:rPr>
      <w:rFonts w:ascii="Calibri Light" w:hAnsi="Calibri Light"/>
      <w:b/>
      <w:bCs/>
      <w:color w:val="FFFFFF"/>
      <w:spacing w:val="-10"/>
      <w:kern w:val="28"/>
      <w:sz w:val="72"/>
      <w:szCs w:val="56"/>
    </w:rPr>
  </w:style>
  <w:style w:type="paragraph" w:styleId="Subtitle">
    <w:name w:val="Subtitle"/>
    <w:basedOn w:val="Normal"/>
    <w:next w:val="Normal"/>
    <w:link w:val="SubtitleChar"/>
    <w:uiPriority w:val="11"/>
    <w:semiHidden/>
    <w:qFormat/>
    <w:rsid w:val="00BD13D2"/>
    <w:pPr>
      <w:spacing w:before="120" w:after="120"/>
      <w:jc w:val="center"/>
    </w:pPr>
    <w:rPr>
      <w:b/>
      <w:color w:val="FFFFFF" w:themeColor="background1"/>
      <w:sz w:val="36"/>
      <w:szCs w:val="36"/>
    </w:rPr>
  </w:style>
  <w:style w:type="character" w:customStyle="1" w:styleId="SubtitleChar">
    <w:name w:val="Subtitle Char"/>
    <w:basedOn w:val="DefaultParagraphFont"/>
    <w:link w:val="Subtitle"/>
    <w:uiPriority w:val="11"/>
    <w:semiHidden/>
    <w:rsid w:val="007A1467"/>
    <w:rPr>
      <w:rFonts w:cs="Georgia"/>
      <w:b/>
      <w:color w:val="FFFFFF" w:themeColor="background1"/>
      <w:sz w:val="36"/>
      <w:szCs w:val="36"/>
    </w:rPr>
  </w:style>
  <w:style w:type="paragraph" w:styleId="Quote">
    <w:name w:val="Quote"/>
    <w:basedOn w:val="BodyText"/>
    <w:next w:val="Normal"/>
    <w:link w:val="QuoteChar"/>
    <w:uiPriority w:val="29"/>
    <w:qFormat/>
    <w:rsid w:val="00E55A80"/>
    <w:pPr>
      <w:shd w:val="clear" w:color="auto" w:fill="595959" w:themeFill="text1" w:themeFillTint="A6"/>
      <w:spacing w:before="0" w:after="0" w:line="240" w:lineRule="auto"/>
      <w:ind w:left="113"/>
      <w:jc w:val="center"/>
    </w:pPr>
    <w:rPr>
      <w:rFonts w:ascii="Constantia" w:hAnsi="Constantia"/>
      <w:b/>
      <w:i/>
      <w:color w:val="FFFFFF"/>
      <w:szCs w:val="28"/>
    </w:rPr>
  </w:style>
  <w:style w:type="character" w:customStyle="1" w:styleId="QuoteChar">
    <w:name w:val="Quote Char"/>
    <w:basedOn w:val="DefaultParagraphFont"/>
    <w:link w:val="Quote"/>
    <w:uiPriority w:val="29"/>
    <w:rsid w:val="00E55A80"/>
    <w:rPr>
      <w:rFonts w:ascii="Constantia" w:hAnsi="Constantia" w:cs="Georgia"/>
      <w:b/>
      <w:i/>
      <w:color w:val="FFFFFF"/>
      <w:spacing w:val="-8"/>
      <w:sz w:val="24"/>
      <w:szCs w:val="28"/>
      <w:shd w:val="clear" w:color="auto" w:fill="595959" w:themeFill="text1" w:themeFillTint="A6"/>
    </w:rPr>
  </w:style>
  <w:style w:type="paragraph" w:styleId="Header">
    <w:name w:val="header"/>
    <w:basedOn w:val="Normal"/>
    <w:link w:val="HeaderChar"/>
    <w:uiPriority w:val="99"/>
    <w:semiHidden/>
    <w:rsid w:val="00F921A1"/>
    <w:pPr>
      <w:tabs>
        <w:tab w:val="center" w:pos="4680"/>
        <w:tab w:val="right" w:pos="9360"/>
      </w:tabs>
      <w:spacing w:after="0"/>
    </w:pPr>
  </w:style>
  <w:style w:type="character" w:styleId="BookTitle">
    <w:name w:val="Book Title"/>
    <w:basedOn w:val="DefaultParagraphFont"/>
    <w:uiPriority w:val="33"/>
    <w:semiHidden/>
    <w:rsid w:val="00034F4B"/>
    <w:rPr>
      <w:b/>
      <w:bCs/>
      <w:i/>
      <w:iCs/>
      <w:spacing w:val="5"/>
    </w:rPr>
  </w:style>
  <w:style w:type="character" w:styleId="Emphasis">
    <w:name w:val="Emphasis"/>
    <w:basedOn w:val="DefaultParagraphFont"/>
    <w:uiPriority w:val="20"/>
    <w:semiHidden/>
    <w:rsid w:val="00034F4B"/>
    <w:rPr>
      <w:i/>
      <w:iCs/>
    </w:rPr>
  </w:style>
  <w:style w:type="character" w:styleId="Hashtag">
    <w:name w:val="Hashtag"/>
    <w:basedOn w:val="DefaultParagraphFont"/>
    <w:uiPriority w:val="99"/>
    <w:semiHidden/>
    <w:rsid w:val="00034F4B"/>
    <w:rPr>
      <w:color w:val="2B579A"/>
      <w:shd w:val="clear" w:color="auto" w:fill="E6E6E6"/>
    </w:rPr>
  </w:style>
  <w:style w:type="character" w:styleId="IntenseEmphasis">
    <w:name w:val="Intense Emphasis"/>
    <w:basedOn w:val="DefaultParagraphFont"/>
    <w:uiPriority w:val="21"/>
    <w:semiHidden/>
    <w:rsid w:val="00034F4B"/>
    <w:rPr>
      <w:i/>
      <w:iCs/>
      <w:color w:val="1B74BC" w:themeColor="accent1"/>
    </w:rPr>
  </w:style>
  <w:style w:type="paragraph" w:styleId="IntenseQuote">
    <w:name w:val="Intense Quote"/>
    <w:basedOn w:val="Normal"/>
    <w:next w:val="Normal"/>
    <w:link w:val="IntenseQuoteChar"/>
    <w:uiPriority w:val="30"/>
    <w:semiHidden/>
    <w:rsid w:val="00034F4B"/>
    <w:pPr>
      <w:pBdr>
        <w:top w:val="single" w:sz="4" w:space="10" w:color="1B74BC" w:themeColor="accent1"/>
        <w:bottom w:val="single" w:sz="4" w:space="10" w:color="1B74BC" w:themeColor="accent1"/>
      </w:pBdr>
      <w:spacing w:before="360" w:after="360"/>
      <w:ind w:left="864" w:right="864"/>
      <w:jc w:val="center"/>
    </w:pPr>
    <w:rPr>
      <w:i/>
      <w:iCs/>
      <w:color w:val="1B74BC" w:themeColor="accent1"/>
    </w:rPr>
  </w:style>
  <w:style w:type="character" w:customStyle="1" w:styleId="IntenseQuoteChar">
    <w:name w:val="Intense Quote Char"/>
    <w:basedOn w:val="DefaultParagraphFont"/>
    <w:link w:val="IntenseQuote"/>
    <w:uiPriority w:val="30"/>
    <w:semiHidden/>
    <w:rsid w:val="00034F4B"/>
    <w:rPr>
      <w:rFonts w:ascii="Arial" w:hAnsi="Arial" w:cs="Arial"/>
      <w:i/>
      <w:iCs/>
      <w:color w:val="1B74BC" w:themeColor="accent1"/>
      <w:sz w:val="22"/>
      <w:szCs w:val="22"/>
    </w:rPr>
  </w:style>
  <w:style w:type="character" w:styleId="IntenseReference">
    <w:name w:val="Intense Reference"/>
    <w:basedOn w:val="DefaultParagraphFont"/>
    <w:uiPriority w:val="32"/>
    <w:semiHidden/>
    <w:rsid w:val="00034F4B"/>
    <w:rPr>
      <w:b/>
      <w:bCs/>
      <w:smallCaps/>
      <w:color w:val="1B74BC" w:themeColor="accent1"/>
      <w:spacing w:val="5"/>
    </w:rPr>
  </w:style>
  <w:style w:type="character" w:styleId="Strong">
    <w:name w:val="Strong"/>
    <w:basedOn w:val="DefaultParagraphFont"/>
    <w:uiPriority w:val="22"/>
    <w:semiHidden/>
    <w:rsid w:val="00034F4B"/>
    <w:rPr>
      <w:b/>
      <w:bCs/>
    </w:rPr>
  </w:style>
  <w:style w:type="character" w:styleId="SubtleEmphasis">
    <w:name w:val="Subtle Emphasis"/>
    <w:basedOn w:val="DefaultParagraphFont"/>
    <w:uiPriority w:val="19"/>
    <w:semiHidden/>
    <w:rsid w:val="00034F4B"/>
    <w:rPr>
      <w:i/>
      <w:iCs/>
      <w:color w:val="404040" w:themeColor="text1" w:themeTint="BF"/>
    </w:rPr>
  </w:style>
  <w:style w:type="character" w:styleId="SubtleReference">
    <w:name w:val="Subtle Reference"/>
    <w:basedOn w:val="DefaultParagraphFont"/>
    <w:uiPriority w:val="31"/>
    <w:semiHidden/>
    <w:rsid w:val="00034F4B"/>
    <w:rPr>
      <w:smallCaps/>
      <w:color w:val="5A5A5A" w:themeColor="text1" w:themeTint="A5"/>
    </w:rPr>
  </w:style>
  <w:style w:type="character" w:customStyle="1" w:styleId="HeaderChar">
    <w:name w:val="Header Char"/>
    <w:basedOn w:val="DefaultParagraphFont"/>
    <w:link w:val="Header"/>
    <w:uiPriority w:val="99"/>
    <w:semiHidden/>
    <w:rsid w:val="007C0018"/>
  </w:style>
  <w:style w:type="paragraph" w:styleId="Footer">
    <w:name w:val="footer"/>
    <w:basedOn w:val="Normal"/>
    <w:link w:val="FooterChar"/>
    <w:uiPriority w:val="99"/>
    <w:semiHidden/>
    <w:rsid w:val="00F921A1"/>
    <w:pPr>
      <w:tabs>
        <w:tab w:val="center" w:pos="4680"/>
        <w:tab w:val="right" w:pos="9360"/>
      </w:tabs>
      <w:spacing w:after="0"/>
    </w:pPr>
  </w:style>
  <w:style w:type="character" w:customStyle="1" w:styleId="FooterChar">
    <w:name w:val="Footer Char"/>
    <w:basedOn w:val="DefaultParagraphFont"/>
    <w:link w:val="Footer"/>
    <w:uiPriority w:val="99"/>
    <w:semiHidden/>
    <w:rsid w:val="007C0018"/>
  </w:style>
  <w:style w:type="table" w:styleId="TableGrid">
    <w:name w:val="Table Grid"/>
    <w:basedOn w:val="TableNormal"/>
    <w:uiPriority w:val="39"/>
    <w:rsid w:val="000D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ithDarkBackground">
    <w:name w:val="Normal with Dark Background"/>
    <w:basedOn w:val="Normal"/>
    <w:uiPriority w:val="1"/>
    <w:semiHidden/>
    <w:qFormat/>
    <w:rsid w:val="006563D7"/>
    <w:rPr>
      <w:color w:val="FFFFFF" w:themeColor="background1"/>
    </w:rPr>
  </w:style>
  <w:style w:type="paragraph" w:customStyle="1" w:styleId="Heading1Alt">
    <w:name w:val="Heading 1 Alt"/>
    <w:basedOn w:val="Normal"/>
    <w:uiPriority w:val="1"/>
    <w:qFormat/>
    <w:rsid w:val="00616EA8"/>
    <w:pPr>
      <w:spacing w:before="120" w:line="180" w:lineRule="auto"/>
    </w:pPr>
    <w:rPr>
      <w:rFonts w:ascii="Calibri Light" w:hAnsi="Calibri Light"/>
      <w:b/>
      <w:caps/>
      <w:color w:val="001F5F"/>
      <w:sz w:val="56"/>
    </w:rPr>
  </w:style>
  <w:style w:type="paragraph" w:customStyle="1" w:styleId="Heading2Alt">
    <w:name w:val="Heading 2 Alt"/>
    <w:basedOn w:val="Normal"/>
    <w:uiPriority w:val="1"/>
    <w:semiHidden/>
    <w:qFormat/>
    <w:rsid w:val="006563D7"/>
    <w:pPr>
      <w:spacing w:before="120"/>
    </w:pPr>
    <w:rPr>
      <w:i/>
      <w:color w:val="FFFFFF" w:themeColor="background1"/>
      <w:sz w:val="36"/>
    </w:rPr>
  </w:style>
  <w:style w:type="paragraph" w:styleId="NoSpacing">
    <w:name w:val="No Spacing"/>
    <w:uiPriority w:val="1"/>
    <w:semiHidden/>
    <w:qFormat/>
    <w:rsid w:val="006563D7"/>
    <w:pPr>
      <w:spacing w:after="0"/>
    </w:pPr>
    <w:rPr>
      <w:sz w:val="24"/>
    </w:rPr>
  </w:style>
  <w:style w:type="character" w:styleId="PlaceholderText">
    <w:name w:val="Placeholder Text"/>
    <w:basedOn w:val="DefaultParagraphFont"/>
    <w:uiPriority w:val="99"/>
    <w:semiHidden/>
    <w:rsid w:val="009052F9"/>
    <w:rPr>
      <w:color w:val="808080"/>
    </w:rPr>
  </w:style>
  <w:style w:type="paragraph" w:styleId="Date">
    <w:name w:val="Date"/>
    <w:basedOn w:val="Normal"/>
    <w:next w:val="Normal"/>
    <w:link w:val="DateChar"/>
    <w:uiPriority w:val="99"/>
    <w:rsid w:val="00B004AA"/>
    <w:pPr>
      <w:kinsoku w:val="0"/>
      <w:overflowPunct w:val="0"/>
      <w:spacing w:after="0"/>
      <w:ind w:right="69"/>
      <w:jc w:val="right"/>
    </w:pPr>
    <w:rPr>
      <w:rFonts w:ascii="Constantia" w:hAnsi="Constantia"/>
      <w:color w:val="0075A2" w:themeColor="accent2" w:themeShade="BF"/>
      <w:sz w:val="24"/>
      <w:szCs w:val="24"/>
    </w:rPr>
  </w:style>
  <w:style w:type="character" w:customStyle="1" w:styleId="DateChar">
    <w:name w:val="Date Char"/>
    <w:basedOn w:val="DefaultParagraphFont"/>
    <w:link w:val="Date"/>
    <w:uiPriority w:val="99"/>
    <w:rsid w:val="00B004AA"/>
    <w:rPr>
      <w:rFonts w:ascii="Constantia" w:hAnsi="Constantia" w:cs="Georgia"/>
      <w:color w:val="0075A2" w:themeColor="accent2" w:themeShade="BF"/>
      <w:sz w:val="24"/>
      <w:szCs w:val="24"/>
    </w:rPr>
  </w:style>
  <w:style w:type="paragraph" w:customStyle="1" w:styleId="ContactDetails">
    <w:name w:val="Contact Details"/>
    <w:basedOn w:val="Normal"/>
    <w:uiPriority w:val="1"/>
    <w:qFormat/>
    <w:rsid w:val="00C503F2"/>
    <w:pPr>
      <w:shd w:val="clear" w:color="auto" w:fill="1B74BC" w:themeFill="accent1"/>
      <w:spacing w:after="120"/>
      <w:jc w:val="center"/>
    </w:pPr>
    <w:rPr>
      <w:b/>
      <w:i/>
      <w:color w:val="FFFFFF"/>
      <w:sz w:val="24"/>
    </w:rPr>
  </w:style>
  <w:style w:type="paragraph" w:customStyle="1" w:styleId="StoryHighlight">
    <w:name w:val="Story Highlight"/>
    <w:basedOn w:val="Normal"/>
    <w:uiPriority w:val="1"/>
    <w:qFormat/>
    <w:rsid w:val="00844B11"/>
    <w:pPr>
      <w:spacing w:line="300" w:lineRule="atLeast"/>
    </w:pPr>
    <w:rPr>
      <w:rFonts w:ascii="Constantia" w:hAnsi="Constantia"/>
      <w:b/>
      <w:i/>
      <w:color w:val="001F5F" w:themeColor="text2"/>
      <w:sz w:val="24"/>
      <w:szCs w:val="20"/>
    </w:rPr>
  </w:style>
  <w:style w:type="paragraph" w:customStyle="1" w:styleId="PhoneEmailWeb">
    <w:name w:val="PhoneEmailWeb"/>
    <w:basedOn w:val="ContactDetails"/>
    <w:uiPriority w:val="1"/>
    <w:qFormat/>
    <w:rsid w:val="00C503F2"/>
    <w:pPr>
      <w:shd w:val="clear" w:color="auto" w:fill="0075A2" w:themeFill="accent2" w:themeFillShade="BF"/>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a\new%20templates%20docformats\Multiple\tf16412213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CCFB419A1A418B90241980EACA80C1"/>
        <w:category>
          <w:name w:val="General"/>
          <w:gallery w:val="placeholder"/>
        </w:category>
        <w:types>
          <w:type w:val="bbPlcHdr"/>
        </w:types>
        <w:behaviors>
          <w:behavior w:val="content"/>
        </w:behaviors>
        <w:guid w:val="{851CA6F9-AE53-4C01-A5FE-FDC30D5B585A}"/>
      </w:docPartPr>
      <w:docPartBody>
        <w:p w:rsidR="005C74C2" w:rsidRPr="00616EA8" w:rsidRDefault="00AF4CBB" w:rsidP="00C03D04">
          <w:pPr>
            <w:pStyle w:val="Title"/>
          </w:pPr>
          <w:r w:rsidRPr="00616EA8">
            <w:t>Newsletter</w:t>
          </w:r>
        </w:p>
        <w:p w:rsidR="00000000" w:rsidRDefault="00AF4CBB">
          <w:pPr>
            <w:pStyle w:val="4CCCFB419A1A418B90241980EACA80C1"/>
          </w:pPr>
          <w:r w:rsidRPr="00616EA8">
            <w:t>Title</w:t>
          </w:r>
        </w:p>
      </w:docPartBody>
    </w:docPart>
    <w:docPart>
      <w:docPartPr>
        <w:name w:val="05789EFE6D1C46E987D9FB39E4FEF2E9"/>
        <w:category>
          <w:name w:val="General"/>
          <w:gallery w:val="placeholder"/>
        </w:category>
        <w:types>
          <w:type w:val="bbPlcHdr"/>
        </w:types>
        <w:behaviors>
          <w:behavior w:val="content"/>
        </w:behaviors>
        <w:guid w:val="{CA634BC4-8FFD-44FA-9398-CC3395356997}"/>
      </w:docPartPr>
      <w:docPartBody>
        <w:p w:rsidR="00000000" w:rsidRDefault="00AF4CBB">
          <w:pPr>
            <w:pStyle w:val="05789EFE6D1C46E987D9FB39E4FEF2E9"/>
          </w:pPr>
          <w:r w:rsidRPr="00B004AA">
            <w:rPr>
              <w:color w:val="C45911" w:themeColor="accent2" w:themeShade="BF"/>
            </w:rPr>
            <w:t>Newsletter Date</w:t>
          </w:r>
        </w:p>
      </w:docPartBody>
    </w:docPart>
    <w:docPart>
      <w:docPartPr>
        <w:name w:val="DDA63E85147041D78F41C4F43F5BE52D"/>
        <w:category>
          <w:name w:val="General"/>
          <w:gallery w:val="placeholder"/>
        </w:category>
        <w:types>
          <w:type w:val="bbPlcHdr"/>
        </w:types>
        <w:behaviors>
          <w:behavior w:val="content"/>
        </w:behaviors>
        <w:guid w:val="{382CB534-53C1-412C-BC87-549EA196780E}"/>
      </w:docPartPr>
      <w:docPartBody>
        <w:p w:rsidR="00000000" w:rsidRDefault="00AF4CBB">
          <w:pPr>
            <w:pStyle w:val="DDA63E85147041D78F41C4F43F5BE52D"/>
          </w:pPr>
          <w:r w:rsidRPr="00844B11">
            <w:rPr>
              <w:rStyle w:val="Heading1Char"/>
              <w:rFonts w:eastAsiaTheme="minorEastAsia"/>
              <w:b w:val="0"/>
              <w:bCs w:val="0"/>
            </w:rPr>
            <w:t>STORY HEADLINE</w:t>
          </w:r>
        </w:p>
      </w:docPartBody>
    </w:docPart>
    <w:docPart>
      <w:docPartPr>
        <w:name w:val="FE7F6AC8C0A942A28765B3223DE26C1B"/>
        <w:category>
          <w:name w:val="General"/>
          <w:gallery w:val="placeholder"/>
        </w:category>
        <w:types>
          <w:type w:val="bbPlcHdr"/>
        </w:types>
        <w:behaviors>
          <w:behavior w:val="content"/>
        </w:behaviors>
        <w:guid w:val="{5643AFFF-A32F-4436-B895-1D71F89C930E}"/>
      </w:docPartPr>
      <w:docPartBody>
        <w:p w:rsidR="005C74C2" w:rsidRPr="00616EA8" w:rsidRDefault="00AF4CBB" w:rsidP="00C03D04">
          <w:r w:rsidRPr="00616EA8">
            <w:t>At any time, you can easily change the text of any section in this document by simply clicking and typing.  The template is prepared so that formatting stays in tact with the new information you include.</w:t>
          </w:r>
        </w:p>
        <w:p w:rsidR="00000000" w:rsidRDefault="00AF4CBB">
          <w:pPr>
            <w:pStyle w:val="FE7F6AC8C0A942A28765B3223DE26C1B"/>
          </w:pPr>
          <w:r w:rsidRPr="00616EA8">
            <w:t xml:space="preserve">To update formatting, from the </w:t>
          </w:r>
          <w:r w:rsidRPr="00616EA8">
            <w:t>Home tab, you can use the Quick Styles gallery for the built in styles.  You can also format text directly by using the other controls on the Home tab.</w:t>
          </w:r>
        </w:p>
      </w:docPartBody>
    </w:docPart>
    <w:docPart>
      <w:docPartPr>
        <w:name w:val="C0E21AD4E97F4D3C828F3778EFACDD10"/>
        <w:category>
          <w:name w:val="General"/>
          <w:gallery w:val="placeholder"/>
        </w:category>
        <w:types>
          <w:type w:val="bbPlcHdr"/>
        </w:types>
        <w:behaviors>
          <w:behavior w:val="content"/>
        </w:behaviors>
        <w:guid w:val="{D78426FF-81F9-4141-B78F-F3E95413CAEA}"/>
      </w:docPartPr>
      <w:docPartBody>
        <w:p w:rsidR="005C74C2" w:rsidRPr="00616EA8" w:rsidRDefault="00AF4CBB" w:rsidP="00C03D04">
          <w:r w:rsidRPr="00616EA8">
            <w:t>On the Design tab, you can change the theme, the colors, and the fonts of the document.  This will updat</w:t>
          </w:r>
          <w:r w:rsidRPr="00616EA8">
            <w:t>e the entire document to the main color scheme and font scheme that you pick, with the click of a button!</w:t>
          </w:r>
        </w:p>
        <w:p w:rsidR="00000000" w:rsidRDefault="00AF4CBB">
          <w:pPr>
            <w:pStyle w:val="C0E21AD4E97F4D3C828F3778EFACDD10"/>
          </w:pPr>
          <w:r w:rsidRPr="00616EA8">
            <w:t>To change any of the images, simply click on them and choose “Change Picture” from the Picture Tool tab.  For the image on the first page, double clic</w:t>
          </w:r>
          <w:r w:rsidRPr="00616EA8">
            <w:t>k in the header to access the image and update it as necessary.</w:t>
          </w:r>
        </w:p>
      </w:docPartBody>
    </w:docPart>
    <w:docPart>
      <w:docPartPr>
        <w:name w:val="0B382236EEE44DA4941DD32E67BDEF69"/>
        <w:category>
          <w:name w:val="General"/>
          <w:gallery w:val="placeholder"/>
        </w:category>
        <w:types>
          <w:type w:val="bbPlcHdr"/>
        </w:types>
        <w:behaviors>
          <w:behavior w:val="content"/>
        </w:behaviors>
        <w:guid w:val="{49C59022-909B-4E16-B7F2-FF21EA810B27}"/>
      </w:docPartPr>
      <w:docPartBody>
        <w:p w:rsidR="00000000" w:rsidRDefault="00AF4CBB">
          <w:pPr>
            <w:pStyle w:val="0B382236EEE44DA4941DD32E67BDEF69"/>
          </w:pPr>
          <w:r w:rsidRPr="00616EA8">
            <w:t>STORY HEADLINE</w:t>
          </w:r>
        </w:p>
      </w:docPartBody>
    </w:docPart>
    <w:docPart>
      <w:docPartPr>
        <w:name w:val="0FADFC0CCAEA4A348D2F087264FC6DEC"/>
        <w:category>
          <w:name w:val="General"/>
          <w:gallery w:val="placeholder"/>
        </w:category>
        <w:types>
          <w:type w:val="bbPlcHdr"/>
        </w:types>
        <w:behaviors>
          <w:behavior w:val="content"/>
        </w:behaviors>
        <w:guid w:val="{21C8B460-0871-4400-B302-95B4E42E9DE1}"/>
      </w:docPartPr>
      <w:docPartBody>
        <w:p w:rsidR="00000000" w:rsidRDefault="00AF4CBB">
          <w:pPr>
            <w:pStyle w:val="0FADFC0CCAEA4A348D2F087264FC6DEC"/>
          </w:pPr>
          <w:r w:rsidRPr="00616EA8">
            <w:t xml:space="preserve">Type a quote from the story or the summary of an interesting point.  You can change the color of the block automatically with a change of the template colors or update the fill </w:t>
          </w:r>
          <w:r w:rsidRPr="00616EA8">
            <w:t>of this cell.</w:t>
          </w:r>
        </w:p>
      </w:docPartBody>
    </w:docPart>
    <w:docPart>
      <w:docPartPr>
        <w:name w:val="1A3861FE8B6B40479222242AE8B66591"/>
        <w:category>
          <w:name w:val="General"/>
          <w:gallery w:val="placeholder"/>
        </w:category>
        <w:types>
          <w:type w:val="bbPlcHdr"/>
        </w:types>
        <w:behaviors>
          <w:behavior w:val="content"/>
        </w:behaviors>
        <w:guid w:val="{A496C74F-0038-40D5-ADAD-C2462CF2EEF0}"/>
      </w:docPartPr>
      <w:docPartBody>
        <w:p w:rsidR="005C74C2" w:rsidRPr="00C03D04" w:rsidRDefault="00AF4CBB" w:rsidP="00C03D04">
          <w:r w:rsidRPr="00C03D04">
            <w:t xml:space="preserve">For this side panel, include a few highlights for another story or some type of event you want to highlight.  </w:t>
          </w:r>
        </w:p>
        <w:p w:rsidR="005C74C2" w:rsidRPr="00C03D04" w:rsidRDefault="00AF4CBB" w:rsidP="00C03D04">
          <w:r w:rsidRPr="00C03D04">
            <w:t xml:space="preserve">Share with the audience what else is further in the document.  </w:t>
          </w:r>
        </w:p>
        <w:p w:rsidR="005C74C2" w:rsidRPr="00C03D04" w:rsidRDefault="00AF4CBB" w:rsidP="00C03D04">
          <w:r w:rsidRPr="00C03D04">
            <w:t>You can start a story here and continue it on another page in the n</w:t>
          </w:r>
          <w:r w:rsidRPr="00C03D04">
            <w:t xml:space="preserve">ewsletter if it pushes longer than this space allows.  </w:t>
          </w:r>
        </w:p>
        <w:p w:rsidR="00000000" w:rsidRDefault="00AF4CBB">
          <w:pPr>
            <w:pStyle w:val="1A3861FE8B6B40479222242AE8B66591"/>
          </w:pPr>
          <w:r w:rsidRPr="00C03D04">
            <w:t>Make the newsletter your own!</w:t>
          </w:r>
        </w:p>
      </w:docPartBody>
    </w:docPart>
    <w:docPart>
      <w:docPartPr>
        <w:name w:val="9E60656DCC6E4421838082403F5A9531"/>
        <w:category>
          <w:name w:val="General"/>
          <w:gallery w:val="placeholder"/>
        </w:category>
        <w:types>
          <w:type w:val="bbPlcHdr"/>
        </w:types>
        <w:behaviors>
          <w:behavior w:val="content"/>
        </w:behaviors>
        <w:guid w:val="{2CD119B7-17A9-4A88-AF81-B6B1E9DDAB8C}"/>
      </w:docPartPr>
      <w:docPartBody>
        <w:p w:rsidR="00000000" w:rsidRDefault="00AF4CBB">
          <w:pPr>
            <w:pStyle w:val="9E60656DCC6E4421838082403F5A9531"/>
          </w:pPr>
          <w:r w:rsidRPr="00844B11">
            <w:rPr>
              <w:rStyle w:val="Heading1Char"/>
              <w:rFonts w:eastAsiaTheme="minorEastAsia"/>
              <w:b w:val="0"/>
              <w:bCs w:val="0"/>
            </w:rPr>
            <w:t>STORY HEADLINE</w:t>
          </w:r>
        </w:p>
      </w:docPartBody>
    </w:docPart>
    <w:docPart>
      <w:docPartPr>
        <w:name w:val="6E56CDAAE1034C659512DA831854DF0A"/>
        <w:category>
          <w:name w:val="General"/>
          <w:gallery w:val="placeholder"/>
        </w:category>
        <w:types>
          <w:type w:val="bbPlcHdr"/>
        </w:types>
        <w:behaviors>
          <w:behavior w:val="content"/>
        </w:behaviors>
        <w:guid w:val="{4E5EACE2-27C3-43EA-BEE5-BE1E24D85F1C}"/>
      </w:docPartPr>
      <w:docPartBody>
        <w:p w:rsidR="00000000" w:rsidRDefault="00AF4CBB">
          <w:pPr>
            <w:pStyle w:val="6E56CDAAE1034C659512DA831854DF0A"/>
          </w:pPr>
          <w:r w:rsidRPr="008C24B3">
            <w:t xml:space="preserve">Include a highlight of your story here.  You can put a tagline, start the story, or include a secondary headline to explain to the readers what this story </w:t>
          </w:r>
          <w:r w:rsidRPr="008C24B3">
            <w:t>is about in just a sentence or two.</w:t>
          </w:r>
        </w:p>
      </w:docPartBody>
    </w:docPart>
    <w:docPart>
      <w:docPartPr>
        <w:name w:val="D8EBE9B48F8E4EB6AA41C7A846778F64"/>
        <w:category>
          <w:name w:val="General"/>
          <w:gallery w:val="placeholder"/>
        </w:category>
        <w:types>
          <w:type w:val="bbPlcHdr"/>
        </w:types>
        <w:behaviors>
          <w:behavior w:val="content"/>
        </w:behaviors>
        <w:guid w:val="{4C25655F-8E81-4E89-A4CC-CB30BDDC3EA5}"/>
      </w:docPartPr>
      <w:docPartBody>
        <w:p w:rsidR="005C74C2" w:rsidRPr="00D636D7" w:rsidRDefault="00AF4CBB" w:rsidP="00C03D04">
          <w:r w:rsidRPr="00D636D7">
            <w:t>You can easily change the formatting of selected text in the document by choosing a style from the Quick Styles gallery on the Home tab.  If you want to change the fonts altogether, just go to the Design tab and select t</w:t>
          </w:r>
          <w:r w:rsidRPr="00D636D7">
            <w:t xml:space="preserve">he font combination that you want for your headings and body text. </w:t>
          </w:r>
        </w:p>
        <w:p w:rsidR="00000000" w:rsidRDefault="00AF4CBB">
          <w:pPr>
            <w:pStyle w:val="D8EBE9B48F8E4EB6AA41C7A846778F64"/>
          </w:pPr>
          <w:r w:rsidRPr="00D636D7">
            <w:t xml:space="preserve">Also on the Design tab, you can change the color scheme of the document by picking a set of colors from the Colors menu.  </w:t>
          </w:r>
        </w:p>
      </w:docPartBody>
    </w:docPart>
    <w:docPart>
      <w:docPartPr>
        <w:name w:val="8C1F430F8CCC48F08326E97A0E361F1D"/>
        <w:category>
          <w:name w:val="General"/>
          <w:gallery w:val="placeholder"/>
        </w:category>
        <w:types>
          <w:type w:val="bbPlcHdr"/>
        </w:types>
        <w:behaviors>
          <w:behavior w:val="content"/>
        </w:behaviors>
        <w:guid w:val="{494EE9D2-9E29-41D6-A020-20A4FFC7FB97}"/>
      </w:docPartPr>
      <w:docPartBody>
        <w:p w:rsidR="005C74C2" w:rsidRPr="008C24B3" w:rsidRDefault="00AF4CBB" w:rsidP="00C03D04">
          <w:r w:rsidRPr="008C24B3">
            <w:t>Want to change up the images in the document?  That’s easy!  Simp</w:t>
          </w:r>
          <w:r w:rsidRPr="008C24B3">
            <w:t xml:space="preserve">ly click on any of the images and go to the Picture Tools tab.  From there, click on the option to Change Picture.  You will then need to select the image you wish to be put in its place.  </w:t>
          </w:r>
        </w:p>
        <w:p w:rsidR="00000000" w:rsidRDefault="00AF4CBB">
          <w:pPr>
            <w:pStyle w:val="8C1F430F8CCC48F08326E97A0E361F1D"/>
          </w:pPr>
          <w:r w:rsidRPr="008C24B3">
            <w:t>To update the images in the background of the document, you just n</w:t>
          </w:r>
          <w:r w:rsidRPr="008C24B3">
            <w:t>eed to double click in the header to access those images.  The steps to changing them out are just as described above.</w:t>
          </w:r>
        </w:p>
      </w:docPartBody>
    </w:docPart>
    <w:docPart>
      <w:docPartPr>
        <w:name w:val="31962CF0CE7E43C5A93E3E139A9CB6D5"/>
        <w:category>
          <w:name w:val="General"/>
          <w:gallery w:val="placeholder"/>
        </w:category>
        <w:types>
          <w:type w:val="bbPlcHdr"/>
        </w:types>
        <w:behaviors>
          <w:behavior w:val="content"/>
        </w:behaviors>
        <w:guid w:val="{50D52012-F8F0-4A2C-9390-648309C9457A}"/>
      </w:docPartPr>
      <w:docPartBody>
        <w:p w:rsidR="00000000" w:rsidRDefault="00AF4CBB">
          <w:pPr>
            <w:pStyle w:val="31962CF0CE7E43C5A93E3E139A9CB6D5"/>
          </w:pPr>
          <w:r w:rsidRPr="00C03D04">
            <w:t>Type a quote from the document or the summary of an interesting point.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CBB"/>
    <w:rsid w:val="00AF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pPr>
      <w:widowControl w:val="0"/>
      <w:kinsoku w:val="0"/>
      <w:overflowPunct w:val="0"/>
      <w:autoSpaceDE w:val="0"/>
      <w:autoSpaceDN w:val="0"/>
      <w:adjustRightInd w:val="0"/>
      <w:spacing w:before="120" w:after="120" w:line="240" w:lineRule="auto"/>
      <w:outlineLvl w:val="0"/>
    </w:pPr>
    <w:rPr>
      <w:rFonts w:asciiTheme="majorHAnsi" w:eastAsia="Times New Roman" w:hAnsiTheme="majorHAnsi" w:cs="Lucida Grande"/>
      <w:b/>
      <w:bCs/>
      <w:caps/>
      <w:color w:val="4472C4" w:themeColor="accent1"/>
      <w:sz w:val="5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widowControl w:val="0"/>
      <w:autoSpaceDE w:val="0"/>
      <w:autoSpaceDN w:val="0"/>
      <w:adjustRightInd w:val="0"/>
      <w:spacing w:before="120" w:after="120" w:line="192" w:lineRule="auto"/>
    </w:pPr>
    <w:rPr>
      <w:rFonts w:ascii="Calibri Light" w:eastAsia="Times New Roman" w:hAnsi="Calibri Light" w:cs="Georgia"/>
      <w:b/>
      <w:bCs/>
      <w:color w:val="FFFFFF"/>
      <w:spacing w:val="-10"/>
      <w:kern w:val="28"/>
      <w:sz w:val="72"/>
      <w:szCs w:val="56"/>
    </w:rPr>
  </w:style>
  <w:style w:type="character" w:customStyle="1" w:styleId="TitleChar">
    <w:name w:val="Title Char"/>
    <w:basedOn w:val="DefaultParagraphFont"/>
    <w:link w:val="Title"/>
    <w:uiPriority w:val="10"/>
    <w:rPr>
      <w:rFonts w:ascii="Calibri Light" w:eastAsia="Times New Roman" w:hAnsi="Calibri Light" w:cs="Georgia"/>
      <w:b/>
      <w:bCs/>
      <w:color w:val="FFFFFF"/>
      <w:spacing w:val="-10"/>
      <w:kern w:val="28"/>
      <w:sz w:val="72"/>
      <w:szCs w:val="56"/>
    </w:rPr>
  </w:style>
  <w:style w:type="paragraph" w:customStyle="1" w:styleId="4CCCFB419A1A418B90241980EACA80C1">
    <w:name w:val="4CCCFB419A1A418B90241980EACA80C1"/>
  </w:style>
  <w:style w:type="paragraph" w:customStyle="1" w:styleId="05789EFE6D1C46E987D9FB39E4FEF2E9">
    <w:name w:val="05789EFE6D1C46E987D9FB39E4FEF2E9"/>
  </w:style>
  <w:style w:type="character" w:customStyle="1" w:styleId="Heading1Char">
    <w:name w:val="Heading 1 Char"/>
    <w:basedOn w:val="DefaultParagraphFont"/>
    <w:link w:val="Heading1"/>
    <w:uiPriority w:val="1"/>
    <w:rPr>
      <w:rFonts w:asciiTheme="majorHAnsi" w:eastAsia="Times New Roman" w:hAnsiTheme="majorHAnsi" w:cs="Lucida Grande"/>
      <w:b/>
      <w:bCs/>
      <w:caps/>
      <w:color w:val="4472C4" w:themeColor="accent1"/>
      <w:sz w:val="56"/>
      <w:szCs w:val="48"/>
    </w:rPr>
  </w:style>
  <w:style w:type="paragraph" w:customStyle="1" w:styleId="DDA63E85147041D78F41C4F43F5BE52D">
    <w:name w:val="DDA63E85147041D78F41C4F43F5BE52D"/>
  </w:style>
  <w:style w:type="paragraph" w:customStyle="1" w:styleId="FE7F6AC8C0A942A28765B3223DE26C1B">
    <w:name w:val="FE7F6AC8C0A942A28765B3223DE26C1B"/>
  </w:style>
  <w:style w:type="paragraph" w:customStyle="1" w:styleId="C0E21AD4E97F4D3C828F3778EFACDD10">
    <w:name w:val="C0E21AD4E97F4D3C828F3778EFACDD10"/>
  </w:style>
  <w:style w:type="paragraph" w:customStyle="1" w:styleId="0B382236EEE44DA4941DD32E67BDEF69">
    <w:name w:val="0B382236EEE44DA4941DD32E67BDEF69"/>
  </w:style>
  <w:style w:type="paragraph" w:customStyle="1" w:styleId="0FADFC0CCAEA4A348D2F087264FC6DEC">
    <w:name w:val="0FADFC0CCAEA4A348D2F087264FC6DEC"/>
  </w:style>
  <w:style w:type="paragraph" w:customStyle="1" w:styleId="1A3861FE8B6B40479222242AE8B66591">
    <w:name w:val="1A3861FE8B6B40479222242AE8B66591"/>
  </w:style>
  <w:style w:type="paragraph" w:customStyle="1" w:styleId="9E60656DCC6E4421838082403F5A9531">
    <w:name w:val="9E60656DCC6E4421838082403F5A9531"/>
  </w:style>
  <w:style w:type="paragraph" w:customStyle="1" w:styleId="6E56CDAAE1034C659512DA831854DF0A">
    <w:name w:val="6E56CDAAE1034C659512DA831854DF0A"/>
  </w:style>
  <w:style w:type="paragraph" w:customStyle="1" w:styleId="D8EBE9B48F8E4EB6AA41C7A846778F64">
    <w:name w:val="D8EBE9B48F8E4EB6AA41C7A846778F64"/>
  </w:style>
  <w:style w:type="paragraph" w:customStyle="1" w:styleId="8C1F430F8CCC48F08326E97A0E361F1D">
    <w:name w:val="8C1F430F8CCC48F08326E97A0E361F1D"/>
  </w:style>
  <w:style w:type="paragraph" w:customStyle="1" w:styleId="31962CF0CE7E43C5A93E3E139A9CB6D5">
    <w:name w:val="31962CF0CE7E43C5A93E3E139A9CB6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1">
      <a:dk1>
        <a:srgbClr val="000000"/>
      </a:dk1>
      <a:lt1>
        <a:srgbClr val="FFFFFF"/>
      </a:lt1>
      <a:dk2>
        <a:srgbClr val="001F5F"/>
      </a:dk2>
      <a:lt2>
        <a:srgbClr val="1DA4DF"/>
      </a:lt2>
      <a:accent1>
        <a:srgbClr val="1B74BC"/>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Custom 11">
      <a:majorFont>
        <a:latin typeface="Calibri Light"/>
        <a:ea typeface=""/>
        <a:cs typeface=""/>
      </a:majorFont>
      <a:minorFont>
        <a:latin typeface="Constant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2F57E44A-3D45-4861-997B-4E8202BF001F}">
  <ds:schemaRefs>
    <ds:schemaRef ds:uri="http://schemas.microsoft.com/sharepoint/v3/contenttype/forms"/>
  </ds:schemaRefs>
</ds:datastoreItem>
</file>

<file path=customXml/itemProps2.xml><?xml version="1.0" encoding="utf-8"?>
<ds:datastoreItem xmlns:ds="http://schemas.openxmlformats.org/officeDocument/2006/customXml" ds:itemID="{08EEB869-2445-46D2-B43D-62C973569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6F4B9-0F28-4DA4-9CBE-90FD80E2D54A}">
  <ds:schemaRefs>
    <ds:schemaRef ds:uri="http://schemas.openxmlformats.org/officeDocument/2006/bibliography"/>
  </ds:schemaRefs>
</ds:datastoreItem>
</file>

<file path=customXml/itemProps4.xml><?xml version="1.0" encoding="utf-8"?>
<ds:datastoreItem xmlns:ds="http://schemas.openxmlformats.org/officeDocument/2006/customXml" ds:itemID="{6A5723A9-56A6-47D9-9F3B-BB28FB5F1650}">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tf16412213_win32</Template>
  <TotalTime>0</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2021-11-29T08:01:00Z</dcterms:created>
  <dcterms:modified xsi:type="dcterms:W3CDTF">2021-11-29T08:05:00Z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