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CC"/>
  <w:body>
    <w:p w14:paraId="3908D2B5" w14:textId="06E3FC6C" w:rsidR="00215570" w:rsidRPr="00FE0976" w:rsidRDefault="00B10C2F" w:rsidP="009C438E">
      <w:pPr>
        <w:rPr>
          <w:rFonts w:ascii="Lato" w:hAnsi="Lato"/>
        </w:rPr>
      </w:pP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8845FE" wp14:editId="5BBD43EF">
                <wp:simplePos x="0" y="0"/>
                <wp:positionH relativeFrom="page">
                  <wp:posOffset>3992880</wp:posOffset>
                </wp:positionH>
                <wp:positionV relativeFrom="page">
                  <wp:posOffset>2596515</wp:posOffset>
                </wp:positionV>
                <wp:extent cx="2967355" cy="1371600"/>
                <wp:effectExtent l="1905" t="0" r="2540" b="3810"/>
                <wp:wrapNone/>
                <wp:docPr id="55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35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6BBAE" w14:textId="77777777" w:rsidR="00453D3E" w:rsidRPr="00FE0976" w:rsidRDefault="00174844" w:rsidP="00F12F72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Every article you post needs its own title. It’s also a good idea to use clip art and graphics to illustrate themes, activities, or events.</w:t>
                            </w:r>
                            <w:r w:rsidR="00453D3E"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When you don’t have enough text, fill empty spaces with graphics or classroom photos.</w:t>
                            </w:r>
                          </w:p>
                          <w:p w14:paraId="02FAE965" w14:textId="77777777" w:rsidR="00174844" w:rsidRPr="00FE0976" w:rsidRDefault="00174844" w:rsidP="00F12F72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Keep the tone simple and positive. Occasionally you might need to remind parents about classroom rules.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845FE" id="_x0000_t202" coordsize="21600,21600" o:spt="202" path="m,l,21600r21600,l21600,xe">
                <v:stroke joinstyle="miter"/>
                <v:path gradientshapeok="t" o:connecttype="rect"/>
              </v:shapetype>
              <v:shape id="Text Box 444" o:spid="_x0000_s1026" type="#_x0000_t202" style="position:absolute;margin-left:314.4pt;margin-top:204.45pt;width:233.65pt;height:108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" filled="f" stroked="f">
                <v:textbox inset="0,0,0,0">
                  <w:txbxContent>
                    <w:p w14:paraId="6226BBAE" w14:textId="77777777" w:rsidR="00453D3E" w:rsidRPr="00FE0976" w:rsidRDefault="00174844" w:rsidP="00F12F72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Every article you post needs its own title. It’s also a good idea to use clip art and graphics to illustrate themes, activities, or events.</w:t>
                      </w:r>
                      <w:r w:rsidR="00453D3E" w:rsidRPr="00FE0976">
                        <w:rPr>
                          <w:rFonts w:ascii="Lato" w:hAnsi="Lato"/>
                        </w:rPr>
                        <w:t xml:space="preserve"> </w:t>
                      </w:r>
                      <w:r w:rsidRPr="00FE0976">
                        <w:rPr>
                          <w:rFonts w:ascii="Lato" w:hAnsi="Lato"/>
                        </w:rPr>
                        <w:t>When you don’t have enough text, fill empty spaces with graphics or classroom photos.</w:t>
                      </w:r>
                    </w:p>
                    <w:p w14:paraId="02FAE965" w14:textId="77777777" w:rsidR="00174844" w:rsidRPr="00FE0976" w:rsidRDefault="00174844" w:rsidP="00F12F72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Keep the tone simple and positive. Occasionally you might need to remind parents about classroom rules.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0F1EBC0" wp14:editId="7959C384">
                <wp:simplePos x="0" y="0"/>
                <wp:positionH relativeFrom="page">
                  <wp:posOffset>685800</wp:posOffset>
                </wp:positionH>
                <wp:positionV relativeFrom="page">
                  <wp:posOffset>2596515</wp:posOffset>
                </wp:positionV>
                <wp:extent cx="2971800" cy="2286000"/>
                <wp:effectExtent l="0" t="0" r="0" b="3810"/>
                <wp:wrapNone/>
                <wp:docPr id="5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2">
                        <w:txbxContent>
                          <w:p w14:paraId="005C04EC" w14:textId="77777777" w:rsidR="007F360F" w:rsidRPr="00FE0976" w:rsidRDefault="00FC3BB9" w:rsidP="001E5185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First, choose a short title </w:t>
                            </w:r>
                            <w:r w:rsidR="009E4798" w:rsidRPr="00FE0976">
                              <w:rPr>
                                <w:rFonts w:ascii="Lato" w:hAnsi="Lato"/>
                              </w:rPr>
                              <w:t xml:space="preserve">or theme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for your newslett</w:t>
                            </w:r>
                            <w:r w:rsidR="009E4798" w:rsidRPr="00FE0976">
                              <w:rPr>
                                <w:rFonts w:ascii="Lato" w:hAnsi="Lato"/>
                              </w:rPr>
                              <w:t>er — something like "Class News,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" </w:t>
                            </w:r>
                            <w:r w:rsidR="009E4798" w:rsidRPr="00FE0976">
                              <w:rPr>
                                <w:rFonts w:ascii="Lato" w:hAnsi="Lato"/>
                              </w:rPr>
                              <w:t xml:space="preserve">or “Back to School.”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Then, pick a full title for your newsletter</w:t>
                            </w:r>
                            <w:r w:rsidR="00D431BD" w:rsidRPr="00FE0976">
                              <w:rPr>
                                <w:rFonts w:ascii="Lato" w:hAnsi="Lato"/>
                              </w:rPr>
                              <w:t xml:space="preserve"> —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for example, "</w:t>
                            </w:r>
                            <w:smartTag w:uri="urn:schemas-microsoft-com:office:smarttags" w:element="PersonName">
                              <w:smartTag w:uri="urn:schemas:contacts" w:element="title">
                                <w:r w:rsidRPr="00FE0976">
                                  <w:rPr>
                                    <w:rFonts w:ascii="Lato" w:hAnsi="Lato"/>
                                  </w:rPr>
                                  <w:t>Ms.</w:t>
                                </w:r>
                              </w:smartTag>
                              <w:r w:rsidRPr="00FE0976">
                                <w:rPr>
                                  <w:rFonts w:ascii="Lato" w:hAnsi="Lato"/>
                                </w:rPr>
                                <w:t xml:space="preserve"> </w:t>
                              </w:r>
                              <w:smartTag w:uri="urn:schemas:contacts" w:element="Sn">
                                <w:r w:rsidRPr="00FE0976">
                                  <w:rPr>
                                    <w:rFonts w:ascii="Lato" w:hAnsi="Lato"/>
                                  </w:rPr>
                                  <w:t>Stahl</w:t>
                                </w:r>
                              </w:smartTag>
                            </w:smartTag>
                            <w:r w:rsidRPr="00FE0976">
                              <w:rPr>
                                <w:rFonts w:ascii="Lato" w:hAnsi="Lato"/>
                              </w:rPr>
                              <w:t>’s Classroom Newsletter." If you’d like, you can also add a subtitle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>,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volume number</w:t>
                            </w:r>
                            <w:r w:rsidR="00453D3E" w:rsidRPr="00FE0976">
                              <w:rPr>
                                <w:rFonts w:ascii="Lato" w:hAnsi="Lato"/>
                              </w:rPr>
                              <w:t>,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="00C83579" w:rsidRPr="00FE0976">
                              <w:rPr>
                                <w:rFonts w:ascii="Lato" w:hAnsi="Lato"/>
                              </w:rPr>
                              <w:t>and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 xml:space="preserve"> date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="00EA57E3" w:rsidRPr="00FE0976">
                              <w:rPr>
                                <w:rFonts w:ascii="Lato" w:hAnsi="Lato"/>
                              </w:rPr>
                              <w:t>for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your newsletter.</w:t>
                            </w:r>
                            <w:r w:rsidR="00AE5663"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</w:p>
                          <w:p w14:paraId="65358775" w14:textId="77777777" w:rsidR="007F360F" w:rsidRPr="00FE0976" w:rsidRDefault="007F360F" w:rsidP="001E5185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Use the body of your newsletter to keep </w:t>
                            </w:r>
                            <w:r w:rsidRPr="00FE0976">
                              <w:rPr>
                                <w:rFonts w:ascii="Lato" w:hAnsi="Lato"/>
                                <w:szCs w:val="18"/>
                              </w:rPr>
                              <w:t xml:space="preserve">parents apprised of major assignments and class events, as well as any school district news. Provide </w:t>
                            </w:r>
                            <w:r w:rsidRPr="00FE0976">
                              <w:rPr>
                                <w:rStyle w:val="BodyTextChar"/>
                                <w:rFonts w:ascii="Lato" w:hAnsi="Lato"/>
                              </w:rPr>
                              <w:t>explanations o</w:t>
                            </w:r>
                            <w:r w:rsidR="00C83579" w:rsidRPr="00FE0976">
                              <w:rPr>
                                <w:rStyle w:val="BodyTextChar"/>
                                <w:rFonts w:ascii="Lato" w:hAnsi="Lato"/>
                              </w:rPr>
                              <w:t>f</w:t>
                            </w:r>
                            <w:r w:rsidRPr="00FE0976">
                              <w:rPr>
                                <w:rStyle w:val="BodyTextChar"/>
                                <w:rFonts w:ascii="Lato" w:hAnsi="Lato"/>
                              </w:rPr>
                              <w:t xml:space="preserve"> how projects and daily work conform to the state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standards.</w:t>
                            </w:r>
                          </w:p>
                          <w:p w14:paraId="519A7669" w14:textId="77777777" w:rsidR="00CD4651" w:rsidRPr="00FE0976" w:rsidRDefault="00852988" w:rsidP="00F6665B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You might also want to include the week's spelling words, test alerts, and any upcoming </w:t>
                            </w:r>
                            <w:r w:rsidR="00D431BD" w:rsidRPr="00FE0976">
                              <w:rPr>
                                <w:rFonts w:ascii="Lato" w:hAnsi="Lato"/>
                              </w:rPr>
                              <w:t>events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such as field trips or special school events. </w:t>
                            </w:r>
                          </w:p>
                          <w:p w14:paraId="2DBD7961" w14:textId="77777777" w:rsidR="007A6666" w:rsidRPr="00FE0976" w:rsidRDefault="007F360F" w:rsidP="00F6665B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A newsletter also can extend classroom learning. Give students experience in </w:t>
                            </w:r>
                            <w:r w:rsidR="00C83579" w:rsidRPr="00FE0976">
                              <w:rPr>
                                <w:rFonts w:ascii="Lato" w:hAnsi="Lato"/>
                              </w:rPr>
                              <w:t>writing for an audience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by having them write articles describing class projects.</w:t>
                            </w:r>
                            <w:r w:rsidR="00852988" w:rsidRPr="00FE0976">
                              <w:rPr>
                                <w:rFonts w:ascii="Lato" w:hAnsi="Lato"/>
                              </w:rPr>
                              <w:t xml:space="preserve"> Ask children to 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 xml:space="preserve">help you </w:t>
                            </w:r>
                            <w:r w:rsidR="00852988" w:rsidRPr="00FE0976">
                              <w:rPr>
                                <w:rFonts w:ascii="Lato" w:hAnsi="Lato"/>
                              </w:rPr>
                              <w:t>choose the colors of your newsletter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>, pick out clip art, put together</w:t>
                            </w:r>
                            <w:r w:rsidR="00852988" w:rsidRPr="00FE0976">
                              <w:rPr>
                                <w:rFonts w:ascii="Lato" w:hAnsi="Lato"/>
                              </w:rPr>
                              <w:t xml:space="preserve"> story ideas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 xml:space="preserve">, </w:t>
                            </w:r>
                            <w:r w:rsidR="00852988" w:rsidRPr="00FE0976">
                              <w:rPr>
                                <w:rFonts w:ascii="Lato" w:hAnsi="Lato"/>
                              </w:rPr>
                              <w:t xml:space="preserve">write and 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>edit</w:t>
                            </w:r>
                            <w:r w:rsidR="00852988" w:rsidRPr="00FE0976">
                              <w:rPr>
                                <w:rFonts w:ascii="Lato" w:hAnsi="Lato"/>
                              </w:rPr>
                              <w:t xml:space="preserve"> articles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 xml:space="preserve">, and </w:t>
                            </w:r>
                            <w:r w:rsidR="00852988" w:rsidRPr="00FE0976">
                              <w:rPr>
                                <w:rFonts w:ascii="Lato" w:hAnsi="Lato"/>
                              </w:rPr>
                              <w:t>distribute the newsletter</w:t>
                            </w:r>
                            <w:r w:rsidR="0048007A" w:rsidRPr="00FE0976">
                              <w:rPr>
                                <w:rFonts w:ascii="Lato" w:hAnsi="Lato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1EBC0" id="Text Box 14" o:spid="_x0000_s1027" type="#_x0000_t202" style="position:absolute;margin-left:54pt;margin-top:204.45pt;width:234pt;height:180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" filled="f" stroked="f">
                <v:textbox style="mso-next-textbox:#Text Box 287;mso-fit-shape-to-text:t" inset="0,0,0,0">
                  <w:txbxContent>
                    <w:p w14:paraId="005C04EC" w14:textId="77777777" w:rsidR="007F360F" w:rsidRPr="00FE0976" w:rsidRDefault="00FC3BB9" w:rsidP="001E5185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First, choose a short title </w:t>
                      </w:r>
                      <w:r w:rsidR="009E4798" w:rsidRPr="00FE0976">
                        <w:rPr>
                          <w:rFonts w:ascii="Lato" w:hAnsi="Lato"/>
                        </w:rPr>
                        <w:t xml:space="preserve">or theme </w:t>
                      </w:r>
                      <w:r w:rsidRPr="00FE0976">
                        <w:rPr>
                          <w:rFonts w:ascii="Lato" w:hAnsi="Lato"/>
                        </w:rPr>
                        <w:t>for your newslett</w:t>
                      </w:r>
                      <w:r w:rsidR="009E4798" w:rsidRPr="00FE0976">
                        <w:rPr>
                          <w:rFonts w:ascii="Lato" w:hAnsi="Lato"/>
                        </w:rPr>
                        <w:t>er — something like "Class News,</w:t>
                      </w:r>
                      <w:r w:rsidRPr="00FE0976">
                        <w:rPr>
                          <w:rFonts w:ascii="Lato" w:hAnsi="Lato"/>
                        </w:rPr>
                        <w:t xml:space="preserve">" </w:t>
                      </w:r>
                      <w:r w:rsidR="009E4798" w:rsidRPr="00FE0976">
                        <w:rPr>
                          <w:rFonts w:ascii="Lato" w:hAnsi="Lato"/>
                        </w:rPr>
                        <w:t xml:space="preserve">or “Back to School.” </w:t>
                      </w:r>
                      <w:r w:rsidRPr="00FE0976">
                        <w:rPr>
                          <w:rFonts w:ascii="Lato" w:hAnsi="Lato"/>
                        </w:rPr>
                        <w:t>Then, pick a full title for your newsletter</w:t>
                      </w:r>
                      <w:r w:rsidR="00D431BD" w:rsidRPr="00FE0976">
                        <w:rPr>
                          <w:rFonts w:ascii="Lato" w:hAnsi="Lato"/>
                        </w:rPr>
                        <w:t xml:space="preserve"> — </w:t>
                      </w:r>
                      <w:r w:rsidRPr="00FE0976">
                        <w:rPr>
                          <w:rFonts w:ascii="Lato" w:hAnsi="Lato"/>
                        </w:rPr>
                        <w:t>for example, "</w:t>
                      </w:r>
                      <w:smartTag w:uri="urn:schemas-microsoft-com:office:smarttags" w:element="PersonName">
                        <w:smartTag w:uri="urn:schemas:contacts" w:element="title">
                          <w:r w:rsidRPr="00FE0976">
                            <w:rPr>
                              <w:rFonts w:ascii="Lato" w:hAnsi="Lato"/>
                            </w:rPr>
                            <w:t>Ms.</w:t>
                          </w:r>
                        </w:smartTag>
                        <w:r w:rsidRPr="00FE0976">
                          <w:rPr>
                            <w:rFonts w:ascii="Lato" w:hAnsi="Lato"/>
                          </w:rPr>
                          <w:t xml:space="preserve"> </w:t>
                        </w:r>
                        <w:smartTag w:uri="urn:schemas:contacts" w:element="Sn">
                          <w:r w:rsidRPr="00FE0976">
                            <w:rPr>
                              <w:rFonts w:ascii="Lato" w:hAnsi="Lato"/>
                            </w:rPr>
                            <w:t>Stahl</w:t>
                          </w:r>
                        </w:smartTag>
                      </w:smartTag>
                      <w:r w:rsidRPr="00FE0976">
                        <w:rPr>
                          <w:rFonts w:ascii="Lato" w:hAnsi="Lato"/>
                        </w:rPr>
                        <w:t>’s Classroom Newsletter." If you’d like, you can also add a subtitle</w:t>
                      </w:r>
                      <w:r w:rsidR="0048007A" w:rsidRPr="00FE0976">
                        <w:rPr>
                          <w:rFonts w:ascii="Lato" w:hAnsi="Lato"/>
                        </w:rPr>
                        <w:t>,</w:t>
                      </w:r>
                      <w:r w:rsidRPr="00FE0976">
                        <w:rPr>
                          <w:rFonts w:ascii="Lato" w:hAnsi="Lato"/>
                        </w:rPr>
                        <w:t xml:space="preserve"> volume number</w:t>
                      </w:r>
                      <w:r w:rsidR="00453D3E" w:rsidRPr="00FE0976">
                        <w:rPr>
                          <w:rFonts w:ascii="Lato" w:hAnsi="Lato"/>
                        </w:rPr>
                        <w:t>,</w:t>
                      </w:r>
                      <w:r w:rsidR="0048007A" w:rsidRPr="00FE0976">
                        <w:rPr>
                          <w:rFonts w:ascii="Lato" w:hAnsi="Lato"/>
                        </w:rPr>
                        <w:t xml:space="preserve"> </w:t>
                      </w:r>
                      <w:r w:rsidR="00C83579" w:rsidRPr="00FE0976">
                        <w:rPr>
                          <w:rFonts w:ascii="Lato" w:hAnsi="Lato"/>
                        </w:rPr>
                        <w:t>and</w:t>
                      </w:r>
                      <w:r w:rsidR="0048007A" w:rsidRPr="00FE0976">
                        <w:rPr>
                          <w:rFonts w:ascii="Lato" w:hAnsi="Lato"/>
                        </w:rPr>
                        <w:t xml:space="preserve"> date</w:t>
                      </w:r>
                      <w:r w:rsidRPr="00FE0976">
                        <w:rPr>
                          <w:rFonts w:ascii="Lato" w:hAnsi="Lato"/>
                        </w:rPr>
                        <w:t xml:space="preserve"> </w:t>
                      </w:r>
                      <w:r w:rsidR="00EA57E3" w:rsidRPr="00FE0976">
                        <w:rPr>
                          <w:rFonts w:ascii="Lato" w:hAnsi="Lato"/>
                        </w:rPr>
                        <w:t>for</w:t>
                      </w:r>
                      <w:r w:rsidRPr="00FE0976">
                        <w:rPr>
                          <w:rFonts w:ascii="Lato" w:hAnsi="Lato"/>
                        </w:rPr>
                        <w:t xml:space="preserve"> your newsletter.</w:t>
                      </w:r>
                      <w:r w:rsidR="00AE5663" w:rsidRPr="00FE0976">
                        <w:rPr>
                          <w:rFonts w:ascii="Lato" w:hAnsi="Lato"/>
                        </w:rPr>
                        <w:t xml:space="preserve"> </w:t>
                      </w:r>
                    </w:p>
                    <w:p w14:paraId="65358775" w14:textId="77777777" w:rsidR="007F360F" w:rsidRPr="00FE0976" w:rsidRDefault="007F360F" w:rsidP="001E5185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Use the body of your newsletter to keep </w:t>
                      </w:r>
                      <w:r w:rsidRPr="00FE0976">
                        <w:rPr>
                          <w:rFonts w:ascii="Lato" w:hAnsi="Lato"/>
                          <w:szCs w:val="18"/>
                        </w:rPr>
                        <w:t xml:space="preserve">parents apprised of major assignments and class events, as well as any school district news. Provide </w:t>
                      </w:r>
                      <w:r w:rsidRPr="00FE0976">
                        <w:rPr>
                          <w:rStyle w:val="BodyTextChar"/>
                          <w:rFonts w:ascii="Lato" w:hAnsi="Lato"/>
                        </w:rPr>
                        <w:t>explanations o</w:t>
                      </w:r>
                      <w:r w:rsidR="00C83579" w:rsidRPr="00FE0976">
                        <w:rPr>
                          <w:rStyle w:val="BodyTextChar"/>
                          <w:rFonts w:ascii="Lato" w:hAnsi="Lato"/>
                        </w:rPr>
                        <w:t>f</w:t>
                      </w:r>
                      <w:r w:rsidRPr="00FE0976">
                        <w:rPr>
                          <w:rStyle w:val="BodyTextChar"/>
                          <w:rFonts w:ascii="Lato" w:hAnsi="Lato"/>
                        </w:rPr>
                        <w:t xml:space="preserve"> how projects and daily work conform to the state</w:t>
                      </w:r>
                      <w:r w:rsidRPr="00FE0976">
                        <w:rPr>
                          <w:rFonts w:ascii="Lato" w:hAnsi="Lato"/>
                        </w:rPr>
                        <w:t xml:space="preserve"> standards.</w:t>
                      </w:r>
                    </w:p>
                    <w:p w14:paraId="519A7669" w14:textId="77777777" w:rsidR="00CD4651" w:rsidRPr="00FE0976" w:rsidRDefault="00852988" w:rsidP="00F6665B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You might also want to include the week's spelling words, test alerts, and any upcoming </w:t>
                      </w:r>
                      <w:r w:rsidR="00D431BD" w:rsidRPr="00FE0976">
                        <w:rPr>
                          <w:rFonts w:ascii="Lato" w:hAnsi="Lato"/>
                        </w:rPr>
                        <w:t>events</w:t>
                      </w:r>
                      <w:r w:rsidRPr="00FE0976">
                        <w:rPr>
                          <w:rFonts w:ascii="Lato" w:hAnsi="Lato"/>
                        </w:rPr>
                        <w:t xml:space="preserve"> such as field trips or special school events. </w:t>
                      </w:r>
                    </w:p>
                    <w:p w14:paraId="2DBD7961" w14:textId="77777777" w:rsidR="007A6666" w:rsidRPr="00FE0976" w:rsidRDefault="007F360F" w:rsidP="00F6665B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A newsletter also can extend classroom learning. Give students experience in </w:t>
                      </w:r>
                      <w:r w:rsidR="00C83579" w:rsidRPr="00FE0976">
                        <w:rPr>
                          <w:rFonts w:ascii="Lato" w:hAnsi="Lato"/>
                        </w:rPr>
                        <w:t>writing for an audience</w:t>
                      </w:r>
                      <w:r w:rsidRPr="00FE0976">
                        <w:rPr>
                          <w:rFonts w:ascii="Lato" w:hAnsi="Lato"/>
                        </w:rPr>
                        <w:t xml:space="preserve"> by having them write articles describing class projects.</w:t>
                      </w:r>
                      <w:r w:rsidR="00852988" w:rsidRPr="00FE0976">
                        <w:rPr>
                          <w:rFonts w:ascii="Lato" w:hAnsi="Lato"/>
                        </w:rPr>
                        <w:t xml:space="preserve"> Ask children to </w:t>
                      </w:r>
                      <w:r w:rsidR="0048007A" w:rsidRPr="00FE0976">
                        <w:rPr>
                          <w:rFonts w:ascii="Lato" w:hAnsi="Lato"/>
                        </w:rPr>
                        <w:t xml:space="preserve">help you </w:t>
                      </w:r>
                      <w:r w:rsidR="00852988" w:rsidRPr="00FE0976">
                        <w:rPr>
                          <w:rFonts w:ascii="Lato" w:hAnsi="Lato"/>
                        </w:rPr>
                        <w:t>choose the colors of your newsletter</w:t>
                      </w:r>
                      <w:r w:rsidR="0048007A" w:rsidRPr="00FE0976">
                        <w:rPr>
                          <w:rFonts w:ascii="Lato" w:hAnsi="Lato"/>
                        </w:rPr>
                        <w:t>, pick out clip art, put together</w:t>
                      </w:r>
                      <w:r w:rsidR="00852988" w:rsidRPr="00FE0976">
                        <w:rPr>
                          <w:rFonts w:ascii="Lato" w:hAnsi="Lato"/>
                        </w:rPr>
                        <w:t xml:space="preserve"> story ideas</w:t>
                      </w:r>
                      <w:r w:rsidR="0048007A" w:rsidRPr="00FE0976">
                        <w:rPr>
                          <w:rFonts w:ascii="Lato" w:hAnsi="Lato"/>
                        </w:rPr>
                        <w:t xml:space="preserve">, </w:t>
                      </w:r>
                      <w:r w:rsidR="00852988" w:rsidRPr="00FE0976">
                        <w:rPr>
                          <w:rFonts w:ascii="Lato" w:hAnsi="Lato"/>
                        </w:rPr>
                        <w:t xml:space="preserve">write and </w:t>
                      </w:r>
                      <w:r w:rsidR="0048007A" w:rsidRPr="00FE0976">
                        <w:rPr>
                          <w:rFonts w:ascii="Lato" w:hAnsi="Lato"/>
                        </w:rPr>
                        <w:t>edit</w:t>
                      </w:r>
                      <w:r w:rsidR="00852988" w:rsidRPr="00FE0976">
                        <w:rPr>
                          <w:rFonts w:ascii="Lato" w:hAnsi="Lato"/>
                        </w:rPr>
                        <w:t xml:space="preserve"> articles</w:t>
                      </w:r>
                      <w:r w:rsidR="0048007A" w:rsidRPr="00FE0976">
                        <w:rPr>
                          <w:rFonts w:ascii="Lato" w:hAnsi="Lato"/>
                        </w:rPr>
                        <w:t xml:space="preserve">, and </w:t>
                      </w:r>
                      <w:r w:rsidR="00852988" w:rsidRPr="00FE0976">
                        <w:rPr>
                          <w:rFonts w:ascii="Lato" w:hAnsi="Lato"/>
                        </w:rPr>
                        <w:t>distribute the newsletter</w:t>
                      </w:r>
                      <w:r w:rsidR="0048007A" w:rsidRPr="00FE0976">
                        <w:rPr>
                          <w:rFonts w:ascii="Lato" w:hAnsi="Lato"/>
                        </w:rPr>
                        <w:t xml:space="preserve">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EE13B8" wp14:editId="6DBCB31B">
                <wp:simplePos x="0" y="0"/>
                <wp:positionH relativeFrom="page">
                  <wp:posOffset>3992880</wp:posOffset>
                </wp:positionH>
                <wp:positionV relativeFrom="page">
                  <wp:posOffset>4114800</wp:posOffset>
                </wp:positionV>
                <wp:extent cx="2979420" cy="318770"/>
                <wp:effectExtent l="1905" t="0" r="0" b="0"/>
                <wp:wrapNone/>
                <wp:docPr id="53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771DD" w14:textId="77777777" w:rsidR="004C787F" w:rsidRPr="00FE0976" w:rsidRDefault="004C787F" w:rsidP="00647FE7">
                            <w:pPr>
                              <w:pStyle w:val="Heading1"/>
                              <w:rPr>
                                <w:color w:val="385623" w:themeColor="accent6" w:themeShade="80"/>
                              </w:rPr>
                            </w:pPr>
                            <w:r w:rsidRPr="00FE0976">
                              <w:rPr>
                                <w:color w:val="385623" w:themeColor="accent6" w:themeShade="80"/>
                              </w:rPr>
                              <w:t>Article Title 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E13B8" id="Text Box 288" o:spid="_x0000_s1028" type="#_x0000_t202" style="position:absolute;margin-left:314.4pt;margin-top:324pt;width:234.6pt;height:25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" filled="f" stroked="f">
                <v:textbox style="mso-fit-shape-to-text:t" inset="0,0,0,0">
                  <w:txbxContent>
                    <w:p w14:paraId="170771DD" w14:textId="77777777" w:rsidR="004C787F" w:rsidRPr="00FE0976" w:rsidRDefault="004C787F" w:rsidP="00647FE7">
                      <w:pPr>
                        <w:pStyle w:val="Heading1"/>
                        <w:rPr>
                          <w:color w:val="385623" w:themeColor="accent6" w:themeShade="80"/>
                        </w:rPr>
                      </w:pPr>
                      <w:r w:rsidRPr="00FE0976">
                        <w:rPr>
                          <w:color w:val="385623" w:themeColor="accent6" w:themeShade="80"/>
                        </w:rPr>
                        <w:t>Article Title 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77540F" wp14:editId="60BD21F1">
                <wp:simplePos x="0" y="0"/>
                <wp:positionH relativeFrom="page">
                  <wp:posOffset>3992880</wp:posOffset>
                </wp:positionH>
                <wp:positionV relativeFrom="page">
                  <wp:posOffset>2286000</wp:posOffset>
                </wp:positionV>
                <wp:extent cx="2872740" cy="318770"/>
                <wp:effectExtent l="1905" t="0" r="1905" b="0"/>
                <wp:wrapNone/>
                <wp:docPr id="52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6F600" w14:textId="77777777" w:rsidR="00174844" w:rsidRPr="00FE0976" w:rsidRDefault="00174844" w:rsidP="00647FE7">
                            <w:pPr>
                              <w:pStyle w:val="Heading1"/>
                              <w:rPr>
                                <w:color w:val="385623" w:themeColor="accent6" w:themeShade="80"/>
                              </w:rPr>
                            </w:pPr>
                            <w:r w:rsidRPr="00FE0976">
                              <w:rPr>
                                <w:color w:val="385623" w:themeColor="accent6" w:themeShade="80"/>
                              </w:rPr>
                              <w:t>Article Title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7540F" id="Text Box 443" o:spid="_x0000_s1029" type="#_x0000_t202" style="position:absolute;margin-left:314.4pt;margin-top:180pt;width:226.2pt;height:25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" filled="f" stroked="f">
                <v:textbox style="mso-fit-shape-to-text:t" inset="0,0,0,0">
                  <w:txbxContent>
                    <w:p w14:paraId="2C66F600" w14:textId="77777777" w:rsidR="00174844" w:rsidRPr="00FE0976" w:rsidRDefault="00174844" w:rsidP="00647FE7">
                      <w:pPr>
                        <w:pStyle w:val="Heading1"/>
                        <w:rPr>
                          <w:color w:val="385623" w:themeColor="accent6" w:themeShade="80"/>
                        </w:rPr>
                      </w:pPr>
                      <w:r w:rsidRPr="00FE0976">
                        <w:rPr>
                          <w:color w:val="385623" w:themeColor="accent6" w:themeShade="80"/>
                        </w:rPr>
                        <w:t>Article Title 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E09199" wp14:editId="56B96320">
                <wp:simplePos x="0" y="0"/>
                <wp:positionH relativeFrom="page">
                  <wp:posOffset>4000500</wp:posOffset>
                </wp:positionH>
                <wp:positionV relativeFrom="page">
                  <wp:posOffset>4457700</wp:posOffset>
                </wp:positionV>
                <wp:extent cx="2857500" cy="2171700"/>
                <wp:effectExtent l="0" t="0" r="0" b="0"/>
                <wp:wrapNone/>
                <wp:docPr id="51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226FA" w14:textId="77777777" w:rsidR="00174844" w:rsidRPr="00FE0976" w:rsidRDefault="00174844" w:rsidP="00F6665B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First, choose a short title or theme for your newsletter — something like "Class News," or “Back to School.” Then, pick a full title for your newsletter — for example, "</w:t>
                            </w:r>
                            <w:smartTag w:uri="urn:schemas-microsoft-com:office:smarttags" w:element="PersonName">
                              <w:smartTag w:uri="urn:schemas:contacts" w:element="title">
                                <w:r w:rsidRPr="00FE0976">
                                  <w:rPr>
                                    <w:rFonts w:ascii="Lato" w:hAnsi="Lato"/>
                                  </w:rPr>
                                  <w:t>Ms.</w:t>
                                </w:r>
                              </w:smartTag>
                              <w:r w:rsidRPr="00FE0976">
                                <w:rPr>
                                  <w:rFonts w:ascii="Lato" w:hAnsi="Lato"/>
                                </w:rPr>
                                <w:t xml:space="preserve"> </w:t>
                              </w:r>
                              <w:smartTag w:uri="urn:schemas:contacts" w:element="Sn">
                                <w:r w:rsidRPr="00FE0976">
                                  <w:rPr>
                                    <w:rFonts w:ascii="Lato" w:hAnsi="Lato"/>
                                  </w:rPr>
                                  <w:t>Stahl</w:t>
                                </w:r>
                              </w:smartTag>
                            </w:smartTag>
                            <w:r w:rsidRPr="00FE0976">
                              <w:rPr>
                                <w:rFonts w:ascii="Lato" w:hAnsi="Lato"/>
                              </w:rPr>
                              <w:t>’s Classroom Newsletter." If you’d like, you can also add a subtitle, volume number</w:t>
                            </w:r>
                            <w:r w:rsidR="00453D3E" w:rsidRPr="00FE0976">
                              <w:rPr>
                                <w:rFonts w:ascii="Lato" w:hAnsi="Lato"/>
                              </w:rPr>
                              <w:t>,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and date for your newsletter. </w:t>
                            </w:r>
                          </w:p>
                          <w:p w14:paraId="07AE178B" w14:textId="77777777" w:rsidR="00174844" w:rsidRPr="00FE0976" w:rsidRDefault="00174844" w:rsidP="00F6665B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Use the body of your newsletter to keep </w:t>
                            </w:r>
                            <w:r w:rsidRPr="00FE0976">
                              <w:rPr>
                                <w:rFonts w:ascii="Lato" w:hAnsi="Lato"/>
                                <w:szCs w:val="18"/>
                              </w:rPr>
                              <w:t xml:space="preserve">parents apprised of major assignments and class events, as well as any school district news. Provide </w:t>
                            </w:r>
                            <w:r w:rsidRPr="00FE0976">
                              <w:rPr>
                                <w:rStyle w:val="BodyTextChar"/>
                                <w:rFonts w:ascii="Lato" w:hAnsi="Lato"/>
                              </w:rPr>
                              <w:t>explanations of how projects and daily work conform to the state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standards.</w:t>
                            </w:r>
                          </w:p>
                          <w:p w14:paraId="3CC9F75A" w14:textId="77777777" w:rsidR="00174844" w:rsidRPr="00FE0976" w:rsidRDefault="00174844" w:rsidP="004C787F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09199" id="Text Box 442" o:spid="_x0000_s1030" type="#_x0000_t202" style="position:absolute;margin-left:315pt;margin-top:351pt;width:225pt;height:171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" filled="f" stroked="f">
                <v:textbox inset="0,0,0,0">
                  <w:txbxContent>
                    <w:p w14:paraId="415226FA" w14:textId="77777777" w:rsidR="00174844" w:rsidRPr="00FE0976" w:rsidRDefault="00174844" w:rsidP="00F6665B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First, choose a short title or theme for your newsletter — something like "Class News," or “Back to School.” Then, pick a full title for your newsletter — for example, "</w:t>
                      </w:r>
                      <w:smartTag w:uri="urn:schemas-microsoft-com:office:smarttags" w:element="PersonName">
                        <w:smartTag w:uri="urn:schemas:contacts" w:element="title">
                          <w:r w:rsidRPr="00FE0976">
                            <w:rPr>
                              <w:rFonts w:ascii="Lato" w:hAnsi="Lato"/>
                            </w:rPr>
                            <w:t>Ms.</w:t>
                          </w:r>
                        </w:smartTag>
                        <w:r w:rsidRPr="00FE0976">
                          <w:rPr>
                            <w:rFonts w:ascii="Lato" w:hAnsi="Lato"/>
                          </w:rPr>
                          <w:t xml:space="preserve"> </w:t>
                        </w:r>
                        <w:smartTag w:uri="urn:schemas:contacts" w:element="Sn">
                          <w:r w:rsidRPr="00FE0976">
                            <w:rPr>
                              <w:rFonts w:ascii="Lato" w:hAnsi="Lato"/>
                            </w:rPr>
                            <w:t>Stahl</w:t>
                          </w:r>
                        </w:smartTag>
                      </w:smartTag>
                      <w:r w:rsidRPr="00FE0976">
                        <w:rPr>
                          <w:rFonts w:ascii="Lato" w:hAnsi="Lato"/>
                        </w:rPr>
                        <w:t>’s Classroom Newsletter." If you’d like, you can also add a subtitle, volume number</w:t>
                      </w:r>
                      <w:r w:rsidR="00453D3E" w:rsidRPr="00FE0976">
                        <w:rPr>
                          <w:rFonts w:ascii="Lato" w:hAnsi="Lato"/>
                        </w:rPr>
                        <w:t>,</w:t>
                      </w:r>
                      <w:r w:rsidRPr="00FE0976">
                        <w:rPr>
                          <w:rFonts w:ascii="Lato" w:hAnsi="Lato"/>
                        </w:rPr>
                        <w:t xml:space="preserve"> and date for your newsletter. </w:t>
                      </w:r>
                    </w:p>
                    <w:p w14:paraId="07AE178B" w14:textId="77777777" w:rsidR="00174844" w:rsidRPr="00FE0976" w:rsidRDefault="00174844" w:rsidP="00F6665B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Use the body of your newsletter to keep </w:t>
                      </w:r>
                      <w:r w:rsidRPr="00FE0976">
                        <w:rPr>
                          <w:rFonts w:ascii="Lato" w:hAnsi="Lato"/>
                          <w:szCs w:val="18"/>
                        </w:rPr>
                        <w:t xml:space="preserve">parents apprised of major assignments and class events, as well as any school district news. Provide </w:t>
                      </w:r>
                      <w:r w:rsidRPr="00FE0976">
                        <w:rPr>
                          <w:rStyle w:val="BodyTextChar"/>
                          <w:rFonts w:ascii="Lato" w:hAnsi="Lato"/>
                        </w:rPr>
                        <w:t>explanations of how projects and daily work conform to the state</w:t>
                      </w:r>
                      <w:r w:rsidRPr="00FE0976">
                        <w:rPr>
                          <w:rFonts w:ascii="Lato" w:hAnsi="Lato"/>
                        </w:rPr>
                        <w:t xml:space="preserve"> standards.</w:t>
                      </w:r>
                    </w:p>
                    <w:p w14:paraId="3CC9F75A" w14:textId="77777777" w:rsidR="00174844" w:rsidRPr="00FE0976" w:rsidRDefault="00174844" w:rsidP="004C787F">
                      <w:pPr>
                        <w:pStyle w:val="BodyText"/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3E85BA" wp14:editId="5AF93257">
                <wp:simplePos x="0" y="0"/>
                <wp:positionH relativeFrom="page">
                  <wp:posOffset>685800</wp:posOffset>
                </wp:positionH>
                <wp:positionV relativeFrom="page">
                  <wp:posOffset>6743700</wp:posOffset>
                </wp:positionV>
                <wp:extent cx="2971800" cy="228600"/>
                <wp:effectExtent l="0" t="0" r="0" b="0"/>
                <wp:wrapNone/>
                <wp:docPr id="50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C8119A2" w14:textId="77777777" w:rsidR="00E97DCF" w:rsidRDefault="007F360F" w:rsidP="000877A4">
                            <w:pPr>
                              <w:pStyle w:val="CaptionText"/>
                              <w:jc w:val="left"/>
                            </w:pPr>
                            <w:r>
                              <w:t>A caption describing the graphic</w:t>
                            </w:r>
                          </w:p>
                          <w:p w14:paraId="7FC1699D" w14:textId="77777777" w:rsidR="00E97DCF" w:rsidRDefault="00E97DC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E85BA" id="Text Box 286" o:spid="_x0000_s1031" type="#_x0000_t202" style="position:absolute;margin-left:54pt;margin-top:531pt;width:23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" filled="f" stroked="f">
                <v:textbox inset="0,0,0,0">
                  <w:txbxContent>
                    <w:p w14:paraId="7C8119A2" w14:textId="77777777" w:rsidR="00E97DCF" w:rsidRDefault="007F360F" w:rsidP="000877A4">
                      <w:pPr>
                        <w:pStyle w:val="CaptionText"/>
                        <w:jc w:val="left"/>
                      </w:pPr>
                      <w:r>
                        <w:t>A caption describing the graphic</w:t>
                      </w:r>
                    </w:p>
                    <w:p w14:paraId="7FC1699D" w14:textId="77777777" w:rsidR="00E97DCF" w:rsidRDefault="00E97DCF"/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9D272E" wp14:editId="771A5CF0">
                <wp:simplePos x="0" y="0"/>
                <wp:positionH relativeFrom="page">
                  <wp:posOffset>4000500</wp:posOffset>
                </wp:positionH>
                <wp:positionV relativeFrom="page">
                  <wp:posOffset>7086600</wp:posOffset>
                </wp:positionV>
                <wp:extent cx="2971800" cy="2286000"/>
                <wp:effectExtent l="0" t="0" r="0" b="0"/>
                <wp:wrapNone/>
                <wp:docPr id="49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70826" w14:textId="77777777" w:rsidR="00CC3F51" w:rsidRPr="00FE0976" w:rsidRDefault="00CC3F51" w:rsidP="00F6665B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First, choose a short title or theme for your newsletter — something like "Class News," or “Back to School.” Then, pick a full title for your newsletter</w:t>
                            </w:r>
                            <w:r w:rsidR="00D431BD" w:rsidRPr="00FE0976">
                              <w:rPr>
                                <w:rFonts w:ascii="Lato" w:hAnsi="Lato"/>
                              </w:rPr>
                              <w:t xml:space="preserve"> —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for example, "</w:t>
                            </w:r>
                            <w:smartTag w:uri="urn:schemas-microsoft-com:office:smarttags" w:element="PersonName">
                              <w:smartTag w:uri="urn:schemas:contacts" w:element="title">
                                <w:r w:rsidRPr="00FE0976">
                                  <w:rPr>
                                    <w:rFonts w:ascii="Lato" w:hAnsi="Lato"/>
                                  </w:rPr>
                                  <w:t>Ms.</w:t>
                                </w:r>
                              </w:smartTag>
                              <w:r w:rsidRPr="00FE0976">
                                <w:rPr>
                                  <w:rFonts w:ascii="Lato" w:hAnsi="Lato"/>
                                </w:rPr>
                                <w:t xml:space="preserve"> </w:t>
                              </w:r>
                              <w:smartTag w:uri="urn:schemas:contacts" w:element="Sn">
                                <w:r w:rsidRPr="00FE0976">
                                  <w:rPr>
                                    <w:rFonts w:ascii="Lato" w:hAnsi="Lato"/>
                                  </w:rPr>
                                  <w:t>Stahl</w:t>
                                </w:r>
                              </w:smartTag>
                            </w:smartTag>
                            <w:r w:rsidRPr="00FE0976">
                              <w:rPr>
                                <w:rFonts w:ascii="Lato" w:hAnsi="Lato"/>
                              </w:rPr>
                              <w:t>’s Classroom Newsletter." If you’d like, you can also add a subtitle, volume number</w:t>
                            </w:r>
                            <w:r w:rsidR="00453D3E" w:rsidRPr="00FE0976">
                              <w:rPr>
                                <w:rFonts w:ascii="Lato" w:hAnsi="Lato"/>
                              </w:rPr>
                              <w:t>,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and date for your newsletter. </w:t>
                            </w:r>
                          </w:p>
                          <w:p w14:paraId="41608C72" w14:textId="77777777" w:rsidR="00CC3F51" w:rsidRPr="00FE0976" w:rsidRDefault="00CC3F51" w:rsidP="00F6665B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Use the body of your newsletter to keep </w:t>
                            </w:r>
                            <w:r w:rsidRPr="00FE0976">
                              <w:rPr>
                                <w:rFonts w:ascii="Lato" w:hAnsi="Lato"/>
                                <w:szCs w:val="18"/>
                              </w:rPr>
                              <w:t xml:space="preserve">parents apprised of major assignments and class events, as well as any school district news. Provide </w:t>
                            </w:r>
                            <w:r w:rsidRPr="00FE0976">
                              <w:rPr>
                                <w:rStyle w:val="BodyTextChar"/>
                                <w:rFonts w:ascii="Lato" w:hAnsi="Lato"/>
                              </w:rPr>
                              <w:t>explanations of how projects and daily work conform to the state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standards.</w:t>
                            </w:r>
                          </w:p>
                          <w:p w14:paraId="2FF8C7CF" w14:textId="77777777" w:rsidR="00BB757B" w:rsidRPr="00FE0976" w:rsidRDefault="00BB757B" w:rsidP="00852988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D272E" id="Text Box 291" o:spid="_x0000_s1032" type="#_x0000_t202" style="position:absolute;margin-left:315pt;margin-top:558pt;width:234pt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" filled="f" stroked="f">
                <v:textbox inset="0,0,0,0">
                  <w:txbxContent>
                    <w:p w14:paraId="51D70826" w14:textId="77777777" w:rsidR="00CC3F51" w:rsidRPr="00FE0976" w:rsidRDefault="00CC3F51" w:rsidP="00F6665B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First, choose a short title or theme for your newsletter — something like "Class News," or “Back to School.” Then, pick a full title for your newsletter</w:t>
                      </w:r>
                      <w:r w:rsidR="00D431BD" w:rsidRPr="00FE0976">
                        <w:rPr>
                          <w:rFonts w:ascii="Lato" w:hAnsi="Lato"/>
                        </w:rPr>
                        <w:t xml:space="preserve"> — </w:t>
                      </w:r>
                      <w:r w:rsidRPr="00FE0976">
                        <w:rPr>
                          <w:rFonts w:ascii="Lato" w:hAnsi="Lato"/>
                        </w:rPr>
                        <w:t>for example, "</w:t>
                      </w:r>
                      <w:smartTag w:uri="urn:schemas-microsoft-com:office:smarttags" w:element="PersonName">
                        <w:smartTag w:uri="urn:schemas:contacts" w:element="title">
                          <w:r w:rsidRPr="00FE0976">
                            <w:rPr>
                              <w:rFonts w:ascii="Lato" w:hAnsi="Lato"/>
                            </w:rPr>
                            <w:t>Ms.</w:t>
                          </w:r>
                        </w:smartTag>
                        <w:r w:rsidRPr="00FE0976">
                          <w:rPr>
                            <w:rFonts w:ascii="Lato" w:hAnsi="Lato"/>
                          </w:rPr>
                          <w:t xml:space="preserve"> </w:t>
                        </w:r>
                        <w:smartTag w:uri="urn:schemas:contacts" w:element="Sn">
                          <w:r w:rsidRPr="00FE0976">
                            <w:rPr>
                              <w:rFonts w:ascii="Lato" w:hAnsi="Lato"/>
                            </w:rPr>
                            <w:t>Stahl</w:t>
                          </w:r>
                        </w:smartTag>
                      </w:smartTag>
                      <w:r w:rsidRPr="00FE0976">
                        <w:rPr>
                          <w:rFonts w:ascii="Lato" w:hAnsi="Lato"/>
                        </w:rPr>
                        <w:t>’s Classroom Newsletter." If you’d like, you can also add a subtitle, volume number</w:t>
                      </w:r>
                      <w:r w:rsidR="00453D3E" w:rsidRPr="00FE0976">
                        <w:rPr>
                          <w:rFonts w:ascii="Lato" w:hAnsi="Lato"/>
                        </w:rPr>
                        <w:t>,</w:t>
                      </w:r>
                      <w:r w:rsidRPr="00FE0976">
                        <w:rPr>
                          <w:rFonts w:ascii="Lato" w:hAnsi="Lato"/>
                        </w:rPr>
                        <w:t xml:space="preserve"> and date for your newsletter. </w:t>
                      </w:r>
                    </w:p>
                    <w:p w14:paraId="41608C72" w14:textId="77777777" w:rsidR="00CC3F51" w:rsidRPr="00FE0976" w:rsidRDefault="00CC3F51" w:rsidP="00F6665B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Use the body of your newsletter to keep </w:t>
                      </w:r>
                      <w:r w:rsidRPr="00FE0976">
                        <w:rPr>
                          <w:rFonts w:ascii="Lato" w:hAnsi="Lato"/>
                          <w:szCs w:val="18"/>
                        </w:rPr>
                        <w:t xml:space="preserve">parents apprised of major assignments and class events, as well as any school district news. Provide </w:t>
                      </w:r>
                      <w:r w:rsidRPr="00FE0976">
                        <w:rPr>
                          <w:rStyle w:val="BodyTextChar"/>
                          <w:rFonts w:ascii="Lato" w:hAnsi="Lato"/>
                        </w:rPr>
                        <w:t>explanations of how projects and daily work conform to the state</w:t>
                      </w:r>
                      <w:r w:rsidRPr="00FE0976">
                        <w:rPr>
                          <w:rFonts w:ascii="Lato" w:hAnsi="Lato"/>
                        </w:rPr>
                        <w:t xml:space="preserve"> standards.</w:t>
                      </w:r>
                    </w:p>
                    <w:p w14:paraId="2FF8C7CF" w14:textId="77777777" w:rsidR="00BB757B" w:rsidRPr="00FE0976" w:rsidRDefault="00BB757B" w:rsidP="00852988">
                      <w:pPr>
                        <w:pStyle w:val="BodyText"/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F4FE3B" wp14:editId="4B0CB198">
                <wp:simplePos x="0" y="0"/>
                <wp:positionH relativeFrom="page">
                  <wp:posOffset>4000500</wp:posOffset>
                </wp:positionH>
                <wp:positionV relativeFrom="page">
                  <wp:posOffset>6743700</wp:posOffset>
                </wp:positionV>
                <wp:extent cx="2971800" cy="318770"/>
                <wp:effectExtent l="0" t="0" r="0" b="0"/>
                <wp:wrapNone/>
                <wp:docPr id="48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318F0" w14:textId="77777777" w:rsidR="00BB757B" w:rsidRPr="00FE0976" w:rsidRDefault="00CC3F51" w:rsidP="00647FE7">
                            <w:pPr>
                              <w:pStyle w:val="Heading1"/>
                              <w:rPr>
                                <w:color w:val="385623" w:themeColor="accent6" w:themeShade="80"/>
                              </w:rPr>
                            </w:pPr>
                            <w:r w:rsidRPr="00FE0976">
                              <w:rPr>
                                <w:color w:val="385623" w:themeColor="accent6" w:themeShade="80"/>
                              </w:rPr>
                              <w:t>Article Title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4FE3B" id="Text Box 290" o:spid="_x0000_s1033" type="#_x0000_t202" style="position:absolute;margin-left:315pt;margin-top:531pt;width:234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" filled="f" stroked="f">
                <v:textbox style="mso-fit-shape-to-text:t" inset="0,0,0,0">
                  <w:txbxContent>
                    <w:p w14:paraId="481318F0" w14:textId="77777777" w:rsidR="00BB757B" w:rsidRPr="00FE0976" w:rsidRDefault="00CC3F51" w:rsidP="00647FE7">
                      <w:pPr>
                        <w:pStyle w:val="Heading1"/>
                        <w:rPr>
                          <w:color w:val="385623" w:themeColor="accent6" w:themeShade="80"/>
                        </w:rPr>
                      </w:pPr>
                      <w:r w:rsidRPr="00FE0976">
                        <w:rPr>
                          <w:color w:val="385623" w:themeColor="accent6" w:themeShade="80"/>
                        </w:rPr>
                        <w:t>Article Title 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EC9F433" wp14:editId="13D60A0F">
                <wp:simplePos x="0" y="0"/>
                <wp:positionH relativeFrom="page">
                  <wp:posOffset>685800</wp:posOffset>
                </wp:positionH>
                <wp:positionV relativeFrom="page">
                  <wp:posOffset>2286000</wp:posOffset>
                </wp:positionV>
                <wp:extent cx="2971800" cy="318770"/>
                <wp:effectExtent l="0" t="0" r="0" b="0"/>
                <wp:wrapNone/>
                <wp:docPr id="4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592A9" w14:textId="77777777" w:rsidR="005B7866" w:rsidRPr="00FE0976" w:rsidRDefault="003B7587" w:rsidP="00BA396A">
                            <w:pPr>
                              <w:pStyle w:val="Heading1"/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  <w:t>Article Title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9F433" id="Text Box 15" o:spid="_x0000_s1034" type="#_x0000_t202" style="position:absolute;margin-left:54pt;margin-top:180pt;width:234pt;height:25.1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" filled="f" stroked="f">
                <v:textbox style="mso-fit-shape-to-text:t" inset="0,0,0,0">
                  <w:txbxContent>
                    <w:p w14:paraId="53F592A9" w14:textId="77777777" w:rsidR="005B7866" w:rsidRPr="00FE0976" w:rsidRDefault="003B7587" w:rsidP="00BA396A">
                      <w:pPr>
                        <w:pStyle w:val="Heading1"/>
                        <w:rPr>
                          <w:rFonts w:ascii="Lato" w:hAnsi="Lato"/>
                          <w:color w:val="385623" w:themeColor="accent6" w:themeShade="80"/>
                        </w:rPr>
                      </w:pPr>
                      <w:r w:rsidRPr="00FE0976">
                        <w:rPr>
                          <w:rFonts w:ascii="Lato" w:hAnsi="Lato"/>
                          <w:color w:val="385623" w:themeColor="accent6" w:themeShade="80"/>
                        </w:rPr>
                        <w:t>Article Title 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AA2F67" wp14:editId="28AEF43F">
                <wp:simplePos x="0" y="0"/>
                <wp:positionH relativeFrom="page">
                  <wp:posOffset>1943100</wp:posOffset>
                </wp:positionH>
                <wp:positionV relativeFrom="page">
                  <wp:posOffset>509270</wp:posOffset>
                </wp:positionV>
                <wp:extent cx="1943100" cy="863600"/>
                <wp:effectExtent l="0" t="4445" r="0" b="0"/>
                <wp:wrapNone/>
                <wp:docPr id="46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A9A7AB1" w14:textId="77777777" w:rsidR="005577F7" w:rsidRPr="00B10C2F" w:rsidRDefault="005577F7" w:rsidP="005577F7">
                            <w:pPr>
                              <w:pStyle w:val="BackToSchool"/>
                              <w:rPr>
                                <w:rFonts w:ascii="Lato" w:hAnsi="Lato"/>
                              </w:rPr>
                            </w:pPr>
                            <w:r w:rsidRPr="00B10C2F">
                              <w:rPr>
                                <w:rFonts w:ascii="Lato" w:hAnsi="Lato"/>
                              </w:rPr>
                              <w:t xml:space="preserve">Back to </w:t>
                            </w:r>
                            <w:r w:rsidRPr="00B10C2F">
                              <w:rPr>
                                <w:rFonts w:ascii="Lato" w:hAnsi="Lato"/>
                              </w:rPr>
                              <w:br/>
                              <w:t>School!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A2F67" id="Text Box 432" o:spid="_x0000_s1035" type="#_x0000_t202" style="position:absolute;margin-left:153pt;margin-top:40.1pt;width:153pt;height:6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" filled="f" stroked="f">
                <v:textbox style="mso-fit-shape-to-text:t" inset="0,0,0,0">
                  <w:txbxContent>
                    <w:p w14:paraId="4A9A7AB1" w14:textId="77777777" w:rsidR="005577F7" w:rsidRPr="00B10C2F" w:rsidRDefault="005577F7" w:rsidP="005577F7">
                      <w:pPr>
                        <w:pStyle w:val="BackToSchool"/>
                        <w:rPr>
                          <w:rFonts w:ascii="Lato" w:hAnsi="Lato"/>
                        </w:rPr>
                      </w:pPr>
                      <w:r w:rsidRPr="00B10C2F">
                        <w:rPr>
                          <w:rFonts w:ascii="Lato" w:hAnsi="Lato"/>
                        </w:rPr>
                        <w:t xml:space="preserve">Back to </w:t>
                      </w:r>
                      <w:r w:rsidRPr="00B10C2F">
                        <w:rPr>
                          <w:rFonts w:ascii="Lato" w:hAnsi="Lato"/>
                        </w:rPr>
                        <w:br/>
                        <w:t>School!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E96B65" wp14:editId="6217CC13">
                <wp:simplePos x="0" y="0"/>
                <wp:positionH relativeFrom="page">
                  <wp:posOffset>685800</wp:posOffset>
                </wp:positionH>
                <wp:positionV relativeFrom="page">
                  <wp:posOffset>456565</wp:posOffset>
                </wp:positionV>
                <wp:extent cx="4604385" cy="1126490"/>
                <wp:effectExtent l="0" t="0" r="0" b="0"/>
                <wp:wrapNone/>
                <wp:docPr id="45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4385" cy="1126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4F6882" w14:textId="1A1E05B5" w:rsidR="008E02B2" w:rsidRPr="008E02B2" w:rsidRDefault="00B10C2F" w:rsidP="003743CF">
                            <w:r w:rsidRPr="008E02B2">
                              <w:rPr>
                                <w:noProof/>
                              </w:rPr>
                              <w:drawing>
                                <wp:inline distT="0" distB="0" distL="0" distR="0" wp14:anchorId="05840F6E" wp14:editId="646F3A57">
                                  <wp:extent cx="4600575" cy="1123950"/>
                                  <wp:effectExtent l="0" t="0" r="0" b="0"/>
                                  <wp:docPr id="2" name="Picture 2" descr="banner with apples and cray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banner with apples and cray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0575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96B65" id="Text Box 431" o:spid="_x0000_s1036" type="#_x0000_t202" style="position:absolute;margin-left:54pt;margin-top:35.95pt;width:362.55pt;height:88.7pt;z-index:251675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" filled="f" stroked="f">
                <v:textbox style="mso-fit-shape-to-text:t" inset="0,0,0,0">
                  <w:txbxContent>
                    <w:p w14:paraId="754F6882" w14:textId="1A1E05B5" w:rsidR="008E02B2" w:rsidRPr="008E02B2" w:rsidRDefault="00B10C2F" w:rsidP="003743CF">
                      <w:r w:rsidRPr="008E02B2">
                        <w:rPr>
                          <w:noProof/>
                        </w:rPr>
                        <w:drawing>
                          <wp:inline distT="0" distB="0" distL="0" distR="0" wp14:anchorId="05840F6E" wp14:editId="646F3A57">
                            <wp:extent cx="4600575" cy="1123950"/>
                            <wp:effectExtent l="0" t="0" r="0" b="0"/>
                            <wp:docPr id="2" name="Picture 2" descr="banner with apples and cray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banner with apples and cray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0575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C9C786" wp14:editId="333E2F3E">
                <wp:simplePos x="0" y="0"/>
                <wp:positionH relativeFrom="page">
                  <wp:posOffset>800100</wp:posOffset>
                </wp:positionH>
                <wp:positionV relativeFrom="page">
                  <wp:posOffset>5143500</wp:posOffset>
                </wp:positionV>
                <wp:extent cx="1882140" cy="1456690"/>
                <wp:effectExtent l="0" t="0" r="3810" b="635"/>
                <wp:wrapNone/>
                <wp:docPr id="44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145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80B0A37" w14:textId="566D9923" w:rsidR="000877A4" w:rsidRPr="000877A4" w:rsidRDefault="00B10C2F">
                            <w:r w:rsidRPr="00B10C2F">
                              <w:rPr>
                                <w:rFonts w:ascii="Lato" w:hAnsi="Lato"/>
                                <w:noProof/>
                              </w:rPr>
                              <w:drawing>
                                <wp:inline distT="0" distB="0" distL="0" distR="0" wp14:anchorId="3650964D" wp14:editId="5C2D71A4">
                                  <wp:extent cx="1885950" cy="1457325"/>
                                  <wp:effectExtent l="0" t="0" r="0" b="0"/>
                                  <wp:docPr id="1" name="Picture 1" descr="apple with penci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pple with penci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5950" cy="1457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9C786" id="Text Box 430" o:spid="_x0000_s1037" type="#_x0000_t202" style="position:absolute;margin-left:63pt;margin-top:405pt;width:148.2pt;height:114.7pt;z-index:251674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" filled="f" stroked="f">
                <v:textbox style="mso-fit-shape-to-text:t" inset="0,0,0,0">
                  <w:txbxContent>
                    <w:p w14:paraId="180B0A37" w14:textId="566D9923" w:rsidR="000877A4" w:rsidRPr="000877A4" w:rsidRDefault="00B10C2F">
                      <w:r w:rsidRPr="00B10C2F">
                        <w:rPr>
                          <w:rFonts w:ascii="Lato" w:hAnsi="Lato"/>
                          <w:noProof/>
                        </w:rPr>
                        <w:drawing>
                          <wp:inline distT="0" distB="0" distL="0" distR="0" wp14:anchorId="3650964D" wp14:editId="5C2D71A4">
                            <wp:extent cx="1885950" cy="1457325"/>
                            <wp:effectExtent l="0" t="0" r="0" b="0"/>
                            <wp:docPr id="1" name="Picture 1" descr="apple with penci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pple with penci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5950" cy="1457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8449C" wp14:editId="56E2922E">
                <wp:simplePos x="0" y="0"/>
                <wp:positionH relativeFrom="page">
                  <wp:posOffset>685800</wp:posOffset>
                </wp:positionH>
                <wp:positionV relativeFrom="page">
                  <wp:posOffset>7200900</wp:posOffset>
                </wp:positionV>
                <wp:extent cx="2971800" cy="2057400"/>
                <wp:effectExtent l="0" t="0" r="0" b="0"/>
                <wp:wrapNone/>
                <wp:docPr id="43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2" seq="1"/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8449C" id="Text Box 287" o:spid="_x0000_s1038" type="#_x0000_t202" style="position:absolute;margin-left:54pt;margin-top:567pt;width:234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" filled="f" stroked="f">
                <v:textbox style="mso-fit-shape-to-text:t" inset="0,0,0,0">
                  <w:txbxContent/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026CE1DA" wp14:editId="01ADFB79">
                <wp:simplePos x="0" y="0"/>
                <wp:positionH relativeFrom="page">
                  <wp:posOffset>342900</wp:posOffset>
                </wp:positionH>
                <wp:positionV relativeFrom="page">
                  <wp:posOffset>800100</wp:posOffset>
                </wp:positionV>
                <wp:extent cx="7086600" cy="8686800"/>
                <wp:effectExtent l="19050" t="0" r="19050" b="19050"/>
                <wp:wrapNone/>
                <wp:docPr id="40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8686800"/>
                          <a:chOff x="540" y="1260"/>
                          <a:chExt cx="11160" cy="13860"/>
                        </a:xfrm>
                      </wpg:grpSpPr>
                      <wps:wsp>
                        <wps:cNvPr id="41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540" y="1440"/>
                            <a:ext cx="11160" cy="13680"/>
                          </a:xfrm>
                          <a:prstGeom prst="rect">
                            <a:avLst/>
                          </a:prstGeom>
                          <a:noFill/>
                          <a:ln w="22225" algn="ctr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8100" y="126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1B16D" id="Group 300" o:spid="_x0000_s1026" style="position:absolute;margin-left:27pt;margin-top:63pt;width:558pt;height:684pt;z-index:251633664;mso-position-horizontal-relative:page;mso-position-vertical-relative:page" coordorigin="540,1260" coordsize="11160,1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">
                <v:rect id="Rectangle 295" o:spid="_x0000_s1027" style="position:absolute;left:540;top:1440;width:111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" filled="f" strokecolor="red" strokeweight="1.75pt">
                  <v:textbox inset="0,0,0,0"/>
                </v:rect>
                <v:rect id="Rectangle 298" o:spid="_x0000_s1028" style="position:absolute;left:8100;top:126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" stroked="f">
                  <v:textbox inset="0,0,0,0"/>
                </v:rect>
                <w10:wrap anchorx="page" anchory="page"/>
              </v:group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211F1F" wp14:editId="120FE3C1">
                <wp:simplePos x="0" y="0"/>
                <wp:positionH relativeFrom="page">
                  <wp:posOffset>5486400</wp:posOffset>
                </wp:positionH>
                <wp:positionV relativeFrom="page">
                  <wp:posOffset>457200</wp:posOffset>
                </wp:positionV>
                <wp:extent cx="1485900" cy="990600"/>
                <wp:effectExtent l="0" t="0" r="0" b="0"/>
                <wp:wrapNone/>
                <wp:docPr id="39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722D8" w14:textId="77777777" w:rsidR="005B4F56" w:rsidRPr="00B10C2F" w:rsidRDefault="004B2E97" w:rsidP="005B4F56">
                            <w:pPr>
                              <w:pStyle w:val="Heading3"/>
                              <w:rPr>
                                <w:rFonts w:ascii="Lato" w:hAnsi="Lato"/>
                              </w:rPr>
                            </w:pPr>
                            <w:r w:rsidRPr="00B10C2F">
                              <w:rPr>
                                <w:rFonts w:ascii="Lato" w:hAnsi="Lato"/>
                              </w:rPr>
                              <w:t xml:space="preserve">The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Pr="00B10C2F">
                                  <w:rPr>
                                    <w:rFonts w:ascii="Lato" w:hAnsi="Lato"/>
                                  </w:rPr>
                                  <w:t>West</w:t>
                                </w:r>
                              </w:smartTag>
                              <w:r w:rsidRPr="00B10C2F">
                                <w:rPr>
                                  <w:rFonts w:ascii="Lato" w:hAnsi="Lato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B10C2F">
                                  <w:rPr>
                                    <w:rFonts w:ascii="Lato" w:hAnsi="Lato"/>
                                  </w:rPr>
                                  <w:t>School</w:t>
                                </w:r>
                              </w:smartTag>
                            </w:smartTag>
                          </w:p>
                          <w:p w14:paraId="6BB06D24" w14:textId="77777777" w:rsidR="00DF3CC2" w:rsidRPr="00B10C2F" w:rsidRDefault="009E4798" w:rsidP="00DF3CC2">
                            <w:pPr>
                              <w:pStyle w:val="SchoolAddress"/>
                              <w:rPr>
                                <w:rFonts w:ascii="Lato" w:hAnsi="Lato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B10C2F">
                                  <w:rPr>
                                    <w:rFonts w:ascii="Lato" w:hAnsi="Lato"/>
                                  </w:rPr>
                                  <w:t>Madison</w:t>
                                </w:r>
                              </w:smartTag>
                              <w:r w:rsidR="004B2E97" w:rsidRPr="00B10C2F">
                                <w:rPr>
                                  <w:rFonts w:ascii="Lato" w:hAnsi="Lato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="004B2E97" w:rsidRPr="00B10C2F">
                                  <w:rPr>
                                    <w:rFonts w:ascii="Lato" w:hAnsi="Lato"/>
                                  </w:rPr>
                                  <w:t>CT</w:t>
                                </w:r>
                              </w:smartTag>
                            </w:smartTag>
                          </w:p>
                          <w:p w14:paraId="6A57F284" w14:textId="77777777" w:rsidR="00DF3CC2" w:rsidRPr="00B10C2F" w:rsidRDefault="00DF3CC2" w:rsidP="004B2E97">
                            <w:pPr>
                              <w:pStyle w:val="VolumeandIssue"/>
                              <w:rPr>
                                <w:rFonts w:ascii="Lato" w:hAnsi="Lato"/>
                              </w:rPr>
                            </w:pPr>
                          </w:p>
                          <w:p w14:paraId="4AFF9648" w14:textId="77777777" w:rsidR="005B4F56" w:rsidRPr="00B10C2F" w:rsidRDefault="005B4F56" w:rsidP="004B2E97">
                            <w:pPr>
                              <w:pStyle w:val="VolumeandIssue"/>
                              <w:rPr>
                                <w:rFonts w:ascii="Lato" w:hAnsi="Lato"/>
                              </w:rPr>
                            </w:pPr>
                            <w:r w:rsidRPr="00B10C2F">
                              <w:rPr>
                                <w:rFonts w:ascii="Lato" w:hAnsi="Lato"/>
                              </w:rPr>
                              <w:t>Newsletter Date</w:t>
                            </w:r>
                          </w:p>
                          <w:p w14:paraId="4A352A50" w14:textId="77777777" w:rsidR="005B4F56" w:rsidRPr="00B10C2F" w:rsidRDefault="005B4F56" w:rsidP="00A842F7">
                            <w:pPr>
                              <w:pStyle w:val="VolumeandIssue"/>
                              <w:rPr>
                                <w:rFonts w:ascii="Lato" w:hAnsi="Lato"/>
                              </w:rPr>
                            </w:pPr>
                            <w:r w:rsidRPr="00B10C2F">
                              <w:rPr>
                                <w:rFonts w:ascii="Lato" w:hAnsi="Lato"/>
                              </w:rPr>
                              <w:t>Volume 1, Issue 1</w:t>
                            </w:r>
                          </w:p>
                          <w:p w14:paraId="74A516F3" w14:textId="77777777" w:rsidR="005B4F56" w:rsidRPr="00B10C2F" w:rsidRDefault="005B4F56" w:rsidP="005B4F56">
                            <w:pPr>
                              <w:pStyle w:val="SchoolAddress"/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11F1F" id="Text Box 283" o:spid="_x0000_s1039" type="#_x0000_t202" style="position:absolute;margin-left:6in;margin-top:36pt;width:117pt;height:7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" filled="f" stroked="f">
                <v:textbox style="mso-fit-shape-to-text:t" inset="0,0,0,0">
                  <w:txbxContent>
                    <w:p w14:paraId="0C6722D8" w14:textId="77777777" w:rsidR="005B4F56" w:rsidRPr="00B10C2F" w:rsidRDefault="004B2E97" w:rsidP="005B4F56">
                      <w:pPr>
                        <w:pStyle w:val="Heading3"/>
                        <w:rPr>
                          <w:rFonts w:ascii="Lato" w:hAnsi="Lato"/>
                        </w:rPr>
                      </w:pPr>
                      <w:r w:rsidRPr="00B10C2F">
                        <w:rPr>
                          <w:rFonts w:ascii="Lato" w:hAnsi="Lato"/>
                        </w:rPr>
                        <w:t xml:space="preserve">The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Pr="00B10C2F">
                            <w:rPr>
                              <w:rFonts w:ascii="Lato" w:hAnsi="Lato"/>
                            </w:rPr>
                            <w:t>West</w:t>
                          </w:r>
                        </w:smartTag>
                        <w:r w:rsidRPr="00B10C2F">
                          <w:rPr>
                            <w:rFonts w:ascii="Lato" w:hAnsi="Lato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B10C2F">
                            <w:rPr>
                              <w:rFonts w:ascii="Lato" w:hAnsi="Lato"/>
                            </w:rPr>
                            <w:t>School</w:t>
                          </w:r>
                        </w:smartTag>
                      </w:smartTag>
                    </w:p>
                    <w:p w14:paraId="6BB06D24" w14:textId="77777777" w:rsidR="00DF3CC2" w:rsidRPr="00B10C2F" w:rsidRDefault="009E4798" w:rsidP="00DF3CC2">
                      <w:pPr>
                        <w:pStyle w:val="SchoolAddress"/>
                        <w:rPr>
                          <w:rFonts w:ascii="Lato" w:hAnsi="Lato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B10C2F">
                            <w:rPr>
                              <w:rFonts w:ascii="Lato" w:hAnsi="Lato"/>
                            </w:rPr>
                            <w:t>Madison</w:t>
                          </w:r>
                        </w:smartTag>
                        <w:r w:rsidR="004B2E97" w:rsidRPr="00B10C2F">
                          <w:rPr>
                            <w:rFonts w:ascii="Lato" w:hAnsi="Lato"/>
                          </w:rPr>
                          <w:t xml:space="preserve">, </w:t>
                        </w:r>
                        <w:smartTag w:uri="urn:schemas-microsoft-com:office:smarttags" w:element="State">
                          <w:r w:rsidR="004B2E97" w:rsidRPr="00B10C2F">
                            <w:rPr>
                              <w:rFonts w:ascii="Lato" w:hAnsi="Lato"/>
                            </w:rPr>
                            <w:t>CT</w:t>
                          </w:r>
                        </w:smartTag>
                      </w:smartTag>
                    </w:p>
                    <w:p w14:paraId="6A57F284" w14:textId="77777777" w:rsidR="00DF3CC2" w:rsidRPr="00B10C2F" w:rsidRDefault="00DF3CC2" w:rsidP="004B2E97">
                      <w:pPr>
                        <w:pStyle w:val="VolumeandIssue"/>
                        <w:rPr>
                          <w:rFonts w:ascii="Lato" w:hAnsi="Lato"/>
                        </w:rPr>
                      </w:pPr>
                    </w:p>
                    <w:p w14:paraId="4AFF9648" w14:textId="77777777" w:rsidR="005B4F56" w:rsidRPr="00B10C2F" w:rsidRDefault="005B4F56" w:rsidP="004B2E97">
                      <w:pPr>
                        <w:pStyle w:val="VolumeandIssue"/>
                        <w:rPr>
                          <w:rFonts w:ascii="Lato" w:hAnsi="Lato"/>
                        </w:rPr>
                      </w:pPr>
                      <w:r w:rsidRPr="00B10C2F">
                        <w:rPr>
                          <w:rFonts w:ascii="Lato" w:hAnsi="Lato"/>
                        </w:rPr>
                        <w:t>Newsletter Date</w:t>
                      </w:r>
                    </w:p>
                    <w:p w14:paraId="4A352A50" w14:textId="77777777" w:rsidR="005B4F56" w:rsidRPr="00B10C2F" w:rsidRDefault="005B4F56" w:rsidP="00A842F7">
                      <w:pPr>
                        <w:pStyle w:val="VolumeandIssue"/>
                        <w:rPr>
                          <w:rFonts w:ascii="Lato" w:hAnsi="Lato"/>
                        </w:rPr>
                      </w:pPr>
                      <w:r w:rsidRPr="00B10C2F">
                        <w:rPr>
                          <w:rFonts w:ascii="Lato" w:hAnsi="Lato"/>
                        </w:rPr>
                        <w:t>Volume 1, Issue 1</w:t>
                      </w:r>
                    </w:p>
                    <w:p w14:paraId="74A516F3" w14:textId="77777777" w:rsidR="005B4F56" w:rsidRPr="00B10C2F" w:rsidRDefault="005B4F56" w:rsidP="005B4F56">
                      <w:pPr>
                        <w:pStyle w:val="SchoolAddress"/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FB3A135" wp14:editId="15FD9AC1">
                <wp:simplePos x="0" y="0"/>
                <wp:positionH relativeFrom="page">
                  <wp:posOffset>652780</wp:posOffset>
                </wp:positionH>
                <wp:positionV relativeFrom="page">
                  <wp:posOffset>1714500</wp:posOffset>
                </wp:positionV>
                <wp:extent cx="6433820" cy="495300"/>
                <wp:effectExtent l="0" t="0" r="0" b="0"/>
                <wp:wrapNone/>
                <wp:docPr id="3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382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9E417" w14:textId="77777777" w:rsidR="005B7866" w:rsidRPr="00FE0976" w:rsidRDefault="009E4798" w:rsidP="00236FD0">
                            <w:pPr>
                              <w:pStyle w:val="Masthead"/>
                              <w:rPr>
                                <w:color w:val="BF8F00" w:themeColor="accent4" w:themeShade="BF"/>
                              </w:rPr>
                            </w:pPr>
                            <w:r w:rsidRPr="00FE0976">
                              <w:rPr>
                                <w:color w:val="BF8F00" w:themeColor="accent4" w:themeShade="BF"/>
                              </w:rPr>
                              <w:t>M</w:t>
                            </w:r>
                            <w:r w:rsidR="004B2E97" w:rsidRPr="00FE0976">
                              <w:rPr>
                                <w:color w:val="BF8F00" w:themeColor="accent4" w:themeShade="BF"/>
                              </w:rPr>
                              <w:t xml:space="preserve">s. </w:t>
                            </w:r>
                            <w:r w:rsidR="00144343" w:rsidRPr="00FE0976">
                              <w:rPr>
                                <w:color w:val="BF8F00" w:themeColor="accent4" w:themeShade="BF"/>
                              </w:rPr>
                              <w:t xml:space="preserve">Stahl’s Classroom Newsletter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3A135" id="Text Box 13" o:spid="_x0000_s1040" type="#_x0000_t202" style="position:absolute;margin-left:51.4pt;margin-top:135pt;width:506.6pt;height:39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" filled="f" stroked="f" strokecolor="white">
                <v:textbox style="mso-fit-shape-to-text:t" inset="0,0,0,0">
                  <w:txbxContent>
                    <w:p w14:paraId="3309E417" w14:textId="77777777" w:rsidR="005B7866" w:rsidRPr="00FE0976" w:rsidRDefault="009E4798" w:rsidP="00236FD0">
                      <w:pPr>
                        <w:pStyle w:val="Masthead"/>
                        <w:rPr>
                          <w:color w:val="BF8F00" w:themeColor="accent4" w:themeShade="BF"/>
                        </w:rPr>
                      </w:pPr>
                      <w:r w:rsidRPr="00FE0976">
                        <w:rPr>
                          <w:color w:val="BF8F00" w:themeColor="accent4" w:themeShade="BF"/>
                        </w:rPr>
                        <w:t>M</w:t>
                      </w:r>
                      <w:r w:rsidR="004B2E97" w:rsidRPr="00FE0976">
                        <w:rPr>
                          <w:color w:val="BF8F00" w:themeColor="accent4" w:themeShade="BF"/>
                        </w:rPr>
                        <w:t xml:space="preserve">s. </w:t>
                      </w:r>
                      <w:r w:rsidR="00144343" w:rsidRPr="00FE0976">
                        <w:rPr>
                          <w:color w:val="BF8F00" w:themeColor="accent4" w:themeShade="BF"/>
                        </w:rPr>
                        <w:t xml:space="preserve">Stahl’s Classroom Newsletter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93C60E6" wp14:editId="34CA8226">
                <wp:simplePos x="0" y="0"/>
                <wp:positionH relativeFrom="page">
                  <wp:posOffset>5398770</wp:posOffset>
                </wp:positionH>
                <wp:positionV relativeFrom="page">
                  <wp:posOffset>457200</wp:posOffset>
                </wp:positionV>
                <wp:extent cx="1714500" cy="1028700"/>
                <wp:effectExtent l="17145" t="19050" r="11430" b="19050"/>
                <wp:wrapNone/>
                <wp:docPr id="37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222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5FD1C" id="Rectangle 284" o:spid="_x0000_s1026" style="position:absolute;margin-left:425.1pt;margin-top:36pt;width:135pt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" fillcolor="#ff9" strokecolor="red" strokeweight="1.75pt">
                <v:textbox inset="0,0,0,0"/>
                <w10:wrap anchorx="page" anchory="page"/>
              </v:rect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C5E0795" wp14:editId="7B8C768A">
                <wp:simplePos x="0" y="0"/>
                <wp:positionH relativeFrom="page">
                  <wp:posOffset>2540000</wp:posOffset>
                </wp:positionH>
                <wp:positionV relativeFrom="page">
                  <wp:posOffset>3149600</wp:posOffset>
                </wp:positionV>
                <wp:extent cx="91440" cy="91440"/>
                <wp:effectExtent l="0" t="0" r="0" b="0"/>
                <wp:wrapNone/>
                <wp:docPr id="36" name="Text Box 14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F9490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E0795" id="Text Box 144" o:spid="_x0000_s1041" type="#_x0000_t202" style="position:absolute;margin-left:200pt;margin-top:248pt;width:7.2pt;height:7.2pt;z-index:25164083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" filled="f" stroked="f">
                <v:textbox inset="0,0,0,0">
                  <w:txbxContent>
                    <w:p w14:paraId="542F9490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E55C986" wp14:editId="06F69563">
                <wp:simplePos x="0" y="0"/>
                <wp:positionH relativeFrom="page">
                  <wp:posOffset>2529840</wp:posOffset>
                </wp:positionH>
                <wp:positionV relativeFrom="page">
                  <wp:posOffset>6601460</wp:posOffset>
                </wp:positionV>
                <wp:extent cx="91440" cy="91440"/>
                <wp:effectExtent l="0" t="635" r="0" b="3175"/>
                <wp:wrapNone/>
                <wp:docPr id="35" name="Text Box 14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1F2FE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5C986" id="Text Box 148" o:spid="_x0000_s1042" type="#_x0000_t202" style="position:absolute;margin-left:199.2pt;margin-top:519.8pt;width:7.2pt;height:7.2pt;z-index:25164185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" filled="f" stroked="f">
                <v:textbox inset="0,0,0,0">
                  <w:txbxContent>
                    <w:p w14:paraId="3B61F2FE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B7866" w:rsidRPr="00FE0976">
        <w:rPr>
          <w:rFonts w:ascii="Lato" w:hAnsi="Lato"/>
          <w:noProof/>
        </w:rPr>
        <w:br w:type="page"/>
      </w:r>
      <w:r w:rsidRPr="00FE0976">
        <w:rPr>
          <w:rFonts w:ascii="Lato" w:hAnsi="Lat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21172F" wp14:editId="70FF2DDC">
                <wp:simplePos x="0" y="0"/>
                <wp:positionH relativeFrom="page">
                  <wp:posOffset>685800</wp:posOffset>
                </wp:positionH>
                <wp:positionV relativeFrom="page">
                  <wp:posOffset>7269480</wp:posOffset>
                </wp:positionV>
                <wp:extent cx="2971800" cy="2075180"/>
                <wp:effectExtent l="0" t="1905" r="0" b="0"/>
                <wp:wrapNone/>
                <wp:docPr id="34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07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841DE" w14:textId="77777777" w:rsidR="00647FE7" w:rsidRPr="00FE0976" w:rsidRDefault="00647FE7" w:rsidP="00647FE7">
                            <w:pPr>
                              <w:pStyle w:val="List2"/>
                              <w:numPr>
                                <w:ilvl w:val="0"/>
                                <w:numId w:val="0"/>
                              </w:numPr>
                              <w:tabs>
                                <w:tab w:val="num" w:pos="900"/>
                              </w:tabs>
                              <w:ind w:left="432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Your child will need the following supplies this year:</w:t>
                            </w:r>
                          </w:p>
                          <w:p w14:paraId="2E73A144" w14:textId="77777777" w:rsidR="0094155C" w:rsidRPr="00FE0976" w:rsidRDefault="00530AF1" w:rsidP="00350640">
                            <w:pPr>
                              <w:pStyle w:val="List2"/>
                              <w:tabs>
                                <w:tab w:val="num" w:pos="900"/>
                              </w:tabs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backpack</w:t>
                            </w:r>
                          </w:p>
                          <w:p w14:paraId="24FE6959" w14:textId="77777777" w:rsidR="00530AF1" w:rsidRPr="00FE0976" w:rsidRDefault="00530AF1" w:rsidP="00350640">
                            <w:pPr>
                              <w:pStyle w:val="List2"/>
                              <w:tabs>
                                <w:tab w:val="num" w:pos="900"/>
                              </w:tabs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3 spiral notebooks</w:t>
                            </w:r>
                          </w:p>
                          <w:p w14:paraId="4F1C4549" w14:textId="77777777" w:rsidR="00530AF1" w:rsidRPr="00FE0976" w:rsidRDefault="00530AF1" w:rsidP="00350640">
                            <w:pPr>
                              <w:pStyle w:val="List2"/>
                              <w:tabs>
                                <w:tab w:val="num" w:pos="900"/>
                              </w:tabs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1 box of pencils</w:t>
                            </w:r>
                          </w:p>
                          <w:p w14:paraId="0A9AE614" w14:textId="77777777" w:rsidR="00530AF1" w:rsidRPr="00FE0976" w:rsidRDefault="00530AF1" w:rsidP="00350640">
                            <w:pPr>
                              <w:pStyle w:val="List2"/>
                              <w:tabs>
                                <w:tab w:val="num" w:pos="900"/>
                              </w:tabs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erasers</w:t>
                            </w:r>
                          </w:p>
                          <w:p w14:paraId="73793799" w14:textId="77777777" w:rsidR="00530AF1" w:rsidRPr="00FE0976" w:rsidRDefault="00530AF1" w:rsidP="00350640">
                            <w:pPr>
                              <w:pStyle w:val="List2"/>
                              <w:tabs>
                                <w:tab w:val="num" w:pos="900"/>
                              </w:tabs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rulers</w:t>
                            </w:r>
                          </w:p>
                          <w:p w14:paraId="0C56DA7A" w14:textId="77777777" w:rsidR="00530AF1" w:rsidRPr="00FE0976" w:rsidRDefault="00530AF1" w:rsidP="00350640">
                            <w:pPr>
                              <w:pStyle w:val="List2"/>
                              <w:tabs>
                                <w:tab w:val="num" w:pos="900"/>
                              </w:tabs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compass</w:t>
                            </w:r>
                          </w:p>
                          <w:p w14:paraId="7B083164" w14:textId="77777777" w:rsidR="0094155C" w:rsidRPr="00FE0976" w:rsidRDefault="00530AF1" w:rsidP="007041E4">
                            <w:pPr>
                              <w:pStyle w:val="List2"/>
                              <w:tabs>
                                <w:tab w:val="num" w:pos="900"/>
                              </w:tabs>
                              <w:ind w:left="432" w:firstLine="0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lunch box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1172F" id="Text Box 307" o:spid="_x0000_s1043" type="#_x0000_t202" style="position:absolute;margin-left:54pt;margin-top:572.4pt;width:234pt;height:163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" filled="f" stroked="f" strokecolor="maroon">
                <v:textbox style="mso-fit-shape-to-text:t" inset="0,0,0,0">
                  <w:txbxContent>
                    <w:p w14:paraId="072841DE" w14:textId="77777777" w:rsidR="00647FE7" w:rsidRPr="00FE0976" w:rsidRDefault="00647FE7" w:rsidP="00647FE7">
                      <w:pPr>
                        <w:pStyle w:val="List2"/>
                        <w:numPr>
                          <w:ilvl w:val="0"/>
                          <w:numId w:val="0"/>
                        </w:numPr>
                        <w:tabs>
                          <w:tab w:val="num" w:pos="900"/>
                        </w:tabs>
                        <w:ind w:left="432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Your child will need the following supplies this year:</w:t>
                      </w:r>
                    </w:p>
                    <w:p w14:paraId="2E73A144" w14:textId="77777777" w:rsidR="0094155C" w:rsidRPr="00FE0976" w:rsidRDefault="00530AF1" w:rsidP="00350640">
                      <w:pPr>
                        <w:pStyle w:val="List2"/>
                        <w:tabs>
                          <w:tab w:val="num" w:pos="900"/>
                        </w:tabs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backpack</w:t>
                      </w:r>
                    </w:p>
                    <w:p w14:paraId="24FE6959" w14:textId="77777777" w:rsidR="00530AF1" w:rsidRPr="00FE0976" w:rsidRDefault="00530AF1" w:rsidP="00350640">
                      <w:pPr>
                        <w:pStyle w:val="List2"/>
                        <w:tabs>
                          <w:tab w:val="num" w:pos="900"/>
                        </w:tabs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3 spiral notebooks</w:t>
                      </w:r>
                    </w:p>
                    <w:p w14:paraId="4F1C4549" w14:textId="77777777" w:rsidR="00530AF1" w:rsidRPr="00FE0976" w:rsidRDefault="00530AF1" w:rsidP="00350640">
                      <w:pPr>
                        <w:pStyle w:val="List2"/>
                        <w:tabs>
                          <w:tab w:val="num" w:pos="900"/>
                        </w:tabs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1 box of pencils</w:t>
                      </w:r>
                    </w:p>
                    <w:p w14:paraId="0A9AE614" w14:textId="77777777" w:rsidR="00530AF1" w:rsidRPr="00FE0976" w:rsidRDefault="00530AF1" w:rsidP="00350640">
                      <w:pPr>
                        <w:pStyle w:val="List2"/>
                        <w:tabs>
                          <w:tab w:val="num" w:pos="900"/>
                        </w:tabs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erasers</w:t>
                      </w:r>
                    </w:p>
                    <w:p w14:paraId="73793799" w14:textId="77777777" w:rsidR="00530AF1" w:rsidRPr="00FE0976" w:rsidRDefault="00530AF1" w:rsidP="00350640">
                      <w:pPr>
                        <w:pStyle w:val="List2"/>
                        <w:tabs>
                          <w:tab w:val="num" w:pos="900"/>
                        </w:tabs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rulers</w:t>
                      </w:r>
                    </w:p>
                    <w:p w14:paraId="0C56DA7A" w14:textId="77777777" w:rsidR="00530AF1" w:rsidRPr="00FE0976" w:rsidRDefault="00530AF1" w:rsidP="00350640">
                      <w:pPr>
                        <w:pStyle w:val="List2"/>
                        <w:tabs>
                          <w:tab w:val="num" w:pos="900"/>
                        </w:tabs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compass</w:t>
                      </w:r>
                    </w:p>
                    <w:p w14:paraId="7B083164" w14:textId="77777777" w:rsidR="0094155C" w:rsidRPr="00FE0976" w:rsidRDefault="00530AF1" w:rsidP="007041E4">
                      <w:pPr>
                        <w:pStyle w:val="List2"/>
                        <w:tabs>
                          <w:tab w:val="num" w:pos="900"/>
                        </w:tabs>
                        <w:ind w:left="432" w:firstLine="0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lunch box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834981" wp14:editId="659B4499">
                <wp:simplePos x="0" y="0"/>
                <wp:positionH relativeFrom="page">
                  <wp:posOffset>3878580</wp:posOffset>
                </wp:positionH>
                <wp:positionV relativeFrom="page">
                  <wp:posOffset>7287260</wp:posOffset>
                </wp:positionV>
                <wp:extent cx="3093720" cy="2151380"/>
                <wp:effectExtent l="1905" t="635" r="0" b="635"/>
                <wp:wrapNone/>
                <wp:docPr id="33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2151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7F8F2" w14:textId="77777777" w:rsidR="00F575C2" w:rsidRPr="00FE0976" w:rsidRDefault="00EA57E3" w:rsidP="001E5185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Special t</w:t>
                            </w:r>
                            <w:r w:rsidR="00F575C2" w:rsidRPr="00FE0976">
                              <w:rPr>
                                <w:rFonts w:ascii="Lato" w:hAnsi="Lato"/>
                              </w:rPr>
                              <w:t>hanks ar</w:t>
                            </w:r>
                            <w:r w:rsidR="007F360F" w:rsidRPr="00FE0976">
                              <w:rPr>
                                <w:rFonts w:ascii="Lato" w:hAnsi="Lato"/>
                              </w:rPr>
                              <w:t>e due the following students</w:t>
                            </w:r>
                            <w:r w:rsidR="00F7747A" w:rsidRPr="00FE0976">
                              <w:rPr>
                                <w:rFonts w:ascii="Lato" w:hAnsi="Lato"/>
                              </w:rPr>
                              <w:t>:</w:t>
                            </w:r>
                          </w:p>
                          <w:p w14:paraId="0E964A10" w14:textId="77777777" w:rsidR="00F575C2" w:rsidRPr="00FE0976" w:rsidRDefault="009E4798" w:rsidP="001E5185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smartTag w:uri="urn:schemas-microsoft-com:office:smarttags" w:element="PersonName">
                              <w:smartTag w:uri="urn:schemas:contacts" w:element="GivenName">
                                <w:r w:rsidRPr="00FE0976">
                                  <w:rPr>
                                    <w:rFonts w:ascii="Lato" w:hAnsi="Lato"/>
                                    <w:b/>
                                  </w:rPr>
                                  <w:t>Jay</w:t>
                                </w:r>
                              </w:smartTag>
                              <w:r w:rsidRPr="00FE0976">
                                <w:rPr>
                                  <w:rFonts w:ascii="Lato" w:hAnsi="Lato"/>
                                  <w:b/>
                                </w:rPr>
                                <w:t xml:space="preserve"> </w:t>
                              </w:r>
                              <w:smartTag w:uri="urn:schemas:contacts" w:element="Sn">
                                <w:r w:rsidRPr="00FE0976">
                                  <w:rPr>
                                    <w:rFonts w:ascii="Lato" w:hAnsi="Lato"/>
                                    <w:b/>
                                  </w:rPr>
                                  <w:t>Adams</w:t>
                                </w:r>
                              </w:smartTag>
                            </w:smartTag>
                            <w:r w:rsidR="00F575C2" w:rsidRPr="00FE0976">
                              <w:rPr>
                                <w:rFonts w:ascii="Lato" w:hAnsi="Lato"/>
                              </w:rPr>
                              <w:t xml:space="preserve"> for volunteering to clean up after the fall open house.</w:t>
                            </w:r>
                          </w:p>
                          <w:p w14:paraId="36A3FBBD" w14:textId="77777777" w:rsidR="00F575C2" w:rsidRPr="00FE0976" w:rsidRDefault="009E4798" w:rsidP="001E5185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smartTag w:uri="urn:schemas-microsoft-com:office:smarttags" w:element="PersonName">
                              <w:smartTag w:uri="urn:schemas:contacts" w:element="GivenName">
                                <w:r w:rsidRPr="00FE0976">
                                  <w:rPr>
                                    <w:rFonts w:ascii="Lato" w:hAnsi="Lato"/>
                                    <w:b/>
                                  </w:rPr>
                                  <w:t>Kari</w:t>
                                </w:r>
                              </w:smartTag>
                              <w:r w:rsidRPr="00FE0976">
                                <w:rPr>
                                  <w:rFonts w:ascii="Lato" w:hAnsi="Lato"/>
                                  <w:b/>
                                </w:rPr>
                                <w:t xml:space="preserve"> </w:t>
                              </w:r>
                              <w:smartTag w:uri="urn:schemas:contacts" w:element="Sn">
                                <w:r w:rsidRPr="00FE0976">
                                  <w:rPr>
                                    <w:rFonts w:ascii="Lato" w:hAnsi="Lato"/>
                                    <w:b/>
                                  </w:rPr>
                                  <w:t>Hensien</w:t>
                                </w:r>
                              </w:smartTag>
                            </w:smartTag>
                            <w:r w:rsidR="00F575C2" w:rsidRPr="00FE0976">
                              <w:rPr>
                                <w:rFonts w:ascii="Lato" w:hAnsi="Lato"/>
                              </w:rPr>
                              <w:t xml:space="preserve"> for donating h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er</w:t>
                            </w:r>
                            <w:r w:rsidR="00F575C2" w:rsidRPr="00FE0976">
                              <w:rPr>
                                <w:rFonts w:ascii="Lato" w:hAnsi="Lato"/>
                              </w:rPr>
                              <w:t xml:space="preserve"> checker</w:t>
                            </w:r>
                            <w:r w:rsidR="00F7747A" w:rsidRPr="00FE0976">
                              <w:rPr>
                                <w:rFonts w:ascii="Lato" w:hAnsi="Lato"/>
                              </w:rPr>
                              <w:t>s</w:t>
                            </w:r>
                            <w:r w:rsidR="00F575C2" w:rsidRPr="00FE0976">
                              <w:rPr>
                                <w:rFonts w:ascii="Lato" w:hAnsi="Lato"/>
                              </w:rPr>
                              <w:t xml:space="preserve"> set to recess.</w:t>
                            </w:r>
                          </w:p>
                          <w:p w14:paraId="4BFD56C7" w14:textId="77777777" w:rsidR="00EB10EA" w:rsidRPr="00FE0976" w:rsidRDefault="007F360F" w:rsidP="001E5185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smartTag w:uri="urn:schemas-microsoft-com:office:smarttags" w:element="PersonName">
                              <w:smartTag w:uri="urn:schemas:contacts" w:element="GivenName">
                                <w:r w:rsidRPr="00FE0976">
                                  <w:rPr>
                                    <w:rFonts w:ascii="Lato" w:hAnsi="Lato"/>
                                    <w:b/>
                                  </w:rPr>
                                  <w:t>Alan</w:t>
                                </w:r>
                              </w:smartTag>
                              <w:r w:rsidRPr="00FE0976">
                                <w:rPr>
                                  <w:rFonts w:ascii="Lato" w:hAnsi="Lato"/>
                                  <w:b/>
                                </w:rPr>
                                <w:t xml:space="preserve"> </w:t>
                              </w:r>
                              <w:smartTag w:uri="urn:schemas:contacts" w:element="Sn">
                                <w:r w:rsidRPr="00FE0976">
                                  <w:rPr>
                                    <w:rFonts w:ascii="Lato" w:hAnsi="Lato"/>
                                    <w:b/>
                                  </w:rPr>
                                  <w:t>Shen</w:t>
                                </w:r>
                              </w:smartTag>
                            </w:smartTag>
                            <w:r w:rsidRPr="00FE0976">
                              <w:rPr>
                                <w:rFonts w:ascii="Lato" w:hAnsi="Lato"/>
                              </w:rPr>
                              <w:t xml:space="preserve"> for baking us his grandmother's chocolate chip cookies last week.</w:t>
                            </w:r>
                          </w:p>
                          <w:p w14:paraId="50F6F752" w14:textId="77777777" w:rsidR="00EA57E3" w:rsidRPr="00FE0976" w:rsidRDefault="00EA57E3" w:rsidP="001E5185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Thank you also to </w:t>
                            </w:r>
                            <w:smartTag w:uri="urn:schemas-microsoft-com:office:smarttags" w:element="PersonName">
                              <w:smartTag w:uri="urn:schemas:contacts" w:element="title">
                                <w:r w:rsidRPr="00FE0976">
                                  <w:rPr>
                                    <w:rFonts w:ascii="Lato" w:hAnsi="Lato"/>
                                    <w:b/>
                                  </w:rPr>
                                  <w:t>Ms.</w:t>
                                </w:r>
                              </w:smartTag>
                              <w:r w:rsidRPr="00FE0976">
                                <w:rPr>
                                  <w:rFonts w:ascii="Lato" w:hAnsi="Lato"/>
                                  <w:b/>
                                </w:rPr>
                                <w:t xml:space="preserve"> </w:t>
                              </w:r>
                              <w:smartTag w:uri="urn:schemas:contacts" w:element="Sn">
                                <w:r w:rsidRPr="00FE0976">
                                  <w:rPr>
                                    <w:rFonts w:ascii="Lato" w:hAnsi="Lato"/>
                                    <w:b/>
                                  </w:rPr>
                                  <w:t>Brown</w:t>
                                </w:r>
                              </w:smartTag>
                            </w:smartTag>
                            <w:r w:rsidRPr="00FE0976">
                              <w:rPr>
                                <w:rFonts w:ascii="Lato" w:hAnsi="Lato"/>
                              </w:rPr>
                              <w:t xml:space="preserve"> for bringing in the travel posters to decorate </w:t>
                            </w:r>
                            <w:r w:rsidR="009A266F" w:rsidRPr="00FE0976">
                              <w:rPr>
                                <w:rFonts w:ascii="Lato" w:hAnsi="Lato"/>
                              </w:rPr>
                              <w:t>for o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pen </w:t>
                            </w:r>
                            <w:r w:rsidR="009A266F" w:rsidRPr="00FE0976">
                              <w:rPr>
                                <w:rFonts w:ascii="Lato" w:hAnsi="Lato"/>
                              </w:rPr>
                              <w:t>h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ouse.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34981" id="Text Box 404" o:spid="_x0000_s1044" type="#_x0000_t202" style="position:absolute;margin-left:305.4pt;margin-top:573.8pt;width:243.6pt;height:169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" filled="f" stroked="f">
                <v:textbox style="mso-fit-shape-to-text:t" inset="0,0,0,0">
                  <w:txbxContent>
                    <w:p w14:paraId="4D77F8F2" w14:textId="77777777" w:rsidR="00F575C2" w:rsidRPr="00FE0976" w:rsidRDefault="00EA57E3" w:rsidP="001E5185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Special t</w:t>
                      </w:r>
                      <w:r w:rsidR="00F575C2" w:rsidRPr="00FE0976">
                        <w:rPr>
                          <w:rFonts w:ascii="Lato" w:hAnsi="Lato"/>
                        </w:rPr>
                        <w:t>hanks ar</w:t>
                      </w:r>
                      <w:r w:rsidR="007F360F" w:rsidRPr="00FE0976">
                        <w:rPr>
                          <w:rFonts w:ascii="Lato" w:hAnsi="Lato"/>
                        </w:rPr>
                        <w:t>e due the following students</w:t>
                      </w:r>
                      <w:r w:rsidR="00F7747A" w:rsidRPr="00FE0976">
                        <w:rPr>
                          <w:rFonts w:ascii="Lato" w:hAnsi="Lato"/>
                        </w:rPr>
                        <w:t>:</w:t>
                      </w:r>
                    </w:p>
                    <w:p w14:paraId="0E964A10" w14:textId="77777777" w:rsidR="00F575C2" w:rsidRPr="00FE0976" w:rsidRDefault="009E4798" w:rsidP="001E5185">
                      <w:pPr>
                        <w:pStyle w:val="BodyText"/>
                        <w:rPr>
                          <w:rFonts w:ascii="Lato" w:hAnsi="Lato"/>
                        </w:rPr>
                      </w:pPr>
                      <w:smartTag w:uri="urn:schemas-microsoft-com:office:smarttags" w:element="PersonName">
                        <w:smartTag w:uri="urn:schemas:contacts" w:element="GivenName">
                          <w:r w:rsidRPr="00FE0976">
                            <w:rPr>
                              <w:rFonts w:ascii="Lato" w:hAnsi="Lato"/>
                              <w:b/>
                            </w:rPr>
                            <w:t>Jay</w:t>
                          </w:r>
                        </w:smartTag>
                        <w:r w:rsidRPr="00FE0976">
                          <w:rPr>
                            <w:rFonts w:ascii="Lato" w:hAnsi="Lato"/>
                            <w:b/>
                          </w:rPr>
                          <w:t xml:space="preserve"> </w:t>
                        </w:r>
                        <w:smartTag w:uri="urn:schemas:contacts" w:element="Sn">
                          <w:r w:rsidRPr="00FE0976">
                            <w:rPr>
                              <w:rFonts w:ascii="Lato" w:hAnsi="Lato"/>
                              <w:b/>
                            </w:rPr>
                            <w:t>Adams</w:t>
                          </w:r>
                        </w:smartTag>
                      </w:smartTag>
                      <w:r w:rsidR="00F575C2" w:rsidRPr="00FE0976">
                        <w:rPr>
                          <w:rFonts w:ascii="Lato" w:hAnsi="Lato"/>
                        </w:rPr>
                        <w:t xml:space="preserve"> for volunteering to clean up after the fall open house.</w:t>
                      </w:r>
                    </w:p>
                    <w:p w14:paraId="36A3FBBD" w14:textId="77777777" w:rsidR="00F575C2" w:rsidRPr="00FE0976" w:rsidRDefault="009E4798" w:rsidP="001E5185">
                      <w:pPr>
                        <w:pStyle w:val="BodyText"/>
                        <w:rPr>
                          <w:rFonts w:ascii="Lato" w:hAnsi="Lato"/>
                        </w:rPr>
                      </w:pPr>
                      <w:smartTag w:uri="urn:schemas-microsoft-com:office:smarttags" w:element="PersonName">
                        <w:smartTag w:uri="urn:schemas:contacts" w:element="GivenName">
                          <w:r w:rsidRPr="00FE0976">
                            <w:rPr>
                              <w:rFonts w:ascii="Lato" w:hAnsi="Lato"/>
                              <w:b/>
                            </w:rPr>
                            <w:t>Kari</w:t>
                          </w:r>
                        </w:smartTag>
                        <w:r w:rsidRPr="00FE0976">
                          <w:rPr>
                            <w:rFonts w:ascii="Lato" w:hAnsi="Lato"/>
                            <w:b/>
                          </w:rPr>
                          <w:t xml:space="preserve"> </w:t>
                        </w:r>
                        <w:smartTag w:uri="urn:schemas:contacts" w:element="Sn">
                          <w:r w:rsidRPr="00FE0976">
                            <w:rPr>
                              <w:rFonts w:ascii="Lato" w:hAnsi="Lato"/>
                              <w:b/>
                            </w:rPr>
                            <w:t>Hensien</w:t>
                          </w:r>
                        </w:smartTag>
                      </w:smartTag>
                      <w:r w:rsidR="00F575C2" w:rsidRPr="00FE0976">
                        <w:rPr>
                          <w:rFonts w:ascii="Lato" w:hAnsi="Lato"/>
                        </w:rPr>
                        <w:t xml:space="preserve"> for donating h</w:t>
                      </w:r>
                      <w:r w:rsidRPr="00FE0976">
                        <w:rPr>
                          <w:rFonts w:ascii="Lato" w:hAnsi="Lato"/>
                        </w:rPr>
                        <w:t>er</w:t>
                      </w:r>
                      <w:r w:rsidR="00F575C2" w:rsidRPr="00FE0976">
                        <w:rPr>
                          <w:rFonts w:ascii="Lato" w:hAnsi="Lato"/>
                        </w:rPr>
                        <w:t xml:space="preserve"> checker</w:t>
                      </w:r>
                      <w:r w:rsidR="00F7747A" w:rsidRPr="00FE0976">
                        <w:rPr>
                          <w:rFonts w:ascii="Lato" w:hAnsi="Lato"/>
                        </w:rPr>
                        <w:t>s</w:t>
                      </w:r>
                      <w:r w:rsidR="00F575C2" w:rsidRPr="00FE0976">
                        <w:rPr>
                          <w:rFonts w:ascii="Lato" w:hAnsi="Lato"/>
                        </w:rPr>
                        <w:t xml:space="preserve"> set to recess.</w:t>
                      </w:r>
                    </w:p>
                    <w:p w14:paraId="4BFD56C7" w14:textId="77777777" w:rsidR="00EB10EA" w:rsidRPr="00FE0976" w:rsidRDefault="007F360F" w:rsidP="001E5185">
                      <w:pPr>
                        <w:pStyle w:val="BodyText"/>
                        <w:rPr>
                          <w:rFonts w:ascii="Lato" w:hAnsi="Lato"/>
                        </w:rPr>
                      </w:pPr>
                      <w:smartTag w:uri="urn:schemas-microsoft-com:office:smarttags" w:element="PersonName">
                        <w:smartTag w:uri="urn:schemas:contacts" w:element="GivenName">
                          <w:r w:rsidRPr="00FE0976">
                            <w:rPr>
                              <w:rFonts w:ascii="Lato" w:hAnsi="Lato"/>
                              <w:b/>
                            </w:rPr>
                            <w:t>Alan</w:t>
                          </w:r>
                        </w:smartTag>
                        <w:r w:rsidRPr="00FE0976">
                          <w:rPr>
                            <w:rFonts w:ascii="Lato" w:hAnsi="Lato"/>
                            <w:b/>
                          </w:rPr>
                          <w:t xml:space="preserve"> </w:t>
                        </w:r>
                        <w:smartTag w:uri="urn:schemas:contacts" w:element="Sn">
                          <w:r w:rsidRPr="00FE0976">
                            <w:rPr>
                              <w:rFonts w:ascii="Lato" w:hAnsi="Lato"/>
                              <w:b/>
                            </w:rPr>
                            <w:t>Shen</w:t>
                          </w:r>
                        </w:smartTag>
                      </w:smartTag>
                      <w:r w:rsidRPr="00FE0976">
                        <w:rPr>
                          <w:rFonts w:ascii="Lato" w:hAnsi="Lato"/>
                        </w:rPr>
                        <w:t xml:space="preserve"> for baking us his grandmother's chocolate chip cookies last week.</w:t>
                      </w:r>
                    </w:p>
                    <w:p w14:paraId="50F6F752" w14:textId="77777777" w:rsidR="00EA57E3" w:rsidRPr="00FE0976" w:rsidRDefault="00EA57E3" w:rsidP="001E5185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Thank you also to </w:t>
                      </w:r>
                      <w:smartTag w:uri="urn:schemas-microsoft-com:office:smarttags" w:element="PersonName">
                        <w:smartTag w:uri="urn:schemas:contacts" w:element="title">
                          <w:r w:rsidRPr="00FE0976">
                            <w:rPr>
                              <w:rFonts w:ascii="Lato" w:hAnsi="Lato"/>
                              <w:b/>
                            </w:rPr>
                            <w:t>Ms.</w:t>
                          </w:r>
                        </w:smartTag>
                        <w:r w:rsidRPr="00FE0976">
                          <w:rPr>
                            <w:rFonts w:ascii="Lato" w:hAnsi="Lato"/>
                            <w:b/>
                          </w:rPr>
                          <w:t xml:space="preserve"> </w:t>
                        </w:r>
                        <w:smartTag w:uri="urn:schemas:contacts" w:element="Sn">
                          <w:r w:rsidRPr="00FE0976">
                            <w:rPr>
                              <w:rFonts w:ascii="Lato" w:hAnsi="Lato"/>
                              <w:b/>
                            </w:rPr>
                            <w:t>Brown</w:t>
                          </w:r>
                        </w:smartTag>
                      </w:smartTag>
                      <w:r w:rsidRPr="00FE0976">
                        <w:rPr>
                          <w:rFonts w:ascii="Lato" w:hAnsi="Lato"/>
                        </w:rPr>
                        <w:t xml:space="preserve"> for bringing in the travel posters to decorate </w:t>
                      </w:r>
                      <w:r w:rsidR="009A266F" w:rsidRPr="00FE0976">
                        <w:rPr>
                          <w:rFonts w:ascii="Lato" w:hAnsi="Lato"/>
                        </w:rPr>
                        <w:t>for o</w:t>
                      </w:r>
                      <w:r w:rsidRPr="00FE0976">
                        <w:rPr>
                          <w:rFonts w:ascii="Lato" w:hAnsi="Lato"/>
                        </w:rPr>
                        <w:t xml:space="preserve">pen </w:t>
                      </w:r>
                      <w:r w:rsidR="009A266F" w:rsidRPr="00FE0976">
                        <w:rPr>
                          <w:rFonts w:ascii="Lato" w:hAnsi="Lato"/>
                        </w:rPr>
                        <w:t>h</w:t>
                      </w:r>
                      <w:r w:rsidRPr="00FE0976">
                        <w:rPr>
                          <w:rFonts w:ascii="Lato" w:hAnsi="Lato"/>
                        </w:rPr>
                        <w:t>ouse.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A7B533" wp14:editId="0DEE0DB0">
                <wp:simplePos x="0" y="0"/>
                <wp:positionH relativeFrom="page">
                  <wp:posOffset>800100</wp:posOffset>
                </wp:positionH>
                <wp:positionV relativeFrom="page">
                  <wp:posOffset>6925310</wp:posOffset>
                </wp:positionV>
                <wp:extent cx="2857500" cy="247650"/>
                <wp:effectExtent l="0" t="635" r="0" b="0"/>
                <wp:wrapNone/>
                <wp:docPr id="32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44853" w14:textId="77777777" w:rsidR="0094155C" w:rsidRPr="00FE0976" w:rsidRDefault="009A266F" w:rsidP="0094155C">
                            <w:pPr>
                              <w:pStyle w:val="Heading2"/>
                              <w:rPr>
                                <w:rFonts w:ascii="Lato" w:hAnsi="Lato"/>
                                <w:color w:val="833C0B" w:themeColor="accent2" w:themeShade="80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color w:val="833C0B" w:themeColor="accent2" w:themeShade="80"/>
                              </w:rPr>
                              <w:t>Reminders to Parents</w:t>
                            </w:r>
                            <w:r w:rsidR="0094155C" w:rsidRPr="00FE0976">
                              <w:rPr>
                                <w:rFonts w:ascii="Lato" w:hAnsi="Lato"/>
                                <w:color w:val="833C0B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7B533" id="Text Box 306" o:spid="_x0000_s1045" type="#_x0000_t202" style="position:absolute;margin-left:63pt;margin-top:545.3pt;width:22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" filled="f" fillcolor="#9cf" stroked="f" strokecolor="red">
                <v:textbox style="mso-fit-shape-to-text:t" inset="0,0,0,0">
                  <w:txbxContent>
                    <w:p w14:paraId="5C544853" w14:textId="77777777" w:rsidR="0094155C" w:rsidRPr="00FE0976" w:rsidRDefault="009A266F" w:rsidP="0094155C">
                      <w:pPr>
                        <w:pStyle w:val="Heading2"/>
                        <w:rPr>
                          <w:rFonts w:ascii="Lato" w:hAnsi="Lato"/>
                          <w:color w:val="833C0B" w:themeColor="accent2" w:themeShade="80"/>
                        </w:rPr>
                      </w:pPr>
                      <w:r w:rsidRPr="00FE0976">
                        <w:rPr>
                          <w:rFonts w:ascii="Lato" w:hAnsi="Lato"/>
                          <w:color w:val="833C0B" w:themeColor="accent2" w:themeShade="80"/>
                        </w:rPr>
                        <w:t>Reminders to Parents</w:t>
                      </w:r>
                      <w:r w:rsidR="0094155C" w:rsidRPr="00FE0976">
                        <w:rPr>
                          <w:rFonts w:ascii="Lato" w:hAnsi="Lato"/>
                          <w:color w:val="833C0B" w:themeColor="accent2" w:themeShade="8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DF4F7A" wp14:editId="242E687B">
                <wp:simplePos x="0" y="0"/>
                <wp:positionH relativeFrom="page">
                  <wp:posOffset>4000500</wp:posOffset>
                </wp:positionH>
                <wp:positionV relativeFrom="page">
                  <wp:posOffset>6889750</wp:posOffset>
                </wp:positionV>
                <wp:extent cx="2971800" cy="283210"/>
                <wp:effectExtent l="0" t="3175" r="0" b="0"/>
                <wp:wrapNone/>
                <wp:docPr id="31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13367" w14:textId="77777777" w:rsidR="00EB10EA" w:rsidRPr="00FE0976" w:rsidRDefault="00F575C2" w:rsidP="00F575C2">
                            <w:pPr>
                              <w:pStyle w:val="Heading4"/>
                              <w:rPr>
                                <w:rFonts w:ascii="Lato" w:hAnsi="Lato"/>
                                <w:color w:val="833C0B" w:themeColor="accent2" w:themeShade="80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color w:val="833C0B" w:themeColor="accent2" w:themeShade="80"/>
                              </w:rPr>
                              <w:t>Thank You Students!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F4F7A" id="Text Box 403" o:spid="_x0000_s1046" type="#_x0000_t202" style="position:absolute;margin-left:315pt;margin-top:542.5pt;width:234pt;height:22.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" filled="f" stroked="f">
                <v:textbox style="mso-fit-shape-to-text:t" inset="0,0,0,0">
                  <w:txbxContent>
                    <w:p w14:paraId="25F13367" w14:textId="77777777" w:rsidR="00EB10EA" w:rsidRPr="00FE0976" w:rsidRDefault="00F575C2" w:rsidP="00F575C2">
                      <w:pPr>
                        <w:pStyle w:val="Heading4"/>
                        <w:rPr>
                          <w:rFonts w:ascii="Lato" w:hAnsi="Lato"/>
                          <w:color w:val="833C0B" w:themeColor="accent2" w:themeShade="80"/>
                        </w:rPr>
                      </w:pPr>
                      <w:r w:rsidRPr="00FE0976">
                        <w:rPr>
                          <w:rFonts w:ascii="Lato" w:hAnsi="Lato"/>
                          <w:color w:val="833C0B" w:themeColor="accent2" w:themeShade="80"/>
                        </w:rPr>
                        <w:t>Thank You Students!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F8CF05" wp14:editId="2EED53F8">
                <wp:simplePos x="0" y="0"/>
                <wp:positionH relativeFrom="column">
                  <wp:posOffset>-563880</wp:posOffset>
                </wp:positionH>
                <wp:positionV relativeFrom="paragraph">
                  <wp:posOffset>377825</wp:posOffset>
                </wp:positionV>
                <wp:extent cx="3078480" cy="410210"/>
                <wp:effectExtent l="0" t="0" r="0" b="2540"/>
                <wp:wrapSquare wrapText="bothSides"/>
                <wp:docPr id="30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848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9A0C1" w14:textId="77777777" w:rsidR="000C2ED6" w:rsidRPr="00FE0976" w:rsidRDefault="000C2ED6" w:rsidP="000C2ED6">
                            <w:pPr>
                              <w:pStyle w:val="Heading1"/>
                              <w:rPr>
                                <w:rFonts w:ascii="Lato" w:hAnsi="Lato"/>
                                <w:noProof/>
                                <w:color w:val="385623" w:themeColor="accent6" w:themeShade="80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noProof/>
                                <w:color w:val="385623" w:themeColor="accent6" w:themeShade="80"/>
                              </w:rPr>
                              <w:t>This Week’s Assignments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8CF05" id="Text Box 452" o:spid="_x0000_s1047" type="#_x0000_t202" style="position:absolute;margin-left:-44.4pt;margin-top:29.75pt;width:242.4pt;height:3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" filled="f" stroked="f">
                <v:textbox style="mso-fit-shape-to-text:t">
                  <w:txbxContent>
                    <w:p w14:paraId="0C19A0C1" w14:textId="77777777" w:rsidR="000C2ED6" w:rsidRPr="00FE0976" w:rsidRDefault="000C2ED6" w:rsidP="000C2ED6">
                      <w:pPr>
                        <w:pStyle w:val="Heading1"/>
                        <w:rPr>
                          <w:rFonts w:ascii="Lato" w:hAnsi="Lato"/>
                          <w:noProof/>
                          <w:color w:val="385623" w:themeColor="accent6" w:themeShade="80"/>
                        </w:rPr>
                      </w:pPr>
                      <w:r w:rsidRPr="00FE0976">
                        <w:rPr>
                          <w:rFonts w:ascii="Lato" w:hAnsi="Lato"/>
                          <w:noProof/>
                          <w:color w:val="385623" w:themeColor="accent6" w:themeShade="80"/>
                        </w:rPr>
                        <w:t>This Week’s Assignments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C2AA22C" wp14:editId="0D6C9A58">
                <wp:simplePos x="0" y="0"/>
                <wp:positionH relativeFrom="page">
                  <wp:posOffset>3874135</wp:posOffset>
                </wp:positionH>
                <wp:positionV relativeFrom="page">
                  <wp:posOffset>1485265</wp:posOffset>
                </wp:positionV>
                <wp:extent cx="2971800" cy="2301240"/>
                <wp:effectExtent l="0" t="0" r="19050" b="22860"/>
                <wp:wrapNone/>
                <wp:docPr id="2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301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0B039" w14:textId="77777777" w:rsidR="0033356B" w:rsidRPr="00FE0976" w:rsidRDefault="00DC2208" w:rsidP="00A3453A">
                            <w:pPr>
                              <w:pStyle w:val="Weekday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Monday</w:t>
                            </w:r>
                          </w:p>
                          <w:p w14:paraId="33C56AF3" w14:textId="77777777" w:rsidR="00DC2208" w:rsidRPr="00FE0976" w:rsidRDefault="00DC2208" w:rsidP="00DC2208">
                            <w:pPr>
                              <w:pStyle w:val="BodyText2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Today we are learning about dinosaurs</w:t>
                            </w:r>
                            <w:r w:rsidR="009E4798" w:rsidRPr="00FE0976"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  <w:p w14:paraId="37A4CA03" w14:textId="77777777" w:rsidR="0033356B" w:rsidRPr="00FE0976" w:rsidRDefault="00DC2208" w:rsidP="001844BF">
                            <w:pPr>
                              <w:pStyle w:val="Weekday"/>
                              <w:tabs>
                                <w:tab w:val="clear" w:pos="2970"/>
                                <w:tab w:val="clear" w:pos="3060"/>
                                <w:tab w:val="right" w:pos="3780"/>
                              </w:tabs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Tuesday</w:t>
                            </w:r>
                          </w:p>
                          <w:p w14:paraId="47E6B7D8" w14:textId="77777777" w:rsidR="00DC2208" w:rsidRPr="00FE0976" w:rsidRDefault="00DC2208" w:rsidP="00DC2208">
                            <w:pPr>
                              <w:pStyle w:val="BodyText2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Today we are learning about pets</w:t>
                            </w:r>
                            <w:r w:rsidR="009E4798" w:rsidRPr="00FE0976"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  <w:p w14:paraId="7927C2BD" w14:textId="77777777" w:rsidR="00D33014" w:rsidRPr="00FE0976" w:rsidRDefault="00DC2208" w:rsidP="001844BF">
                            <w:pPr>
                              <w:pStyle w:val="Weekday"/>
                              <w:tabs>
                                <w:tab w:val="clear" w:pos="2970"/>
                                <w:tab w:val="clear" w:pos="3060"/>
                                <w:tab w:val="right" w:pos="3780"/>
                              </w:tabs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Wednesday</w:t>
                            </w:r>
                          </w:p>
                          <w:p w14:paraId="0566D4BC" w14:textId="77777777" w:rsidR="00DC2208" w:rsidRPr="00FE0976" w:rsidRDefault="00DC2208" w:rsidP="00DC2208">
                            <w:pPr>
                              <w:pStyle w:val="BodyText2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Today we are learning about the solar system</w:t>
                            </w:r>
                            <w:r w:rsidR="009E4798" w:rsidRPr="00FE0976"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  <w:p w14:paraId="54FBDE60" w14:textId="77777777" w:rsidR="00DC2208" w:rsidRPr="00FE0976" w:rsidRDefault="00DC2208" w:rsidP="00DC2208">
                            <w:pPr>
                              <w:pStyle w:val="Weekday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Thursday</w:t>
                            </w:r>
                          </w:p>
                          <w:p w14:paraId="5D8EFDE9" w14:textId="77777777" w:rsidR="00DC2208" w:rsidRPr="00FE0976" w:rsidRDefault="00DC2208" w:rsidP="00DC2208">
                            <w:pPr>
                              <w:pStyle w:val="BodyText2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Today we ar</w:t>
                            </w:r>
                            <w:r w:rsidR="009E4798" w:rsidRPr="00FE0976">
                              <w:rPr>
                                <w:rFonts w:ascii="Lato" w:hAnsi="Lato"/>
                              </w:rPr>
                              <w:t>e going on a field trip to the z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oo.</w:t>
                            </w:r>
                          </w:p>
                          <w:p w14:paraId="51AFC935" w14:textId="77777777" w:rsidR="00DC2208" w:rsidRPr="00FE0976" w:rsidRDefault="00DC2208" w:rsidP="00DC2208">
                            <w:pPr>
                              <w:pStyle w:val="Weekday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Friday</w:t>
                            </w:r>
                          </w:p>
                          <w:p w14:paraId="5FC6CFDE" w14:textId="77777777" w:rsidR="00DC2208" w:rsidRPr="00FE0976" w:rsidRDefault="00DC2208" w:rsidP="00DC2208">
                            <w:pPr>
                              <w:pStyle w:val="BodyText2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Today we have a special guest from the fire department to tell us about fire safety.</w:t>
                            </w:r>
                          </w:p>
                          <w:p w14:paraId="69215AC7" w14:textId="77777777" w:rsidR="00DC2208" w:rsidRPr="00FE0976" w:rsidRDefault="00DC2208" w:rsidP="00DC2208">
                            <w:pPr>
                              <w:pStyle w:val="BodyText2"/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AA22C" id="Text Box 33" o:spid="_x0000_s1048" type="#_x0000_t202" style="position:absolute;margin-left:305.05pt;margin-top:116.95pt;width:234pt;height:181.2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" fillcolor="#a5a5a5 [3206]" strokecolor="#525252 [1606]" strokeweight="1pt">
                <v:textbox inset="0,0,0,0">
                  <w:txbxContent>
                    <w:p w14:paraId="7290B039" w14:textId="77777777" w:rsidR="0033356B" w:rsidRPr="00FE0976" w:rsidRDefault="00DC2208" w:rsidP="00A3453A">
                      <w:pPr>
                        <w:pStyle w:val="Weekday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Monday</w:t>
                      </w:r>
                    </w:p>
                    <w:p w14:paraId="33C56AF3" w14:textId="77777777" w:rsidR="00DC2208" w:rsidRPr="00FE0976" w:rsidRDefault="00DC2208" w:rsidP="00DC2208">
                      <w:pPr>
                        <w:pStyle w:val="BodyText2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Today we are learning about dinosaurs</w:t>
                      </w:r>
                      <w:r w:rsidR="009E4798" w:rsidRPr="00FE0976">
                        <w:rPr>
                          <w:rFonts w:ascii="Lato" w:hAnsi="Lato"/>
                        </w:rPr>
                        <w:t>.</w:t>
                      </w:r>
                    </w:p>
                    <w:p w14:paraId="37A4CA03" w14:textId="77777777" w:rsidR="0033356B" w:rsidRPr="00FE0976" w:rsidRDefault="00DC2208" w:rsidP="001844BF">
                      <w:pPr>
                        <w:pStyle w:val="Weekday"/>
                        <w:tabs>
                          <w:tab w:val="clear" w:pos="2970"/>
                          <w:tab w:val="clear" w:pos="3060"/>
                          <w:tab w:val="right" w:pos="3780"/>
                        </w:tabs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Tuesday</w:t>
                      </w:r>
                    </w:p>
                    <w:p w14:paraId="47E6B7D8" w14:textId="77777777" w:rsidR="00DC2208" w:rsidRPr="00FE0976" w:rsidRDefault="00DC2208" w:rsidP="00DC2208">
                      <w:pPr>
                        <w:pStyle w:val="BodyText2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Today we are learning about pets</w:t>
                      </w:r>
                      <w:r w:rsidR="009E4798" w:rsidRPr="00FE0976">
                        <w:rPr>
                          <w:rFonts w:ascii="Lato" w:hAnsi="Lato"/>
                        </w:rPr>
                        <w:t>.</w:t>
                      </w:r>
                    </w:p>
                    <w:p w14:paraId="7927C2BD" w14:textId="77777777" w:rsidR="00D33014" w:rsidRPr="00FE0976" w:rsidRDefault="00DC2208" w:rsidP="001844BF">
                      <w:pPr>
                        <w:pStyle w:val="Weekday"/>
                        <w:tabs>
                          <w:tab w:val="clear" w:pos="2970"/>
                          <w:tab w:val="clear" w:pos="3060"/>
                          <w:tab w:val="right" w:pos="3780"/>
                        </w:tabs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Wednesday</w:t>
                      </w:r>
                    </w:p>
                    <w:p w14:paraId="0566D4BC" w14:textId="77777777" w:rsidR="00DC2208" w:rsidRPr="00FE0976" w:rsidRDefault="00DC2208" w:rsidP="00DC2208">
                      <w:pPr>
                        <w:pStyle w:val="BodyText2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Today we are learning about the solar system</w:t>
                      </w:r>
                      <w:r w:rsidR="009E4798" w:rsidRPr="00FE0976">
                        <w:rPr>
                          <w:rFonts w:ascii="Lato" w:hAnsi="Lato"/>
                        </w:rPr>
                        <w:t>.</w:t>
                      </w:r>
                    </w:p>
                    <w:p w14:paraId="54FBDE60" w14:textId="77777777" w:rsidR="00DC2208" w:rsidRPr="00FE0976" w:rsidRDefault="00DC2208" w:rsidP="00DC2208">
                      <w:pPr>
                        <w:pStyle w:val="Weekday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Thursday</w:t>
                      </w:r>
                    </w:p>
                    <w:p w14:paraId="5D8EFDE9" w14:textId="77777777" w:rsidR="00DC2208" w:rsidRPr="00FE0976" w:rsidRDefault="00DC2208" w:rsidP="00DC2208">
                      <w:pPr>
                        <w:pStyle w:val="BodyText2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Today we ar</w:t>
                      </w:r>
                      <w:r w:rsidR="009E4798" w:rsidRPr="00FE0976">
                        <w:rPr>
                          <w:rFonts w:ascii="Lato" w:hAnsi="Lato"/>
                        </w:rPr>
                        <w:t>e going on a field trip to the z</w:t>
                      </w:r>
                      <w:r w:rsidRPr="00FE0976">
                        <w:rPr>
                          <w:rFonts w:ascii="Lato" w:hAnsi="Lato"/>
                        </w:rPr>
                        <w:t>oo.</w:t>
                      </w:r>
                    </w:p>
                    <w:p w14:paraId="51AFC935" w14:textId="77777777" w:rsidR="00DC2208" w:rsidRPr="00FE0976" w:rsidRDefault="00DC2208" w:rsidP="00DC2208">
                      <w:pPr>
                        <w:pStyle w:val="Weekday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Friday</w:t>
                      </w:r>
                    </w:p>
                    <w:p w14:paraId="5FC6CFDE" w14:textId="77777777" w:rsidR="00DC2208" w:rsidRPr="00FE0976" w:rsidRDefault="00DC2208" w:rsidP="00DC2208">
                      <w:pPr>
                        <w:pStyle w:val="BodyText2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Today we have a special guest from the fire department to tell us about fire safety.</w:t>
                      </w:r>
                    </w:p>
                    <w:p w14:paraId="69215AC7" w14:textId="77777777" w:rsidR="00DC2208" w:rsidRPr="00FE0976" w:rsidRDefault="00DC2208" w:rsidP="00DC2208">
                      <w:pPr>
                        <w:pStyle w:val="BodyText2"/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9C4408" wp14:editId="43E80F26">
                <wp:simplePos x="0" y="0"/>
                <wp:positionH relativeFrom="page">
                  <wp:posOffset>668020</wp:posOffset>
                </wp:positionH>
                <wp:positionV relativeFrom="page">
                  <wp:posOffset>1465580</wp:posOffset>
                </wp:positionV>
                <wp:extent cx="2857500" cy="2341880"/>
                <wp:effectExtent l="1270" t="0" r="0" b="2540"/>
                <wp:wrapNone/>
                <wp:docPr id="28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34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851B76" w14:textId="77777777" w:rsidR="00852988" w:rsidRPr="00FE0976" w:rsidRDefault="008042A1" w:rsidP="00F6665B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This week </w:t>
                            </w:r>
                            <w:r w:rsidR="00C55100" w:rsidRPr="00FE0976">
                              <w:rPr>
                                <w:rFonts w:ascii="Lato" w:hAnsi="Lato"/>
                              </w:rPr>
                              <w:t xml:space="preserve">in </w:t>
                            </w:r>
                            <w:proofErr w:type="gramStart"/>
                            <w:r w:rsidR="00C55100" w:rsidRPr="00FE0976">
                              <w:rPr>
                                <w:rFonts w:ascii="Lato" w:hAnsi="Lato"/>
                              </w:rPr>
                              <w:t>Science</w:t>
                            </w:r>
                            <w:proofErr w:type="gramEnd"/>
                            <w:r w:rsidR="00C55100"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we will be studying animals, including dinosaurs and pets, as well as astronomy. Children will be required to complete a</w:t>
                            </w:r>
                            <w:r w:rsidR="00E247EF" w:rsidRPr="00FE0976">
                              <w:rPr>
                                <w:rFonts w:ascii="Lato" w:hAnsi="Lato"/>
                              </w:rPr>
                              <w:t>n in</w:t>
                            </w:r>
                            <w:r w:rsidR="00C55100" w:rsidRPr="00FE0976">
                              <w:rPr>
                                <w:rFonts w:ascii="Lato" w:hAnsi="Lato"/>
                              </w:rPr>
                              <w:t>-</w:t>
                            </w:r>
                            <w:r w:rsidR="00E247EF" w:rsidRPr="00FE0976">
                              <w:rPr>
                                <w:rFonts w:ascii="Lato" w:hAnsi="Lato"/>
                              </w:rPr>
                              <w:t>depth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="00194765" w:rsidRPr="00FE0976">
                              <w:rPr>
                                <w:rFonts w:ascii="Lato" w:hAnsi="Lato"/>
                              </w:rPr>
                              <w:t xml:space="preserve">science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report on the animal of their choice by next </w:t>
                            </w:r>
                            <w:r w:rsidR="00194765" w:rsidRPr="00FE0976">
                              <w:rPr>
                                <w:rFonts w:ascii="Lato" w:hAnsi="Lato"/>
                              </w:rPr>
                              <w:t xml:space="preserve">Wednesday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morning. Our trip to the zoo on </w:t>
                            </w:r>
                            <w:r w:rsidR="00222136" w:rsidRPr="00FE0976">
                              <w:rPr>
                                <w:rFonts w:ascii="Lato" w:hAnsi="Lato"/>
                              </w:rPr>
                              <w:t>Thursday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may inspire some creative choices!</w:t>
                            </w:r>
                          </w:p>
                          <w:p w14:paraId="0A7B5430" w14:textId="77777777" w:rsidR="00852988" w:rsidRPr="00FE0976" w:rsidRDefault="008042A1" w:rsidP="00F6665B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We will also work on </w:t>
                            </w:r>
                            <w:r w:rsidR="00C55100" w:rsidRPr="00FE0976">
                              <w:rPr>
                                <w:rFonts w:ascii="Lato" w:hAnsi="Lato"/>
                              </w:rPr>
                              <w:t>geometry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problems in Math</w:t>
                            </w:r>
                            <w:r w:rsidR="00194765" w:rsidRPr="00FE0976">
                              <w:rPr>
                                <w:rFonts w:ascii="Lato" w:hAnsi="Lato"/>
                              </w:rPr>
                              <w:t xml:space="preserve"> homework</w:t>
                            </w:r>
                            <w:r w:rsidR="00222136" w:rsidRPr="00FE0976">
                              <w:rPr>
                                <w:rFonts w:ascii="Lato" w:hAnsi="Lato"/>
                              </w:rPr>
                              <w:t>.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="00222136" w:rsidRPr="00FE0976">
                              <w:rPr>
                                <w:rFonts w:ascii="Lato" w:hAnsi="Lato"/>
                              </w:rPr>
                              <w:t xml:space="preserve">In Social Studies, we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will </w:t>
                            </w:r>
                            <w:r w:rsidR="00C55100" w:rsidRPr="00FE0976">
                              <w:rPr>
                                <w:rFonts w:ascii="Lato" w:hAnsi="Lato"/>
                              </w:rPr>
                              <w:t>read a book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about the culture of </w:t>
                            </w:r>
                            <w:r w:rsidR="00222136" w:rsidRPr="00FE0976">
                              <w:rPr>
                                <w:rFonts w:ascii="Lato" w:hAnsi="Lato"/>
                              </w:rPr>
                              <w:t xml:space="preserve">the Inuit people, who used to be called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>Eskimos.</w:t>
                            </w:r>
                          </w:p>
                          <w:p w14:paraId="38597281" w14:textId="77777777" w:rsidR="00852988" w:rsidRPr="00FE0976" w:rsidRDefault="00852988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C4408" id="Text Box 413" o:spid="_x0000_s1049" type="#_x0000_t202" style="position:absolute;margin-left:52.6pt;margin-top:115.4pt;width:225pt;height:184.4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" filled="f" stroked="f">
                <v:textbox inset="0,0,0,0">
                  <w:txbxContent>
                    <w:p w14:paraId="21851B76" w14:textId="77777777" w:rsidR="00852988" w:rsidRPr="00FE0976" w:rsidRDefault="008042A1" w:rsidP="00F6665B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This week </w:t>
                      </w:r>
                      <w:r w:rsidR="00C55100" w:rsidRPr="00FE0976">
                        <w:rPr>
                          <w:rFonts w:ascii="Lato" w:hAnsi="Lato"/>
                        </w:rPr>
                        <w:t xml:space="preserve">in </w:t>
                      </w:r>
                      <w:proofErr w:type="gramStart"/>
                      <w:r w:rsidR="00C55100" w:rsidRPr="00FE0976">
                        <w:rPr>
                          <w:rFonts w:ascii="Lato" w:hAnsi="Lato"/>
                        </w:rPr>
                        <w:t>Science</w:t>
                      </w:r>
                      <w:proofErr w:type="gramEnd"/>
                      <w:r w:rsidR="00C55100" w:rsidRPr="00FE0976">
                        <w:rPr>
                          <w:rFonts w:ascii="Lato" w:hAnsi="Lato"/>
                        </w:rPr>
                        <w:t xml:space="preserve"> </w:t>
                      </w:r>
                      <w:r w:rsidRPr="00FE0976">
                        <w:rPr>
                          <w:rFonts w:ascii="Lato" w:hAnsi="Lato"/>
                        </w:rPr>
                        <w:t>we will be studying animals, including dinosaurs and pets, as well as astronomy. Children will be required to complete a</w:t>
                      </w:r>
                      <w:r w:rsidR="00E247EF" w:rsidRPr="00FE0976">
                        <w:rPr>
                          <w:rFonts w:ascii="Lato" w:hAnsi="Lato"/>
                        </w:rPr>
                        <w:t>n in</w:t>
                      </w:r>
                      <w:r w:rsidR="00C55100" w:rsidRPr="00FE0976">
                        <w:rPr>
                          <w:rFonts w:ascii="Lato" w:hAnsi="Lato"/>
                        </w:rPr>
                        <w:t>-</w:t>
                      </w:r>
                      <w:r w:rsidR="00E247EF" w:rsidRPr="00FE0976">
                        <w:rPr>
                          <w:rFonts w:ascii="Lato" w:hAnsi="Lato"/>
                        </w:rPr>
                        <w:t>depth</w:t>
                      </w:r>
                      <w:r w:rsidRPr="00FE0976">
                        <w:rPr>
                          <w:rFonts w:ascii="Lato" w:hAnsi="Lato"/>
                        </w:rPr>
                        <w:t xml:space="preserve"> </w:t>
                      </w:r>
                      <w:r w:rsidR="00194765" w:rsidRPr="00FE0976">
                        <w:rPr>
                          <w:rFonts w:ascii="Lato" w:hAnsi="Lato"/>
                        </w:rPr>
                        <w:t xml:space="preserve">science </w:t>
                      </w:r>
                      <w:r w:rsidRPr="00FE0976">
                        <w:rPr>
                          <w:rFonts w:ascii="Lato" w:hAnsi="Lato"/>
                        </w:rPr>
                        <w:t xml:space="preserve">report on the animal of their choice by next </w:t>
                      </w:r>
                      <w:r w:rsidR="00194765" w:rsidRPr="00FE0976">
                        <w:rPr>
                          <w:rFonts w:ascii="Lato" w:hAnsi="Lato"/>
                        </w:rPr>
                        <w:t xml:space="preserve">Wednesday </w:t>
                      </w:r>
                      <w:r w:rsidRPr="00FE0976">
                        <w:rPr>
                          <w:rFonts w:ascii="Lato" w:hAnsi="Lato"/>
                        </w:rPr>
                        <w:t xml:space="preserve">morning. Our trip to the zoo on </w:t>
                      </w:r>
                      <w:r w:rsidR="00222136" w:rsidRPr="00FE0976">
                        <w:rPr>
                          <w:rFonts w:ascii="Lato" w:hAnsi="Lato"/>
                        </w:rPr>
                        <w:t>Thursday</w:t>
                      </w:r>
                      <w:r w:rsidRPr="00FE0976">
                        <w:rPr>
                          <w:rFonts w:ascii="Lato" w:hAnsi="Lato"/>
                        </w:rPr>
                        <w:t xml:space="preserve"> may inspire some creative choices!</w:t>
                      </w:r>
                    </w:p>
                    <w:p w14:paraId="0A7B5430" w14:textId="77777777" w:rsidR="00852988" w:rsidRPr="00FE0976" w:rsidRDefault="008042A1" w:rsidP="00F6665B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We will also work on </w:t>
                      </w:r>
                      <w:r w:rsidR="00C55100" w:rsidRPr="00FE0976">
                        <w:rPr>
                          <w:rFonts w:ascii="Lato" w:hAnsi="Lato"/>
                        </w:rPr>
                        <w:t>geometry</w:t>
                      </w:r>
                      <w:r w:rsidRPr="00FE0976">
                        <w:rPr>
                          <w:rFonts w:ascii="Lato" w:hAnsi="Lato"/>
                        </w:rPr>
                        <w:t xml:space="preserve"> problems in Math</w:t>
                      </w:r>
                      <w:r w:rsidR="00194765" w:rsidRPr="00FE0976">
                        <w:rPr>
                          <w:rFonts w:ascii="Lato" w:hAnsi="Lato"/>
                        </w:rPr>
                        <w:t xml:space="preserve"> homework</w:t>
                      </w:r>
                      <w:r w:rsidR="00222136" w:rsidRPr="00FE0976">
                        <w:rPr>
                          <w:rFonts w:ascii="Lato" w:hAnsi="Lato"/>
                        </w:rPr>
                        <w:t>.</w:t>
                      </w:r>
                      <w:r w:rsidRPr="00FE0976">
                        <w:rPr>
                          <w:rFonts w:ascii="Lato" w:hAnsi="Lato"/>
                        </w:rPr>
                        <w:t xml:space="preserve"> </w:t>
                      </w:r>
                      <w:r w:rsidR="00222136" w:rsidRPr="00FE0976">
                        <w:rPr>
                          <w:rFonts w:ascii="Lato" w:hAnsi="Lato"/>
                        </w:rPr>
                        <w:t xml:space="preserve">In Social Studies, we </w:t>
                      </w:r>
                      <w:r w:rsidRPr="00FE0976">
                        <w:rPr>
                          <w:rFonts w:ascii="Lato" w:hAnsi="Lato"/>
                        </w:rPr>
                        <w:t xml:space="preserve">will </w:t>
                      </w:r>
                      <w:r w:rsidR="00C55100" w:rsidRPr="00FE0976">
                        <w:rPr>
                          <w:rFonts w:ascii="Lato" w:hAnsi="Lato"/>
                        </w:rPr>
                        <w:t>read a book</w:t>
                      </w:r>
                      <w:r w:rsidRPr="00FE0976">
                        <w:rPr>
                          <w:rFonts w:ascii="Lato" w:hAnsi="Lato"/>
                        </w:rPr>
                        <w:t xml:space="preserve"> about the culture of </w:t>
                      </w:r>
                      <w:r w:rsidR="00222136" w:rsidRPr="00FE0976">
                        <w:rPr>
                          <w:rFonts w:ascii="Lato" w:hAnsi="Lato"/>
                        </w:rPr>
                        <w:t xml:space="preserve">the Inuit people, who used to be called </w:t>
                      </w:r>
                      <w:r w:rsidRPr="00FE0976">
                        <w:rPr>
                          <w:rFonts w:ascii="Lato" w:hAnsi="Lato"/>
                        </w:rPr>
                        <w:t>Eskimos.</w:t>
                      </w:r>
                    </w:p>
                    <w:p w14:paraId="38597281" w14:textId="77777777" w:rsidR="00852988" w:rsidRPr="00FE0976" w:rsidRDefault="00852988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EABCC6" wp14:editId="005A0C62">
                <wp:simplePos x="0" y="0"/>
                <wp:positionH relativeFrom="column">
                  <wp:posOffset>2586355</wp:posOffset>
                </wp:positionH>
                <wp:positionV relativeFrom="paragraph">
                  <wp:posOffset>374650</wp:posOffset>
                </wp:positionV>
                <wp:extent cx="3206115" cy="410210"/>
                <wp:effectExtent l="0" t="3175" r="0" b="0"/>
                <wp:wrapSquare wrapText="bothSides"/>
                <wp:docPr id="27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115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47A09C" w14:textId="77777777" w:rsidR="00681C27" w:rsidRPr="00FE0976" w:rsidRDefault="00681C27" w:rsidP="00681C27">
                            <w:pPr>
                              <w:pStyle w:val="Heading1"/>
                              <w:rPr>
                                <w:rFonts w:ascii="Lato" w:hAnsi="Lato"/>
                                <w:noProof/>
                                <w:color w:val="385623" w:themeColor="accent6" w:themeShade="80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noProof/>
                                <w:color w:val="385623" w:themeColor="accent6" w:themeShade="80"/>
                              </w:rPr>
                              <w:t>This Week’s Highlights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ABCC6" id="Text Box 453" o:spid="_x0000_s1050" type="#_x0000_t202" style="position:absolute;margin-left:203.65pt;margin-top:29.5pt;width:252.45pt;height:32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" filled="f" stroked="f">
                <v:textbox style="mso-fit-shape-to-text:t">
                  <w:txbxContent>
                    <w:p w14:paraId="1247A09C" w14:textId="77777777" w:rsidR="00681C27" w:rsidRPr="00FE0976" w:rsidRDefault="00681C27" w:rsidP="00681C27">
                      <w:pPr>
                        <w:pStyle w:val="Heading1"/>
                        <w:rPr>
                          <w:rFonts w:ascii="Lato" w:hAnsi="Lato"/>
                          <w:noProof/>
                          <w:color w:val="385623" w:themeColor="accent6" w:themeShade="80"/>
                        </w:rPr>
                      </w:pPr>
                      <w:r w:rsidRPr="00FE0976">
                        <w:rPr>
                          <w:rFonts w:ascii="Lato" w:hAnsi="Lato"/>
                          <w:noProof/>
                          <w:color w:val="385623" w:themeColor="accent6" w:themeShade="80"/>
                        </w:rPr>
                        <w:t>This Week’s Highlights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58D7EA" wp14:editId="34913AF1">
                <wp:simplePos x="0" y="0"/>
                <wp:positionH relativeFrom="page">
                  <wp:posOffset>3878580</wp:posOffset>
                </wp:positionH>
                <wp:positionV relativeFrom="page">
                  <wp:posOffset>4229100</wp:posOffset>
                </wp:positionV>
                <wp:extent cx="3215640" cy="2496185"/>
                <wp:effectExtent l="19050" t="19050" r="22860" b="18415"/>
                <wp:wrapNone/>
                <wp:docPr id="26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2496185"/>
                        </a:xfrm>
                        <a:prstGeom prst="rect">
                          <a:avLst/>
                        </a:prstGeom>
                        <a:noFill/>
                        <a:ln w="28575" cap="rnd">
                          <a:solidFill>
                            <a:schemeClr val="accent3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34CAF7" w14:textId="77777777" w:rsidR="00C55100" w:rsidRPr="00FE0976" w:rsidRDefault="009A266F" w:rsidP="00651F9C">
                            <w:pPr>
                              <w:pStyle w:val="BodyText"/>
                              <w:spacing w:before="120" w:after="120"/>
                              <w:ind w:left="288" w:right="288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b/>
                              </w:rPr>
                              <w:t xml:space="preserve">Classroom </w:t>
                            </w:r>
                            <w:r w:rsidR="009E4798" w:rsidRPr="00FE0976">
                              <w:rPr>
                                <w:rFonts w:ascii="Lato" w:hAnsi="Lato"/>
                                <w:b/>
                              </w:rPr>
                              <w:t>Open House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</w:p>
                          <w:p w14:paraId="1D5B61AA" w14:textId="77777777" w:rsidR="000D5D3D" w:rsidRPr="00FE0976" w:rsidRDefault="00CD4651" w:rsidP="00651F9C">
                            <w:pPr>
                              <w:pStyle w:val="BodyText"/>
                              <w:spacing w:before="120" w:after="120"/>
                              <w:ind w:left="288" w:right="288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Tuesday, </w:t>
                            </w:r>
                            <w:r w:rsidR="00605769" w:rsidRPr="00FE0976">
                              <w:rPr>
                                <w:rFonts w:ascii="Lato" w:hAnsi="Lato"/>
                              </w:rPr>
                              <w:t xml:space="preserve">September 6, </w:t>
                            </w:r>
                            <w:smartTag w:uri="urn:schemas-microsoft-com:office:smarttags" w:element="time">
                              <w:smartTagPr>
                                <w:attr w:name="Minute" w:val="30"/>
                                <w:attr w:name="Hour" w:val="19"/>
                              </w:smartTagPr>
                              <w:r w:rsidR="00605769" w:rsidRPr="00FE0976">
                                <w:rPr>
                                  <w:rFonts w:ascii="Lato" w:hAnsi="Lato"/>
                                </w:rPr>
                                <w:t>7:30 P.M.</w:t>
                              </w:r>
                            </w:smartTag>
                          </w:p>
                          <w:p w14:paraId="55BE7B04" w14:textId="77777777" w:rsidR="00C55100" w:rsidRPr="00FE0976" w:rsidRDefault="00CD4651" w:rsidP="00C55100">
                            <w:pPr>
                              <w:pStyle w:val="BodyText"/>
                              <w:spacing w:before="120" w:after="120"/>
                              <w:ind w:left="288" w:right="288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b/>
                              </w:rPr>
                              <w:t>Ice Cream Social with the Faculty</w:t>
                            </w:r>
                          </w:p>
                          <w:p w14:paraId="07823481" w14:textId="5EEE0ABB" w:rsidR="00CD4651" w:rsidRPr="00FE0976" w:rsidRDefault="00CD4651" w:rsidP="00C55100">
                            <w:pPr>
                              <w:pStyle w:val="BodyText"/>
                              <w:spacing w:before="120" w:after="120"/>
                              <w:ind w:left="288" w:right="288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Friday, </w:t>
                            </w:r>
                            <w:proofErr w:type="spellStart"/>
                            <w:r w:rsidRPr="00FE0976"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  <w:t>Septe</w:t>
                            </w:r>
                            <w:r w:rsidR="00FE0976" w:rsidRPr="00FE0976"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  <w:t>a</w:t>
                            </w:r>
                            <w:r w:rsidRPr="00FE0976"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  <w:t>mber</w:t>
                            </w:r>
                            <w:proofErr w:type="spellEnd"/>
                            <w:r w:rsidRPr="00FE0976">
                              <w:rPr>
                                <w:rFonts w:ascii="Lato" w:hAnsi="Lato"/>
                              </w:rPr>
                              <w:t xml:space="preserve"> 9, 5 P.M.</w:t>
                            </w:r>
                          </w:p>
                          <w:p w14:paraId="2924E97E" w14:textId="77777777" w:rsidR="00C55100" w:rsidRPr="00FE0976" w:rsidRDefault="00C55100" w:rsidP="00C55100">
                            <w:pPr>
                              <w:pStyle w:val="BodyText"/>
                              <w:spacing w:before="120" w:after="120"/>
                              <w:ind w:left="288" w:right="288"/>
                              <w:rPr>
                                <w:rFonts w:ascii="Lato" w:hAnsi="Lato"/>
                                <w:b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b/>
                              </w:rPr>
                              <w:t>School Assembly</w:t>
                            </w:r>
                          </w:p>
                          <w:p w14:paraId="081E5C32" w14:textId="77777777" w:rsidR="000D5D3D" w:rsidRPr="00FE0976" w:rsidRDefault="000D5D3D" w:rsidP="00C55100">
                            <w:pPr>
                              <w:pStyle w:val="BodyText"/>
                              <w:spacing w:before="120" w:after="120"/>
                              <w:ind w:left="288" w:right="288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This week's </w:t>
                            </w:r>
                            <w:r w:rsidR="00EA57E3" w:rsidRPr="00FE0976">
                              <w:rPr>
                                <w:rFonts w:ascii="Lato" w:hAnsi="Lato"/>
                              </w:rPr>
                              <w:t xml:space="preserve">school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assembly is </w:t>
                            </w:r>
                            <w:r w:rsidR="00EA57E3" w:rsidRPr="00FE0976">
                              <w:rPr>
                                <w:rFonts w:ascii="Lato" w:hAnsi="Lato"/>
                              </w:rPr>
                              <w:t>on storybook c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haracters. </w:t>
                            </w:r>
                            <w:r w:rsidR="00EA57E3" w:rsidRPr="00FE0976">
                              <w:rPr>
                                <w:rFonts w:ascii="Lato" w:hAnsi="Lato"/>
                              </w:rPr>
                              <w:t xml:space="preserve">Children may 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dress up like a character on </w:t>
                            </w:r>
                            <w:r w:rsidR="00C55100" w:rsidRPr="00FE0976">
                              <w:rPr>
                                <w:rFonts w:ascii="Lato" w:hAnsi="Lato"/>
                              </w:rPr>
                              <w:t>Thurs</w:t>
                            </w:r>
                            <w:r w:rsidR="009A266F" w:rsidRPr="00FE0976">
                              <w:rPr>
                                <w:rFonts w:ascii="Lato" w:hAnsi="Lato"/>
                              </w:rPr>
                              <w:t>day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. (You might want to bring a change of clothes for </w:t>
                            </w:r>
                            <w:r w:rsidR="00F7747A" w:rsidRPr="00FE0976">
                              <w:rPr>
                                <w:rFonts w:ascii="Lato" w:hAnsi="Lato"/>
                              </w:rPr>
                              <w:t>the rest of</w:t>
                            </w:r>
                            <w:r w:rsidRPr="00FE0976">
                              <w:rPr>
                                <w:rFonts w:ascii="Lato" w:hAnsi="Lato"/>
                              </w:rPr>
                              <w:t xml:space="preserve"> the day.) Costumes can be as simple as a </w:t>
                            </w:r>
                            <w:proofErr w:type="gramStart"/>
                            <w:r w:rsidRPr="00FE0976">
                              <w:rPr>
                                <w:rFonts w:ascii="Lato" w:hAnsi="Lato"/>
                              </w:rPr>
                              <w:t>hat</w:t>
                            </w:r>
                            <w:proofErr w:type="gramEnd"/>
                            <w:r w:rsidRPr="00FE0976">
                              <w:rPr>
                                <w:rFonts w:ascii="Lato" w:hAnsi="Lato"/>
                              </w:rPr>
                              <w:t xml:space="preserve"> or a small picture of your character pinned to your shirt. Have fun. </w:t>
                            </w:r>
                          </w:p>
                          <w:p w14:paraId="0FC3A057" w14:textId="77777777" w:rsidR="00AD148A" w:rsidRPr="00FE0976" w:rsidRDefault="00AD148A" w:rsidP="00AD148A">
                            <w:pPr>
                              <w:pStyle w:val="BodyTex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8D7EA" id="Text Box 303" o:spid="_x0000_s1051" type="#_x0000_t202" style="position:absolute;margin-left:305.4pt;margin-top:333pt;width:253.2pt;height:196.5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" filled="f" fillcolor="#9cf" strokecolor="#525252 [1606]" strokeweight="2.25pt">
                <v:stroke dashstyle="1 1" endcap="round"/>
                <v:textbox inset="0,0,0,0">
                  <w:txbxContent>
                    <w:p w14:paraId="6D34CAF7" w14:textId="77777777" w:rsidR="00C55100" w:rsidRPr="00FE0976" w:rsidRDefault="009A266F" w:rsidP="00651F9C">
                      <w:pPr>
                        <w:pStyle w:val="BodyText"/>
                        <w:spacing w:before="120" w:after="120"/>
                        <w:ind w:left="288" w:right="288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  <w:b/>
                        </w:rPr>
                        <w:t xml:space="preserve">Classroom </w:t>
                      </w:r>
                      <w:r w:rsidR="009E4798" w:rsidRPr="00FE0976">
                        <w:rPr>
                          <w:rFonts w:ascii="Lato" w:hAnsi="Lato"/>
                          <w:b/>
                        </w:rPr>
                        <w:t>Open House</w:t>
                      </w:r>
                      <w:r w:rsidRPr="00FE0976">
                        <w:rPr>
                          <w:rFonts w:ascii="Lato" w:hAnsi="Lato"/>
                        </w:rPr>
                        <w:t xml:space="preserve"> </w:t>
                      </w:r>
                    </w:p>
                    <w:p w14:paraId="1D5B61AA" w14:textId="77777777" w:rsidR="000D5D3D" w:rsidRPr="00FE0976" w:rsidRDefault="00CD4651" w:rsidP="00651F9C">
                      <w:pPr>
                        <w:pStyle w:val="BodyText"/>
                        <w:spacing w:before="120" w:after="120"/>
                        <w:ind w:left="288" w:right="288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Tuesday, </w:t>
                      </w:r>
                      <w:r w:rsidR="00605769" w:rsidRPr="00FE0976">
                        <w:rPr>
                          <w:rFonts w:ascii="Lato" w:hAnsi="Lato"/>
                        </w:rPr>
                        <w:t xml:space="preserve">September 6, </w:t>
                      </w:r>
                      <w:smartTag w:uri="urn:schemas-microsoft-com:office:smarttags" w:element="time">
                        <w:smartTagPr>
                          <w:attr w:name="Minute" w:val="30"/>
                          <w:attr w:name="Hour" w:val="19"/>
                        </w:smartTagPr>
                        <w:r w:rsidR="00605769" w:rsidRPr="00FE0976">
                          <w:rPr>
                            <w:rFonts w:ascii="Lato" w:hAnsi="Lato"/>
                          </w:rPr>
                          <w:t>7:30 P.M.</w:t>
                        </w:r>
                      </w:smartTag>
                    </w:p>
                    <w:p w14:paraId="55BE7B04" w14:textId="77777777" w:rsidR="00C55100" w:rsidRPr="00FE0976" w:rsidRDefault="00CD4651" w:rsidP="00C55100">
                      <w:pPr>
                        <w:pStyle w:val="BodyText"/>
                        <w:spacing w:before="120" w:after="120"/>
                        <w:ind w:left="288" w:right="288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  <w:b/>
                        </w:rPr>
                        <w:t>Ice Cream Social with the Faculty</w:t>
                      </w:r>
                    </w:p>
                    <w:p w14:paraId="07823481" w14:textId="5EEE0ABB" w:rsidR="00CD4651" w:rsidRPr="00FE0976" w:rsidRDefault="00CD4651" w:rsidP="00C55100">
                      <w:pPr>
                        <w:pStyle w:val="BodyText"/>
                        <w:spacing w:before="120" w:after="120"/>
                        <w:ind w:left="288" w:right="288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Friday, </w:t>
                      </w:r>
                      <w:proofErr w:type="spellStart"/>
                      <w:r w:rsidRPr="00FE0976">
                        <w:rPr>
                          <w:rFonts w:ascii="Lato" w:hAnsi="Lato"/>
                          <w:color w:val="385623" w:themeColor="accent6" w:themeShade="80"/>
                        </w:rPr>
                        <w:t>Septe</w:t>
                      </w:r>
                      <w:r w:rsidR="00FE0976" w:rsidRPr="00FE0976">
                        <w:rPr>
                          <w:rFonts w:ascii="Lato" w:hAnsi="Lato"/>
                          <w:color w:val="385623" w:themeColor="accent6" w:themeShade="80"/>
                        </w:rPr>
                        <w:t>a</w:t>
                      </w:r>
                      <w:r w:rsidRPr="00FE0976">
                        <w:rPr>
                          <w:rFonts w:ascii="Lato" w:hAnsi="Lato"/>
                          <w:color w:val="385623" w:themeColor="accent6" w:themeShade="80"/>
                        </w:rPr>
                        <w:t>mber</w:t>
                      </w:r>
                      <w:proofErr w:type="spellEnd"/>
                      <w:r w:rsidRPr="00FE0976">
                        <w:rPr>
                          <w:rFonts w:ascii="Lato" w:hAnsi="Lato"/>
                        </w:rPr>
                        <w:t xml:space="preserve"> 9, 5 P.M.</w:t>
                      </w:r>
                    </w:p>
                    <w:p w14:paraId="2924E97E" w14:textId="77777777" w:rsidR="00C55100" w:rsidRPr="00FE0976" w:rsidRDefault="00C55100" w:rsidP="00C55100">
                      <w:pPr>
                        <w:pStyle w:val="BodyText"/>
                        <w:spacing w:before="120" w:after="120"/>
                        <w:ind w:left="288" w:right="288"/>
                        <w:rPr>
                          <w:rFonts w:ascii="Lato" w:hAnsi="Lato"/>
                          <w:b/>
                        </w:rPr>
                      </w:pPr>
                      <w:r w:rsidRPr="00FE0976">
                        <w:rPr>
                          <w:rFonts w:ascii="Lato" w:hAnsi="Lato"/>
                          <w:b/>
                        </w:rPr>
                        <w:t>School Assembly</w:t>
                      </w:r>
                    </w:p>
                    <w:p w14:paraId="081E5C32" w14:textId="77777777" w:rsidR="000D5D3D" w:rsidRPr="00FE0976" w:rsidRDefault="000D5D3D" w:rsidP="00C55100">
                      <w:pPr>
                        <w:pStyle w:val="BodyText"/>
                        <w:spacing w:before="120" w:after="120"/>
                        <w:ind w:left="288" w:right="288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This week's </w:t>
                      </w:r>
                      <w:r w:rsidR="00EA57E3" w:rsidRPr="00FE0976">
                        <w:rPr>
                          <w:rFonts w:ascii="Lato" w:hAnsi="Lato"/>
                        </w:rPr>
                        <w:t xml:space="preserve">school </w:t>
                      </w:r>
                      <w:r w:rsidRPr="00FE0976">
                        <w:rPr>
                          <w:rFonts w:ascii="Lato" w:hAnsi="Lato"/>
                        </w:rPr>
                        <w:t xml:space="preserve">assembly is </w:t>
                      </w:r>
                      <w:r w:rsidR="00EA57E3" w:rsidRPr="00FE0976">
                        <w:rPr>
                          <w:rFonts w:ascii="Lato" w:hAnsi="Lato"/>
                        </w:rPr>
                        <w:t>on storybook c</w:t>
                      </w:r>
                      <w:r w:rsidRPr="00FE0976">
                        <w:rPr>
                          <w:rFonts w:ascii="Lato" w:hAnsi="Lato"/>
                        </w:rPr>
                        <w:t xml:space="preserve">haracters. </w:t>
                      </w:r>
                      <w:r w:rsidR="00EA57E3" w:rsidRPr="00FE0976">
                        <w:rPr>
                          <w:rFonts w:ascii="Lato" w:hAnsi="Lato"/>
                        </w:rPr>
                        <w:t xml:space="preserve">Children may </w:t>
                      </w:r>
                      <w:r w:rsidRPr="00FE0976">
                        <w:rPr>
                          <w:rFonts w:ascii="Lato" w:hAnsi="Lato"/>
                        </w:rPr>
                        <w:t xml:space="preserve">dress up like a character on </w:t>
                      </w:r>
                      <w:r w:rsidR="00C55100" w:rsidRPr="00FE0976">
                        <w:rPr>
                          <w:rFonts w:ascii="Lato" w:hAnsi="Lato"/>
                        </w:rPr>
                        <w:t>Thurs</w:t>
                      </w:r>
                      <w:r w:rsidR="009A266F" w:rsidRPr="00FE0976">
                        <w:rPr>
                          <w:rFonts w:ascii="Lato" w:hAnsi="Lato"/>
                        </w:rPr>
                        <w:t>day</w:t>
                      </w:r>
                      <w:r w:rsidRPr="00FE0976">
                        <w:rPr>
                          <w:rFonts w:ascii="Lato" w:hAnsi="Lato"/>
                        </w:rPr>
                        <w:t xml:space="preserve">. (You might want to bring a change of clothes for </w:t>
                      </w:r>
                      <w:r w:rsidR="00F7747A" w:rsidRPr="00FE0976">
                        <w:rPr>
                          <w:rFonts w:ascii="Lato" w:hAnsi="Lato"/>
                        </w:rPr>
                        <w:t>the rest of</w:t>
                      </w:r>
                      <w:r w:rsidRPr="00FE0976">
                        <w:rPr>
                          <w:rFonts w:ascii="Lato" w:hAnsi="Lato"/>
                        </w:rPr>
                        <w:t xml:space="preserve"> the day.) Costumes can be as simple as a </w:t>
                      </w:r>
                      <w:proofErr w:type="gramStart"/>
                      <w:r w:rsidRPr="00FE0976">
                        <w:rPr>
                          <w:rFonts w:ascii="Lato" w:hAnsi="Lato"/>
                        </w:rPr>
                        <w:t>hat</w:t>
                      </w:r>
                      <w:proofErr w:type="gramEnd"/>
                      <w:r w:rsidRPr="00FE0976">
                        <w:rPr>
                          <w:rFonts w:ascii="Lato" w:hAnsi="Lato"/>
                        </w:rPr>
                        <w:t xml:space="preserve"> or a small picture of your character pinned to your shirt. Have fun. </w:t>
                      </w:r>
                    </w:p>
                    <w:p w14:paraId="0FC3A057" w14:textId="77777777" w:rsidR="00AD148A" w:rsidRPr="00FE0976" w:rsidRDefault="00AD148A" w:rsidP="00AD148A">
                      <w:pPr>
                        <w:pStyle w:val="BodyTex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5FF9A2" wp14:editId="521BFD2F">
                <wp:simplePos x="0" y="0"/>
                <wp:positionH relativeFrom="page">
                  <wp:posOffset>3878580</wp:posOffset>
                </wp:positionH>
                <wp:positionV relativeFrom="page">
                  <wp:posOffset>3886200</wp:posOffset>
                </wp:positionV>
                <wp:extent cx="3093720" cy="247650"/>
                <wp:effectExtent l="1905" t="0" r="0" b="0"/>
                <wp:wrapNone/>
                <wp:docPr id="25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04AB3" w14:textId="77777777" w:rsidR="00AD148A" w:rsidRPr="00FE0976" w:rsidRDefault="00AD148A" w:rsidP="00AD148A">
                            <w:pPr>
                              <w:pStyle w:val="Heading2"/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  <w:t>Upcoming Events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FF9A2" id="Text Box 302" o:spid="_x0000_s1052" type="#_x0000_t202" style="position:absolute;margin-left:305.4pt;margin-top:306pt;width:243.6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" filled="f" stroked="f">
                <v:textbox style="mso-fit-shape-to-text:t" inset="0,0,0,0">
                  <w:txbxContent>
                    <w:p w14:paraId="75104AB3" w14:textId="77777777" w:rsidR="00AD148A" w:rsidRPr="00FE0976" w:rsidRDefault="00AD148A" w:rsidP="00AD148A">
                      <w:pPr>
                        <w:pStyle w:val="Heading2"/>
                        <w:rPr>
                          <w:rFonts w:ascii="Lato" w:hAnsi="Lato"/>
                          <w:color w:val="385623" w:themeColor="accent6" w:themeShade="80"/>
                        </w:rPr>
                      </w:pPr>
                      <w:r w:rsidRPr="00FE0976">
                        <w:rPr>
                          <w:rFonts w:ascii="Lato" w:hAnsi="Lato"/>
                          <w:color w:val="385623" w:themeColor="accent6" w:themeShade="80"/>
                        </w:rPr>
                        <w:t>Upcoming Events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F89C95" wp14:editId="3F375BFC">
                <wp:simplePos x="0" y="0"/>
                <wp:positionH relativeFrom="page">
                  <wp:posOffset>685800</wp:posOffset>
                </wp:positionH>
                <wp:positionV relativeFrom="page">
                  <wp:posOffset>3886200</wp:posOffset>
                </wp:positionV>
                <wp:extent cx="2857500" cy="247650"/>
                <wp:effectExtent l="0" t="0" r="0" b="0"/>
                <wp:wrapNone/>
                <wp:docPr id="2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346E0" w14:textId="77777777" w:rsidR="00605769" w:rsidRPr="00FE0976" w:rsidRDefault="00605769" w:rsidP="00605769">
                            <w:pPr>
                              <w:pStyle w:val="Heading2"/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</w:pPr>
                            <w:r w:rsidRPr="00FE0976"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  <w:t>Reminders</w:t>
                            </w:r>
                            <w:r w:rsidR="009A266F" w:rsidRPr="00FE0976">
                              <w:rPr>
                                <w:rFonts w:ascii="Lato" w:hAnsi="Lato"/>
                                <w:color w:val="385623" w:themeColor="accent6" w:themeShade="80"/>
                              </w:rPr>
                              <w:t xml:space="preserve"> to Students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89C95" id="Text Box 304" o:spid="_x0000_s1053" type="#_x0000_t202" style="position:absolute;margin-left:54pt;margin-top:306pt;width:2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" filled="f" stroked="f">
                <v:textbox style="mso-fit-shape-to-text:t" inset="0,0,0,0">
                  <w:txbxContent>
                    <w:p w14:paraId="089346E0" w14:textId="77777777" w:rsidR="00605769" w:rsidRPr="00FE0976" w:rsidRDefault="00605769" w:rsidP="00605769">
                      <w:pPr>
                        <w:pStyle w:val="Heading2"/>
                        <w:rPr>
                          <w:rFonts w:ascii="Lato" w:hAnsi="Lato"/>
                          <w:color w:val="385623" w:themeColor="accent6" w:themeShade="80"/>
                        </w:rPr>
                      </w:pPr>
                      <w:r w:rsidRPr="00FE0976">
                        <w:rPr>
                          <w:rFonts w:ascii="Lato" w:hAnsi="Lato"/>
                          <w:color w:val="385623" w:themeColor="accent6" w:themeShade="80"/>
                        </w:rPr>
                        <w:t>Reminders</w:t>
                      </w:r>
                      <w:r w:rsidR="009A266F" w:rsidRPr="00FE0976">
                        <w:rPr>
                          <w:rFonts w:ascii="Lato" w:hAnsi="Lato"/>
                          <w:color w:val="385623" w:themeColor="accent6" w:themeShade="80"/>
                        </w:rPr>
                        <w:t xml:space="preserve"> to Students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9BED13" wp14:editId="6BC3ED97">
                <wp:simplePos x="0" y="0"/>
                <wp:positionH relativeFrom="page">
                  <wp:posOffset>685800</wp:posOffset>
                </wp:positionH>
                <wp:positionV relativeFrom="page">
                  <wp:posOffset>1600200</wp:posOffset>
                </wp:positionV>
                <wp:extent cx="2971800" cy="1257300"/>
                <wp:effectExtent l="0" t="0" r="0" b="0"/>
                <wp:wrapNone/>
                <wp:docPr id="23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B21B2D3" w14:textId="77777777" w:rsidR="00CC3F51" w:rsidRDefault="00CC3F5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BED13" id="Text Box 292" o:spid="_x0000_s1054" type="#_x0000_t202" style="position:absolute;margin-left:54pt;margin-top:126pt;width:234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" filled="f" stroked="f">
                <v:textbox inset="0,0,0,0">
                  <w:txbxContent>
                    <w:p w14:paraId="0B21B2D3" w14:textId="77777777" w:rsidR="00CC3F51" w:rsidRDefault="00CC3F51"/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E2CFC9" wp14:editId="2408259B">
                <wp:simplePos x="0" y="0"/>
                <wp:positionH relativeFrom="page">
                  <wp:posOffset>685800</wp:posOffset>
                </wp:positionH>
                <wp:positionV relativeFrom="page">
                  <wp:posOffset>4229100</wp:posOffset>
                </wp:positionV>
                <wp:extent cx="2971800" cy="969645"/>
                <wp:effectExtent l="0" t="0" r="0" b="1905"/>
                <wp:wrapNone/>
                <wp:docPr id="22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69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79949" w14:textId="77777777" w:rsidR="00605769" w:rsidRPr="00FE0976" w:rsidRDefault="00605769" w:rsidP="00605769">
                            <w:pPr>
                              <w:pStyle w:val="Lis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Bring money for field trip lunch</w:t>
                            </w:r>
                          </w:p>
                          <w:p w14:paraId="16306EDF" w14:textId="77777777" w:rsidR="007F360F" w:rsidRPr="00FE0976" w:rsidRDefault="00605769" w:rsidP="00A3453A">
                            <w:pPr>
                              <w:pStyle w:val="Lis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Bring umbrella in case it rains</w:t>
                            </w:r>
                          </w:p>
                          <w:p w14:paraId="5B1A2379" w14:textId="77777777" w:rsidR="00605769" w:rsidRPr="00FE0976" w:rsidRDefault="007F360F" w:rsidP="00A3453A">
                            <w:pPr>
                              <w:pStyle w:val="List"/>
                              <w:rPr>
                                <w:rFonts w:ascii="Lato" w:hAnsi="Lato"/>
                              </w:rPr>
                            </w:pPr>
                            <w:r w:rsidRPr="00FE0976">
                              <w:rPr>
                                <w:rFonts w:ascii="Lato" w:hAnsi="Lato"/>
                              </w:rPr>
                              <w:t>Think of a costume for Friday’s assembly</w:t>
                            </w:r>
                            <w:r w:rsidR="00AD148A" w:rsidRPr="00FE0976">
                              <w:rPr>
                                <w:rFonts w:ascii="Lato" w:hAnsi="La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2CFC9" id="Text Box 305" o:spid="_x0000_s1055" type="#_x0000_t202" style="position:absolute;margin-left:54pt;margin-top:333pt;width:234pt;height:76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" filled="f" stroked="f">
                <v:textbox style="mso-fit-shape-to-text:t" inset="0,0,0,0">
                  <w:txbxContent>
                    <w:p w14:paraId="7C279949" w14:textId="77777777" w:rsidR="00605769" w:rsidRPr="00FE0976" w:rsidRDefault="00605769" w:rsidP="00605769">
                      <w:pPr>
                        <w:pStyle w:val="Lis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Bring money for field trip lunch</w:t>
                      </w:r>
                    </w:p>
                    <w:p w14:paraId="16306EDF" w14:textId="77777777" w:rsidR="007F360F" w:rsidRPr="00FE0976" w:rsidRDefault="00605769" w:rsidP="00A3453A">
                      <w:pPr>
                        <w:pStyle w:val="Lis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Bring umbrella in case it rains</w:t>
                      </w:r>
                    </w:p>
                    <w:p w14:paraId="5B1A2379" w14:textId="77777777" w:rsidR="00605769" w:rsidRPr="00FE0976" w:rsidRDefault="007F360F" w:rsidP="00A3453A">
                      <w:pPr>
                        <w:pStyle w:val="List"/>
                        <w:rPr>
                          <w:rFonts w:ascii="Lato" w:hAnsi="Lato"/>
                        </w:rPr>
                      </w:pPr>
                      <w:r w:rsidRPr="00FE0976">
                        <w:rPr>
                          <w:rFonts w:ascii="Lato" w:hAnsi="Lato"/>
                        </w:rPr>
                        <w:t>Think of a costume for Friday’s assembly</w:t>
                      </w:r>
                      <w:r w:rsidR="00AD148A" w:rsidRPr="00FE0976">
                        <w:rPr>
                          <w:rFonts w:ascii="Lato" w:hAnsi="Lato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4A42B6" wp14:editId="3841FD51">
                <wp:simplePos x="0" y="0"/>
                <wp:positionH relativeFrom="page">
                  <wp:posOffset>1143000</wp:posOffset>
                </wp:positionH>
                <wp:positionV relativeFrom="page">
                  <wp:posOffset>5257800</wp:posOffset>
                </wp:positionV>
                <wp:extent cx="1339850" cy="1467485"/>
                <wp:effectExtent l="0" t="0" r="3175" b="0"/>
                <wp:wrapNone/>
                <wp:docPr id="21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146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B4A626" w14:textId="311E4BFC" w:rsidR="000877A4" w:rsidRPr="000877A4" w:rsidRDefault="00B10C2F">
                            <w:r w:rsidRPr="000877A4">
                              <w:rPr>
                                <w:noProof/>
                              </w:rPr>
                              <w:drawing>
                                <wp:inline distT="0" distB="0" distL="0" distR="0" wp14:anchorId="4CA2C94F" wp14:editId="5A0FF45C">
                                  <wp:extent cx="1343025" cy="1466850"/>
                                  <wp:effectExtent l="0" t="0" r="0" b="0"/>
                                  <wp:docPr id="3" name="Picture 3" descr="school suppli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school suppli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3025" cy="1466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A42B6" id="Text Box 427" o:spid="_x0000_s1056" type="#_x0000_t202" style="position:absolute;margin-left:90pt;margin-top:414pt;width:105.5pt;height:115.55pt;z-index:251673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" filled="f" stroked="f">
                <v:textbox style="mso-fit-shape-to-text:t" inset="0,0,0,0">
                  <w:txbxContent>
                    <w:p w14:paraId="7FB4A626" w14:textId="311E4BFC" w:rsidR="000877A4" w:rsidRPr="000877A4" w:rsidRDefault="00B10C2F">
                      <w:r w:rsidRPr="000877A4">
                        <w:rPr>
                          <w:noProof/>
                        </w:rPr>
                        <w:drawing>
                          <wp:inline distT="0" distB="0" distL="0" distR="0" wp14:anchorId="4CA2C94F" wp14:editId="5A0FF45C">
                            <wp:extent cx="1343025" cy="1466850"/>
                            <wp:effectExtent l="0" t="0" r="0" b="0"/>
                            <wp:docPr id="3" name="Picture 3" descr="school suppli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school suppli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3025" cy="1466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1DEE2127" wp14:editId="4076FC68">
                <wp:simplePos x="0" y="0"/>
                <wp:positionH relativeFrom="page">
                  <wp:posOffset>342900</wp:posOffset>
                </wp:positionH>
                <wp:positionV relativeFrom="page">
                  <wp:posOffset>459105</wp:posOffset>
                </wp:positionV>
                <wp:extent cx="7086600" cy="9027795"/>
                <wp:effectExtent l="0" t="0" r="19050" b="20955"/>
                <wp:wrapNone/>
                <wp:docPr id="18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9027795"/>
                          <a:chOff x="540" y="723"/>
                          <a:chExt cx="11160" cy="14217"/>
                        </a:xfrm>
                      </wpg:grpSpPr>
                      <wps:wsp>
                        <wps:cNvPr id="19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540" y="1080"/>
                            <a:ext cx="11160" cy="13860"/>
                          </a:xfrm>
                          <a:prstGeom prst="rect">
                            <a:avLst/>
                          </a:prstGeom>
                          <a:noFill/>
                          <a:ln w="22225" algn="ctr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080" y="723"/>
                            <a:ext cx="10080" cy="57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22225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E8A15" id="Group 405" o:spid="_x0000_s1026" style="position:absolute;margin-left:27pt;margin-top:36.15pt;width:558pt;height:710.85pt;z-index:251638784;mso-position-horizontal-relative:page;mso-position-vertical-relative:page" coordorigin="540,723" coordsize="11160,14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">
                <v:rect id="Rectangle 296" o:spid="_x0000_s1027" style="position:absolute;left:540;top:1080;width:11160;height:13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" filled="f" strokecolor="#0d0d0d [3069]" strokeweight="1.75pt">
                  <v:textbox inset="0,0,0,0"/>
                </v:rect>
                <v:rect id="Rectangle 123" o:spid="_x0000_s1028" style="position:absolute;left:1080;top:723;width:10080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" fillcolor="#b4c6e7 [1300]" strokecolor="#272727 [2749]" strokeweight="1.75pt"/>
                <w10:wrap anchorx="page" anchory="page"/>
              </v:group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37A9142" wp14:editId="70685025">
                <wp:simplePos x="0" y="0"/>
                <wp:positionH relativeFrom="page">
                  <wp:posOffset>2044065</wp:posOffset>
                </wp:positionH>
                <wp:positionV relativeFrom="page">
                  <wp:posOffset>522605</wp:posOffset>
                </wp:positionV>
                <wp:extent cx="3670935" cy="247650"/>
                <wp:effectExtent l="0" t="0" r="24765" b="25400"/>
                <wp:wrapNone/>
                <wp:docPr id="17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935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5958D" w14:textId="77777777" w:rsidR="005B7866" w:rsidRPr="00FE0976" w:rsidRDefault="009E4798" w:rsidP="00D502D3">
                            <w:pPr>
                              <w:pStyle w:val="PageTitleNumber"/>
                              <w:rPr>
                                <w:color w:val="1F4E79" w:themeColor="accent5" w:themeShade="80"/>
                              </w:rPr>
                            </w:pPr>
                            <w:r w:rsidRPr="00FE0976">
                              <w:rPr>
                                <w:color w:val="1F4E79" w:themeColor="accent5" w:themeShade="80"/>
                              </w:rPr>
                              <w:t>M</w:t>
                            </w:r>
                            <w:r w:rsidR="008C7FE0" w:rsidRPr="00FE0976">
                              <w:rPr>
                                <w:color w:val="1F4E79" w:themeColor="accent5" w:themeShade="80"/>
                              </w:rPr>
                              <w:t>s. Stahl’s Classroom Newsletter</w:t>
                            </w:r>
                            <w:r w:rsidR="005848F0" w:rsidRPr="00FE0976">
                              <w:rPr>
                                <w:color w:val="1F4E79" w:themeColor="accent5" w:themeShade="80"/>
                              </w:rPr>
                              <w:t xml:space="preserve">   Page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A9142" id="Text Box 125" o:spid="_x0000_s1057" type="#_x0000_t202" style="position:absolute;margin-left:160.95pt;margin-top:41.15pt;width:289.05pt;height:19.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" fillcolor="white [3201]" strokecolor="#272727 [2749]" strokeweight="1pt">
                <v:textbox style="mso-fit-shape-to-text:t" inset="0,0,0,0">
                  <w:txbxContent>
                    <w:p w14:paraId="32A5958D" w14:textId="77777777" w:rsidR="005B7866" w:rsidRPr="00FE0976" w:rsidRDefault="009E4798" w:rsidP="00D502D3">
                      <w:pPr>
                        <w:pStyle w:val="PageTitleNumber"/>
                        <w:rPr>
                          <w:color w:val="1F4E79" w:themeColor="accent5" w:themeShade="80"/>
                        </w:rPr>
                      </w:pPr>
                      <w:r w:rsidRPr="00FE0976">
                        <w:rPr>
                          <w:color w:val="1F4E79" w:themeColor="accent5" w:themeShade="80"/>
                        </w:rPr>
                        <w:t>M</w:t>
                      </w:r>
                      <w:r w:rsidR="008C7FE0" w:rsidRPr="00FE0976">
                        <w:rPr>
                          <w:color w:val="1F4E79" w:themeColor="accent5" w:themeShade="80"/>
                        </w:rPr>
                        <w:t>s. Stahl’s Classroom Newsletter</w:t>
                      </w:r>
                      <w:r w:rsidR="005848F0" w:rsidRPr="00FE0976">
                        <w:rPr>
                          <w:color w:val="1F4E79" w:themeColor="accent5" w:themeShade="80"/>
                        </w:rPr>
                        <w:t xml:space="preserve">   Page 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02384BE" wp14:editId="6F3788F4">
                <wp:simplePos x="0" y="0"/>
                <wp:positionH relativeFrom="page">
                  <wp:posOffset>2540000</wp:posOffset>
                </wp:positionH>
                <wp:positionV relativeFrom="page">
                  <wp:posOffset>1231900</wp:posOffset>
                </wp:positionV>
                <wp:extent cx="91440" cy="91440"/>
                <wp:effectExtent l="0" t="3175" r="0" b="635"/>
                <wp:wrapNone/>
                <wp:docPr id="16" name="Text Box 15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BB758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384BE" id="Text Box 152" o:spid="_x0000_s1058" type="#_x0000_t202" style="position:absolute;margin-left:200pt;margin-top:97pt;width:7.2pt;height:7.2pt;z-index:25164288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" filled="f" stroked="f">
                <v:textbox inset="0,0,0,0">
                  <w:txbxContent>
                    <w:p w14:paraId="2B2BB758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DA838DB" wp14:editId="4CD9A672">
                <wp:simplePos x="0" y="0"/>
                <wp:positionH relativeFrom="page">
                  <wp:posOffset>2552700</wp:posOffset>
                </wp:positionH>
                <wp:positionV relativeFrom="page">
                  <wp:posOffset>4457700</wp:posOffset>
                </wp:positionV>
                <wp:extent cx="91440" cy="91440"/>
                <wp:effectExtent l="0" t="0" r="3810" b="3810"/>
                <wp:wrapNone/>
                <wp:docPr id="15" name="Text Box 15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3A69B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38DB" id="Text Box 156" o:spid="_x0000_s1059" type="#_x0000_t202" style="position:absolute;margin-left:201pt;margin-top:351pt;width:7.2pt;height:7.2pt;z-index:25164390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" filled="f" stroked="f">
                <v:textbox inset="0,0,0,0">
                  <w:txbxContent>
                    <w:p w14:paraId="05C3A69B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999D625" wp14:editId="486A5C97">
                <wp:simplePos x="0" y="0"/>
                <wp:positionH relativeFrom="page">
                  <wp:posOffset>2552700</wp:posOffset>
                </wp:positionH>
                <wp:positionV relativeFrom="page">
                  <wp:posOffset>7670800</wp:posOffset>
                </wp:positionV>
                <wp:extent cx="91440" cy="91440"/>
                <wp:effectExtent l="0" t="3175" r="3810" b="635"/>
                <wp:wrapNone/>
                <wp:docPr id="14" name="Text Box 16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DE256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9D625" id="Text Box 160" o:spid="_x0000_s1060" type="#_x0000_t202" style="position:absolute;margin-left:201pt;margin-top:604pt;width:7.2pt;height:7.2pt;z-index:25164492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" filled="f" stroked="f">
                <v:textbox inset="0,0,0,0">
                  <w:txbxContent>
                    <w:p w14:paraId="211DE256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DB8FFD6" wp14:editId="74529FD3">
                <wp:simplePos x="0" y="0"/>
                <wp:positionH relativeFrom="page">
                  <wp:posOffset>546100</wp:posOffset>
                </wp:positionH>
                <wp:positionV relativeFrom="page">
                  <wp:posOffset>1244600</wp:posOffset>
                </wp:positionV>
                <wp:extent cx="91440" cy="91440"/>
                <wp:effectExtent l="3175" t="0" r="635" b="0"/>
                <wp:wrapNone/>
                <wp:docPr id="13" name="Text Box 1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08C8D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8FFD6" id="Text Box 164" o:spid="_x0000_s1061" type="#_x0000_t202" style="position:absolute;margin-left:43pt;margin-top:98pt;width:7.2pt;height:7.2pt;z-index:2516459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" filled="f" stroked="f">
                <v:textbox inset="0,0,0,0">
                  <w:txbxContent>
                    <w:p w14:paraId="71808C8D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D3BAFFF" wp14:editId="4CAE3C15">
                <wp:simplePos x="0" y="0"/>
                <wp:positionH relativeFrom="page">
                  <wp:posOffset>548640</wp:posOffset>
                </wp:positionH>
                <wp:positionV relativeFrom="page">
                  <wp:posOffset>5727700</wp:posOffset>
                </wp:positionV>
                <wp:extent cx="91440" cy="91440"/>
                <wp:effectExtent l="0" t="3175" r="0" b="635"/>
                <wp:wrapNone/>
                <wp:docPr id="12" name="Text Box 16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53DFF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BAFFF" id="Text Box 168" o:spid="_x0000_s1062" type="#_x0000_t202" style="position:absolute;margin-left:43.2pt;margin-top:451pt;width:7.2pt;height:7.2pt;z-index:2516469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" filled="f" stroked="f">
                <v:textbox inset="0,0,0,0">
                  <w:txbxContent>
                    <w:p w14:paraId="7F853DFF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5DBC233" wp14:editId="4EBEF8BC">
                <wp:simplePos x="0" y="0"/>
                <wp:positionH relativeFrom="page">
                  <wp:posOffset>2540000</wp:posOffset>
                </wp:positionH>
                <wp:positionV relativeFrom="page">
                  <wp:posOffset>1051560</wp:posOffset>
                </wp:positionV>
                <wp:extent cx="91440" cy="91440"/>
                <wp:effectExtent l="0" t="3810" r="0" b="0"/>
                <wp:wrapNone/>
                <wp:docPr id="11" name="Text Box 17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5252B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BC233" id="Text Box 172" o:spid="_x0000_s1063" type="#_x0000_t202" style="position:absolute;margin-left:200pt;margin-top:82.8pt;width:7.2pt;height:7.2pt;z-index:25164800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" filled="f" stroked="f">
                <v:textbox inset="0,0,0,0">
                  <w:txbxContent>
                    <w:p w14:paraId="1555252B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AB5DC0A" wp14:editId="6952993B">
                <wp:simplePos x="0" y="0"/>
                <wp:positionH relativeFrom="page">
                  <wp:posOffset>2517140</wp:posOffset>
                </wp:positionH>
                <wp:positionV relativeFrom="page">
                  <wp:posOffset>4051300</wp:posOffset>
                </wp:positionV>
                <wp:extent cx="91440" cy="91440"/>
                <wp:effectExtent l="2540" t="3175" r="1270" b="635"/>
                <wp:wrapNone/>
                <wp:docPr id="10" name="Text Box 17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79693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5DC0A" id="Text Box 176" o:spid="_x0000_s1064" type="#_x0000_t202" style="position:absolute;margin-left:198.2pt;margin-top:319pt;width:7.2pt;height:7.2pt;z-index:25164902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" filled="f" stroked="f">
                <v:textbox inset="0,0,0,0">
                  <w:txbxContent>
                    <w:p w14:paraId="01C79693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DC770B5" wp14:editId="60E448B6">
                <wp:simplePos x="0" y="0"/>
                <wp:positionH relativeFrom="page">
                  <wp:posOffset>2527300</wp:posOffset>
                </wp:positionH>
                <wp:positionV relativeFrom="page">
                  <wp:posOffset>6934200</wp:posOffset>
                </wp:positionV>
                <wp:extent cx="91440" cy="91440"/>
                <wp:effectExtent l="3175" t="0" r="635" b="3810"/>
                <wp:wrapNone/>
                <wp:docPr id="9" name="Text Box 18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B27E1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770B5" id="Text Box 180" o:spid="_x0000_s1065" type="#_x0000_t202" style="position:absolute;margin-left:199pt;margin-top:546pt;width:7.2pt;height:7.2pt;z-index:25165004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" filled="f" stroked="f">
                <v:textbox inset="0,0,0,0">
                  <w:txbxContent>
                    <w:p w14:paraId="474B27E1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3B9A02" wp14:editId="0EA596F5">
                <wp:simplePos x="0" y="0"/>
                <wp:positionH relativeFrom="page">
                  <wp:posOffset>546100</wp:posOffset>
                </wp:positionH>
                <wp:positionV relativeFrom="page">
                  <wp:posOffset>1244600</wp:posOffset>
                </wp:positionV>
                <wp:extent cx="91440" cy="91440"/>
                <wp:effectExtent l="3175" t="0" r="635" b="0"/>
                <wp:wrapNone/>
                <wp:docPr id="8" name="Text Box 18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3EE27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B9A02" id="Text Box 184" o:spid="_x0000_s1066" type="#_x0000_t202" style="position:absolute;margin-left:43pt;margin-top:98pt;width:7.2pt;height:7.2pt;z-index:25165107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" filled="f" stroked="f">
                <v:textbox inset="0,0,0,0">
                  <w:txbxContent>
                    <w:p w14:paraId="7323EE27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49018CB" wp14:editId="13ABFE79">
                <wp:simplePos x="0" y="0"/>
                <wp:positionH relativeFrom="page">
                  <wp:posOffset>535940</wp:posOffset>
                </wp:positionH>
                <wp:positionV relativeFrom="page">
                  <wp:posOffset>5547360</wp:posOffset>
                </wp:positionV>
                <wp:extent cx="91440" cy="91440"/>
                <wp:effectExtent l="2540" t="3810" r="1270" b="0"/>
                <wp:wrapNone/>
                <wp:docPr id="7" name="Text Box 18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6F63C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018CB" id="Text Box 188" o:spid="_x0000_s1067" type="#_x0000_t202" style="position:absolute;margin-left:42.2pt;margin-top:436.8pt;width:7.2pt;height:7.2pt;z-index:25165209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" filled="f" stroked="f">
                <v:textbox inset="0,0,0,0">
                  <w:txbxContent>
                    <w:p w14:paraId="3896F63C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713E3F6" wp14:editId="39C15CC8">
                <wp:simplePos x="0" y="0"/>
                <wp:positionH relativeFrom="page">
                  <wp:posOffset>2540000</wp:posOffset>
                </wp:positionH>
                <wp:positionV relativeFrom="page">
                  <wp:posOffset>279400</wp:posOffset>
                </wp:positionV>
                <wp:extent cx="91440" cy="91440"/>
                <wp:effectExtent l="0" t="3175" r="0" b="635"/>
                <wp:wrapNone/>
                <wp:docPr id="6" name="Text Box 22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CBCFD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3E3F6" id="Text Box 220" o:spid="_x0000_s1068" type="#_x0000_t202" style="position:absolute;margin-left:200pt;margin-top:22pt;width:7.2pt;height:7.2pt;z-index:25165312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" filled="f" stroked="f">
                <v:textbox inset="0,0,0,0">
                  <w:txbxContent>
                    <w:p w14:paraId="199CBCFD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1D2164" wp14:editId="21313082">
                <wp:simplePos x="0" y="0"/>
                <wp:positionH relativeFrom="page">
                  <wp:posOffset>2552700</wp:posOffset>
                </wp:positionH>
                <wp:positionV relativeFrom="page">
                  <wp:posOffset>2715260</wp:posOffset>
                </wp:positionV>
                <wp:extent cx="91440" cy="91440"/>
                <wp:effectExtent l="0" t="635" r="3810" b="3175"/>
                <wp:wrapNone/>
                <wp:docPr id="5" name="Text Box 22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91222A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D2164" id="Text Box 224" o:spid="_x0000_s1069" type="#_x0000_t202" style="position:absolute;margin-left:201pt;margin-top:213.8pt;width:7.2pt;height:7.2pt;z-index:25165414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" filled="f" stroked="f">
                <v:textbox inset="0,0,0,0">
                  <w:txbxContent>
                    <w:p w14:paraId="1791222A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0976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596EF0B" wp14:editId="36211DD7">
                <wp:simplePos x="0" y="0"/>
                <wp:positionH relativeFrom="page">
                  <wp:posOffset>2565400</wp:posOffset>
                </wp:positionH>
                <wp:positionV relativeFrom="page">
                  <wp:posOffset>4597400</wp:posOffset>
                </wp:positionV>
                <wp:extent cx="91440" cy="91440"/>
                <wp:effectExtent l="3175" t="0" r="635" b="0"/>
                <wp:wrapNone/>
                <wp:docPr id="4" name="Text Box 22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782F5" w14:textId="77777777" w:rsidR="005B7866" w:rsidRDefault="005B7866" w:rsidP="00F12F7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6EF0B" id="Text Box 228" o:spid="_x0000_s1070" type="#_x0000_t202" style="position:absolute;margin-left:202pt;margin-top:362pt;width:7.2pt;height:7.2pt;z-index:25165516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" filled="f" stroked="f">
                <v:textbox inset="0,0,0,0">
                  <w:txbxContent>
                    <w:p w14:paraId="497782F5" w14:textId="77777777" w:rsidR="005B7866" w:rsidRDefault="005B7866" w:rsidP="00F12F7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215570" w:rsidRPr="00FE0976" w:rsidSect="007041E4">
      <w:pgSz w:w="12240" w:h="15840"/>
      <w:pgMar w:top="1080" w:right="1800" w:bottom="900" w:left="18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5039F" w14:textId="77777777" w:rsidR="009F3F0C" w:rsidRDefault="009F3F0C">
      <w:r>
        <w:separator/>
      </w:r>
    </w:p>
  </w:endnote>
  <w:endnote w:type="continuationSeparator" w:id="0">
    <w:p w14:paraId="19C67E25" w14:textId="77777777" w:rsidR="009F3F0C" w:rsidRDefault="009F3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75505" w14:textId="77777777" w:rsidR="009F3F0C" w:rsidRDefault="009F3F0C">
      <w:r>
        <w:separator/>
      </w:r>
    </w:p>
  </w:footnote>
  <w:footnote w:type="continuationSeparator" w:id="0">
    <w:p w14:paraId="1C5083B4" w14:textId="77777777" w:rsidR="009F3F0C" w:rsidRDefault="009F3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BEE13B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11.25pt;height:11.25pt" o:bullet="t">
        <v:imagedata r:id="rId1" o:title="BD14691_"/>
      </v:shape>
    </w:pict>
  </w:numPicBullet>
  <w:abstractNum w:abstractNumId="0" w15:restartNumberingAfterBreak="0">
    <w:nsid w:val="FFFFFF7C"/>
    <w:multiLevelType w:val="singleLevel"/>
    <w:tmpl w:val="611264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29059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429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0749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8441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22B8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D612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30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C47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3C41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DC0A47"/>
    <w:multiLevelType w:val="hybridMultilevel"/>
    <w:tmpl w:val="AE826098"/>
    <w:lvl w:ilvl="0" w:tplc="01AEA7E4">
      <w:start w:val="1"/>
      <w:numFmt w:val="decimal"/>
      <w:pStyle w:val="List2"/>
      <w:lvlText w:val="%1."/>
      <w:lvlJc w:val="left"/>
      <w:pPr>
        <w:tabs>
          <w:tab w:val="num" w:pos="792"/>
        </w:tabs>
        <w:ind w:left="792" w:hanging="360"/>
      </w:pPr>
      <w:rPr>
        <w:rFonts w:ascii="Comic Sans MS" w:hAnsi="Comic Sans MS" w:hint="default"/>
        <w:b/>
        <w:i w:val="0"/>
        <w:color w:val="833C0B" w:themeColor="accent2" w:themeShade="8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A765EB"/>
    <w:multiLevelType w:val="hybridMultilevel"/>
    <w:tmpl w:val="8F52A894"/>
    <w:lvl w:ilvl="0" w:tplc="661CD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647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F75502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8D73268"/>
    <w:multiLevelType w:val="hybridMultilevel"/>
    <w:tmpl w:val="48148792"/>
    <w:lvl w:ilvl="0" w:tplc="5884346A">
      <w:start w:val="1"/>
      <w:numFmt w:val="bullet"/>
      <w:pStyle w:val="List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  <w:color w:val="385623" w:themeColor="accent6" w:themeShade="8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87"/>
  <w:drawingGridVertic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C2F"/>
    <w:rsid w:val="000877A4"/>
    <w:rsid w:val="000C2ED6"/>
    <w:rsid w:val="000D5D3D"/>
    <w:rsid w:val="000E32BD"/>
    <w:rsid w:val="000F6884"/>
    <w:rsid w:val="00144343"/>
    <w:rsid w:val="0014699E"/>
    <w:rsid w:val="00164D3F"/>
    <w:rsid w:val="00174844"/>
    <w:rsid w:val="001844BF"/>
    <w:rsid w:val="00184C67"/>
    <w:rsid w:val="00187C42"/>
    <w:rsid w:val="00190D60"/>
    <w:rsid w:val="00194765"/>
    <w:rsid w:val="001B32F2"/>
    <w:rsid w:val="001E5185"/>
    <w:rsid w:val="001F5E64"/>
    <w:rsid w:val="00213DB3"/>
    <w:rsid w:val="00215570"/>
    <w:rsid w:val="00222136"/>
    <w:rsid w:val="00236358"/>
    <w:rsid w:val="00236FD0"/>
    <w:rsid w:val="00284F12"/>
    <w:rsid w:val="002B1E02"/>
    <w:rsid w:val="002C08BC"/>
    <w:rsid w:val="002C35F7"/>
    <w:rsid w:val="002D2D8A"/>
    <w:rsid w:val="002F0AEB"/>
    <w:rsid w:val="0033356B"/>
    <w:rsid w:val="00350640"/>
    <w:rsid w:val="003743CF"/>
    <w:rsid w:val="003763D1"/>
    <w:rsid w:val="00380B5D"/>
    <w:rsid w:val="00380C9F"/>
    <w:rsid w:val="00394ED5"/>
    <w:rsid w:val="003A44AF"/>
    <w:rsid w:val="003B7587"/>
    <w:rsid w:val="003C1C93"/>
    <w:rsid w:val="003C2170"/>
    <w:rsid w:val="003E0B50"/>
    <w:rsid w:val="004203BE"/>
    <w:rsid w:val="00453D3E"/>
    <w:rsid w:val="00456E19"/>
    <w:rsid w:val="004629DF"/>
    <w:rsid w:val="0048007A"/>
    <w:rsid w:val="004B2483"/>
    <w:rsid w:val="004B2E97"/>
    <w:rsid w:val="004C1FC0"/>
    <w:rsid w:val="004C787F"/>
    <w:rsid w:val="00516F08"/>
    <w:rsid w:val="00523ABD"/>
    <w:rsid w:val="00524BBD"/>
    <w:rsid w:val="00530AF1"/>
    <w:rsid w:val="005506E3"/>
    <w:rsid w:val="005577F7"/>
    <w:rsid w:val="005848F0"/>
    <w:rsid w:val="00593D63"/>
    <w:rsid w:val="0059690B"/>
    <w:rsid w:val="005B4F56"/>
    <w:rsid w:val="005B7866"/>
    <w:rsid w:val="00605769"/>
    <w:rsid w:val="00647FE7"/>
    <w:rsid w:val="00651F9C"/>
    <w:rsid w:val="00681C27"/>
    <w:rsid w:val="00685F8D"/>
    <w:rsid w:val="006A65B0"/>
    <w:rsid w:val="006D64B2"/>
    <w:rsid w:val="006E29F9"/>
    <w:rsid w:val="006F69EC"/>
    <w:rsid w:val="00701254"/>
    <w:rsid w:val="007041E4"/>
    <w:rsid w:val="0070786F"/>
    <w:rsid w:val="00713F30"/>
    <w:rsid w:val="00730D8F"/>
    <w:rsid w:val="00733748"/>
    <w:rsid w:val="00742189"/>
    <w:rsid w:val="00754090"/>
    <w:rsid w:val="00782EB2"/>
    <w:rsid w:val="007A4C2C"/>
    <w:rsid w:val="007A6666"/>
    <w:rsid w:val="007B2BC2"/>
    <w:rsid w:val="007B3172"/>
    <w:rsid w:val="007D138D"/>
    <w:rsid w:val="007D7F35"/>
    <w:rsid w:val="007F360F"/>
    <w:rsid w:val="007F3FA8"/>
    <w:rsid w:val="008042A1"/>
    <w:rsid w:val="00805DBA"/>
    <w:rsid w:val="00835E85"/>
    <w:rsid w:val="00841065"/>
    <w:rsid w:val="0084273F"/>
    <w:rsid w:val="00851A42"/>
    <w:rsid w:val="00852988"/>
    <w:rsid w:val="00892B10"/>
    <w:rsid w:val="008A0005"/>
    <w:rsid w:val="008B536F"/>
    <w:rsid w:val="008C7FE0"/>
    <w:rsid w:val="008D21C3"/>
    <w:rsid w:val="008D5A62"/>
    <w:rsid w:val="008E02B2"/>
    <w:rsid w:val="008F66E7"/>
    <w:rsid w:val="0091225B"/>
    <w:rsid w:val="00925343"/>
    <w:rsid w:val="00940F18"/>
    <w:rsid w:val="0094155C"/>
    <w:rsid w:val="009429B8"/>
    <w:rsid w:val="00944813"/>
    <w:rsid w:val="00983828"/>
    <w:rsid w:val="009916DB"/>
    <w:rsid w:val="009A266F"/>
    <w:rsid w:val="009C438E"/>
    <w:rsid w:val="009E08FE"/>
    <w:rsid w:val="009E4798"/>
    <w:rsid w:val="009F08D6"/>
    <w:rsid w:val="009F2C50"/>
    <w:rsid w:val="009F3F0C"/>
    <w:rsid w:val="00A01F2D"/>
    <w:rsid w:val="00A3453A"/>
    <w:rsid w:val="00A72C57"/>
    <w:rsid w:val="00A842F7"/>
    <w:rsid w:val="00A843A1"/>
    <w:rsid w:val="00A9094F"/>
    <w:rsid w:val="00AA15E6"/>
    <w:rsid w:val="00AC3FF1"/>
    <w:rsid w:val="00AD148A"/>
    <w:rsid w:val="00AE5663"/>
    <w:rsid w:val="00B00C94"/>
    <w:rsid w:val="00B10C2F"/>
    <w:rsid w:val="00B449D0"/>
    <w:rsid w:val="00B55990"/>
    <w:rsid w:val="00B62ACF"/>
    <w:rsid w:val="00B71E36"/>
    <w:rsid w:val="00B87FC2"/>
    <w:rsid w:val="00BA396A"/>
    <w:rsid w:val="00BA7E32"/>
    <w:rsid w:val="00BB757B"/>
    <w:rsid w:val="00BD1DAC"/>
    <w:rsid w:val="00C1656B"/>
    <w:rsid w:val="00C26529"/>
    <w:rsid w:val="00C446BE"/>
    <w:rsid w:val="00C54BC7"/>
    <w:rsid w:val="00C55100"/>
    <w:rsid w:val="00C55FAA"/>
    <w:rsid w:val="00C80EC0"/>
    <w:rsid w:val="00C83579"/>
    <w:rsid w:val="00CB0B1A"/>
    <w:rsid w:val="00CC3F51"/>
    <w:rsid w:val="00CD4651"/>
    <w:rsid w:val="00CE470C"/>
    <w:rsid w:val="00CE6A69"/>
    <w:rsid w:val="00CE7A71"/>
    <w:rsid w:val="00CF17E1"/>
    <w:rsid w:val="00D026D5"/>
    <w:rsid w:val="00D05582"/>
    <w:rsid w:val="00D12DA3"/>
    <w:rsid w:val="00D33014"/>
    <w:rsid w:val="00D3519B"/>
    <w:rsid w:val="00D431BD"/>
    <w:rsid w:val="00D502D3"/>
    <w:rsid w:val="00D53217"/>
    <w:rsid w:val="00DC2208"/>
    <w:rsid w:val="00DD4680"/>
    <w:rsid w:val="00DE68B8"/>
    <w:rsid w:val="00DF3CC2"/>
    <w:rsid w:val="00E247EF"/>
    <w:rsid w:val="00E76CCF"/>
    <w:rsid w:val="00E97DCF"/>
    <w:rsid w:val="00EA57E3"/>
    <w:rsid w:val="00EB10EA"/>
    <w:rsid w:val="00EC3FEA"/>
    <w:rsid w:val="00F12F72"/>
    <w:rsid w:val="00F340E7"/>
    <w:rsid w:val="00F36E14"/>
    <w:rsid w:val="00F46A00"/>
    <w:rsid w:val="00F575C2"/>
    <w:rsid w:val="00F6665B"/>
    <w:rsid w:val="00F7747A"/>
    <w:rsid w:val="00FC3BB9"/>
    <w:rsid w:val="00FD6544"/>
    <w:rsid w:val="00FE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time"/>
  <w:smartTagType w:namespaceuri="urn:schemas-microsoft-com:office:smarttags" w:name="State"/>
  <w:smartTagType w:namespaceuri="urn:schemas:contacts" w:name="title"/>
  <w:smartTagType w:namespaceuri="urn:schemas:contacts" w:name="Sn"/>
  <w:smartTagType w:namespaceuri="urn:schemas:contacts" w:name="GivenName"/>
  <w:shapeDefaults>
    <o:shapedefaults v:ext="edit" spidmax="1026" style="mso-position-horizontal-relative:page;mso-position-vertical-relative:page" fill="f" fillcolor="white" stroke="f">
      <v:fill color="white" on="f"/>
      <v:stroke on="f"/>
      <v:textbox inset="0,0,0,0"/>
      <o:colormru v:ext="edit" colors="#9fc,#b00000,#fff6db,#6f7fc8,#98a3d7,#dedede,#9c9,#c00"/>
    </o:shapedefaults>
    <o:shapelayout v:ext="edit">
      <o:idmap v:ext="edit" data="1"/>
    </o:shapelayout>
  </w:shapeDefaults>
  <w:decimalSymbol w:val="."/>
  <w:listSeparator w:val=","/>
  <w14:docId w14:val="70AD26F0"/>
  <w15:chartTrackingRefBased/>
  <w15:docId w15:val="{EFE66EB7-37F7-4A25-965D-C656BEA8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94F"/>
    <w:rPr>
      <w:rFonts w:ascii="Trebuchet MS" w:eastAsia="Times New Roman" w:hAnsi="Trebuchet MS"/>
      <w:sz w:val="24"/>
    </w:rPr>
  </w:style>
  <w:style w:type="paragraph" w:styleId="Heading1">
    <w:name w:val="heading 1"/>
    <w:basedOn w:val="Normal"/>
    <w:next w:val="Normal"/>
    <w:qFormat/>
    <w:rsid w:val="00BA396A"/>
    <w:pPr>
      <w:keepNext/>
      <w:outlineLvl w:val="0"/>
    </w:pPr>
    <w:rPr>
      <w:rFonts w:ascii="Comic Sans MS" w:hAnsi="Comic Sans MS" w:cs="Arial"/>
      <w:b/>
      <w:color w:val="3366FF"/>
      <w:sz w:val="36"/>
      <w:szCs w:val="36"/>
    </w:rPr>
  </w:style>
  <w:style w:type="paragraph" w:styleId="Heading2">
    <w:name w:val="heading 2"/>
    <w:basedOn w:val="Normal"/>
    <w:next w:val="Normal"/>
    <w:qFormat/>
    <w:rsid w:val="00A3453A"/>
    <w:pPr>
      <w:keepNext/>
      <w:outlineLvl w:val="1"/>
    </w:pPr>
    <w:rPr>
      <w:rFonts w:ascii="Comic Sans MS" w:hAnsi="Comic Sans MS" w:cs="Arial"/>
      <w:b/>
      <w:color w:val="3366FF"/>
      <w:sz w:val="28"/>
      <w:szCs w:val="28"/>
    </w:rPr>
  </w:style>
  <w:style w:type="paragraph" w:styleId="Heading3">
    <w:name w:val="heading 3"/>
    <w:basedOn w:val="Normal"/>
    <w:next w:val="Normal"/>
    <w:qFormat/>
    <w:rsid w:val="00A3453A"/>
    <w:pPr>
      <w:spacing w:before="120"/>
      <w:jc w:val="right"/>
      <w:outlineLvl w:val="2"/>
    </w:pPr>
    <w:rPr>
      <w:rFonts w:ascii="Arial" w:hAnsi="Arial" w:cs="Arial"/>
      <w:b/>
      <w:color w:val="3366FF"/>
    </w:rPr>
  </w:style>
  <w:style w:type="paragraph" w:styleId="Heading4">
    <w:name w:val="heading 4"/>
    <w:basedOn w:val="Normal"/>
    <w:next w:val="Normal"/>
    <w:qFormat/>
    <w:rsid w:val="00F575C2"/>
    <w:pPr>
      <w:outlineLvl w:val="3"/>
    </w:pPr>
    <w:rPr>
      <w:rFonts w:ascii="Comic Sans MS" w:hAnsi="Comic Sans MS" w:cs="Arial"/>
      <w:b/>
      <w:color w:val="FF0000"/>
      <w:spacing w:val="10"/>
      <w:sz w:val="32"/>
      <w:szCs w:val="32"/>
    </w:rPr>
  </w:style>
  <w:style w:type="paragraph" w:styleId="Heading5">
    <w:name w:val="heading 5"/>
    <w:basedOn w:val="Normal"/>
    <w:next w:val="Normal"/>
    <w:qFormat/>
    <w:rsid w:val="0033356B"/>
    <w:pPr>
      <w:jc w:val="right"/>
      <w:outlineLvl w:val="4"/>
    </w:pPr>
    <w:rPr>
      <w:rFonts w:ascii="Arial" w:hAnsi="Arial" w:cs="Arial"/>
      <w:b/>
      <w:color w:val="FFF3D3"/>
      <w:sz w:val="28"/>
    </w:rPr>
  </w:style>
  <w:style w:type="paragraph" w:styleId="Heading6">
    <w:name w:val="heading 6"/>
    <w:next w:val="Normal"/>
    <w:qFormat/>
    <w:rsid w:val="008B536F"/>
    <w:pPr>
      <w:outlineLvl w:val="5"/>
    </w:pPr>
    <w:rPr>
      <w:rFonts w:ascii="Arial" w:eastAsia="Times New Roman" w:hAnsi="Arial" w:cs="Arial"/>
      <w:b/>
      <w:color w:val="CC0000"/>
      <w:sz w:val="18"/>
    </w:rPr>
  </w:style>
  <w:style w:type="paragraph" w:styleId="Heading9">
    <w:name w:val="heading 9"/>
    <w:next w:val="Normal"/>
    <w:qFormat/>
    <w:rsid w:val="008B536F"/>
    <w:pPr>
      <w:outlineLvl w:val="8"/>
    </w:pPr>
    <w:rPr>
      <w:rFonts w:ascii="Arial" w:eastAsia="Times New Roman" w:hAnsi="Arial" w:cs="Arial"/>
      <w:b/>
      <w:color w:val="CC0000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">
    <w:name w:val="List"/>
    <w:basedOn w:val="Normal"/>
    <w:rsid w:val="00A3453A"/>
    <w:pPr>
      <w:numPr>
        <w:numId w:val="11"/>
      </w:numPr>
      <w:spacing w:after="120"/>
    </w:pPr>
    <w:rPr>
      <w:rFonts w:ascii="Verdana" w:hAnsi="Verdana"/>
    </w:rPr>
  </w:style>
  <w:style w:type="paragraph" w:styleId="BodyText">
    <w:name w:val="Body Text"/>
    <w:link w:val="BodyTextChar"/>
    <w:rsid w:val="00EA57E3"/>
    <w:pPr>
      <w:spacing w:after="240" w:line="240" w:lineRule="atLeast"/>
    </w:pPr>
    <w:rPr>
      <w:rFonts w:ascii="Verdana" w:eastAsia="Times New Roman" w:hAnsi="Verdana" w:cs="Arial"/>
    </w:rPr>
  </w:style>
  <w:style w:type="paragraph" w:customStyle="1" w:styleId="ThisWeekHeading">
    <w:name w:val="This Week Heading"/>
    <w:rsid w:val="00BA396A"/>
    <w:pPr>
      <w:jc w:val="center"/>
    </w:pPr>
    <w:rPr>
      <w:rFonts w:ascii="Comic Sans MS" w:eastAsia="Times New Roman" w:hAnsi="Comic Sans MS" w:cs="Arial"/>
      <w:b/>
      <w:color w:val="3366FF"/>
      <w:sz w:val="32"/>
    </w:rPr>
  </w:style>
  <w:style w:type="paragraph" w:customStyle="1" w:styleId="CaptionText">
    <w:name w:val="Caption Text"/>
    <w:basedOn w:val="Normal"/>
    <w:rsid w:val="00E97DCF"/>
    <w:pPr>
      <w:spacing w:line="240" w:lineRule="atLeast"/>
      <w:jc w:val="center"/>
    </w:pPr>
    <w:rPr>
      <w:rFonts w:ascii="Arial" w:hAnsi="Arial" w:cs="Arial"/>
      <w:sz w:val="18"/>
    </w:rPr>
  </w:style>
  <w:style w:type="paragraph" w:customStyle="1" w:styleId="VolumeandIssue">
    <w:name w:val="Volume and Issue"/>
    <w:basedOn w:val="Normal"/>
    <w:rsid w:val="008F66E7"/>
    <w:pPr>
      <w:spacing w:line="240" w:lineRule="atLeast"/>
      <w:jc w:val="right"/>
    </w:pPr>
    <w:rPr>
      <w:rFonts w:ascii="Arial" w:hAnsi="Arial" w:cs="Arial"/>
      <w:b/>
      <w:color w:val="FF0000"/>
      <w:spacing w:val="20"/>
      <w:sz w:val="16"/>
      <w:szCs w:val="16"/>
    </w:rPr>
  </w:style>
  <w:style w:type="character" w:customStyle="1" w:styleId="BodyTextCharChar">
    <w:name w:val="Body Text Char Char"/>
    <w:basedOn w:val="DefaultParagraphFont"/>
    <w:semiHidden/>
    <w:rsid w:val="00EB10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Masthead">
    <w:name w:val="Masthead"/>
    <w:basedOn w:val="Heading1"/>
    <w:rsid w:val="00F575C2"/>
    <w:pPr>
      <w:jc w:val="center"/>
    </w:pPr>
    <w:rPr>
      <w:color w:val="FF0000"/>
      <w:spacing w:val="10"/>
      <w:sz w:val="56"/>
      <w:szCs w:val="56"/>
    </w:rPr>
  </w:style>
  <w:style w:type="paragraph" w:customStyle="1" w:styleId="SchoolAddress">
    <w:name w:val="School Address"/>
    <w:basedOn w:val="Normal"/>
    <w:rsid w:val="005B4F56"/>
    <w:pPr>
      <w:jc w:val="right"/>
    </w:pPr>
    <w:rPr>
      <w:rFonts w:ascii="Arial" w:hAnsi="Arial" w:cs="Arial"/>
      <w:sz w:val="18"/>
    </w:rPr>
  </w:style>
  <w:style w:type="paragraph" w:customStyle="1" w:styleId="Weekday">
    <w:name w:val="Weekday"/>
    <w:next w:val="BodyText2"/>
    <w:rsid w:val="00A3453A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CC0000" w:fill="FFFF99"/>
      <w:tabs>
        <w:tab w:val="left" w:pos="2970"/>
        <w:tab w:val="right" w:pos="3060"/>
      </w:tabs>
      <w:spacing w:line="360" w:lineRule="exact"/>
    </w:pPr>
    <w:rPr>
      <w:rFonts w:ascii="Verdana" w:eastAsia="Times New Roman" w:hAnsi="Verdana" w:cs="Arial"/>
      <w:b/>
      <w:color w:val="3366FF"/>
      <w:szCs w:val="16"/>
    </w:rPr>
  </w:style>
  <w:style w:type="character" w:customStyle="1" w:styleId="BodyTextChar">
    <w:name w:val="Body Text Char"/>
    <w:basedOn w:val="DefaultParagraphFont"/>
    <w:link w:val="BodyText"/>
    <w:rsid w:val="00EA57E3"/>
    <w:rPr>
      <w:rFonts w:ascii="Verdana" w:hAnsi="Verdana" w:cs="Arial"/>
      <w:lang w:val="en-US" w:eastAsia="en-US" w:bidi="ar-SA"/>
    </w:rPr>
  </w:style>
  <w:style w:type="paragraph" w:customStyle="1" w:styleId="PageTitleNumber">
    <w:name w:val="Page Title &amp; Number"/>
    <w:rsid w:val="005848F0"/>
    <w:rPr>
      <w:rFonts w:ascii="Comic Sans MS" w:eastAsia="Times New Roman" w:hAnsi="Comic Sans MS" w:cs="Arial"/>
      <w:color w:val="FF0000"/>
      <w:sz w:val="28"/>
    </w:rPr>
  </w:style>
  <w:style w:type="paragraph" w:styleId="List2">
    <w:name w:val="List 2"/>
    <w:basedOn w:val="Normal"/>
    <w:rsid w:val="00A3453A"/>
    <w:pPr>
      <w:numPr>
        <w:numId w:val="12"/>
      </w:numPr>
      <w:spacing w:after="60"/>
    </w:pPr>
    <w:rPr>
      <w:rFonts w:ascii="Verdana" w:hAnsi="Verdana"/>
    </w:rPr>
  </w:style>
  <w:style w:type="paragraph" w:customStyle="1" w:styleId="BackToSchool">
    <w:name w:val="BackToSchool"/>
    <w:basedOn w:val="Normal"/>
    <w:rsid w:val="007D7F35"/>
    <w:pPr>
      <w:spacing w:line="680" w:lineRule="exact"/>
      <w:jc w:val="center"/>
    </w:pPr>
    <w:rPr>
      <w:rFonts w:ascii="Comic Sans MS" w:hAnsi="Comic Sans MS"/>
      <w:b/>
      <w:i/>
      <w:smallCaps/>
      <w:color w:val="FFFF00"/>
      <w:spacing w:val="56"/>
      <w:sz w:val="64"/>
      <w:szCs w:val="6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2">
    <w:name w:val="Body Text 2"/>
    <w:basedOn w:val="Normal"/>
    <w:rsid w:val="0059690B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</w:pPr>
    <w:rPr>
      <w:rFonts w:ascii="Verdana" w:hAnsi="Verdana"/>
      <w:sz w:val="20"/>
    </w:rPr>
  </w:style>
  <w:style w:type="paragraph" w:styleId="BalloonText">
    <w:name w:val="Balloon Text"/>
    <w:basedOn w:val="Normal"/>
    <w:semiHidden/>
    <w:rsid w:val="00480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new%20templates%20docformats\Multiple\tf01018188_win3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tf01018188_win32</Template>
  <TotalTime>5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Microsoft Corporation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92321</dc:creator>
  <cp:keywords/>
  <dc:description/>
  <cp:lastModifiedBy>92321</cp:lastModifiedBy>
  <cp:revision>2</cp:revision>
  <cp:lastPrinted>2002-12-15T11:48:00Z</cp:lastPrinted>
  <dcterms:created xsi:type="dcterms:W3CDTF">2021-11-29T07:37:00Z</dcterms:created>
  <dcterms:modified xsi:type="dcterms:W3CDTF">2021-11-29T07:42:00Z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TC010181881033</vt:lpwstr>
  </property>
</Properties>
</file>