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D1" w:rsidRPr="006E7C5D" w:rsidRDefault="00F44FB3">
      <w:pPr>
        <w:pStyle w:val="BodyText"/>
        <w:rPr>
          <w:u w:val="single"/>
        </w:rPr>
      </w:pPr>
      <w:r w:rsidRPr="006E7C5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91F7BC7" wp14:editId="57DC5C68">
                <wp:simplePos x="0" y="0"/>
                <wp:positionH relativeFrom="column">
                  <wp:posOffset>1105535</wp:posOffset>
                </wp:positionH>
                <wp:positionV relativeFrom="paragraph">
                  <wp:posOffset>-494665</wp:posOffset>
                </wp:positionV>
                <wp:extent cx="1402715" cy="1062990"/>
                <wp:effectExtent l="0" t="0" r="26035" b="2286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715" cy="10629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451B" w:rsidRDefault="00F44FB3" w:rsidP="004F31B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1A8385" wp14:editId="3F344B65">
                                  <wp:extent cx="946150" cy="946150"/>
                                  <wp:effectExtent l="0" t="0" r="6350" b="635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y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6150" cy="9461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87.05pt;margin-top:-38.95pt;width:110.45pt;height:83.7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" fillcolor="white [3201]" strokecolor="black [3200]" strokeweight="2pt">
                <v:textbox>
                  <w:txbxContent>
                    <w:p w:rsidR="005D451B" w:rsidRDefault="00F44FB3" w:rsidP="004F31B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1A8385" wp14:editId="3F344B65">
                            <wp:extent cx="946150" cy="946150"/>
                            <wp:effectExtent l="0" t="0" r="6350" b="635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y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6150" cy="9461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6E7C5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00EA9F" wp14:editId="2035C050">
                <wp:simplePos x="0" y="0"/>
                <wp:positionH relativeFrom="column">
                  <wp:posOffset>-234315</wp:posOffset>
                </wp:positionH>
                <wp:positionV relativeFrom="paragraph">
                  <wp:posOffset>26035</wp:posOffset>
                </wp:positionV>
                <wp:extent cx="5901055" cy="574040"/>
                <wp:effectExtent l="19050" t="19050" r="42545" b="35560"/>
                <wp:wrapSquare wrapText="bothSides"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1055" cy="57404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226" w:rsidRPr="005D451B" w:rsidRDefault="00F4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Special</w:t>
                            </w:r>
                            <w:r w:rsidR="003D763A" w:rsidRPr="005D451B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Events in My Life </w:t>
                            </w:r>
                            <w:r w:rsidR="006E7C5D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- </w:t>
                            </w:r>
                            <w:r w:rsidR="003D763A" w:rsidRPr="005D451B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Time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-18.45pt;margin-top:2.05pt;width:464.65pt;height:4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" fillcolor="white [3201]" strokecolor="gray [1629]" strokeweight="4.5pt">
                <v:textbox>
                  <w:txbxContent>
                    <w:p w:rsidR="00FA1226" w:rsidRPr="005D451B" w:rsidRDefault="00F44FB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Special</w:t>
                      </w:r>
                      <w:r w:rsidR="003D763A" w:rsidRPr="005D451B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 Events in My Life </w:t>
                      </w:r>
                      <w:r w:rsidR="006E7C5D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 xml:space="preserve">- </w:t>
                      </w:r>
                      <w:r w:rsidR="003D763A" w:rsidRPr="005D451B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Time 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7C5D" w:rsidRPr="006E7C5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EB0CB8" wp14:editId="7D53B918">
                <wp:simplePos x="0" y="0"/>
                <wp:positionH relativeFrom="column">
                  <wp:posOffset>-5740400</wp:posOffset>
                </wp:positionH>
                <wp:positionV relativeFrom="paragraph">
                  <wp:posOffset>-676910</wp:posOffset>
                </wp:positionV>
                <wp:extent cx="1765935" cy="495300"/>
                <wp:effectExtent l="0" t="0" r="24765" b="1905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Default="00FA122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3C77">
                              <w:rPr>
                                <w:b/>
                                <w:sz w:val="24"/>
                                <w:szCs w:val="24"/>
                              </w:rPr>
                              <w:t>Name:</w:t>
                            </w:r>
                            <w:r w:rsidR="002D419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-452pt;margin-top:-53.3pt;width:139.05pt;height:3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">
                <v:textbox>
                  <w:txbxContent>
                    <w:p w:rsidR="00FA1226" w:rsidRDefault="00FA122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B3C77">
                        <w:rPr>
                          <w:b/>
                          <w:sz w:val="24"/>
                          <w:szCs w:val="24"/>
                        </w:rPr>
                        <w:t>Name:</w:t>
                      </w:r>
                      <w:r w:rsidR="002D4195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17ED1" w:rsidRPr="00E17ED1" w:rsidRDefault="00E17ED1" w:rsidP="00E17ED1"/>
    <w:p w:rsidR="00E17ED1" w:rsidRPr="00E17ED1" w:rsidRDefault="00E17ED1" w:rsidP="00E17ED1">
      <w:bookmarkStart w:id="0" w:name="_GoBack"/>
      <w:bookmarkEnd w:id="0"/>
    </w:p>
    <w:p w:rsidR="00E17ED1" w:rsidRPr="00E17ED1" w:rsidRDefault="00E17ED1" w:rsidP="00E17ED1"/>
    <w:p w:rsidR="00E17ED1" w:rsidRDefault="00FF0BA2" w:rsidP="00E17ED1"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A2DA8B2" wp14:editId="54AD843D">
                <wp:simplePos x="0" y="0"/>
                <wp:positionH relativeFrom="column">
                  <wp:posOffset>3306445</wp:posOffset>
                </wp:positionH>
                <wp:positionV relativeFrom="paragraph">
                  <wp:posOffset>61595</wp:posOffset>
                </wp:positionV>
                <wp:extent cx="1583690" cy="882015"/>
                <wp:effectExtent l="19050" t="19050" r="16510" b="13335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882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FF0BA2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29" type="#_x0000_t202" style="position:absolute;margin-left:260.35pt;margin-top:4.85pt;width:124.7pt;height:69.4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" strokecolor="#7030a0" strokeweight="3pt">
                <v:textbox>
                  <w:txbxContent>
                    <w:p w:rsidR="00FA1226" w:rsidRPr="00FF0BA2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B9184EF" wp14:editId="08A58365">
                <wp:simplePos x="0" y="0"/>
                <wp:positionH relativeFrom="column">
                  <wp:posOffset>5177790</wp:posOffset>
                </wp:positionH>
                <wp:positionV relativeFrom="paragraph">
                  <wp:posOffset>136525</wp:posOffset>
                </wp:positionV>
                <wp:extent cx="1543050" cy="807085"/>
                <wp:effectExtent l="19050" t="19050" r="19050" b="12065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807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291ADC" w:rsidRDefault="003275BF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407.7pt;margin-top:10.75pt;width:121.5pt;height:63.5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" strokecolor="red" strokeweight="3pt">
                <v:textbox>
                  <w:txbxContent>
                    <w:p w:rsidR="003275BF" w:rsidRPr="00291ADC" w:rsidRDefault="003275BF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7ED1" w:rsidRDefault="00291ADC" w:rsidP="00E17ED1"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0BFB618" wp14:editId="05B9B49A">
                <wp:simplePos x="0" y="0"/>
                <wp:positionH relativeFrom="column">
                  <wp:posOffset>6985000</wp:posOffset>
                </wp:positionH>
                <wp:positionV relativeFrom="paragraph">
                  <wp:posOffset>105410</wp:posOffset>
                </wp:positionV>
                <wp:extent cx="1543050" cy="721995"/>
                <wp:effectExtent l="19050" t="19050" r="19050" b="20955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B79" w:rsidRPr="00291ADC" w:rsidRDefault="00425B79" w:rsidP="00425B7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0pt;margin-top:8.3pt;width:121.5pt;height:56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" strokecolor="#5a5a5a [2109]" strokeweight="3pt">
                <v:textbox>
                  <w:txbxContent>
                    <w:p w:rsidR="00425B79" w:rsidRPr="00291ADC" w:rsidRDefault="00425B79" w:rsidP="00425B7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979AF6B" wp14:editId="7C4B9CE5">
                <wp:simplePos x="0" y="0"/>
                <wp:positionH relativeFrom="column">
                  <wp:posOffset>1520190</wp:posOffset>
                </wp:positionH>
                <wp:positionV relativeFrom="paragraph">
                  <wp:posOffset>137160</wp:posOffset>
                </wp:positionV>
                <wp:extent cx="1495425" cy="945515"/>
                <wp:effectExtent l="19050" t="19050" r="28575" b="26035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45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FF0BA2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119.7pt;margin-top:10.8pt;width:117.75pt;height:74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" strokecolor="#5f497a [2407]" strokeweight="3pt">
                <v:textbox>
                  <w:txbxContent>
                    <w:p w:rsidR="00FA1226" w:rsidRPr="00FF0BA2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6738784" wp14:editId="3922A1C7">
                <wp:simplePos x="0" y="0"/>
                <wp:positionH relativeFrom="column">
                  <wp:posOffset>-74930</wp:posOffset>
                </wp:positionH>
                <wp:positionV relativeFrom="paragraph">
                  <wp:posOffset>41910</wp:posOffset>
                </wp:positionV>
                <wp:extent cx="1350645" cy="775970"/>
                <wp:effectExtent l="19050" t="19050" r="20955" b="24130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77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5D451B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-5.9pt;margin-top:3.3pt;width:106.35pt;height:61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" strokecolor="#548dd4 [1951]" strokeweight="3pt">
                <v:textbox>
                  <w:txbxContent>
                    <w:p w:rsidR="00FA1226" w:rsidRPr="005D451B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="-155" w:tblpY="2816"/>
        <w:tblW w:w="13525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70"/>
        <w:gridCol w:w="1260"/>
        <w:gridCol w:w="1350"/>
        <w:gridCol w:w="1350"/>
        <w:gridCol w:w="1260"/>
        <w:gridCol w:w="1440"/>
        <w:gridCol w:w="1260"/>
        <w:gridCol w:w="1440"/>
        <w:gridCol w:w="1350"/>
        <w:gridCol w:w="1645"/>
      </w:tblGrid>
      <w:tr w:rsidR="000D79B9" w:rsidRPr="005D451B" w:rsidTr="00FF0BA2">
        <w:trPr>
          <w:trHeight w:val="433"/>
        </w:trPr>
        <w:tc>
          <w:tcPr>
            <w:tcW w:w="1170" w:type="dxa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 w:rsidRPr="003D763A">
              <w:rPr>
                <w:b/>
                <w:color w:val="FFFFFF"/>
                <w:sz w:val="28"/>
                <w:szCs w:val="28"/>
              </w:rPr>
              <w:t>0</w:t>
            </w:r>
          </w:p>
        </w:tc>
        <w:tc>
          <w:tcPr>
            <w:tcW w:w="1260" w:type="dxa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 yrs.</w:t>
            </w:r>
          </w:p>
        </w:tc>
        <w:tc>
          <w:tcPr>
            <w:tcW w:w="1350" w:type="dxa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2 yrs.</w:t>
            </w:r>
          </w:p>
        </w:tc>
        <w:tc>
          <w:tcPr>
            <w:tcW w:w="1350" w:type="dxa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3 yrs.</w:t>
            </w:r>
          </w:p>
        </w:tc>
        <w:tc>
          <w:tcPr>
            <w:tcW w:w="1260" w:type="dxa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4 yrs.</w:t>
            </w:r>
          </w:p>
        </w:tc>
        <w:tc>
          <w:tcPr>
            <w:tcW w:w="1440" w:type="dxa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5 yrs.</w:t>
            </w:r>
          </w:p>
        </w:tc>
        <w:tc>
          <w:tcPr>
            <w:tcW w:w="1260" w:type="dxa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6 yrs.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D79B9" w:rsidRPr="003D763A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7yrs.</w:t>
            </w:r>
          </w:p>
        </w:tc>
        <w:tc>
          <w:tcPr>
            <w:tcW w:w="1350" w:type="dxa"/>
            <w:vAlign w:val="center"/>
          </w:tcPr>
          <w:p w:rsidR="000D79B9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8 yrs.</w:t>
            </w:r>
          </w:p>
        </w:tc>
        <w:tc>
          <w:tcPr>
            <w:tcW w:w="1645" w:type="dxa"/>
            <w:vAlign w:val="center"/>
          </w:tcPr>
          <w:p w:rsidR="000D79B9" w:rsidRDefault="000D79B9" w:rsidP="00FF0BA2">
            <w:pPr>
              <w:spacing w:after="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9 yrs.</w:t>
            </w:r>
          </w:p>
        </w:tc>
      </w:tr>
    </w:tbl>
    <w:p w:rsidR="00267C26" w:rsidRPr="00E17ED1" w:rsidRDefault="00291ADC" w:rsidP="00E17ED1">
      <w:pPr>
        <w:tabs>
          <w:tab w:val="left" w:pos="16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CAE35AE" wp14:editId="224E3159">
                <wp:simplePos x="0" y="0"/>
                <wp:positionH relativeFrom="column">
                  <wp:posOffset>903605</wp:posOffset>
                </wp:positionH>
                <wp:positionV relativeFrom="paragraph">
                  <wp:posOffset>2244090</wp:posOffset>
                </wp:positionV>
                <wp:extent cx="0" cy="1040765"/>
                <wp:effectExtent l="57150" t="38100" r="57150" b="6985"/>
                <wp:wrapNone/>
                <wp:docPr id="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076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margin-left:71.15pt;margin-top:176.7pt;width:0;height:81.95pt;flip: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CDA847" wp14:editId="0CBD7E98">
                <wp:simplePos x="0" y="0"/>
                <wp:positionH relativeFrom="column">
                  <wp:posOffset>74428</wp:posOffset>
                </wp:positionH>
                <wp:positionV relativeFrom="paragraph">
                  <wp:posOffset>3286346</wp:posOffset>
                </wp:positionV>
                <wp:extent cx="1626870" cy="1105535"/>
                <wp:effectExtent l="19050" t="19050" r="11430" b="18415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FF0BA2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4" type="#_x0000_t202" style="position:absolute;margin-left:5.85pt;margin-top:258.75pt;width:128.1pt;height:87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" strokeweight="3pt">
                <v:textbox>
                  <w:txbxContent>
                    <w:p w:rsidR="00FA1226" w:rsidRPr="00FF0BA2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E3D83B5" wp14:editId="48F2A8DF">
                <wp:simplePos x="0" y="0"/>
                <wp:positionH relativeFrom="column">
                  <wp:posOffset>4197985</wp:posOffset>
                </wp:positionH>
                <wp:positionV relativeFrom="paragraph">
                  <wp:posOffset>531495</wp:posOffset>
                </wp:positionV>
                <wp:extent cx="0" cy="967105"/>
                <wp:effectExtent l="76200" t="0" r="76200" b="42545"/>
                <wp:wrapNone/>
                <wp:docPr id="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6710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30.55pt;margin-top:41.85pt;width:0;height:76.15pt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0453F11" wp14:editId="1B9130AA">
                <wp:simplePos x="0" y="0"/>
                <wp:positionH relativeFrom="column">
                  <wp:posOffset>3019425</wp:posOffset>
                </wp:positionH>
                <wp:positionV relativeFrom="paragraph">
                  <wp:posOffset>2244090</wp:posOffset>
                </wp:positionV>
                <wp:extent cx="361315" cy="1041400"/>
                <wp:effectExtent l="19050" t="38100" r="57785" b="6350"/>
                <wp:wrapNone/>
                <wp:docPr id="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1315" cy="10414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37.75pt;margin-top:176.7pt;width:28.45pt;height:82pt;flip: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C04BA28" wp14:editId="4C66668C">
                <wp:simplePos x="0" y="0"/>
                <wp:positionH relativeFrom="column">
                  <wp:posOffset>2094230</wp:posOffset>
                </wp:positionH>
                <wp:positionV relativeFrom="paragraph">
                  <wp:posOffset>3285490</wp:posOffset>
                </wp:positionV>
                <wp:extent cx="1654175" cy="1105535"/>
                <wp:effectExtent l="19050" t="19050" r="22225" b="1841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17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226" w:rsidRPr="00291ADC" w:rsidRDefault="00FA1226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5" type="#_x0000_t202" style="position:absolute;margin-left:164.9pt;margin-top:258.7pt;width:130.25pt;height:87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" strokecolor="#76923c [2406]" strokeweight="3pt">
                <v:textbox>
                  <w:txbxContent>
                    <w:p w:rsidR="00FA1226" w:rsidRPr="00291ADC" w:rsidRDefault="00FA1226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F78F6C8" wp14:editId="2EA01C0B">
                <wp:simplePos x="0" y="0"/>
                <wp:positionH relativeFrom="column">
                  <wp:posOffset>4476307</wp:posOffset>
                </wp:positionH>
                <wp:positionV relativeFrom="paragraph">
                  <wp:posOffset>3041798</wp:posOffset>
                </wp:positionV>
                <wp:extent cx="1743075" cy="1073888"/>
                <wp:effectExtent l="19050" t="19050" r="28575" b="12065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0738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291ADC" w:rsidRDefault="003275BF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margin-left:352.45pt;margin-top:239.5pt;width:137.25pt;height:84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" strokecolor="#31849b [2408]" strokeweight="3pt">
                <v:textbox>
                  <w:txbxContent>
                    <w:p w:rsidR="003275BF" w:rsidRPr="00291ADC" w:rsidRDefault="003275BF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F608D1D" wp14:editId="46127770">
                <wp:simplePos x="0" y="0"/>
                <wp:positionH relativeFrom="column">
                  <wp:posOffset>2253482</wp:posOffset>
                </wp:positionH>
                <wp:positionV relativeFrom="paragraph">
                  <wp:posOffset>849882</wp:posOffset>
                </wp:positionV>
                <wp:extent cx="106326" cy="648586"/>
                <wp:effectExtent l="19050" t="19050" r="65405" b="56515"/>
                <wp:wrapNone/>
                <wp:docPr id="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326" cy="648586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77.45pt;margin-top:66.9pt;width:8.35pt;height:51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D7CDEBA" wp14:editId="4A7953A5">
                <wp:simplePos x="0" y="0"/>
                <wp:positionH relativeFrom="column">
                  <wp:posOffset>7819390</wp:posOffset>
                </wp:positionH>
                <wp:positionV relativeFrom="paragraph">
                  <wp:posOffset>597535</wp:posOffset>
                </wp:positionV>
                <wp:extent cx="9525" cy="1009650"/>
                <wp:effectExtent l="95250" t="19050" r="66675" b="38100"/>
                <wp:wrapNone/>
                <wp:docPr id="2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615.7pt;margin-top:47.05pt;width:.75pt;height:79.5pt;flip:x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" strokeweight="3pt">
                <v:stroke endarrow="block"/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B8AC51F" wp14:editId="05B90A7C">
                <wp:simplePos x="0" y="0"/>
                <wp:positionH relativeFrom="column">
                  <wp:posOffset>5231130</wp:posOffset>
                </wp:positionH>
                <wp:positionV relativeFrom="paragraph">
                  <wp:posOffset>2254885</wp:posOffset>
                </wp:positionV>
                <wp:extent cx="0" cy="786765"/>
                <wp:effectExtent l="57150" t="38100" r="57150" b="13335"/>
                <wp:wrapNone/>
                <wp:docPr id="1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8676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411.9pt;margin-top:177.55pt;width:0;height:61.95pt;flip: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" strokeweight="3pt">
                <v:stroke endarrow="block"/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6D3F0D2" wp14:editId="2BCA5D7D">
                <wp:simplePos x="0" y="0"/>
                <wp:positionH relativeFrom="column">
                  <wp:posOffset>6719570</wp:posOffset>
                </wp:positionH>
                <wp:positionV relativeFrom="paragraph">
                  <wp:posOffset>3424555</wp:posOffset>
                </wp:positionV>
                <wp:extent cx="1725295" cy="1169035"/>
                <wp:effectExtent l="19050" t="19050" r="27305" b="12065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BF" w:rsidRPr="00291ADC" w:rsidRDefault="003275BF" w:rsidP="00BD3D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margin-left:529.1pt;margin-top:269.65pt;width:135.85pt;height:92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" strokecolor="#4e6128 [1606]" strokeweight="3pt">
                <v:textbox>
                  <w:txbxContent>
                    <w:p w:rsidR="003275BF" w:rsidRPr="00291ADC" w:rsidRDefault="003275BF" w:rsidP="00BD3D4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D715CE7" wp14:editId="5105D140">
                <wp:simplePos x="0" y="0"/>
                <wp:positionH relativeFrom="column">
                  <wp:posOffset>-66675</wp:posOffset>
                </wp:positionH>
                <wp:positionV relativeFrom="paragraph">
                  <wp:posOffset>593725</wp:posOffset>
                </wp:positionV>
                <wp:extent cx="9525" cy="1009650"/>
                <wp:effectExtent l="95250" t="19050" r="66675" b="3810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-5.25pt;margin-top:46.75pt;width:.75pt;height:79.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" strokeweight="3pt">
                <v:stroke endarrow="block"/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7395B17" wp14:editId="1E686F34">
                <wp:simplePos x="0" y="0"/>
                <wp:positionH relativeFrom="column">
                  <wp:posOffset>6089015</wp:posOffset>
                </wp:positionH>
                <wp:positionV relativeFrom="paragraph">
                  <wp:posOffset>508635</wp:posOffset>
                </wp:positionV>
                <wp:extent cx="9525" cy="1009650"/>
                <wp:effectExtent l="95250" t="19050" r="66675" b="38100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096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479.45pt;margin-top:40.05pt;width:.75pt;height:79.5pt;flip:x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" strokeweight="3pt">
                <v:stroke endarrow="block"/>
              </v:shape>
            </w:pict>
          </mc:Fallback>
        </mc:AlternateContent>
      </w:r>
      <w:r w:rsidR="00FF0BA2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888048A" wp14:editId="5522E531">
                <wp:simplePos x="0" y="0"/>
                <wp:positionH relativeFrom="column">
                  <wp:posOffset>7197725</wp:posOffset>
                </wp:positionH>
                <wp:positionV relativeFrom="paragraph">
                  <wp:posOffset>2254885</wp:posOffset>
                </wp:positionV>
                <wp:extent cx="287020" cy="1181100"/>
                <wp:effectExtent l="76200" t="38100" r="36830" b="1905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7020" cy="11811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566.75pt;margin-top:177.55pt;width:22.6pt;height:93pt;flip:x 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" strokeweight="3pt">
                <v:stroke endarrow="block"/>
              </v:shape>
            </w:pict>
          </mc:Fallback>
        </mc:AlternateContent>
      </w:r>
      <w:r w:rsidR="000D79B9">
        <w:rPr>
          <w:noProof/>
        </w:rPr>
        <w:drawing>
          <wp:anchor distT="0" distB="0" distL="114300" distR="114300" simplePos="0" relativeHeight="251701760" behindDoc="1" locked="0" layoutInCell="1" allowOverlap="1" wp14:anchorId="36BF7872" wp14:editId="6A7C799D">
            <wp:simplePos x="0" y="0"/>
            <wp:positionH relativeFrom="column">
              <wp:posOffset>-233813</wp:posOffset>
            </wp:positionH>
            <wp:positionV relativeFrom="paragraph">
              <wp:posOffset>1744138</wp:posOffset>
            </wp:positionV>
            <wp:extent cx="8686800" cy="425303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4253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ED1">
        <w:tab/>
      </w:r>
    </w:p>
    <w:sectPr w:rsidR="00267C26" w:rsidRPr="00E17ED1" w:rsidSect="00FF0BA2">
      <w:footerReference w:type="default" r:id="rId10"/>
      <w:pgSz w:w="15840" w:h="12240" w:orient="landscape" w:code="1"/>
      <w:pgMar w:top="1800" w:right="1440" w:bottom="1800" w:left="1440" w:header="720" w:footer="720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5B4" w:rsidRDefault="003155B4" w:rsidP="006B3C77">
      <w:pPr>
        <w:spacing w:after="0"/>
      </w:pPr>
      <w:r>
        <w:separator/>
      </w:r>
    </w:p>
  </w:endnote>
  <w:endnote w:type="continuationSeparator" w:id="0">
    <w:p w:rsidR="003155B4" w:rsidRDefault="003155B4" w:rsidP="006B3C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63A" w:rsidRDefault="003D763A">
    <w:pPr>
      <w:pStyle w:val="Footer"/>
    </w:pPr>
    <w:r>
      <w:t>Click and drag the box borders to move. Click and drag the arrow to move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5B4" w:rsidRDefault="003155B4" w:rsidP="006B3C77">
      <w:pPr>
        <w:spacing w:after="0"/>
      </w:pPr>
      <w:r>
        <w:separator/>
      </w:r>
    </w:p>
  </w:footnote>
  <w:footnote w:type="continuationSeparator" w:id="0">
    <w:p w:rsidR="003155B4" w:rsidRDefault="003155B4" w:rsidP="006B3C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77"/>
    <w:rsid w:val="000D79B9"/>
    <w:rsid w:val="001411D0"/>
    <w:rsid w:val="00171539"/>
    <w:rsid w:val="001B2C43"/>
    <w:rsid w:val="00200BBD"/>
    <w:rsid w:val="002205F1"/>
    <w:rsid w:val="00266C05"/>
    <w:rsid w:val="00267C26"/>
    <w:rsid w:val="00291ADC"/>
    <w:rsid w:val="002A69E7"/>
    <w:rsid w:val="002D4195"/>
    <w:rsid w:val="003155B4"/>
    <w:rsid w:val="003275BF"/>
    <w:rsid w:val="003D763A"/>
    <w:rsid w:val="00425B79"/>
    <w:rsid w:val="004904CF"/>
    <w:rsid w:val="004F31B9"/>
    <w:rsid w:val="005D451B"/>
    <w:rsid w:val="005E3DF5"/>
    <w:rsid w:val="006B3C77"/>
    <w:rsid w:val="006E7C5D"/>
    <w:rsid w:val="007208CB"/>
    <w:rsid w:val="00784F83"/>
    <w:rsid w:val="007F5112"/>
    <w:rsid w:val="008067EA"/>
    <w:rsid w:val="0087464E"/>
    <w:rsid w:val="008C2E87"/>
    <w:rsid w:val="008F0B97"/>
    <w:rsid w:val="009C7928"/>
    <w:rsid w:val="009E1D73"/>
    <w:rsid w:val="00A21205"/>
    <w:rsid w:val="00AF5582"/>
    <w:rsid w:val="00BD09EA"/>
    <w:rsid w:val="00BD3D4C"/>
    <w:rsid w:val="00CB49BD"/>
    <w:rsid w:val="00CF50F8"/>
    <w:rsid w:val="00DD2FD6"/>
    <w:rsid w:val="00E17ED1"/>
    <w:rsid w:val="00E57987"/>
    <w:rsid w:val="00EC5619"/>
    <w:rsid w:val="00F44FB3"/>
    <w:rsid w:val="00FA1226"/>
    <w:rsid w:val="00FF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E7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A69E7"/>
    <w:pPr>
      <w:jc w:val="center"/>
    </w:pPr>
  </w:style>
  <w:style w:type="paragraph" w:styleId="Title">
    <w:name w:val="Title"/>
    <w:basedOn w:val="Normal"/>
    <w:qFormat/>
    <w:rsid w:val="002A69E7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C77"/>
  </w:style>
  <w:style w:type="paragraph" w:styleId="Footer">
    <w:name w:val="footer"/>
    <w:basedOn w:val="Normal"/>
    <w:link w:val="Foot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9E7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A69E7"/>
    <w:pPr>
      <w:jc w:val="center"/>
    </w:pPr>
  </w:style>
  <w:style w:type="paragraph" w:styleId="Title">
    <w:name w:val="Title"/>
    <w:basedOn w:val="Normal"/>
    <w:qFormat/>
    <w:rsid w:val="002A69E7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C77"/>
  </w:style>
  <w:style w:type="paragraph" w:styleId="Footer">
    <w:name w:val="footer"/>
    <w:basedOn w:val="Normal"/>
    <w:link w:val="FooterChar"/>
    <w:uiPriority w:val="99"/>
    <w:unhideWhenUsed/>
    <w:rsid w:val="006B3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acher\Application%20Data\Microsoft\Templates\Timeli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Timeline.dot</Template>
  <TotalTime>59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Administrator</cp:lastModifiedBy>
  <cp:revision>10</cp:revision>
  <cp:lastPrinted>2001-05-29T19:59:00Z</cp:lastPrinted>
  <dcterms:created xsi:type="dcterms:W3CDTF">2013-11-03T23:19:00Z</dcterms:created>
  <dcterms:modified xsi:type="dcterms:W3CDTF">2013-11-04T03:56:00Z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TC010162651033</vt:lpwstr>
  </property>
</Properties>
</file>