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FB63A" w14:textId="06EBBD9B" w:rsidR="000E56ED" w:rsidRDefault="00702E4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D642A7" wp14:editId="3C9A4F94">
                <wp:simplePos x="0" y="0"/>
                <wp:positionH relativeFrom="column">
                  <wp:posOffset>-959485</wp:posOffset>
                </wp:positionH>
                <wp:positionV relativeFrom="paragraph">
                  <wp:posOffset>-990600</wp:posOffset>
                </wp:positionV>
                <wp:extent cx="7658100" cy="10687050"/>
                <wp:effectExtent l="254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0" cy="10687050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B3625" id="Rectangle 2" o:spid="_x0000_s1026" style="position:absolute;margin-left:-75.55pt;margin-top:-78pt;width:603pt;height:84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" stroked="f">
                <v:fill r:id="rId6" o:title="" recolor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8EFDB1" wp14:editId="1682ED85">
                <wp:simplePos x="0" y="0"/>
                <wp:positionH relativeFrom="column">
                  <wp:posOffset>821055</wp:posOffset>
                </wp:positionH>
                <wp:positionV relativeFrom="paragraph">
                  <wp:posOffset>9088120</wp:posOffset>
                </wp:positionV>
                <wp:extent cx="3674745" cy="485140"/>
                <wp:effectExtent l="11430" t="10795" r="9525" b="889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4745" cy="485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3FD2B4" w14:textId="5E6D01E8" w:rsidR="00702E4C" w:rsidRPr="00702E4C" w:rsidRDefault="00702E4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702E4C">
                              <w:rPr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8EFDB1" id="AutoShape 11" o:spid="_x0000_s1026" style="position:absolute;margin-left:64.65pt;margin-top:715.6pt;width:289.35pt;height:3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">
                <v:textbox>
                  <w:txbxContent>
                    <w:p w14:paraId="193FD2B4" w14:textId="5E6D01E8" w:rsidR="00702E4C" w:rsidRPr="00702E4C" w:rsidRDefault="00702E4C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  </w:t>
                      </w:r>
                      <w:r w:rsidRPr="00702E4C">
                        <w:rPr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84079E" wp14:editId="5D639E3A">
                <wp:simplePos x="0" y="0"/>
                <wp:positionH relativeFrom="column">
                  <wp:posOffset>390525</wp:posOffset>
                </wp:positionH>
                <wp:positionV relativeFrom="paragraph">
                  <wp:posOffset>1933575</wp:posOffset>
                </wp:positionV>
                <wp:extent cx="2600325" cy="1543050"/>
                <wp:effectExtent l="0" t="0" r="0" b="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B1C2C" w14:textId="77777777" w:rsidR="00013C7D" w:rsidRPr="00702E4C" w:rsidRDefault="00013C7D">
                            <w:pPr>
                              <w:rPr>
                                <w:rFonts w:ascii="Comic Sans MS" w:hAnsi="Comic Sans MS"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 w:rsidRPr="00702E4C">
                              <w:rPr>
                                <w:rFonts w:ascii="Comic Sans MS" w:hAnsi="Comic Sans MS"/>
                                <w:b/>
                                <w:color w:val="0070C0"/>
                                <w:sz w:val="40"/>
                                <w:szCs w:val="40"/>
                              </w:rPr>
                              <w:t>$200 Registration</w:t>
                            </w:r>
                          </w:p>
                          <w:p w14:paraId="3F6466E7" w14:textId="77777777" w:rsidR="00013C7D" w:rsidRPr="00013C7D" w:rsidRDefault="00013C7D">
                            <w:pPr>
                              <w:rPr>
                                <w:rFonts w:ascii="Comic Sans MS" w:hAnsi="Comic Sans MS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702E4C">
                              <w:rPr>
                                <w:rFonts w:ascii="Comic Sans MS" w:hAnsi="Comic Sans MS"/>
                                <w:b/>
                                <w:color w:val="FFC000"/>
                                <w:sz w:val="40"/>
                                <w:szCs w:val="40"/>
                              </w:rPr>
                              <w:t>Admissions open from</w:t>
                            </w:r>
                            <w:r w:rsidRPr="00013C7D">
                              <w:rPr>
                                <w:rFonts w:ascii="Comic Sans MS" w:hAnsi="Comic Sans MS"/>
                                <w:b/>
                                <w:color w:val="FFC000"/>
                                <w:sz w:val="36"/>
                                <w:szCs w:val="36"/>
                              </w:rPr>
                              <w:t xml:space="preserve"> 14.02.2020</w:t>
                            </w:r>
                          </w:p>
                          <w:p w14:paraId="09CC7820" w14:textId="77777777" w:rsidR="00013C7D" w:rsidRDefault="00013C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4079E" id="Rectangle 4" o:spid="_x0000_s1027" style="position:absolute;margin-left:30.75pt;margin-top:152.25pt;width:204.7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" filled="f" stroked="f">
                <v:textbox>
                  <w:txbxContent>
                    <w:p w14:paraId="00AB1C2C" w14:textId="77777777" w:rsidR="00013C7D" w:rsidRPr="00702E4C" w:rsidRDefault="00013C7D">
                      <w:pPr>
                        <w:rPr>
                          <w:rFonts w:ascii="Comic Sans MS" w:hAnsi="Comic Sans MS"/>
                          <w:b/>
                          <w:color w:val="0070C0"/>
                          <w:sz w:val="40"/>
                          <w:szCs w:val="40"/>
                        </w:rPr>
                      </w:pPr>
                      <w:r w:rsidRPr="00702E4C">
                        <w:rPr>
                          <w:rFonts w:ascii="Comic Sans MS" w:hAnsi="Comic Sans MS"/>
                          <w:b/>
                          <w:color w:val="0070C0"/>
                          <w:sz w:val="40"/>
                          <w:szCs w:val="40"/>
                        </w:rPr>
                        <w:t>$200 Registration</w:t>
                      </w:r>
                    </w:p>
                    <w:p w14:paraId="3F6466E7" w14:textId="77777777" w:rsidR="00013C7D" w:rsidRPr="00013C7D" w:rsidRDefault="00013C7D">
                      <w:pPr>
                        <w:rPr>
                          <w:rFonts w:ascii="Comic Sans MS" w:hAnsi="Comic Sans MS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702E4C">
                        <w:rPr>
                          <w:rFonts w:ascii="Comic Sans MS" w:hAnsi="Comic Sans MS"/>
                          <w:b/>
                          <w:color w:val="FFC000"/>
                          <w:sz w:val="40"/>
                          <w:szCs w:val="40"/>
                        </w:rPr>
                        <w:t>Admissions open from</w:t>
                      </w:r>
                      <w:r w:rsidRPr="00013C7D">
                        <w:rPr>
                          <w:rFonts w:ascii="Comic Sans MS" w:hAnsi="Comic Sans MS"/>
                          <w:b/>
                          <w:color w:val="FFC000"/>
                          <w:sz w:val="36"/>
                          <w:szCs w:val="36"/>
                        </w:rPr>
                        <w:t xml:space="preserve"> 14.02.2020</w:t>
                      </w:r>
                    </w:p>
                    <w:p w14:paraId="09CC7820" w14:textId="77777777" w:rsidR="00013C7D" w:rsidRDefault="00013C7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A41982" wp14:editId="130121B3">
                <wp:simplePos x="0" y="0"/>
                <wp:positionH relativeFrom="column">
                  <wp:posOffset>1495425</wp:posOffset>
                </wp:positionH>
                <wp:positionV relativeFrom="paragraph">
                  <wp:posOffset>7477125</wp:posOffset>
                </wp:positionV>
                <wp:extent cx="3000375" cy="27622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7086A" w14:textId="77777777" w:rsidR="00651FD4" w:rsidRPr="00651FD4" w:rsidRDefault="00651FD4">
                            <w:pP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651FD4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CALL US NOW 2736480904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41982" id="Rectangle 8" o:spid="_x0000_s1028" style="position:absolute;margin-left:117.75pt;margin-top:588.75pt;width:236.2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" fillcolor="#00b050" stroked="f">
                <v:textbox>
                  <w:txbxContent>
                    <w:p w14:paraId="77F7086A" w14:textId="77777777" w:rsidR="00651FD4" w:rsidRPr="00651FD4" w:rsidRDefault="00651FD4">
                      <w:pP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 xml:space="preserve">   </w:t>
                      </w:r>
                      <w:r w:rsidRPr="00651FD4"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CALL US NOW 2736480904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EB366" wp14:editId="32FCB205">
                <wp:simplePos x="0" y="0"/>
                <wp:positionH relativeFrom="column">
                  <wp:posOffset>5010150</wp:posOffset>
                </wp:positionH>
                <wp:positionV relativeFrom="paragraph">
                  <wp:posOffset>-1609725</wp:posOffset>
                </wp:positionV>
                <wp:extent cx="1981200" cy="2257425"/>
                <wp:effectExtent l="19050" t="28575" r="28575" b="952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257425"/>
                        </a:xfrm>
                        <a:prstGeom prst="irregularSeal2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B14B48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10" o:spid="_x0000_s1026" type="#_x0000_t72" style="position:absolute;margin-left:394.5pt;margin-top:-126.75pt;width:156pt;height:17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" fillcolor="#ffc000" strokecolor="yellow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453236" wp14:editId="45981270">
                <wp:simplePos x="0" y="0"/>
                <wp:positionH relativeFrom="column">
                  <wp:posOffset>1800225</wp:posOffset>
                </wp:positionH>
                <wp:positionV relativeFrom="paragraph">
                  <wp:posOffset>7934325</wp:posOffset>
                </wp:positionV>
                <wp:extent cx="2286000" cy="1762125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762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AC7F900" w14:textId="77777777" w:rsidR="00651FD4" w:rsidRPr="00651FD4" w:rsidRDefault="00651FD4">
                            <w:pPr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 w:rsidRPr="00651FD4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>ADDRESS</w:t>
                            </w:r>
                          </w:p>
                          <w:p w14:paraId="44A86A6A" w14:textId="77777777" w:rsidR="00651FD4" w:rsidRPr="00651FD4" w:rsidRDefault="00651FD4">
                            <w:pPr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651FD4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>EMAIL ADDRESS</w:t>
                            </w:r>
                          </w:p>
                          <w:p w14:paraId="0C073030" w14:textId="718589C0" w:rsidR="00651FD4" w:rsidRDefault="00651FD4">
                            <w:pPr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651FD4"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  <w:t xml:space="preserve">WEBSITE </w:t>
                            </w:r>
                          </w:p>
                          <w:p w14:paraId="2B026F4E" w14:textId="77777777" w:rsidR="00702E4C" w:rsidRPr="00651FD4" w:rsidRDefault="00702E4C">
                            <w:pPr>
                              <w:rPr>
                                <w:rFonts w:asciiTheme="majorHAnsi" w:hAnsiTheme="majorHAnsi"/>
                                <w:color w:val="C0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453236" id="AutoShape 9" o:spid="_x0000_s1029" style="position:absolute;margin-left:141.75pt;margin-top:624.75pt;width:180pt;height:13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" filled="f" stroked="f">
                <v:textbox>
                  <w:txbxContent>
                    <w:p w14:paraId="5AC7F900" w14:textId="77777777" w:rsidR="00651FD4" w:rsidRPr="00651FD4" w:rsidRDefault="00651FD4">
                      <w:pPr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 xml:space="preserve">           </w:t>
                      </w:r>
                      <w:r w:rsidRPr="00651FD4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>ADDRESS</w:t>
                      </w:r>
                    </w:p>
                    <w:p w14:paraId="44A86A6A" w14:textId="77777777" w:rsidR="00651FD4" w:rsidRPr="00651FD4" w:rsidRDefault="00651FD4">
                      <w:pPr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 xml:space="preserve">     </w:t>
                      </w:r>
                      <w:r w:rsidRPr="00651FD4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>EMAIL ADDRESS</w:t>
                      </w:r>
                    </w:p>
                    <w:p w14:paraId="0C073030" w14:textId="718589C0" w:rsidR="00651FD4" w:rsidRDefault="00651FD4">
                      <w:pPr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 xml:space="preserve">            </w:t>
                      </w:r>
                      <w:r w:rsidRPr="00651FD4"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  <w:t xml:space="preserve">WEBSITE </w:t>
                      </w:r>
                    </w:p>
                    <w:p w14:paraId="2B026F4E" w14:textId="77777777" w:rsidR="00702E4C" w:rsidRPr="00651FD4" w:rsidRDefault="00702E4C">
                      <w:pPr>
                        <w:rPr>
                          <w:rFonts w:asciiTheme="majorHAnsi" w:hAnsiTheme="majorHAnsi"/>
                          <w:color w:val="C00000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736C8A" wp14:editId="76AE4378">
                <wp:simplePos x="0" y="0"/>
                <wp:positionH relativeFrom="column">
                  <wp:posOffset>2924175</wp:posOffset>
                </wp:positionH>
                <wp:positionV relativeFrom="paragraph">
                  <wp:posOffset>3381375</wp:posOffset>
                </wp:positionV>
                <wp:extent cx="2676525" cy="4667250"/>
                <wp:effectExtent l="0" t="0" r="0" b="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466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503B1" w14:textId="77777777" w:rsidR="00651FD4" w:rsidRDefault="00651FD4" w:rsidP="00013C7D">
                            <w:p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  <w:p w14:paraId="57DB83F4" w14:textId="77777777" w:rsidR="00013C7D" w:rsidRPr="00651FD4" w:rsidRDefault="00013C7D" w:rsidP="00651FD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51FD4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Indoor games </w:t>
                            </w:r>
                          </w:p>
                          <w:p w14:paraId="1B61FBA3" w14:textId="77777777" w:rsid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Outdoor games</w:t>
                            </w:r>
                          </w:p>
                          <w:p w14:paraId="18FF6772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Myth busters</w:t>
                            </w:r>
                          </w:p>
                          <w:p w14:paraId="193041FB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Alka-seltzer rockets</w:t>
                            </w:r>
                          </w:p>
                          <w:p w14:paraId="6B5FEB2F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Nature scavenger hunt</w:t>
                            </w:r>
                          </w:p>
                          <w:p w14:paraId="59CE6255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Water balloon dodge ball</w:t>
                            </w:r>
                          </w:p>
                          <w:p w14:paraId="5D9F453F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Ninja warrior course</w:t>
                            </w:r>
                          </w:p>
                          <w:p w14:paraId="42307115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Human foosball</w:t>
                            </w:r>
                          </w:p>
                          <w:p w14:paraId="576EFB62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Wood shop</w:t>
                            </w:r>
                          </w:p>
                          <w:p w14:paraId="57AEC6C0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The Beadery</w:t>
                            </w:r>
                          </w:p>
                          <w:p w14:paraId="670BA005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Gardens</w:t>
                            </w:r>
                          </w:p>
                          <w:p w14:paraId="4406CBB7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Field trips</w:t>
                            </w:r>
                          </w:p>
                          <w:p w14:paraId="53C1F489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Olympics</w:t>
                            </w:r>
                          </w:p>
                          <w:p w14:paraId="52CF096E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Game show</w:t>
                            </w:r>
                          </w:p>
                          <w:p w14:paraId="6BA99CBF" w14:textId="77777777" w:rsidR="00013C7D" w:rsidRPr="00013C7D" w:rsidRDefault="00013C7D" w:rsidP="00651FD4">
                            <w:pPr>
                              <w:pStyle w:val="ListParagraph"/>
                              <w:rPr>
                                <w:b/>
                                <w:color w:val="0070C0"/>
                              </w:rPr>
                            </w:pPr>
                          </w:p>
                          <w:p w14:paraId="64EF38C8" w14:textId="77777777" w:rsidR="00013C7D" w:rsidRPr="00013C7D" w:rsidRDefault="00013C7D" w:rsidP="00013C7D">
                            <w:pPr>
                              <w:pStyle w:val="ListParagraph"/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</w:p>
                          <w:p w14:paraId="486231FD" w14:textId="77777777" w:rsidR="00013C7D" w:rsidRDefault="00013C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36C8A" id="Rectangle 7" o:spid="_x0000_s1030" style="position:absolute;margin-left:230.25pt;margin-top:266.25pt;width:210.75pt;height:3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" filled="f" stroked="f">
                <v:textbox>
                  <w:txbxContent>
                    <w:p w14:paraId="473503B1" w14:textId="77777777" w:rsidR="00651FD4" w:rsidRDefault="00651FD4" w:rsidP="00013C7D">
                      <w:p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</w:p>
                    <w:p w14:paraId="57DB83F4" w14:textId="77777777" w:rsidR="00013C7D" w:rsidRPr="00651FD4" w:rsidRDefault="00013C7D" w:rsidP="00651FD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651FD4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 xml:space="preserve">Indoor games </w:t>
                      </w:r>
                    </w:p>
                    <w:p w14:paraId="1B61FBA3" w14:textId="77777777" w:rsid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Outdoor games</w:t>
                      </w:r>
                    </w:p>
                    <w:p w14:paraId="18FF6772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Myth busters</w:t>
                      </w:r>
                    </w:p>
                    <w:p w14:paraId="193041FB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Alka-seltzer rockets</w:t>
                      </w:r>
                    </w:p>
                    <w:p w14:paraId="6B5FEB2F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Nature scavenger hunt</w:t>
                      </w:r>
                    </w:p>
                    <w:p w14:paraId="59CE6255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Water balloon dodge ball</w:t>
                      </w:r>
                    </w:p>
                    <w:p w14:paraId="5D9F453F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Ninja warrior course</w:t>
                      </w:r>
                    </w:p>
                    <w:p w14:paraId="42307115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  <w:u w:val="single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Human foosball</w:t>
                      </w:r>
                    </w:p>
                    <w:p w14:paraId="576EFB62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Wood shop</w:t>
                      </w:r>
                    </w:p>
                    <w:p w14:paraId="57AEC6C0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The Beadery</w:t>
                      </w:r>
                    </w:p>
                    <w:p w14:paraId="670BA005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Gardens</w:t>
                      </w:r>
                    </w:p>
                    <w:p w14:paraId="4406CBB7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Field trips</w:t>
                      </w:r>
                    </w:p>
                    <w:p w14:paraId="53C1F489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Olympics</w:t>
                      </w:r>
                    </w:p>
                    <w:p w14:paraId="52CF096E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Game show</w:t>
                      </w:r>
                    </w:p>
                    <w:p w14:paraId="6BA99CBF" w14:textId="77777777" w:rsidR="00013C7D" w:rsidRPr="00013C7D" w:rsidRDefault="00013C7D" w:rsidP="00651FD4">
                      <w:pPr>
                        <w:pStyle w:val="ListParagraph"/>
                        <w:rPr>
                          <w:b/>
                          <w:color w:val="0070C0"/>
                        </w:rPr>
                      </w:pPr>
                    </w:p>
                    <w:p w14:paraId="64EF38C8" w14:textId="77777777" w:rsidR="00013C7D" w:rsidRPr="00013C7D" w:rsidRDefault="00013C7D" w:rsidP="00013C7D">
                      <w:pPr>
                        <w:pStyle w:val="ListParagraph"/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</w:p>
                    <w:p w14:paraId="486231FD" w14:textId="77777777" w:rsidR="00013C7D" w:rsidRDefault="00013C7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17BB95" wp14:editId="7689D58E">
                <wp:simplePos x="0" y="0"/>
                <wp:positionH relativeFrom="column">
                  <wp:posOffset>390525</wp:posOffset>
                </wp:positionH>
                <wp:positionV relativeFrom="paragraph">
                  <wp:posOffset>3314700</wp:posOffset>
                </wp:positionV>
                <wp:extent cx="5467350" cy="4438650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7350" cy="443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A0AA7" w14:textId="77777777" w:rsidR="00013C7D" w:rsidRPr="00013C7D" w:rsidRDefault="00013C7D" w:rsidP="00013C7D">
                            <w:pPr>
                              <w:rPr>
                                <w:rFonts w:asciiTheme="majorHAnsi" w:hAnsiTheme="majorHAnsi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="00651FD4">
                              <w:rPr>
                                <w:rFonts w:asciiTheme="majorHAnsi" w:hAnsiTheme="majorHAnsi"/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013C7D">
                              <w:rPr>
                                <w:rFonts w:asciiTheme="majorHAnsi" w:hAnsiTheme="majorHAnsi"/>
                                <w:b/>
                                <w:color w:val="FF0000"/>
                                <w:sz w:val="40"/>
                                <w:szCs w:val="40"/>
                              </w:rPr>
                              <w:t>ACTIVITIES</w:t>
                            </w:r>
                          </w:p>
                          <w:p w14:paraId="35C79C6F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Inventions</w:t>
                            </w:r>
                          </w:p>
                          <w:p w14:paraId="45C91A27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Life-sized board games</w:t>
                            </w:r>
                          </w:p>
                          <w:p w14:paraId="4EFD1D1D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Talent show</w:t>
                            </w:r>
                          </w:p>
                          <w:p w14:paraId="5F52BE4B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Solar oven cooking</w:t>
                            </w:r>
                          </w:p>
                          <w:p w14:paraId="045B3E82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Volcanoes</w:t>
                            </w:r>
                          </w:p>
                          <w:p w14:paraId="3B79ACFC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Cabin carnival</w:t>
                            </w:r>
                          </w:p>
                          <w:p w14:paraId="45EE1C62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Junkyard wars</w:t>
                            </w:r>
                          </w:p>
                          <w:p w14:paraId="5AC3B776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Water balloon dodge ball</w:t>
                            </w:r>
                          </w:p>
                          <w:p w14:paraId="21621E3C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Ninja warrior course</w:t>
                            </w:r>
                          </w:p>
                          <w:p w14:paraId="4C2E9AA5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Human foosball</w:t>
                            </w:r>
                          </w:p>
                          <w:p w14:paraId="32EF8448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Talent show</w:t>
                            </w:r>
                          </w:p>
                          <w:p w14:paraId="29B29DEB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Solar oven cooking</w:t>
                            </w:r>
                          </w:p>
                          <w:p w14:paraId="4460F918" w14:textId="77777777" w:rsidR="00013C7D" w:rsidRP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Volcanoes</w:t>
                            </w:r>
                          </w:p>
                          <w:p w14:paraId="5740D473" w14:textId="77777777" w:rsidR="00013C7D" w:rsidRDefault="00013C7D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Gardens</w:t>
                            </w:r>
                          </w:p>
                          <w:p w14:paraId="6D232B99" w14:textId="77777777" w:rsidR="00651FD4" w:rsidRPr="00013C7D" w:rsidRDefault="00651FD4" w:rsidP="00013C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013C7D">
                              <w:rPr>
                                <w:rFonts w:asciiTheme="majorHAnsi" w:hAnsiTheme="majorHAnsi"/>
                                <w:b/>
                                <w:color w:val="0070C0"/>
                                <w:sz w:val="28"/>
                                <w:szCs w:val="28"/>
                              </w:rPr>
                              <w:t>Camp newspaper</w:t>
                            </w:r>
                          </w:p>
                          <w:p w14:paraId="794C7507" w14:textId="77777777" w:rsidR="00013C7D" w:rsidRDefault="00013C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BB95" id="Rectangle 6" o:spid="_x0000_s1031" style="position:absolute;margin-left:30.75pt;margin-top:261pt;width:430.5pt;height:3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" filled="f" stroked="f">
                <v:textbox>
                  <w:txbxContent>
                    <w:p w14:paraId="678A0AA7" w14:textId="77777777" w:rsidR="00013C7D" w:rsidRPr="00013C7D" w:rsidRDefault="00013C7D" w:rsidP="00013C7D">
                      <w:pPr>
                        <w:rPr>
                          <w:rFonts w:asciiTheme="majorHAnsi" w:hAnsiTheme="majorHAnsi"/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FF0000"/>
                          <w:sz w:val="40"/>
                          <w:szCs w:val="40"/>
                        </w:rPr>
                        <w:t xml:space="preserve">    </w:t>
                      </w:r>
                      <w:r w:rsidR="00651FD4">
                        <w:rPr>
                          <w:rFonts w:asciiTheme="majorHAnsi" w:hAnsiTheme="majorHAnsi"/>
                          <w:b/>
                          <w:color w:val="FF0000"/>
                          <w:sz w:val="40"/>
                          <w:szCs w:val="40"/>
                        </w:rPr>
                        <w:t xml:space="preserve">                        </w:t>
                      </w:r>
                      <w:r>
                        <w:rPr>
                          <w:rFonts w:asciiTheme="majorHAnsi" w:hAnsiTheme="majorHAnsi"/>
                          <w:b/>
                          <w:color w:val="FF0000"/>
                          <w:sz w:val="40"/>
                          <w:szCs w:val="40"/>
                        </w:rPr>
                        <w:t xml:space="preserve">   </w:t>
                      </w:r>
                      <w:r w:rsidRPr="00013C7D">
                        <w:rPr>
                          <w:rFonts w:asciiTheme="majorHAnsi" w:hAnsiTheme="majorHAnsi"/>
                          <w:b/>
                          <w:color w:val="FF0000"/>
                          <w:sz w:val="40"/>
                          <w:szCs w:val="40"/>
                        </w:rPr>
                        <w:t>ACTIVITIES</w:t>
                      </w:r>
                    </w:p>
                    <w:p w14:paraId="35C79C6F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Inventions</w:t>
                      </w:r>
                    </w:p>
                    <w:p w14:paraId="45C91A27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Life-sized board games</w:t>
                      </w:r>
                    </w:p>
                    <w:p w14:paraId="4EFD1D1D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Talent show</w:t>
                      </w:r>
                    </w:p>
                    <w:p w14:paraId="5F52BE4B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Solar oven cooking</w:t>
                      </w:r>
                    </w:p>
                    <w:p w14:paraId="045B3E82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Volcanoes</w:t>
                      </w:r>
                    </w:p>
                    <w:p w14:paraId="3B79ACFC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Cabin carnival</w:t>
                      </w:r>
                    </w:p>
                    <w:p w14:paraId="45EE1C62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Junkyard wars</w:t>
                      </w:r>
                    </w:p>
                    <w:p w14:paraId="5AC3B776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Water balloon dodge ball</w:t>
                      </w:r>
                    </w:p>
                    <w:p w14:paraId="21621E3C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Ninja warrior course</w:t>
                      </w:r>
                    </w:p>
                    <w:p w14:paraId="4C2E9AA5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Human foosball</w:t>
                      </w:r>
                    </w:p>
                    <w:p w14:paraId="32EF8448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Talent show</w:t>
                      </w:r>
                    </w:p>
                    <w:p w14:paraId="29B29DEB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Solar oven cooking</w:t>
                      </w:r>
                    </w:p>
                    <w:p w14:paraId="4460F918" w14:textId="77777777" w:rsidR="00013C7D" w:rsidRP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Volcanoes</w:t>
                      </w:r>
                    </w:p>
                    <w:p w14:paraId="5740D473" w14:textId="77777777" w:rsidR="00013C7D" w:rsidRDefault="00013C7D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Gardens</w:t>
                      </w:r>
                    </w:p>
                    <w:p w14:paraId="6D232B99" w14:textId="77777777" w:rsidR="00651FD4" w:rsidRPr="00013C7D" w:rsidRDefault="00651FD4" w:rsidP="00013C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013C7D">
                        <w:rPr>
                          <w:rFonts w:asciiTheme="majorHAnsi" w:hAnsiTheme="majorHAnsi"/>
                          <w:b/>
                          <w:color w:val="0070C0"/>
                          <w:sz w:val="28"/>
                          <w:szCs w:val="28"/>
                        </w:rPr>
                        <w:t>Camp newspaper</w:t>
                      </w:r>
                    </w:p>
                    <w:p w14:paraId="794C7507" w14:textId="77777777" w:rsidR="00013C7D" w:rsidRDefault="00013C7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4EC9F" wp14:editId="50C4370B">
                <wp:simplePos x="0" y="0"/>
                <wp:positionH relativeFrom="column">
                  <wp:posOffset>3152775</wp:posOffset>
                </wp:positionH>
                <wp:positionV relativeFrom="paragraph">
                  <wp:posOffset>1933575</wp:posOffset>
                </wp:positionV>
                <wp:extent cx="2390775" cy="154305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0504F" w14:textId="77777777" w:rsidR="00013C7D" w:rsidRPr="00013C7D" w:rsidRDefault="00013C7D">
                            <w:pPr>
                              <w:rPr>
                                <w:rFonts w:ascii="Comic Sans MS" w:hAnsi="Comic Sans MS"/>
                                <w:b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013C7D">
                              <w:rPr>
                                <w:rFonts w:ascii="Comic Sans MS" w:hAnsi="Comic Sans MS"/>
                                <w:b/>
                                <w:color w:val="00B050"/>
                                <w:sz w:val="36"/>
                                <w:szCs w:val="36"/>
                              </w:rPr>
                              <w:t>Hurry!</w:t>
                            </w:r>
                          </w:p>
                          <w:p w14:paraId="3665ACC2" w14:textId="77777777" w:rsidR="00013C7D" w:rsidRPr="00013C7D" w:rsidRDefault="00013C7D">
                            <w:pPr>
                              <w:rPr>
                                <w:rFonts w:ascii="Comic Sans MS" w:hAnsi="Comic Sans MS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</w:pPr>
                            <w:r w:rsidRPr="00013C7D">
                              <w:rPr>
                                <w:rFonts w:ascii="Comic Sans MS" w:hAnsi="Comic Sans MS"/>
                                <w:b/>
                                <w:color w:val="943634" w:themeColor="accent2" w:themeShade="BF"/>
                                <w:sz w:val="36"/>
                                <w:szCs w:val="36"/>
                              </w:rPr>
                              <w:t>Unlimited space available…………………….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4EC9F" id="Rectangle 5" o:spid="_x0000_s1032" style="position:absolute;margin-left:248.25pt;margin-top:152.25pt;width:188.25pt;height:1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" filled="f" stroked="f">
                <v:textbox>
                  <w:txbxContent>
                    <w:p w14:paraId="3790504F" w14:textId="77777777" w:rsidR="00013C7D" w:rsidRPr="00013C7D" w:rsidRDefault="00013C7D">
                      <w:pPr>
                        <w:rPr>
                          <w:rFonts w:ascii="Comic Sans MS" w:hAnsi="Comic Sans MS"/>
                          <w:b/>
                          <w:color w:val="00B050"/>
                          <w:sz w:val="36"/>
                          <w:szCs w:val="36"/>
                        </w:rPr>
                      </w:pPr>
                      <w:r w:rsidRPr="00013C7D">
                        <w:rPr>
                          <w:rFonts w:ascii="Comic Sans MS" w:hAnsi="Comic Sans MS"/>
                          <w:b/>
                          <w:color w:val="00B050"/>
                          <w:sz w:val="36"/>
                          <w:szCs w:val="36"/>
                        </w:rPr>
                        <w:t>Hurry!</w:t>
                      </w:r>
                    </w:p>
                    <w:p w14:paraId="3665ACC2" w14:textId="77777777" w:rsidR="00013C7D" w:rsidRPr="00013C7D" w:rsidRDefault="00013C7D">
                      <w:pPr>
                        <w:rPr>
                          <w:rFonts w:ascii="Comic Sans MS" w:hAnsi="Comic Sans MS"/>
                          <w:b/>
                          <w:color w:val="943634" w:themeColor="accent2" w:themeShade="BF"/>
                          <w:sz w:val="36"/>
                          <w:szCs w:val="36"/>
                        </w:rPr>
                      </w:pPr>
                      <w:r w:rsidRPr="00013C7D">
                        <w:rPr>
                          <w:rFonts w:ascii="Comic Sans MS" w:hAnsi="Comic Sans MS"/>
                          <w:b/>
                          <w:color w:val="943634" w:themeColor="accent2" w:themeShade="BF"/>
                          <w:sz w:val="36"/>
                          <w:szCs w:val="36"/>
                        </w:rPr>
                        <w:t>Unlimited space available…………………….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680C1" wp14:editId="716598A8">
                <wp:simplePos x="0" y="0"/>
                <wp:positionH relativeFrom="column">
                  <wp:posOffset>1543050</wp:posOffset>
                </wp:positionH>
                <wp:positionV relativeFrom="paragraph">
                  <wp:posOffset>-9525</wp:posOffset>
                </wp:positionV>
                <wp:extent cx="4314825" cy="204787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4825" cy="204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76817" w14:textId="77777777" w:rsidR="00013C7D" w:rsidRPr="00013C7D" w:rsidRDefault="00013C7D">
                            <w:pPr>
                              <w:rPr>
                                <w:rFonts w:ascii="Comic Sans MS" w:hAnsi="Comic Sans MS"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013C7D">
                              <w:rPr>
                                <w:rFonts w:ascii="Comic Sans MS" w:hAnsi="Comic Sans MS"/>
                                <w:color w:val="FF0000"/>
                                <w:sz w:val="96"/>
                                <w:szCs w:val="96"/>
                              </w:rPr>
                              <w:t xml:space="preserve">Kids Summer </w:t>
                            </w:r>
                          </w:p>
                          <w:p w14:paraId="27A118D8" w14:textId="77777777" w:rsidR="00013C7D" w:rsidRPr="00013C7D" w:rsidRDefault="00013C7D">
                            <w:pPr>
                              <w:rPr>
                                <w:rFonts w:ascii="Comic Sans MS" w:hAnsi="Comic Sans MS"/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0000"/>
                                <w:sz w:val="96"/>
                                <w:szCs w:val="96"/>
                              </w:rPr>
                              <w:t xml:space="preserve">     </w:t>
                            </w:r>
                            <w:r w:rsidRPr="00013C7D">
                              <w:rPr>
                                <w:rFonts w:ascii="Comic Sans MS" w:hAnsi="Comic Sans MS"/>
                                <w:color w:val="FF0000"/>
                                <w:sz w:val="96"/>
                                <w:szCs w:val="96"/>
                              </w:rPr>
                              <w:t>Camp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680C1" id="Rectangle 3" o:spid="_x0000_s1033" style="position:absolute;margin-left:121.5pt;margin-top:-.75pt;width:339.7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" filled="f" stroked="f">
                <v:textbox>
                  <w:txbxContent>
                    <w:p w14:paraId="4B376817" w14:textId="77777777" w:rsidR="00013C7D" w:rsidRPr="00013C7D" w:rsidRDefault="00013C7D">
                      <w:pPr>
                        <w:rPr>
                          <w:rFonts w:ascii="Comic Sans MS" w:hAnsi="Comic Sans MS"/>
                          <w:color w:val="FF0000"/>
                          <w:sz w:val="96"/>
                          <w:szCs w:val="96"/>
                        </w:rPr>
                      </w:pPr>
                      <w:r w:rsidRPr="00013C7D">
                        <w:rPr>
                          <w:rFonts w:ascii="Comic Sans MS" w:hAnsi="Comic Sans MS"/>
                          <w:color w:val="FF0000"/>
                          <w:sz w:val="96"/>
                          <w:szCs w:val="96"/>
                        </w:rPr>
                        <w:t xml:space="preserve">Kids Summer </w:t>
                      </w:r>
                    </w:p>
                    <w:p w14:paraId="27A118D8" w14:textId="77777777" w:rsidR="00013C7D" w:rsidRPr="00013C7D" w:rsidRDefault="00013C7D">
                      <w:pPr>
                        <w:rPr>
                          <w:rFonts w:ascii="Comic Sans MS" w:hAnsi="Comic Sans MS"/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rFonts w:ascii="Comic Sans MS" w:hAnsi="Comic Sans MS"/>
                          <w:color w:val="FF0000"/>
                          <w:sz w:val="96"/>
                          <w:szCs w:val="96"/>
                        </w:rPr>
                        <w:t xml:space="preserve">     </w:t>
                      </w:r>
                      <w:r w:rsidRPr="00013C7D">
                        <w:rPr>
                          <w:rFonts w:ascii="Comic Sans MS" w:hAnsi="Comic Sans MS"/>
                          <w:color w:val="FF0000"/>
                          <w:sz w:val="96"/>
                          <w:szCs w:val="96"/>
                        </w:rPr>
                        <w:t>Camp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Sect="00013C7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66E21"/>
    <w:multiLevelType w:val="hybridMultilevel"/>
    <w:tmpl w:val="848ED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E71C8"/>
    <w:multiLevelType w:val="hybridMultilevel"/>
    <w:tmpl w:val="784A3D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B5CDA"/>
    <w:multiLevelType w:val="hybridMultilevel"/>
    <w:tmpl w:val="A39033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E4C"/>
    <w:rsid w:val="00013C7D"/>
    <w:rsid w:val="00651FD4"/>
    <w:rsid w:val="00702E4C"/>
    <w:rsid w:val="007628DF"/>
    <w:rsid w:val="0079279D"/>
    <w:rsid w:val="009A588C"/>
    <w:rsid w:val="00CD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A1266"/>
  <w15:docId w15:val="{DDD16BC6-AF65-4D21-ABD9-1B77BACA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camp%20flyer%20templates.zip\camp%20flyer%2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 flyer 9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2020-11-07T19:04:00Z</dcterms:created>
  <dcterms:modified xsi:type="dcterms:W3CDTF">2020-11-07T19:08:00Z</dcterms:modified>
</cp:coreProperties>
</file>