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5475C" w14:textId="5BD15053" w:rsidR="00D33B2F" w:rsidRDefault="00523D4F" w:rsidP="00D33B2F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2A60ADA" wp14:editId="07AEE69A">
                <wp:simplePos x="0" y="0"/>
                <wp:positionH relativeFrom="column">
                  <wp:posOffset>3419475</wp:posOffset>
                </wp:positionH>
                <wp:positionV relativeFrom="paragraph">
                  <wp:posOffset>-1724025</wp:posOffset>
                </wp:positionV>
                <wp:extent cx="1676400" cy="1695450"/>
                <wp:effectExtent l="0" t="0" r="0" b="0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169545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7020C7" id="_x0000_t60" coordsize="21600,21600" o:spt="60" adj="2700" path="m21600,10800l@9@18,21392,8693@11@20,20777,6667@13@22,19780,4800@15@24,18436,3163@16@23,16800,1820@14@21,14932,822@12@19,12907,208@10@17,10800,0@18@17,8693,208@20@19,6667,822@22@21,4800,1820@24@23,3163,3163@23@24,1820,4800@21@22,822,6667@19@20,208,8693@17@18,,10800@17@10,208,12907@19@12,822,14932@21@14,1820,16800@23@16,3163,18436@24@15,4800,19780@22@13,6667,20777@20@11,8693,21392@18@9,10800,21600@10@9,12907,21392@12@11,14932,20777@14@13,16800,19780@16@15,18436,18436@15@16,19780,16800@13@14,20777,14932@11@12,21392,12907@9@10xe">
                <v:stroke joinstyle="miter"/>
                <v:formulas>
                  <v:f eqn="sum 10800 0 #0"/>
                  <v:f eqn="prod @0 32610 32768"/>
                  <v:f eqn="prod @0 3212 32768"/>
                  <v:f eqn="prod @0 31357 32768"/>
                  <v:f eqn="prod @0 9512 32768"/>
                  <v:f eqn="prod @0 28899 32768"/>
                  <v:f eqn="prod @0 15447 32768"/>
                  <v:f eqn="prod @0 25330 32768"/>
                  <v:f eqn="prod @0 2078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@7 10800 0"/>
                  <v:f eqn="sum @8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sum 10800 0 @7"/>
                  <v:f eqn="sum 10800 0 @8"/>
                  <v:f eqn="prod @0 23170 32768"/>
                  <v:f eqn="sum @25 10800 0"/>
                  <v:f eqn="sum 10800 0 @25"/>
                </v:formulas>
                <v:path gradientshapeok="t" o:connecttype="rect" textboxrect="@27,@27,@26,@26"/>
                <v:handles>
                  <v:h position="#0,center" xrange="0,10800"/>
                </v:handles>
              </v:shapetype>
              <v:shape id="AutoShape 15" o:spid="_x0000_s1026" type="#_x0000_t60" style="position:absolute;margin-left:269.25pt;margin-top:-135.75pt;width:132pt;height:13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" fillcolor="yellow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FB32CC" wp14:editId="53B10D2F">
                <wp:simplePos x="0" y="0"/>
                <wp:positionH relativeFrom="column">
                  <wp:posOffset>5000625</wp:posOffset>
                </wp:positionH>
                <wp:positionV relativeFrom="paragraph">
                  <wp:posOffset>-1588135</wp:posOffset>
                </wp:positionV>
                <wp:extent cx="1866900" cy="1619250"/>
                <wp:effectExtent l="0" t="2540" r="0" b="6985"/>
                <wp:wrapNone/>
                <wp:docPr id="17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161925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5237E" id="AutoShape 16" o:spid="_x0000_s1026" type="#_x0000_t60" style="position:absolute;margin-left:393.75pt;margin-top:-125.05pt;width:147pt;height:12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" fillcolor="yellow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D8A1A4" wp14:editId="6FF32E02">
                <wp:simplePos x="0" y="0"/>
                <wp:positionH relativeFrom="column">
                  <wp:posOffset>342900</wp:posOffset>
                </wp:positionH>
                <wp:positionV relativeFrom="paragraph">
                  <wp:posOffset>-1297940</wp:posOffset>
                </wp:positionV>
                <wp:extent cx="1647825" cy="1191895"/>
                <wp:effectExtent l="0" t="6985" r="0" b="1270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119189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F37BE" id="AutoShape 13" o:spid="_x0000_s1026" type="#_x0000_t60" style="position:absolute;margin-left:27pt;margin-top:-102.2pt;width:129.75pt;height:93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" fillcolor="yellow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BDC8DA" wp14:editId="4EB63D14">
                <wp:simplePos x="0" y="0"/>
                <wp:positionH relativeFrom="column">
                  <wp:posOffset>1905000</wp:posOffset>
                </wp:positionH>
                <wp:positionV relativeFrom="paragraph">
                  <wp:posOffset>-1514475</wp:posOffset>
                </wp:positionV>
                <wp:extent cx="1571625" cy="1485900"/>
                <wp:effectExtent l="0" t="0" r="0" b="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148590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B270D" id="AutoShape 14" o:spid="_x0000_s1026" type="#_x0000_t60" style="position:absolute;margin-left:150pt;margin-top:-119.25pt;width:123.75pt;height:1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" fillcolor="yellow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CF167A" wp14:editId="37B15955">
                <wp:simplePos x="0" y="0"/>
                <wp:positionH relativeFrom="column">
                  <wp:posOffset>-1038225</wp:posOffset>
                </wp:positionH>
                <wp:positionV relativeFrom="paragraph">
                  <wp:posOffset>-1372870</wp:posOffset>
                </wp:positionV>
                <wp:extent cx="1543050" cy="1266825"/>
                <wp:effectExtent l="0" t="8255" r="0" b="127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1266825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84FAD" id="AutoShape 12" o:spid="_x0000_s1026" type="#_x0000_t60" style="position:absolute;margin-left:-81.75pt;margin-top:-108.1pt;width:121.5pt;height:9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" fillcolor="yellow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9E4ADF" wp14:editId="162C6B2D">
                <wp:simplePos x="0" y="0"/>
                <wp:positionH relativeFrom="column">
                  <wp:posOffset>-1104900</wp:posOffset>
                </wp:positionH>
                <wp:positionV relativeFrom="paragraph">
                  <wp:posOffset>-925195</wp:posOffset>
                </wp:positionV>
                <wp:extent cx="8067675" cy="10725150"/>
                <wp:effectExtent l="9525" t="8255" r="9525" b="1079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7675" cy="10725150"/>
                        </a:xfrm>
                        <a:prstGeom prst="flowChartProcess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E69ED4" id="_x0000_t109" coordsize="21600,21600" o:spt="109" path="m,l,21600r21600,l21600,xe">
                <v:stroke joinstyle="miter"/>
                <v:path gradientshapeok="t" o:connecttype="rect"/>
              </v:shapetype>
              <v:shape id="AutoShape 2" o:spid="_x0000_s1026" type="#_x0000_t109" style="position:absolute;margin-left:-87pt;margin-top:-72.85pt;width:635.25pt;height:84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">
                <v:fill r:id="rId6" o:title="" recolor="t" type="frame"/>
              </v:shape>
            </w:pict>
          </mc:Fallback>
        </mc:AlternateContent>
      </w:r>
      <w:r w:rsidR="00D33B2F">
        <w:t>Gardens</w:t>
      </w:r>
    </w:p>
    <w:p w14:paraId="69DF6B43" w14:textId="77777777" w:rsidR="00D33B2F" w:rsidRDefault="00D33B2F" w:rsidP="00D33B2F">
      <w:r>
        <w:t xml:space="preserve">Indoor games </w:t>
      </w:r>
    </w:p>
    <w:p w14:paraId="3B22D72F" w14:textId="5507A6CF" w:rsidR="006B400E" w:rsidRDefault="00523D4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B993FF" wp14:editId="6D7C4FA0">
                <wp:simplePos x="0" y="0"/>
                <wp:positionH relativeFrom="column">
                  <wp:posOffset>971550</wp:posOffset>
                </wp:positionH>
                <wp:positionV relativeFrom="paragraph">
                  <wp:posOffset>7974965</wp:posOffset>
                </wp:positionV>
                <wp:extent cx="3686175" cy="504190"/>
                <wp:effectExtent l="0" t="1270" r="0" b="0"/>
                <wp:wrapNone/>
                <wp:docPr id="1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6175" cy="504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F6992" w14:textId="7BE801EC" w:rsidR="00523D4F" w:rsidRPr="00523D4F" w:rsidRDefault="00523D4F">
                            <w:pP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</w:t>
                            </w:r>
                            <w:r w:rsidRPr="00523D4F">
                              <w:rPr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B993FF" id="AutoShape 19" o:spid="_x0000_s1026" style="position:absolute;margin-left:76.5pt;margin-top:627.95pt;width:290.25pt;height:39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" filled="f" fillcolor="white [3212]" stroked="f">
                <v:textbox>
                  <w:txbxContent>
                    <w:p w14:paraId="49EF6992" w14:textId="7BE801EC" w:rsidR="00523D4F" w:rsidRPr="00523D4F" w:rsidRDefault="00523D4F">
                      <w:pP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 xml:space="preserve">   </w:t>
                      </w:r>
                      <w:r w:rsidRPr="00523D4F">
                        <w:rPr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5FE1DE" wp14:editId="3DE082A6">
                <wp:simplePos x="0" y="0"/>
                <wp:positionH relativeFrom="column">
                  <wp:posOffset>895350</wp:posOffset>
                </wp:positionH>
                <wp:positionV relativeFrom="paragraph">
                  <wp:posOffset>8628380</wp:posOffset>
                </wp:positionV>
                <wp:extent cx="3762375" cy="316865"/>
                <wp:effectExtent l="0" t="0" r="0" b="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3168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8A188" w14:textId="77777777" w:rsidR="00D33B2F" w:rsidRPr="00D33B2F" w:rsidRDefault="00D33B2F">
                            <w:pPr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  <w:t xml:space="preserve">     </w:t>
                            </w:r>
                            <w:r w:rsidRPr="00D33B2F">
                              <w:rPr>
                                <w:rFonts w:asciiTheme="majorHAnsi" w:hAnsiTheme="majorHAnsi"/>
                                <w:color w:val="C00000"/>
                                <w:sz w:val="40"/>
                                <w:szCs w:val="40"/>
                              </w:rPr>
                              <w:t>Call us now +03837809044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FE1DE" id="Rectangle 11" o:spid="_x0000_s1027" style="position:absolute;margin-left:70.5pt;margin-top:679.4pt;width:296.25pt;height:24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" fillcolor="yellow" stroked="f">
                <v:textbox>
                  <w:txbxContent>
                    <w:p w14:paraId="35A8A188" w14:textId="77777777" w:rsidR="00D33B2F" w:rsidRPr="00D33B2F" w:rsidRDefault="00D33B2F">
                      <w:pPr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  <w:t xml:space="preserve">     </w:t>
                      </w:r>
                      <w:r w:rsidRPr="00D33B2F">
                        <w:rPr>
                          <w:rFonts w:asciiTheme="majorHAnsi" w:hAnsiTheme="majorHAnsi"/>
                          <w:color w:val="C00000"/>
                          <w:sz w:val="40"/>
                          <w:szCs w:val="40"/>
                        </w:rPr>
                        <w:t>Call us now +03837809044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FAB0CED" wp14:editId="28271539">
                <wp:simplePos x="0" y="0"/>
                <wp:positionH relativeFrom="column">
                  <wp:posOffset>4657725</wp:posOffset>
                </wp:positionH>
                <wp:positionV relativeFrom="paragraph">
                  <wp:posOffset>7265670</wp:posOffset>
                </wp:positionV>
                <wp:extent cx="1952625" cy="1887855"/>
                <wp:effectExtent l="19050" t="25400" r="19050" b="20320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2625" cy="1887855"/>
                        </a:xfrm>
                        <a:prstGeom prst="star24">
                          <a:avLst>
                            <a:gd name="adj" fmla="val 37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E4FEF2"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<v:stroke joinstyle="miter"/>
                <v:formulas>
                  <v:f eqn="sum 10800 0 #0"/>
                  <v:f eqn="prod @0 32488 32768"/>
                  <v:f eqn="prod @0 4277 32768"/>
                  <v:f eqn="prod @0 30274 32768"/>
                  <v:f eqn="prod @0 12540 32768"/>
                  <v:f eqn="prod @0 25997 32768"/>
                  <v:f eqn="prod @0 19948 32768"/>
                  <v:f eqn="sum @1 10800 0"/>
                  <v:f eqn="sum @2 10800 0"/>
                  <v:f eqn="sum @3 10800 0"/>
                  <v:f eqn="sum @4 10800 0"/>
                  <v:f eqn="sum @5 10800 0"/>
                  <v:f eqn="sum @6 10800 0"/>
                  <v:f eqn="sum 10800 0 @1"/>
                  <v:f eqn="sum 10800 0 @2"/>
                  <v:f eqn="sum 10800 0 @3"/>
                  <v:f eqn="sum 10800 0 @4"/>
                  <v:f eqn="sum 10800 0 @5"/>
                  <v:f eqn="sum 10800 0 @6"/>
                  <v:f eqn="prod @0 23170 32768"/>
                  <v:f eqn="sum @19 10800 0"/>
                  <v:f eqn="sum 10800 0 @19"/>
                </v:formulas>
                <v:path gradientshapeok="t" o:connecttype="rect" textboxrect="@21,@21,@20,@20"/>
                <v:handles>
                  <v:h position="#0,center" xrange="0,10800"/>
                </v:handles>
              </v:shapetype>
              <v:shape id="AutoShape 18" o:spid="_x0000_s1026" type="#_x0000_t92" style="position:absolute;margin-left:366.75pt;margin-top:572.1pt;width:153.75pt;height:148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513E17" wp14:editId="5E181561">
                <wp:simplePos x="0" y="0"/>
                <wp:positionH relativeFrom="column">
                  <wp:posOffset>3855085</wp:posOffset>
                </wp:positionH>
                <wp:positionV relativeFrom="paragraph">
                  <wp:posOffset>1285875</wp:posOffset>
                </wp:positionV>
                <wp:extent cx="2755265" cy="1943100"/>
                <wp:effectExtent l="6985" t="8255" r="9525" b="506095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5265" cy="1943100"/>
                        </a:xfrm>
                        <a:prstGeom prst="cloudCallout">
                          <a:avLst>
                            <a:gd name="adj1" fmla="val -12731"/>
                            <a:gd name="adj2" fmla="val 72551"/>
                          </a:avLst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018452" w14:textId="77777777" w:rsidR="002A183C" w:rsidRPr="00523D4F" w:rsidRDefault="002A183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523D4F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Pr="00523D4F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 xml:space="preserve">$200 </w:t>
                            </w:r>
                          </w:p>
                          <w:p w14:paraId="3A3E0ABE" w14:textId="77777777" w:rsidR="002A183C" w:rsidRPr="00523D4F" w:rsidRDefault="002A183C">
                            <w:pPr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</w:pPr>
                            <w:r w:rsidRPr="00523D4F">
                              <w:rPr>
                                <w:rFonts w:ascii="Comic Sans MS" w:hAnsi="Comic Sans MS"/>
                                <w:b/>
                                <w:sz w:val="44"/>
                                <w:szCs w:val="44"/>
                              </w:rPr>
                              <w:t>Registration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13E1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7" o:spid="_x0000_s1028" type="#_x0000_t106" style="position:absolute;margin-left:303.55pt;margin-top:101.25pt;width:216.95pt;height:15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" adj="8050,26471" fillcolor="#00b0f0" strokecolor="black [3213]">
                <v:textbox>
                  <w:txbxContent>
                    <w:p w14:paraId="29018452" w14:textId="77777777" w:rsidR="002A183C" w:rsidRPr="00523D4F" w:rsidRDefault="002A183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523D4F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 xml:space="preserve">   </w:t>
                      </w:r>
                      <w:r w:rsidRPr="00523D4F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 xml:space="preserve">$200 </w:t>
                      </w:r>
                    </w:p>
                    <w:p w14:paraId="3A3E0ABE" w14:textId="77777777" w:rsidR="002A183C" w:rsidRPr="00523D4F" w:rsidRDefault="002A183C">
                      <w:pPr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</w:pPr>
                      <w:r w:rsidRPr="00523D4F">
                        <w:rPr>
                          <w:rFonts w:ascii="Comic Sans MS" w:hAnsi="Comic Sans MS"/>
                          <w:b/>
                          <w:sz w:val="44"/>
                          <w:szCs w:val="44"/>
                        </w:rPr>
                        <w:t>Registration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1BB79D" wp14:editId="4115167B">
                <wp:simplePos x="0" y="0"/>
                <wp:positionH relativeFrom="column">
                  <wp:posOffset>-866775</wp:posOffset>
                </wp:positionH>
                <wp:positionV relativeFrom="paragraph">
                  <wp:posOffset>7153275</wp:posOffset>
                </wp:positionV>
                <wp:extent cx="1838325" cy="2000250"/>
                <wp:effectExtent l="0" t="8255" r="0" b="1270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000250"/>
                        </a:xfrm>
                        <a:prstGeom prst="star32">
                          <a:avLst>
                            <a:gd name="adj" fmla="val 37500"/>
                          </a:avLst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89A09" id="AutoShape 17" o:spid="_x0000_s1026" type="#_x0000_t60" style="position:absolute;margin-left:-68.25pt;margin-top:563.25pt;width:144.75pt;height:15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" fillcolor="#ffc000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68E7B3" wp14:editId="0025385C">
                <wp:simplePos x="0" y="0"/>
                <wp:positionH relativeFrom="column">
                  <wp:posOffset>4048125</wp:posOffset>
                </wp:positionH>
                <wp:positionV relativeFrom="paragraph">
                  <wp:posOffset>3916045</wp:posOffset>
                </wp:positionV>
                <wp:extent cx="2562225" cy="2552700"/>
                <wp:effectExtent l="0" t="0" r="0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2225" cy="255270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E0D513" w14:textId="77777777" w:rsidR="00D33B2F" w:rsidRPr="00523D4F" w:rsidRDefault="00D33B2F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Address city | state | zip</w:t>
                            </w:r>
                          </w:p>
                          <w:p w14:paraId="495AEDC1" w14:textId="77777777" w:rsidR="00D33B2F" w:rsidRPr="00523D4F" w:rsidRDefault="00D33B2F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Email address</w:t>
                            </w:r>
                          </w:p>
                          <w:p w14:paraId="405FD344" w14:textId="77777777" w:rsidR="00D33B2F" w:rsidRPr="00523D4F" w:rsidRDefault="00D33B2F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Website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8E7B3" id="AutoShape 10" o:spid="_x0000_s1029" type="#_x0000_t109" style="position:absolute;margin-left:318.75pt;margin-top:308.35pt;width:201.75pt;height:20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" filled="f" stroked="f">
                <v:textbox>
                  <w:txbxContent>
                    <w:p w14:paraId="21E0D513" w14:textId="77777777" w:rsidR="00D33B2F" w:rsidRPr="00523D4F" w:rsidRDefault="00D33B2F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  <w:t>Address city | state | zip</w:t>
                      </w:r>
                    </w:p>
                    <w:p w14:paraId="495AEDC1" w14:textId="77777777" w:rsidR="00D33B2F" w:rsidRPr="00523D4F" w:rsidRDefault="00D33B2F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  <w:t>Email address</w:t>
                      </w:r>
                    </w:p>
                    <w:p w14:paraId="405FD344" w14:textId="77777777" w:rsidR="00D33B2F" w:rsidRPr="00523D4F" w:rsidRDefault="00D33B2F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  <w:t xml:space="preserve">Website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DA701" wp14:editId="05ECA660">
                <wp:simplePos x="0" y="0"/>
                <wp:positionH relativeFrom="column">
                  <wp:posOffset>1514475</wp:posOffset>
                </wp:positionH>
                <wp:positionV relativeFrom="paragraph">
                  <wp:posOffset>1819275</wp:posOffset>
                </wp:positionV>
                <wp:extent cx="2800350" cy="4095750"/>
                <wp:effectExtent l="0" t="0" r="0" b="127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409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D83783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Inventions</w:t>
                            </w:r>
                          </w:p>
                          <w:p w14:paraId="2ED656BC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Life-sized board games</w:t>
                            </w:r>
                          </w:p>
                          <w:p w14:paraId="6FCA4256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Talent show</w:t>
                            </w:r>
                          </w:p>
                          <w:p w14:paraId="3D5FC77E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Solar oven cooking</w:t>
                            </w:r>
                          </w:p>
                          <w:p w14:paraId="1E74F621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Volcanoes</w:t>
                            </w:r>
                          </w:p>
                          <w:p w14:paraId="0813232A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Cabin carnival</w:t>
                            </w:r>
                          </w:p>
                          <w:p w14:paraId="6138A732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Junkyard wars</w:t>
                            </w:r>
                          </w:p>
                          <w:p w14:paraId="5573180F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Water balloon dodge ball</w:t>
                            </w:r>
                          </w:p>
                          <w:p w14:paraId="3B6ECAB2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Ninja warrior course</w:t>
                            </w:r>
                          </w:p>
                          <w:p w14:paraId="2462E0F0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Human foosball</w:t>
                            </w:r>
                          </w:p>
                          <w:p w14:paraId="005C1B9A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Talent show</w:t>
                            </w:r>
                          </w:p>
                          <w:p w14:paraId="689B9033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Solar oven cooking</w:t>
                            </w:r>
                          </w:p>
                          <w:p w14:paraId="32F7E9A5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Volcanoes</w:t>
                            </w:r>
                          </w:p>
                          <w:p w14:paraId="6BCB1D21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Gardens</w:t>
                            </w:r>
                          </w:p>
                          <w:p w14:paraId="6A29720C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 xml:space="preserve">Indoor games </w:t>
                            </w:r>
                          </w:p>
                          <w:p w14:paraId="53092853" w14:textId="77777777" w:rsidR="00D33B2F" w:rsidRPr="00523D4F" w:rsidRDefault="00D33B2F" w:rsidP="00D33B2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FF00"/>
                                <w:sz w:val="36"/>
                                <w:szCs w:val="36"/>
                              </w:rPr>
                              <w:t>Outdoor games</w:t>
                            </w:r>
                          </w:p>
                          <w:p w14:paraId="215CDC8F" w14:textId="77777777" w:rsidR="00D33B2F" w:rsidRDefault="00D33B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DA701" id="Rectangle 9" o:spid="_x0000_s1030" style="position:absolute;margin-left:119.25pt;margin-top:143.25pt;width:220.5pt;height:3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" filled="f" stroked="f">
                <v:textbox>
                  <w:txbxContent>
                    <w:p w14:paraId="11D83783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Inventions</w:t>
                      </w:r>
                    </w:p>
                    <w:p w14:paraId="2ED656BC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Life-sized board games</w:t>
                      </w:r>
                    </w:p>
                    <w:p w14:paraId="6FCA4256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Talent show</w:t>
                      </w:r>
                    </w:p>
                    <w:p w14:paraId="3D5FC77E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Solar oven cooking</w:t>
                      </w:r>
                    </w:p>
                    <w:p w14:paraId="1E74F621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Volcanoes</w:t>
                      </w:r>
                    </w:p>
                    <w:p w14:paraId="0813232A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Cabin carnival</w:t>
                      </w:r>
                    </w:p>
                    <w:p w14:paraId="6138A732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Junkyard wars</w:t>
                      </w:r>
                    </w:p>
                    <w:p w14:paraId="5573180F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Water balloon dodge ball</w:t>
                      </w:r>
                    </w:p>
                    <w:p w14:paraId="3B6ECAB2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Ninja warrior course</w:t>
                      </w:r>
                    </w:p>
                    <w:p w14:paraId="2462E0F0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Human foosball</w:t>
                      </w:r>
                    </w:p>
                    <w:p w14:paraId="005C1B9A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Talent show</w:t>
                      </w:r>
                    </w:p>
                    <w:p w14:paraId="689B9033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Solar oven cooking</w:t>
                      </w:r>
                    </w:p>
                    <w:p w14:paraId="32F7E9A5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Volcanoes</w:t>
                      </w:r>
                    </w:p>
                    <w:p w14:paraId="6BCB1D21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Gardens</w:t>
                      </w:r>
                    </w:p>
                    <w:p w14:paraId="6A29720C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 xml:space="preserve">Indoor games </w:t>
                      </w:r>
                    </w:p>
                    <w:p w14:paraId="53092853" w14:textId="77777777" w:rsidR="00D33B2F" w:rsidRPr="00523D4F" w:rsidRDefault="00D33B2F" w:rsidP="00D33B2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FF00"/>
                          <w:sz w:val="36"/>
                          <w:szCs w:val="36"/>
                        </w:rPr>
                        <w:t>Outdoor games</w:t>
                      </w:r>
                    </w:p>
                    <w:p w14:paraId="215CDC8F" w14:textId="77777777" w:rsidR="00D33B2F" w:rsidRDefault="00D33B2F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4C9733" wp14:editId="32758A82">
                <wp:simplePos x="0" y="0"/>
                <wp:positionH relativeFrom="column">
                  <wp:posOffset>-1104900</wp:posOffset>
                </wp:positionH>
                <wp:positionV relativeFrom="paragraph">
                  <wp:posOffset>1352550</wp:posOffset>
                </wp:positionV>
                <wp:extent cx="2886075" cy="4562475"/>
                <wp:effectExtent l="0" t="0" r="0" b="1270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456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0845E2" w14:textId="77777777" w:rsidR="002A183C" w:rsidRDefault="002A183C" w:rsidP="002A18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E6DF227" w14:textId="77777777" w:rsidR="002A183C" w:rsidRPr="002A183C" w:rsidRDefault="002A183C" w:rsidP="002A183C">
                            <w:p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 xml:space="preserve">         </w:t>
                            </w:r>
                            <w:r w:rsidRPr="002A183C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ACTIVITIES</w:t>
                            </w:r>
                          </w:p>
                          <w:p w14:paraId="6AEFA718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Myth busters</w:t>
                            </w:r>
                          </w:p>
                          <w:p w14:paraId="06EA3743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Alka-seltzer rockets</w:t>
                            </w:r>
                          </w:p>
                          <w:p w14:paraId="6256BC69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Nature scavenger hunt</w:t>
                            </w:r>
                          </w:p>
                          <w:p w14:paraId="3486F564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Water balloon dodge ball</w:t>
                            </w:r>
                          </w:p>
                          <w:p w14:paraId="3880D0B9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Ninja warrior course</w:t>
                            </w:r>
                          </w:p>
                          <w:p w14:paraId="40D4296A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Human foosball</w:t>
                            </w:r>
                          </w:p>
                          <w:p w14:paraId="2645AA0A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Wood shop</w:t>
                            </w:r>
                          </w:p>
                          <w:p w14:paraId="59991600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The Beadery</w:t>
                            </w:r>
                          </w:p>
                          <w:p w14:paraId="60EDEC11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Gardens</w:t>
                            </w:r>
                          </w:p>
                          <w:p w14:paraId="228641DD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Field trips</w:t>
                            </w:r>
                          </w:p>
                          <w:p w14:paraId="13996E2A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Olympics</w:t>
                            </w:r>
                          </w:p>
                          <w:p w14:paraId="0024018D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Game show</w:t>
                            </w:r>
                          </w:p>
                          <w:p w14:paraId="005C2BDC" w14:textId="77777777" w:rsidR="002A183C" w:rsidRPr="00523D4F" w:rsidRDefault="002A183C" w:rsidP="002A183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  <w:color w:val="FFC000"/>
                                <w:sz w:val="36"/>
                                <w:szCs w:val="36"/>
                              </w:rPr>
                            </w:pPr>
                            <w:r w:rsidRPr="00523D4F">
                              <w:rPr>
                                <w:rFonts w:asciiTheme="majorHAnsi" w:hAnsiTheme="majorHAnsi"/>
                                <w:b/>
                                <w:color w:val="FFC000"/>
                                <w:sz w:val="36"/>
                                <w:szCs w:val="36"/>
                              </w:rPr>
                              <w:t>Camp newspaper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C9733" id="Rectangle 8" o:spid="_x0000_s1031" style="position:absolute;margin-left:-87pt;margin-top:106.5pt;width:227.25pt;height:35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" filled="f" stroked="f">
                <v:textbox>
                  <w:txbxContent>
                    <w:p w14:paraId="6E0845E2" w14:textId="77777777" w:rsidR="002A183C" w:rsidRDefault="002A183C" w:rsidP="002A18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E6DF227" w14:textId="77777777" w:rsidR="002A183C" w:rsidRPr="002A183C" w:rsidRDefault="002A183C" w:rsidP="002A183C">
                      <w:pPr>
                        <w:rPr>
                          <w:rFonts w:asciiTheme="majorHAnsi" w:hAnsiTheme="majorHAnsi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color w:val="FFFFFF" w:themeColor="background1"/>
                          <w:sz w:val="40"/>
                          <w:szCs w:val="40"/>
                        </w:rPr>
                        <w:t xml:space="preserve">         </w:t>
                      </w:r>
                      <w:r w:rsidRPr="002A183C">
                        <w:rPr>
                          <w:rFonts w:asciiTheme="majorHAnsi" w:hAnsiTheme="majorHAnsi"/>
                          <w:b/>
                          <w:color w:val="FFFFFF" w:themeColor="background1"/>
                          <w:sz w:val="40"/>
                          <w:szCs w:val="40"/>
                        </w:rPr>
                        <w:t>ACTIVITIES</w:t>
                      </w:r>
                    </w:p>
                    <w:p w14:paraId="6AEFA718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Myth busters</w:t>
                      </w:r>
                    </w:p>
                    <w:p w14:paraId="06EA3743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Alka-seltzer rockets</w:t>
                      </w:r>
                    </w:p>
                    <w:p w14:paraId="6256BC69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Nature scavenger hunt</w:t>
                      </w:r>
                    </w:p>
                    <w:p w14:paraId="3486F564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Water balloon dodge ball</w:t>
                      </w:r>
                    </w:p>
                    <w:p w14:paraId="3880D0B9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Ninja warrior course</w:t>
                      </w:r>
                    </w:p>
                    <w:p w14:paraId="40D4296A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  <w:u w:val="single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Human foosball</w:t>
                      </w:r>
                    </w:p>
                    <w:p w14:paraId="2645AA0A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Wood shop</w:t>
                      </w:r>
                    </w:p>
                    <w:p w14:paraId="59991600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The Beadery</w:t>
                      </w:r>
                    </w:p>
                    <w:p w14:paraId="60EDEC11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Gardens</w:t>
                      </w:r>
                    </w:p>
                    <w:p w14:paraId="228641DD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Field trips</w:t>
                      </w:r>
                    </w:p>
                    <w:p w14:paraId="13996E2A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Olympics</w:t>
                      </w:r>
                    </w:p>
                    <w:p w14:paraId="0024018D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Game show</w:t>
                      </w:r>
                    </w:p>
                    <w:p w14:paraId="005C2BDC" w14:textId="77777777" w:rsidR="002A183C" w:rsidRPr="00523D4F" w:rsidRDefault="002A183C" w:rsidP="002A183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  <w:color w:val="FFC000"/>
                          <w:sz w:val="36"/>
                          <w:szCs w:val="36"/>
                        </w:rPr>
                      </w:pPr>
                      <w:r w:rsidRPr="00523D4F">
                        <w:rPr>
                          <w:rFonts w:asciiTheme="majorHAnsi" w:hAnsiTheme="majorHAnsi"/>
                          <w:b/>
                          <w:color w:val="FFC000"/>
                          <w:sz w:val="36"/>
                          <w:szCs w:val="36"/>
                        </w:rPr>
                        <w:t>Camp newspaper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C7EBE4" wp14:editId="3A263219">
                <wp:simplePos x="0" y="0"/>
                <wp:positionH relativeFrom="column">
                  <wp:posOffset>4114800</wp:posOffset>
                </wp:positionH>
                <wp:positionV relativeFrom="paragraph">
                  <wp:posOffset>295275</wp:posOffset>
                </wp:positionV>
                <wp:extent cx="2495550" cy="1228725"/>
                <wp:effectExtent l="0" t="0" r="0" b="1270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1228725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6D218" w14:textId="68E14128" w:rsidR="002A183C" w:rsidRPr="002A183C" w:rsidRDefault="00523D4F">
                            <w:pPr>
                              <w:rPr>
                                <w:rFonts w:ascii="Comic Sans MS" w:hAnsi="Comic Sans MS"/>
                                <w:color w:val="D99594" w:themeColor="accent2" w:themeTint="99"/>
                                <w:sz w:val="44"/>
                                <w:szCs w:val="44"/>
                              </w:rPr>
                            </w:pPr>
                            <w:r w:rsidRPr="002A183C">
                              <w:rPr>
                                <w:rFonts w:ascii="Comic Sans MS" w:hAnsi="Comic Sans MS"/>
                                <w:color w:val="D99594" w:themeColor="accent2" w:themeTint="99"/>
                                <w:sz w:val="44"/>
                                <w:szCs w:val="44"/>
                              </w:rPr>
                              <w:t>Admission</w:t>
                            </w:r>
                            <w:r w:rsidR="002A183C" w:rsidRPr="002A183C">
                              <w:rPr>
                                <w:rFonts w:ascii="Comic Sans MS" w:hAnsi="Comic Sans MS"/>
                                <w:color w:val="D99594" w:themeColor="accent2" w:themeTint="99"/>
                                <w:sz w:val="44"/>
                                <w:szCs w:val="44"/>
                              </w:rPr>
                              <w:t xml:space="preserve"> Open from 12.04.2020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7EBE4" id="AutoShape 6" o:spid="_x0000_s1032" type="#_x0000_t109" style="position:absolute;margin-left:324pt;margin-top:23.25pt;width:196.5pt;height:9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" filled="f" stroked="f">
                <v:textbox>
                  <w:txbxContent>
                    <w:p w14:paraId="16D6D218" w14:textId="68E14128" w:rsidR="002A183C" w:rsidRPr="002A183C" w:rsidRDefault="00523D4F">
                      <w:pPr>
                        <w:rPr>
                          <w:rFonts w:ascii="Comic Sans MS" w:hAnsi="Comic Sans MS"/>
                          <w:color w:val="D99594" w:themeColor="accent2" w:themeTint="99"/>
                          <w:sz w:val="44"/>
                          <w:szCs w:val="44"/>
                        </w:rPr>
                      </w:pPr>
                      <w:r w:rsidRPr="002A183C">
                        <w:rPr>
                          <w:rFonts w:ascii="Comic Sans MS" w:hAnsi="Comic Sans MS"/>
                          <w:color w:val="D99594" w:themeColor="accent2" w:themeTint="99"/>
                          <w:sz w:val="44"/>
                          <w:szCs w:val="44"/>
                        </w:rPr>
                        <w:t>Admission</w:t>
                      </w:r>
                      <w:r w:rsidR="002A183C" w:rsidRPr="002A183C">
                        <w:rPr>
                          <w:rFonts w:ascii="Comic Sans MS" w:hAnsi="Comic Sans MS"/>
                          <w:color w:val="D99594" w:themeColor="accent2" w:themeTint="99"/>
                          <w:sz w:val="44"/>
                          <w:szCs w:val="44"/>
                        </w:rPr>
                        <w:t xml:space="preserve"> Open from 12.04.2020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B18DA0" wp14:editId="5664E098">
                <wp:simplePos x="0" y="0"/>
                <wp:positionH relativeFrom="column">
                  <wp:posOffset>1514475</wp:posOffset>
                </wp:positionH>
                <wp:positionV relativeFrom="paragraph">
                  <wp:posOffset>295275</wp:posOffset>
                </wp:positionV>
                <wp:extent cx="2905125" cy="1314450"/>
                <wp:effectExtent l="0" t="0" r="0" b="127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512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98C8C" w14:textId="77777777" w:rsidR="002A183C" w:rsidRPr="002A183C" w:rsidRDefault="002A183C">
                            <w:pPr>
                              <w:rPr>
                                <w:rFonts w:ascii="Arial Rounded MT Bold" w:hAnsi="Arial Rounded MT Bold"/>
                                <w:i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2A183C">
                              <w:rPr>
                                <w:rFonts w:ascii="Arial Rounded MT Bold" w:hAnsi="Arial Rounded MT Bold"/>
                                <w:i/>
                                <w:color w:val="FFFF00"/>
                                <w:sz w:val="36"/>
                                <w:szCs w:val="36"/>
                              </w:rPr>
                              <w:t>Hurry!------------</w:t>
                            </w:r>
                          </w:p>
                          <w:p w14:paraId="1C31870A" w14:textId="77777777" w:rsidR="002A183C" w:rsidRPr="002A183C" w:rsidRDefault="002A183C">
                            <w:pPr>
                              <w:rPr>
                                <w:rFonts w:ascii="Arial Rounded MT Bold" w:hAnsi="Arial Rounded MT Bold"/>
                                <w:i/>
                                <w:color w:val="FFFF00"/>
                                <w:sz w:val="36"/>
                                <w:szCs w:val="36"/>
                              </w:rPr>
                            </w:pPr>
                            <w:r w:rsidRPr="002A183C">
                              <w:rPr>
                                <w:rFonts w:ascii="Arial Rounded MT Bold" w:hAnsi="Arial Rounded MT Bold"/>
                                <w:i/>
                                <w:color w:val="FFFF00"/>
                                <w:sz w:val="36"/>
                                <w:szCs w:val="36"/>
                              </w:rPr>
                              <w:t>Unlimited space available for everyone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18DA0" id="Rectangle 5" o:spid="_x0000_s1033" style="position:absolute;margin-left:119.25pt;margin-top:23.25pt;width:228.7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" filled="f" stroked="f">
                <v:textbox>
                  <w:txbxContent>
                    <w:p w14:paraId="11198C8C" w14:textId="77777777" w:rsidR="002A183C" w:rsidRPr="002A183C" w:rsidRDefault="002A183C">
                      <w:pPr>
                        <w:rPr>
                          <w:rFonts w:ascii="Arial Rounded MT Bold" w:hAnsi="Arial Rounded MT Bold"/>
                          <w:i/>
                          <w:color w:val="FFFF00"/>
                          <w:sz w:val="36"/>
                          <w:szCs w:val="36"/>
                        </w:rPr>
                      </w:pPr>
                      <w:r w:rsidRPr="002A183C">
                        <w:rPr>
                          <w:rFonts w:ascii="Arial Rounded MT Bold" w:hAnsi="Arial Rounded MT Bold"/>
                          <w:i/>
                          <w:color w:val="FFFF00"/>
                          <w:sz w:val="36"/>
                          <w:szCs w:val="36"/>
                        </w:rPr>
                        <w:t>Hurry!------------</w:t>
                      </w:r>
                    </w:p>
                    <w:p w14:paraId="1C31870A" w14:textId="77777777" w:rsidR="002A183C" w:rsidRPr="002A183C" w:rsidRDefault="002A183C">
                      <w:pPr>
                        <w:rPr>
                          <w:rFonts w:ascii="Arial Rounded MT Bold" w:hAnsi="Arial Rounded MT Bold"/>
                          <w:i/>
                          <w:color w:val="FFFF00"/>
                          <w:sz w:val="36"/>
                          <w:szCs w:val="36"/>
                        </w:rPr>
                      </w:pPr>
                      <w:r w:rsidRPr="002A183C">
                        <w:rPr>
                          <w:rFonts w:ascii="Arial Rounded MT Bold" w:hAnsi="Arial Rounded MT Bold"/>
                          <w:i/>
                          <w:color w:val="FFFF00"/>
                          <w:sz w:val="36"/>
                          <w:szCs w:val="36"/>
                        </w:rPr>
                        <w:t>Unlimited space available for everyone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932071" wp14:editId="4CD9593D">
                <wp:simplePos x="0" y="0"/>
                <wp:positionH relativeFrom="column">
                  <wp:posOffset>-866775</wp:posOffset>
                </wp:positionH>
                <wp:positionV relativeFrom="paragraph">
                  <wp:posOffset>238125</wp:posOffset>
                </wp:positionV>
                <wp:extent cx="2324100" cy="1285875"/>
                <wp:effectExtent l="0" t="0" r="0" b="127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410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B7534" w14:textId="77777777" w:rsidR="002A183C" w:rsidRPr="002A183C" w:rsidRDefault="002A183C">
                            <w:pPr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2A183C"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56"/>
                                <w:szCs w:val="56"/>
                              </w:rPr>
                              <w:t>More games</w:t>
                            </w:r>
                          </w:p>
                          <w:p w14:paraId="12FC565C" w14:textId="77777777" w:rsidR="002A183C" w:rsidRPr="002A183C" w:rsidRDefault="002A183C">
                            <w:pPr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56"/>
                                <w:szCs w:val="56"/>
                              </w:rPr>
                            </w:pPr>
                            <w:r w:rsidRPr="002A183C">
                              <w:rPr>
                                <w:rFonts w:ascii="Arial Rounded MT Bold" w:hAnsi="Arial Rounded MT Bold"/>
                                <w:i/>
                                <w:color w:val="FF0000"/>
                                <w:sz w:val="56"/>
                                <w:szCs w:val="56"/>
                              </w:rPr>
                              <w:t>More fun</w:t>
                            </w:r>
                          </w:p>
                          <w:p w14:paraId="7589D4AC" w14:textId="77777777" w:rsidR="002A183C" w:rsidRPr="002A183C" w:rsidRDefault="002A183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932071" id="Rectangle 4" o:spid="_x0000_s1034" style="position:absolute;margin-left:-68.25pt;margin-top:18.75pt;width:183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" filled="f" stroked="f">
                <v:textbox>
                  <w:txbxContent>
                    <w:p w14:paraId="7BEB7534" w14:textId="77777777" w:rsidR="002A183C" w:rsidRPr="002A183C" w:rsidRDefault="002A183C">
                      <w:pPr>
                        <w:rPr>
                          <w:rFonts w:ascii="Arial Rounded MT Bold" w:hAnsi="Arial Rounded MT Bold"/>
                          <w:i/>
                          <w:color w:val="FF0000"/>
                          <w:sz w:val="56"/>
                          <w:szCs w:val="56"/>
                        </w:rPr>
                      </w:pPr>
                      <w:r w:rsidRPr="002A183C">
                        <w:rPr>
                          <w:rFonts w:ascii="Arial Rounded MT Bold" w:hAnsi="Arial Rounded MT Bold"/>
                          <w:i/>
                          <w:color w:val="FF0000"/>
                          <w:sz w:val="56"/>
                          <w:szCs w:val="56"/>
                        </w:rPr>
                        <w:t>More games</w:t>
                      </w:r>
                    </w:p>
                    <w:p w14:paraId="12FC565C" w14:textId="77777777" w:rsidR="002A183C" w:rsidRPr="002A183C" w:rsidRDefault="002A183C">
                      <w:pPr>
                        <w:rPr>
                          <w:rFonts w:ascii="Arial Rounded MT Bold" w:hAnsi="Arial Rounded MT Bold"/>
                          <w:i/>
                          <w:color w:val="FF0000"/>
                          <w:sz w:val="56"/>
                          <w:szCs w:val="56"/>
                        </w:rPr>
                      </w:pPr>
                      <w:r w:rsidRPr="002A183C">
                        <w:rPr>
                          <w:rFonts w:ascii="Arial Rounded MT Bold" w:hAnsi="Arial Rounded MT Bold"/>
                          <w:i/>
                          <w:color w:val="FF0000"/>
                          <w:sz w:val="56"/>
                          <w:szCs w:val="56"/>
                        </w:rPr>
                        <w:t>More fun</w:t>
                      </w:r>
                    </w:p>
                    <w:p w14:paraId="7589D4AC" w14:textId="77777777" w:rsidR="002A183C" w:rsidRPr="002A183C" w:rsidRDefault="002A183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508FC8" wp14:editId="59669CDB">
                <wp:simplePos x="0" y="0"/>
                <wp:positionH relativeFrom="column">
                  <wp:posOffset>-352425</wp:posOffset>
                </wp:positionH>
                <wp:positionV relativeFrom="paragraph">
                  <wp:posOffset>-752475</wp:posOffset>
                </wp:positionV>
                <wp:extent cx="6457950" cy="838200"/>
                <wp:effectExtent l="0" t="0" r="0" b="12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838200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2C63FF" w14:textId="77777777" w:rsidR="002A183C" w:rsidRPr="002A183C" w:rsidRDefault="002A183C">
                            <w:pPr>
                              <w:rPr>
                                <w:rFonts w:ascii="Arial Rounded MT Bold" w:hAnsi="Arial Rounded MT Bold"/>
                                <w:color w:val="FFFFFF" w:themeColor="background1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color w:val="FFFFFF" w:themeColor="background1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Pr="002A183C">
                              <w:rPr>
                                <w:rFonts w:ascii="Arial Rounded MT Bold" w:hAnsi="Arial Rounded MT Bold"/>
                                <w:color w:val="FFFFFF" w:themeColor="background1"/>
                                <w:sz w:val="96"/>
                                <w:szCs w:val="96"/>
                              </w:rPr>
                              <w:t>KIDS Summer Camp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08FC8" id="AutoShape 3" o:spid="_x0000_s1035" type="#_x0000_t109" style="position:absolute;margin-left:-27.75pt;margin-top:-59.25pt;width:508.5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" filled="f" stroked="f">
                <v:textbox>
                  <w:txbxContent>
                    <w:p w14:paraId="6C2C63FF" w14:textId="77777777" w:rsidR="002A183C" w:rsidRPr="002A183C" w:rsidRDefault="002A183C">
                      <w:pPr>
                        <w:rPr>
                          <w:rFonts w:ascii="Arial Rounded MT Bold" w:hAnsi="Arial Rounded MT Bold"/>
                          <w:color w:val="FFFFFF" w:themeColor="background1"/>
                          <w:sz w:val="96"/>
                          <w:szCs w:val="96"/>
                        </w:rPr>
                      </w:pPr>
                      <w:r>
                        <w:rPr>
                          <w:rFonts w:ascii="Arial Rounded MT Bold" w:hAnsi="Arial Rounded MT Bold"/>
                          <w:color w:val="FFFFFF" w:themeColor="background1"/>
                          <w:sz w:val="96"/>
                          <w:szCs w:val="96"/>
                        </w:rPr>
                        <w:t xml:space="preserve"> </w:t>
                      </w:r>
                      <w:r w:rsidRPr="002A183C">
                        <w:rPr>
                          <w:rFonts w:ascii="Arial Rounded MT Bold" w:hAnsi="Arial Rounded MT Bold"/>
                          <w:color w:val="FFFFFF" w:themeColor="background1"/>
                          <w:sz w:val="96"/>
                          <w:szCs w:val="96"/>
                        </w:rPr>
                        <w:t>KIDS Summer Camp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400E" w:rsidSect="002A183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766E21"/>
    <w:multiLevelType w:val="hybridMultilevel"/>
    <w:tmpl w:val="848EDE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CDA"/>
    <w:multiLevelType w:val="hybridMultilevel"/>
    <w:tmpl w:val="A39033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1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D4F"/>
    <w:rsid w:val="002A183C"/>
    <w:rsid w:val="00523D4F"/>
    <w:rsid w:val="006B400E"/>
    <w:rsid w:val="0077259A"/>
    <w:rsid w:val="0079279D"/>
    <w:rsid w:val="009A588C"/>
    <w:rsid w:val="00D33B2F"/>
    <w:rsid w:val="00D3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2C03B"/>
  <w15:docId w15:val="{1792C73E-20E3-4B10-BF2A-45422DE4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B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Local\Temp\Temp1_camp%20flyer%20templates.zip\camp%20flyer%20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camp flyer 6</Template>
  <TotalTime>6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1</cp:revision>
  <dcterms:created xsi:type="dcterms:W3CDTF">2020-11-07T17:13:00Z</dcterms:created>
  <dcterms:modified xsi:type="dcterms:W3CDTF">2020-11-07T17:19:00Z</dcterms:modified>
</cp:coreProperties>
</file>