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EAD484" w14:textId="5AD91DB3" w:rsidR="000E56ED" w:rsidRDefault="00623874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553FFB" wp14:editId="10559ABC">
                <wp:simplePos x="0" y="0"/>
                <wp:positionH relativeFrom="column">
                  <wp:posOffset>841248</wp:posOffset>
                </wp:positionH>
                <wp:positionV relativeFrom="paragraph">
                  <wp:posOffset>9253728</wp:posOffset>
                </wp:positionV>
                <wp:extent cx="4154805" cy="512699"/>
                <wp:effectExtent l="0" t="0" r="0" b="0"/>
                <wp:wrapNone/>
                <wp:docPr id="13" name="Rectangle: Rounded Corner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4805" cy="512699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C5386A" w14:textId="44CB4B9E" w:rsidR="00623874" w:rsidRPr="00623874" w:rsidRDefault="00623874" w:rsidP="0062387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623874">
                              <w:rPr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553FFB" id="Rectangle: Rounded Corners 13" o:spid="_x0000_s1026" style="position:absolute;margin-left:66.25pt;margin-top:728.65pt;width:327.15pt;height:40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" filled="f" stroked="f">
                <v:textbox>
                  <w:txbxContent>
                    <w:p w14:paraId="3AC5386A" w14:textId="44CB4B9E" w:rsidR="00623874" w:rsidRPr="00623874" w:rsidRDefault="00623874" w:rsidP="00623874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</w:pPr>
                      <w:r w:rsidRPr="00623874">
                        <w:rPr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  <w:t>www.mywordtemplates.org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C92E196" wp14:editId="7EE89DD0">
                <wp:simplePos x="0" y="0"/>
                <wp:positionH relativeFrom="column">
                  <wp:posOffset>950976</wp:posOffset>
                </wp:positionH>
                <wp:positionV relativeFrom="paragraph">
                  <wp:posOffset>9253728</wp:posOffset>
                </wp:positionV>
                <wp:extent cx="3621024" cy="512445"/>
                <wp:effectExtent l="0" t="0" r="0" b="0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1024" cy="51244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314704" id="Rectangle: Rounded Corners 12" o:spid="_x0000_s1026" style="position:absolute;margin-left:74.9pt;margin-top:728.65pt;width:285.1pt;height:40.3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" filled="f" stroked="f"/>
            </w:pict>
          </mc:Fallback>
        </mc:AlternateContent>
      </w:r>
      <w:r w:rsidR="0033335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E784FA" wp14:editId="3E847A24">
                <wp:simplePos x="0" y="0"/>
                <wp:positionH relativeFrom="column">
                  <wp:posOffset>1664208</wp:posOffset>
                </wp:positionH>
                <wp:positionV relativeFrom="paragraph">
                  <wp:posOffset>6272784</wp:posOffset>
                </wp:positionV>
                <wp:extent cx="3740277" cy="3127248"/>
                <wp:effectExtent l="0" t="0" r="0" b="0"/>
                <wp:wrapNone/>
                <wp:docPr id="1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40277" cy="3127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E2E5D6" w14:textId="77777777" w:rsidR="002E560F" w:rsidRPr="002E560F" w:rsidRDefault="002E560F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2E560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Address your street | zip | city</w:t>
                            </w:r>
                          </w:p>
                          <w:p w14:paraId="139839BB" w14:textId="7E89148C" w:rsidR="002E560F" w:rsidRPr="00333359" w:rsidRDefault="002E560F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333359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Email </w:t>
                            </w:r>
                            <w:r w:rsidR="00333359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ID: </w:t>
                            </w:r>
                            <w:r w:rsidRPr="00333359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--------------------</w:t>
                            </w:r>
                          </w:p>
                          <w:p w14:paraId="51EB7F7E" w14:textId="6BE64581" w:rsidR="002E560F" w:rsidRPr="00333359" w:rsidRDefault="002E560F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333359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Website</w:t>
                            </w:r>
                            <w:r w:rsidR="00333359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:</w:t>
                            </w:r>
                            <w:r w:rsidRPr="00333359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-------------------------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E784FA" id="Rectangle 10" o:spid="_x0000_s1027" style="position:absolute;margin-left:131.05pt;margin-top:493.9pt;width:294.5pt;height:24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" filled="f" stroked="f">
                <v:textbox>
                  <w:txbxContent>
                    <w:p w14:paraId="58E2E5D6" w14:textId="77777777" w:rsidR="002E560F" w:rsidRPr="002E560F" w:rsidRDefault="002E560F">
                      <w:pPr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 xml:space="preserve">  </w:t>
                      </w:r>
                      <w:r w:rsidRPr="002E560F">
                        <w:rPr>
                          <w:rFonts w:ascii="Comic Sans MS" w:hAnsi="Comic Sans MS"/>
                          <w:sz w:val="32"/>
                          <w:szCs w:val="32"/>
                        </w:rPr>
                        <w:t>Address your street | zip | city</w:t>
                      </w:r>
                    </w:p>
                    <w:p w14:paraId="139839BB" w14:textId="7E89148C" w:rsidR="002E560F" w:rsidRPr="00333359" w:rsidRDefault="002E560F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 xml:space="preserve">  </w:t>
                      </w:r>
                      <w:r w:rsidRPr="00333359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Email </w:t>
                      </w:r>
                      <w:r w:rsidR="00333359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ID: </w:t>
                      </w:r>
                      <w:r w:rsidRPr="00333359">
                        <w:rPr>
                          <w:rFonts w:ascii="Comic Sans MS" w:hAnsi="Comic Sans MS"/>
                          <w:sz w:val="28"/>
                          <w:szCs w:val="28"/>
                        </w:rPr>
                        <w:t>--------------------</w:t>
                      </w:r>
                    </w:p>
                    <w:p w14:paraId="51EB7F7E" w14:textId="6BE64581" w:rsidR="002E560F" w:rsidRPr="00333359" w:rsidRDefault="002E560F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333359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Website</w:t>
                      </w:r>
                      <w:r w:rsidR="00333359">
                        <w:rPr>
                          <w:rFonts w:ascii="Comic Sans MS" w:hAnsi="Comic Sans MS"/>
                          <w:sz w:val="28"/>
                          <w:szCs w:val="28"/>
                        </w:rPr>
                        <w:t>:</w:t>
                      </w:r>
                      <w:r w:rsidRPr="00333359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------------------------- </w:t>
                      </w:r>
                    </w:p>
                  </w:txbxContent>
                </v:textbox>
              </v:rect>
            </w:pict>
          </mc:Fallback>
        </mc:AlternateContent>
      </w:r>
      <w:r w:rsidR="0033335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8E5270F" wp14:editId="61D7605C">
                <wp:simplePos x="0" y="0"/>
                <wp:positionH relativeFrom="column">
                  <wp:posOffset>1657350</wp:posOffset>
                </wp:positionH>
                <wp:positionV relativeFrom="paragraph">
                  <wp:posOffset>5610225</wp:posOffset>
                </wp:positionV>
                <wp:extent cx="3838575" cy="561975"/>
                <wp:effectExtent l="0" t="0" r="0" b="0"/>
                <wp:wrapNone/>
                <wp:docPr id="1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8575" cy="561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3F1164" w14:textId="77777777" w:rsidR="002E560F" w:rsidRPr="002E560F" w:rsidRDefault="002E560F">
                            <w:pPr>
                              <w:rPr>
                                <w:rFonts w:ascii="Comic Sans MS" w:hAnsi="Comic Sans MS"/>
                                <w:color w:val="C00000"/>
                                <w:sz w:val="44"/>
                                <w:szCs w:val="44"/>
                              </w:rPr>
                            </w:pPr>
                            <w:r w:rsidRPr="002E560F">
                              <w:rPr>
                                <w:rFonts w:ascii="Comic Sans MS" w:hAnsi="Comic Sans MS"/>
                                <w:color w:val="C00000"/>
                                <w:sz w:val="44"/>
                                <w:szCs w:val="44"/>
                              </w:rPr>
                              <w:t>Call us now (123) 456 789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8E5270F" id="AutoShape 9" o:spid="_x0000_s1028" style="position:absolute;margin-left:130.5pt;margin-top:441.75pt;width:302.25pt;height:44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" fillcolor="yellow" stroked="f">
                <v:textbox>
                  <w:txbxContent>
                    <w:p w14:paraId="1C3F1164" w14:textId="77777777" w:rsidR="002E560F" w:rsidRPr="002E560F" w:rsidRDefault="002E560F">
                      <w:pPr>
                        <w:rPr>
                          <w:rFonts w:ascii="Comic Sans MS" w:hAnsi="Comic Sans MS"/>
                          <w:color w:val="C00000"/>
                          <w:sz w:val="44"/>
                          <w:szCs w:val="44"/>
                        </w:rPr>
                      </w:pPr>
                      <w:r w:rsidRPr="002E560F">
                        <w:rPr>
                          <w:rFonts w:ascii="Comic Sans MS" w:hAnsi="Comic Sans MS"/>
                          <w:color w:val="C00000"/>
                          <w:sz w:val="44"/>
                          <w:szCs w:val="44"/>
                        </w:rPr>
                        <w:t>Call us now (123) 456 789</w:t>
                      </w:r>
                    </w:p>
                  </w:txbxContent>
                </v:textbox>
              </v:roundrect>
            </w:pict>
          </mc:Fallback>
        </mc:AlternateContent>
      </w:r>
      <w:r w:rsidR="0033335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186C27" wp14:editId="28A57CD1">
                <wp:simplePos x="0" y="0"/>
                <wp:positionH relativeFrom="column">
                  <wp:posOffset>-752475</wp:posOffset>
                </wp:positionH>
                <wp:positionV relativeFrom="paragraph">
                  <wp:posOffset>3886200</wp:posOffset>
                </wp:positionV>
                <wp:extent cx="2495550" cy="2476500"/>
                <wp:effectExtent l="0" t="0" r="0" b="0"/>
                <wp:wrapNone/>
                <wp:docPr id="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5550" cy="2476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D5818C" w14:textId="77777777" w:rsidR="002E560F" w:rsidRPr="002E560F" w:rsidRDefault="002E560F" w:rsidP="002E560F">
                            <w:pPr>
                              <w:rPr>
                                <w:rFonts w:ascii="Comic Sans MS" w:hAnsi="Comic Sans MS"/>
                                <w:b/>
                                <w:color w:val="C00000"/>
                                <w:sz w:val="52"/>
                                <w:szCs w:val="52"/>
                                <w:u w:val="single"/>
                              </w:rPr>
                            </w:pPr>
                            <w:r w:rsidRPr="002E560F">
                              <w:rPr>
                                <w:rFonts w:ascii="Comic Sans MS" w:hAnsi="Comic Sans MS"/>
                                <w:b/>
                                <w:color w:val="C00000"/>
                                <w:sz w:val="52"/>
                                <w:szCs w:val="52"/>
                                <w:u w:val="single"/>
                              </w:rPr>
                              <w:t xml:space="preserve">Activities                </w:t>
                            </w:r>
                          </w:p>
                          <w:p w14:paraId="48D7DEE1" w14:textId="77777777" w:rsidR="002E560F" w:rsidRPr="002E560F" w:rsidRDefault="002E560F" w:rsidP="002E560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2E560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Field day         </w:t>
                            </w:r>
                          </w:p>
                          <w:p w14:paraId="1C8E43DE" w14:textId="77777777" w:rsidR="002E560F" w:rsidRPr="002E560F" w:rsidRDefault="002E560F" w:rsidP="002E560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2E560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Cabin carnival            </w:t>
                            </w:r>
                          </w:p>
                          <w:p w14:paraId="18CE653B" w14:textId="77777777" w:rsidR="002E560F" w:rsidRPr="002E560F" w:rsidRDefault="002E560F" w:rsidP="002E560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2E560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Junkyard wars</w:t>
                            </w:r>
                          </w:p>
                          <w:p w14:paraId="410E4A25" w14:textId="77777777" w:rsidR="002E560F" w:rsidRPr="002E560F" w:rsidRDefault="002E560F" w:rsidP="002E560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2E560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Myth busters          </w:t>
                            </w:r>
                          </w:p>
                          <w:p w14:paraId="5C3F52BE" w14:textId="77777777" w:rsidR="002E560F" w:rsidRPr="002E560F" w:rsidRDefault="002E560F" w:rsidP="002E560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2E560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Alka-seltzer</w:t>
                            </w:r>
                            <w:proofErr w:type="spellEnd"/>
                            <w:r w:rsidRPr="002E560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rockets           </w:t>
                            </w:r>
                          </w:p>
                          <w:p w14:paraId="0456330C" w14:textId="77777777" w:rsidR="002E560F" w:rsidRDefault="002E560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186C27" id="Rectangle 7" o:spid="_x0000_s1029" style="position:absolute;margin-left:-59.25pt;margin-top:306pt;width:196.5pt;height:1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" filled="f" stroked="f">
                <v:textbox>
                  <w:txbxContent>
                    <w:p w14:paraId="7BD5818C" w14:textId="77777777" w:rsidR="002E560F" w:rsidRPr="002E560F" w:rsidRDefault="002E560F" w:rsidP="002E560F">
                      <w:pPr>
                        <w:rPr>
                          <w:rFonts w:ascii="Comic Sans MS" w:hAnsi="Comic Sans MS"/>
                          <w:b/>
                          <w:color w:val="C00000"/>
                          <w:sz w:val="52"/>
                          <w:szCs w:val="52"/>
                          <w:u w:val="single"/>
                        </w:rPr>
                      </w:pPr>
                      <w:r w:rsidRPr="002E560F">
                        <w:rPr>
                          <w:rFonts w:ascii="Comic Sans MS" w:hAnsi="Comic Sans MS"/>
                          <w:b/>
                          <w:color w:val="C00000"/>
                          <w:sz w:val="52"/>
                          <w:szCs w:val="52"/>
                          <w:u w:val="single"/>
                        </w:rPr>
                        <w:t xml:space="preserve">Activities                </w:t>
                      </w:r>
                    </w:p>
                    <w:p w14:paraId="48D7DEE1" w14:textId="77777777" w:rsidR="002E560F" w:rsidRPr="002E560F" w:rsidRDefault="002E560F" w:rsidP="002E560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2E560F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Field day         </w:t>
                      </w:r>
                    </w:p>
                    <w:p w14:paraId="1C8E43DE" w14:textId="77777777" w:rsidR="002E560F" w:rsidRPr="002E560F" w:rsidRDefault="002E560F" w:rsidP="002E560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2E560F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Cabin carnival            </w:t>
                      </w:r>
                    </w:p>
                    <w:p w14:paraId="18CE653B" w14:textId="77777777" w:rsidR="002E560F" w:rsidRPr="002E560F" w:rsidRDefault="002E560F" w:rsidP="002E560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2E560F">
                        <w:rPr>
                          <w:rFonts w:ascii="Comic Sans MS" w:hAnsi="Comic Sans MS"/>
                          <w:sz w:val="28"/>
                          <w:szCs w:val="28"/>
                        </w:rPr>
                        <w:t>Junkyard wars</w:t>
                      </w:r>
                    </w:p>
                    <w:p w14:paraId="410E4A25" w14:textId="77777777" w:rsidR="002E560F" w:rsidRPr="002E560F" w:rsidRDefault="002E560F" w:rsidP="002E560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2E560F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Myth busters          </w:t>
                      </w:r>
                    </w:p>
                    <w:p w14:paraId="5C3F52BE" w14:textId="77777777" w:rsidR="002E560F" w:rsidRPr="002E560F" w:rsidRDefault="002E560F" w:rsidP="002E560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proofErr w:type="spellStart"/>
                      <w:r w:rsidRPr="002E560F">
                        <w:rPr>
                          <w:rFonts w:ascii="Comic Sans MS" w:hAnsi="Comic Sans MS"/>
                          <w:sz w:val="28"/>
                          <w:szCs w:val="28"/>
                        </w:rPr>
                        <w:t>Alka-seltzer</w:t>
                      </w:r>
                      <w:proofErr w:type="spellEnd"/>
                      <w:r w:rsidRPr="002E560F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rockets           </w:t>
                      </w:r>
                    </w:p>
                    <w:p w14:paraId="0456330C" w14:textId="77777777" w:rsidR="002E560F" w:rsidRDefault="002E560F"/>
                  </w:txbxContent>
                </v:textbox>
              </v:rect>
            </w:pict>
          </mc:Fallback>
        </mc:AlternateContent>
      </w:r>
      <w:r w:rsidR="0033335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F9D7D4" wp14:editId="6062F9A5">
                <wp:simplePos x="0" y="0"/>
                <wp:positionH relativeFrom="column">
                  <wp:posOffset>1828800</wp:posOffset>
                </wp:positionH>
                <wp:positionV relativeFrom="paragraph">
                  <wp:posOffset>4181475</wp:posOffset>
                </wp:positionV>
                <wp:extent cx="2867025" cy="1514475"/>
                <wp:effectExtent l="0" t="0" r="0" b="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51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0DCF08" w14:textId="77777777" w:rsidR="002E560F" w:rsidRPr="002E560F" w:rsidRDefault="002E560F" w:rsidP="002E560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2E560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Nature scavenger hunt</w:t>
                            </w:r>
                          </w:p>
                          <w:p w14:paraId="28CC3003" w14:textId="77777777" w:rsidR="002E560F" w:rsidRPr="002E560F" w:rsidRDefault="002E560F" w:rsidP="002E560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2E560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Water balloon dodge ball        </w:t>
                            </w:r>
                          </w:p>
                          <w:p w14:paraId="3C5AAF38" w14:textId="77777777" w:rsidR="002E560F" w:rsidRPr="002E560F" w:rsidRDefault="002E560F" w:rsidP="002E560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2E560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Ninja warrior course            </w:t>
                            </w:r>
                          </w:p>
                          <w:p w14:paraId="7E00BFCC" w14:textId="77777777" w:rsidR="002E560F" w:rsidRPr="002E560F" w:rsidRDefault="002E560F" w:rsidP="002E560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2E560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Human foosball</w:t>
                            </w:r>
                          </w:p>
                          <w:p w14:paraId="7DCAE7BF" w14:textId="77777777" w:rsidR="002E560F" w:rsidRDefault="002E560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F9D7D4" id="Rectangle 8" o:spid="_x0000_s1030" style="position:absolute;margin-left:2in;margin-top:329.25pt;width:225.75pt;height:119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" filled="f" stroked="f">
                <v:textbox>
                  <w:txbxContent>
                    <w:p w14:paraId="2C0DCF08" w14:textId="77777777" w:rsidR="002E560F" w:rsidRPr="002E560F" w:rsidRDefault="002E560F" w:rsidP="002E560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2E560F">
                        <w:rPr>
                          <w:rFonts w:ascii="Comic Sans MS" w:hAnsi="Comic Sans MS"/>
                          <w:sz w:val="28"/>
                          <w:szCs w:val="28"/>
                        </w:rPr>
                        <w:t>Nature scavenger hunt</w:t>
                      </w:r>
                    </w:p>
                    <w:p w14:paraId="28CC3003" w14:textId="77777777" w:rsidR="002E560F" w:rsidRPr="002E560F" w:rsidRDefault="002E560F" w:rsidP="002E560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2E560F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Water balloon dodge ball        </w:t>
                      </w:r>
                    </w:p>
                    <w:p w14:paraId="3C5AAF38" w14:textId="77777777" w:rsidR="002E560F" w:rsidRPr="002E560F" w:rsidRDefault="002E560F" w:rsidP="002E560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2E560F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Ninja warrior course            </w:t>
                      </w:r>
                    </w:p>
                    <w:p w14:paraId="7E00BFCC" w14:textId="77777777" w:rsidR="002E560F" w:rsidRPr="002E560F" w:rsidRDefault="002E560F" w:rsidP="002E560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2E560F">
                        <w:rPr>
                          <w:rFonts w:ascii="Comic Sans MS" w:hAnsi="Comic Sans MS"/>
                          <w:sz w:val="28"/>
                          <w:szCs w:val="28"/>
                        </w:rPr>
                        <w:t>Human foosball</w:t>
                      </w:r>
                    </w:p>
                    <w:p w14:paraId="7DCAE7BF" w14:textId="77777777" w:rsidR="002E560F" w:rsidRDefault="002E560F"/>
                  </w:txbxContent>
                </v:textbox>
              </v:rect>
            </w:pict>
          </mc:Fallback>
        </mc:AlternateContent>
      </w:r>
      <w:r w:rsidR="0033335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D9BAAE" wp14:editId="7865BE69">
                <wp:simplePos x="0" y="0"/>
                <wp:positionH relativeFrom="column">
                  <wp:posOffset>5310505</wp:posOffset>
                </wp:positionH>
                <wp:positionV relativeFrom="paragraph">
                  <wp:posOffset>2538095</wp:posOffset>
                </wp:positionV>
                <wp:extent cx="1028700" cy="1666875"/>
                <wp:effectExtent l="1476375" t="9525" r="9525" b="9525"/>
                <wp:wrapNone/>
                <wp:docPr id="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028700" cy="1666875"/>
                        </a:xfrm>
                        <a:prstGeom prst="wedgeEllipseCallout">
                          <a:avLst>
                            <a:gd name="adj1" fmla="val -13356"/>
                            <a:gd name="adj2" fmla="val 133949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381A4C" w14:textId="77777777" w:rsidR="002E560F" w:rsidRPr="002E560F" w:rsidRDefault="002E560F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Pr="002E560F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 xml:space="preserve">$200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R</w:t>
                            </w:r>
                            <w:r w:rsidRPr="002E560F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eg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D9BAAE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6" o:spid="_x0000_s1031" type="#_x0000_t63" style="position:absolute;margin-left:418.15pt;margin-top:199.85pt;width:81pt;height:131.25pt;rotation: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" adj="7915,39733" fillcolor="yellow" strokecolor="yellow">
                <v:textbox>
                  <w:txbxContent>
                    <w:p w14:paraId="10381A4C" w14:textId="77777777" w:rsidR="002E560F" w:rsidRPr="002E560F" w:rsidRDefault="002E560F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 xml:space="preserve">    </w:t>
                      </w:r>
                      <w:r w:rsidRPr="002E560F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 xml:space="preserve">$200 </w:t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R</w:t>
                      </w:r>
                      <w:r w:rsidRPr="002E560F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eg</w:t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istration</w:t>
                      </w:r>
                    </w:p>
                  </w:txbxContent>
                </v:textbox>
              </v:shape>
            </w:pict>
          </mc:Fallback>
        </mc:AlternateContent>
      </w:r>
      <w:r w:rsidR="0033335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DB76D0" wp14:editId="138F75B9">
                <wp:simplePos x="0" y="0"/>
                <wp:positionH relativeFrom="column">
                  <wp:posOffset>3400425</wp:posOffset>
                </wp:positionH>
                <wp:positionV relativeFrom="paragraph">
                  <wp:posOffset>809625</wp:posOffset>
                </wp:positionV>
                <wp:extent cx="3362325" cy="3190875"/>
                <wp:effectExtent l="47625" t="38100" r="38100" b="38100"/>
                <wp:wrapNone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362325" cy="3190875"/>
                        </a:xfrm>
                        <a:prstGeom prst="flowChartDelay">
                          <a:avLst/>
                        </a:prstGeom>
                        <a:solidFill>
                          <a:srgbClr val="0070C0"/>
                        </a:solidFill>
                        <a:ln w="762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E36964" w14:textId="77777777" w:rsidR="00DC3ED2" w:rsidRPr="00DC3ED2" w:rsidRDefault="00DC3ED2">
                            <w:pPr>
                              <w:rPr>
                                <w:rFonts w:ascii="Comic Sans MS" w:hAnsi="Comic Sans MS"/>
                                <w:b/>
                                <w:i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i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   </w:t>
                            </w:r>
                            <w:r w:rsidRPr="00DC3ED2">
                              <w:rPr>
                                <w:rFonts w:ascii="Comic Sans MS" w:hAnsi="Comic Sans MS"/>
                                <w:b/>
                                <w:i/>
                                <w:color w:val="FFFFFF" w:themeColor="background1"/>
                                <w:sz w:val="48"/>
                                <w:szCs w:val="48"/>
                              </w:rPr>
                              <w:t>HURRY</w:t>
                            </w:r>
                          </w:p>
                          <w:p w14:paraId="394EEAD5" w14:textId="77777777" w:rsidR="00DC3ED2" w:rsidRPr="00DC3ED2" w:rsidRDefault="00DC3ED2">
                            <w:pPr>
                              <w:rPr>
                                <w:rFonts w:ascii="Comic Sans MS" w:hAnsi="Comic Sans MS"/>
                                <w:b/>
                                <w:i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DC3ED2">
                              <w:rPr>
                                <w:rFonts w:ascii="Comic Sans MS" w:hAnsi="Comic Sans MS"/>
                                <w:b/>
                                <w:i/>
                                <w:color w:val="FFFFFF" w:themeColor="background1"/>
                                <w:sz w:val="48"/>
                                <w:szCs w:val="48"/>
                              </w:rPr>
                              <w:t>Unlimited space</w:t>
                            </w:r>
                          </w:p>
                          <w:p w14:paraId="2393CE7D" w14:textId="77777777" w:rsidR="00DC3ED2" w:rsidRPr="00DC3ED2" w:rsidRDefault="00DC3ED2">
                            <w:pPr>
                              <w:rPr>
                                <w:rFonts w:ascii="Comic Sans MS" w:hAnsi="Comic Sans MS"/>
                                <w:b/>
                                <w:i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i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2E560F">
                              <w:rPr>
                                <w:rFonts w:ascii="Comic Sans MS" w:hAnsi="Comic Sans MS"/>
                                <w:b/>
                                <w:i/>
                                <w:color w:val="FFFFFF" w:themeColor="background1"/>
                                <w:sz w:val="48"/>
                                <w:szCs w:val="48"/>
                              </w:rPr>
                              <w:t>available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DB76D0"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AutoShape 5" o:spid="_x0000_s1032" type="#_x0000_t135" style="position:absolute;margin-left:267.75pt;margin-top:63.75pt;width:264.75pt;height:251.2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" fillcolor="#0070c0" strokecolor="white [3212]" strokeweight="6pt">
                <v:textbox>
                  <w:txbxContent>
                    <w:p w14:paraId="12E36964" w14:textId="77777777" w:rsidR="00DC3ED2" w:rsidRPr="00DC3ED2" w:rsidRDefault="00DC3ED2">
                      <w:pPr>
                        <w:rPr>
                          <w:rFonts w:ascii="Comic Sans MS" w:hAnsi="Comic Sans MS"/>
                          <w:b/>
                          <w:i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rFonts w:ascii="Comic Sans MS" w:hAnsi="Comic Sans MS"/>
                          <w:b/>
                          <w:i/>
                          <w:color w:val="FFFFFF" w:themeColor="background1"/>
                          <w:sz w:val="48"/>
                          <w:szCs w:val="48"/>
                        </w:rPr>
                        <w:t xml:space="preserve">    </w:t>
                      </w:r>
                      <w:r w:rsidRPr="00DC3ED2">
                        <w:rPr>
                          <w:rFonts w:ascii="Comic Sans MS" w:hAnsi="Comic Sans MS"/>
                          <w:b/>
                          <w:i/>
                          <w:color w:val="FFFFFF" w:themeColor="background1"/>
                          <w:sz w:val="48"/>
                          <w:szCs w:val="48"/>
                        </w:rPr>
                        <w:t>HURRY</w:t>
                      </w:r>
                    </w:p>
                    <w:p w14:paraId="394EEAD5" w14:textId="77777777" w:rsidR="00DC3ED2" w:rsidRPr="00DC3ED2" w:rsidRDefault="00DC3ED2">
                      <w:pPr>
                        <w:rPr>
                          <w:rFonts w:ascii="Comic Sans MS" w:hAnsi="Comic Sans MS"/>
                          <w:b/>
                          <w:i/>
                          <w:color w:val="FFFFFF" w:themeColor="background1"/>
                          <w:sz w:val="48"/>
                          <w:szCs w:val="48"/>
                        </w:rPr>
                      </w:pPr>
                      <w:r w:rsidRPr="00DC3ED2">
                        <w:rPr>
                          <w:rFonts w:ascii="Comic Sans MS" w:hAnsi="Comic Sans MS"/>
                          <w:b/>
                          <w:i/>
                          <w:color w:val="FFFFFF" w:themeColor="background1"/>
                          <w:sz w:val="48"/>
                          <w:szCs w:val="48"/>
                        </w:rPr>
                        <w:t>Unlimited space</w:t>
                      </w:r>
                    </w:p>
                    <w:p w14:paraId="2393CE7D" w14:textId="77777777" w:rsidR="00DC3ED2" w:rsidRPr="00DC3ED2" w:rsidRDefault="00DC3ED2">
                      <w:pPr>
                        <w:rPr>
                          <w:rFonts w:ascii="Comic Sans MS" w:hAnsi="Comic Sans MS"/>
                          <w:b/>
                          <w:i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rFonts w:ascii="Comic Sans MS" w:hAnsi="Comic Sans MS"/>
                          <w:b/>
                          <w:i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r w:rsidR="002E560F">
                        <w:rPr>
                          <w:rFonts w:ascii="Comic Sans MS" w:hAnsi="Comic Sans MS"/>
                          <w:b/>
                          <w:i/>
                          <w:color w:val="FFFFFF" w:themeColor="background1"/>
                          <w:sz w:val="48"/>
                          <w:szCs w:val="48"/>
                        </w:rPr>
                        <w:t>available</w:t>
                      </w:r>
                    </w:p>
                  </w:txbxContent>
                </v:textbox>
              </v:shape>
            </w:pict>
          </mc:Fallback>
        </mc:AlternateContent>
      </w:r>
      <w:r w:rsidR="0033335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69B5A0" wp14:editId="6A293F67">
                <wp:simplePos x="0" y="0"/>
                <wp:positionH relativeFrom="column">
                  <wp:posOffset>-581025</wp:posOffset>
                </wp:positionH>
                <wp:positionV relativeFrom="paragraph">
                  <wp:posOffset>1695450</wp:posOffset>
                </wp:positionV>
                <wp:extent cx="2171700" cy="600075"/>
                <wp:effectExtent l="0" t="0" r="0" b="0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600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66F3C" w14:textId="77777777" w:rsidR="00DC3ED2" w:rsidRPr="00333359" w:rsidRDefault="00DC3ED2">
                            <w:pPr>
                              <w:rPr>
                                <w:rFonts w:ascii="Georgia Pro" w:hAnsi="Georgia Pro" w:cs="Aparajita"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333359">
                              <w:rPr>
                                <w:rFonts w:ascii="Georgia Pro" w:hAnsi="Georgia Pro" w:cs="Aparajita"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23-28 SEPTEMBER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969B5A0" id="AutoShape 4" o:spid="_x0000_s1033" style="position:absolute;margin-left:-45.75pt;margin-top:133.5pt;width:171pt;height:4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" fillcolor="#0070c0" stroked="f">
                <v:textbox>
                  <w:txbxContent>
                    <w:p w14:paraId="62666F3C" w14:textId="77777777" w:rsidR="00DC3ED2" w:rsidRPr="00333359" w:rsidRDefault="00DC3ED2">
                      <w:pPr>
                        <w:rPr>
                          <w:rFonts w:ascii="Georgia Pro" w:hAnsi="Georgia Pro" w:cs="Aparajita"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333359">
                        <w:rPr>
                          <w:rFonts w:ascii="Georgia Pro" w:hAnsi="Georgia Pro" w:cs="Aparajita"/>
                          <w:bCs/>
                          <w:color w:val="FFFFFF" w:themeColor="background1"/>
                          <w:sz w:val="32"/>
                          <w:szCs w:val="32"/>
                        </w:rPr>
                        <w:t>23-28 SEPTEMBER</w:t>
                      </w:r>
                    </w:p>
                  </w:txbxContent>
                </v:textbox>
              </v:roundrect>
            </w:pict>
          </mc:Fallback>
        </mc:AlternateContent>
      </w:r>
      <w:r w:rsidR="0033335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69671C" wp14:editId="3544956B">
                <wp:simplePos x="0" y="0"/>
                <wp:positionH relativeFrom="column">
                  <wp:posOffset>-885825</wp:posOffset>
                </wp:positionH>
                <wp:positionV relativeFrom="paragraph">
                  <wp:posOffset>2028825</wp:posOffset>
                </wp:positionV>
                <wp:extent cx="2838450" cy="1647825"/>
                <wp:effectExtent l="0" t="0" r="0" b="13335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838450" cy="1647825"/>
                        </a:xfrm>
                        <a:prstGeom prst="wedgeEllipseCallout">
                          <a:avLst>
                            <a:gd name="adj1" fmla="val -43736"/>
                            <a:gd name="adj2" fmla="val 57551"/>
                          </a:avLst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18D5F3" w14:textId="77777777" w:rsidR="00DC3ED2" w:rsidRPr="00DC3ED2" w:rsidRDefault="00DC3ED2">
                            <w:pPr>
                              <w:rPr>
                                <w:rFonts w:ascii="Brush Script MT" w:hAnsi="Brush Script MT"/>
                                <w:b/>
                                <w:color w:val="FFC0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Brush Script MT" w:hAnsi="Brush Script MT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    </w:t>
                            </w:r>
                            <w:r w:rsidRPr="00DC3ED2">
                              <w:rPr>
                                <w:rFonts w:ascii="Brush Script MT" w:hAnsi="Brush Script MT"/>
                                <w:b/>
                                <w:color w:val="FFC000"/>
                                <w:sz w:val="56"/>
                                <w:szCs w:val="56"/>
                              </w:rPr>
                              <w:t>KIDS</w:t>
                            </w:r>
                          </w:p>
                          <w:p w14:paraId="3ED4B18E" w14:textId="77777777" w:rsidR="00DC3ED2" w:rsidRPr="00333359" w:rsidRDefault="00DC3ED2">
                            <w:pPr>
                              <w:rPr>
                                <w:rFonts w:ascii="Monotype Corsiva" w:hAnsi="Monotype Corsiva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333359">
                              <w:rPr>
                                <w:rFonts w:ascii="Monotype Corsiva" w:hAnsi="Monotype Corsiva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Summer </w:t>
                            </w:r>
                            <w:r w:rsidRPr="00333359">
                              <w:rPr>
                                <w:rFonts w:ascii="Monotype Corsiva" w:hAnsi="Monotype Corsiv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Camp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69671C" id="AutoShape 3" o:spid="_x0000_s1034" type="#_x0000_t63" style="position:absolute;margin-left:-69.75pt;margin-top:159.75pt;width:223.5pt;height:129.7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" adj="1353,23231" fillcolor="#c0504d [3205]" stroked="f">
                <v:textbox>
                  <w:txbxContent>
                    <w:p w14:paraId="6718D5F3" w14:textId="77777777" w:rsidR="00DC3ED2" w:rsidRPr="00DC3ED2" w:rsidRDefault="00DC3ED2">
                      <w:pPr>
                        <w:rPr>
                          <w:rFonts w:ascii="Brush Script MT" w:hAnsi="Brush Script MT"/>
                          <w:b/>
                          <w:color w:val="FFC000"/>
                          <w:sz w:val="56"/>
                          <w:szCs w:val="56"/>
                        </w:rPr>
                      </w:pPr>
                      <w:r>
                        <w:rPr>
                          <w:rFonts w:ascii="Brush Script MT" w:hAnsi="Brush Script MT"/>
                          <w:b/>
                          <w:color w:val="FFFFFF" w:themeColor="background1"/>
                          <w:sz w:val="56"/>
                          <w:szCs w:val="56"/>
                        </w:rPr>
                        <w:t xml:space="preserve">    </w:t>
                      </w:r>
                      <w:r w:rsidRPr="00DC3ED2">
                        <w:rPr>
                          <w:rFonts w:ascii="Brush Script MT" w:hAnsi="Brush Script MT"/>
                          <w:b/>
                          <w:color w:val="FFC000"/>
                          <w:sz w:val="56"/>
                          <w:szCs w:val="56"/>
                        </w:rPr>
                        <w:t>KIDS</w:t>
                      </w:r>
                    </w:p>
                    <w:p w14:paraId="3ED4B18E" w14:textId="77777777" w:rsidR="00DC3ED2" w:rsidRPr="00333359" w:rsidRDefault="00DC3ED2">
                      <w:pPr>
                        <w:rPr>
                          <w:rFonts w:ascii="Monotype Corsiva" w:hAnsi="Monotype Corsiva"/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  <w:r w:rsidRPr="00333359">
                        <w:rPr>
                          <w:rFonts w:ascii="Monotype Corsiva" w:hAnsi="Monotype Corsiva"/>
                          <w:b/>
                          <w:color w:val="FFFFFF" w:themeColor="background1"/>
                          <w:sz w:val="56"/>
                          <w:szCs w:val="56"/>
                        </w:rPr>
                        <w:t xml:space="preserve">Summer </w:t>
                      </w:r>
                      <w:r w:rsidRPr="00333359">
                        <w:rPr>
                          <w:rFonts w:ascii="Monotype Corsiva" w:hAnsi="Monotype Corsiva"/>
                          <w:b/>
                          <w:color w:val="000000" w:themeColor="text1"/>
                          <w:sz w:val="56"/>
                          <w:szCs w:val="56"/>
                        </w:rPr>
                        <w:t xml:space="preserve">Camp </w:t>
                      </w:r>
                    </w:p>
                  </w:txbxContent>
                </v:textbox>
              </v:shape>
            </w:pict>
          </mc:Fallback>
        </mc:AlternateContent>
      </w:r>
      <w:r w:rsidR="0033335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A5688C" wp14:editId="631000E3">
                <wp:simplePos x="0" y="0"/>
                <wp:positionH relativeFrom="column">
                  <wp:posOffset>-942975</wp:posOffset>
                </wp:positionH>
                <wp:positionV relativeFrom="paragraph">
                  <wp:posOffset>-971550</wp:posOffset>
                </wp:positionV>
                <wp:extent cx="7600950" cy="10744200"/>
                <wp:effectExtent l="0" t="0" r="19050" b="1905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00950" cy="10744200"/>
                        </a:xfrm>
                        <a:prstGeom prst="rect">
                          <a:avLst/>
                        </a:prstGeom>
                        <a:blipFill dpi="0" rotWithShape="0">
                          <a:blip r:embed="rId5"/>
                          <a:srcRect/>
                          <a:stretch>
                            <a:fillRect/>
                          </a:stretch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04CD79" w14:textId="7192721A" w:rsidR="00623874" w:rsidRDefault="00623874" w:rsidP="0062387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A5688C" id="Rectangle 2" o:spid="_x0000_s1035" style="position:absolute;margin-left:-74.25pt;margin-top:-76.5pt;width:598.5pt;height:84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">
                <v:fill r:id="rId6" o:title="" recolor="t" type="frame"/>
                <v:textbox>
                  <w:txbxContent>
                    <w:p w14:paraId="0A04CD79" w14:textId="7192721A" w:rsidR="00623874" w:rsidRDefault="00623874" w:rsidP="00623874"/>
                  </w:txbxContent>
                </v:textbox>
              </v:rect>
            </w:pict>
          </mc:Fallback>
        </mc:AlternateContent>
      </w:r>
      <w:r w:rsidR="00DC3ED2">
        <w:rPr>
          <w:noProof/>
        </w:rPr>
        <w:drawing>
          <wp:anchor distT="0" distB="0" distL="114300" distR="114300" simplePos="0" relativeHeight="251662336" behindDoc="0" locked="0" layoutInCell="1" allowOverlap="1" wp14:anchorId="21A8B8B9" wp14:editId="60C36054">
            <wp:simplePos x="0" y="0"/>
            <wp:positionH relativeFrom="column">
              <wp:posOffset>5000625</wp:posOffset>
            </wp:positionH>
            <wp:positionV relativeFrom="paragraph">
              <wp:posOffset>3810000</wp:posOffset>
            </wp:positionV>
            <wp:extent cx="2495550" cy="1866900"/>
            <wp:effectExtent l="95250" t="76200" r="76200" b="57150"/>
            <wp:wrapNone/>
            <wp:docPr id="1" name="Picture 0" descr="OIP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IP (1)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866900"/>
                    </a:xfrm>
                    <a:prstGeom prst="ellipse">
                      <a:avLst/>
                    </a:prstGeom>
                    <a:ln w="76200"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  <w:r w:rsidR="00DC3ED2">
        <w:rPr>
          <w:noProof/>
        </w:rPr>
        <w:drawing>
          <wp:anchor distT="0" distB="0" distL="114300" distR="114300" simplePos="0" relativeHeight="251661312" behindDoc="0" locked="0" layoutInCell="1" allowOverlap="1" wp14:anchorId="42536F86" wp14:editId="15EA4EEF">
            <wp:simplePos x="0" y="0"/>
            <wp:positionH relativeFrom="column">
              <wp:posOffset>4886325</wp:posOffset>
            </wp:positionH>
            <wp:positionV relativeFrom="paragraph">
              <wp:posOffset>-1038225</wp:posOffset>
            </wp:positionV>
            <wp:extent cx="2609850" cy="1895475"/>
            <wp:effectExtent l="95250" t="76200" r="76200" b="66675"/>
            <wp:wrapNone/>
            <wp:docPr id="2" name="Picture 1" descr="2016-10-Y_BSE-SHOT5_0022_CMYK-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10-Y_BSE-SHOT5_0022_CMYK-copy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895475"/>
                    </a:xfrm>
                    <a:prstGeom prst="ellipse">
                      <a:avLst/>
                    </a:prstGeom>
                    <a:ln w="76200"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</w:p>
    <w:sectPr w:rsidR="000E56ED" w:rsidSect="00DC3ED2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eorgia Pro">
    <w:charset w:val="00"/>
    <w:family w:val="roman"/>
    <w:pitch w:val="variable"/>
    <w:sig w:usb0="80000287" w:usb1="00000043" w:usb2="00000000" w:usb3="00000000" w:csb0="0000009F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3178E"/>
    <w:multiLevelType w:val="hybridMultilevel"/>
    <w:tmpl w:val="BDFAB8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857325"/>
    <w:multiLevelType w:val="hybridMultilevel"/>
    <w:tmpl w:val="2FBEDC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6C6C67"/>
    <w:multiLevelType w:val="hybridMultilevel"/>
    <w:tmpl w:val="50DC62D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2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359"/>
    <w:rsid w:val="0017560A"/>
    <w:rsid w:val="002E560F"/>
    <w:rsid w:val="00333359"/>
    <w:rsid w:val="00623874"/>
    <w:rsid w:val="0077259A"/>
    <w:rsid w:val="0079279D"/>
    <w:rsid w:val="009A588C"/>
    <w:rsid w:val="00C40883"/>
    <w:rsid w:val="00CD3354"/>
    <w:rsid w:val="00DC3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69E0FB"/>
  <w15:docId w15:val="{E21D34B1-3DB5-4A73-8DEB-DE084C203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25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E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E56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Local\Temp\Temp2_camp%20flyer%20templates.zip\camp%20flyer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camp flyer 1</Template>
  <TotalTime>5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Muhammad Khalid Farooq</cp:lastModifiedBy>
  <cp:revision>4</cp:revision>
  <dcterms:created xsi:type="dcterms:W3CDTF">2020-11-06T20:48:00Z</dcterms:created>
  <dcterms:modified xsi:type="dcterms:W3CDTF">2020-11-06T21:02:00Z</dcterms:modified>
</cp:coreProperties>
</file>