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2D114" w14:textId="7A06B3A2" w:rsidR="000E56ED" w:rsidRDefault="0034352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813F6" wp14:editId="793B7BBB">
                <wp:simplePos x="0" y="0"/>
                <wp:positionH relativeFrom="column">
                  <wp:posOffset>3714750</wp:posOffset>
                </wp:positionH>
                <wp:positionV relativeFrom="paragraph">
                  <wp:posOffset>4362450</wp:posOffset>
                </wp:positionV>
                <wp:extent cx="2134235" cy="1228725"/>
                <wp:effectExtent l="0" t="400050" r="8890" b="0"/>
                <wp:wrapNone/>
                <wp:docPr id="1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34235" cy="1228725"/>
                        </a:xfrm>
                        <a:prstGeom prst="wedgeEllipseCallout">
                          <a:avLst>
                            <a:gd name="adj1" fmla="val -46222"/>
                            <a:gd name="adj2" fmla="val 81935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80D23" w14:textId="77777777" w:rsidR="00512F26" w:rsidRPr="00343525" w:rsidRDefault="00512F26">
                            <w:pPr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</w:pPr>
                            <w:r w:rsidRPr="00343525"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  <w:t xml:space="preserve">        $180</w:t>
                            </w:r>
                          </w:p>
                          <w:p w14:paraId="6F2CADA9" w14:textId="77777777" w:rsidR="00512F26" w:rsidRPr="00343525" w:rsidRDefault="00512F26">
                            <w:pPr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</w:pPr>
                            <w:r w:rsidRPr="00343525"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  <w:t>Registration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A813F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6" o:spid="_x0000_s1026" type="#_x0000_t63" style="position:absolute;margin-left:292.5pt;margin-top:343.5pt;width:168.05pt;height:96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" adj="816,28498" fillcolor="#c00000" stroked="f">
                <v:textbox>
                  <w:txbxContent>
                    <w:p w14:paraId="28480D23" w14:textId="77777777" w:rsidR="00512F26" w:rsidRPr="00343525" w:rsidRDefault="00512F26">
                      <w:pPr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</w:pPr>
                      <w:r w:rsidRPr="00343525"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  <w:t xml:space="preserve">        $180</w:t>
                      </w:r>
                    </w:p>
                    <w:p w14:paraId="6F2CADA9" w14:textId="77777777" w:rsidR="00512F26" w:rsidRPr="00343525" w:rsidRDefault="00512F26">
                      <w:pPr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</w:pPr>
                      <w:r w:rsidRPr="00343525"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  <w:t>Registration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1022AA" wp14:editId="67C1A136">
                <wp:simplePos x="0" y="0"/>
                <wp:positionH relativeFrom="column">
                  <wp:posOffset>3381375</wp:posOffset>
                </wp:positionH>
                <wp:positionV relativeFrom="paragraph">
                  <wp:posOffset>7648575</wp:posOffset>
                </wp:positionV>
                <wp:extent cx="3019425" cy="2028825"/>
                <wp:effectExtent l="0" t="0" r="0" b="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202882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4EF5EB" w14:textId="5560AC8E" w:rsidR="00C7079C" w:rsidRPr="00343525" w:rsidRDefault="00C7079C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343525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Address</w:t>
                            </w:r>
                            <w:r w:rsidR="00343525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: __________________</w:t>
                            </w:r>
                          </w:p>
                          <w:p w14:paraId="3C3D1D3A" w14:textId="427A1681" w:rsidR="00C7079C" w:rsidRPr="00343525" w:rsidRDefault="00C7079C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343525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 xml:space="preserve">Email </w:t>
                            </w:r>
                            <w:r w:rsidR="00343525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ID: _________________</w:t>
                            </w:r>
                          </w:p>
                          <w:p w14:paraId="0F970048" w14:textId="4F5F9D1E" w:rsidR="00C7079C" w:rsidRDefault="00343525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343525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W</w:t>
                            </w:r>
                            <w:r w:rsidR="00C7079C" w:rsidRPr="00343525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ebsite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: __________________</w:t>
                            </w:r>
                          </w:p>
                          <w:p w14:paraId="221B6676" w14:textId="1FA08911" w:rsidR="00343525" w:rsidRPr="00343525" w:rsidRDefault="00343525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34352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022AA" id="_x0000_t109" coordsize="21600,21600" o:spt="109" path="m,l,21600r21600,l21600,xe">
                <v:stroke joinstyle="miter"/>
                <v:path gradientshapeok="t" o:connecttype="rect"/>
              </v:shapetype>
              <v:shape id="AutoShape 11" o:spid="_x0000_s1027" type="#_x0000_t109" style="position:absolute;margin-left:266.25pt;margin-top:602.25pt;width:237.75pt;height:15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" filled="f" stroked="f">
                <v:textbox>
                  <w:txbxContent>
                    <w:p w14:paraId="3C4EF5EB" w14:textId="5560AC8E" w:rsidR="00C7079C" w:rsidRPr="00343525" w:rsidRDefault="00C7079C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343525">
                        <w:rPr>
                          <w:rFonts w:asciiTheme="majorHAnsi" w:hAnsiTheme="majorHAnsi"/>
                          <w:sz w:val="32"/>
                          <w:szCs w:val="32"/>
                        </w:rPr>
                        <w:t>Address</w:t>
                      </w:r>
                      <w:r w:rsidR="00343525">
                        <w:rPr>
                          <w:rFonts w:asciiTheme="majorHAnsi" w:hAnsiTheme="majorHAnsi"/>
                          <w:sz w:val="32"/>
                          <w:szCs w:val="32"/>
                        </w:rPr>
                        <w:t>: __________________</w:t>
                      </w:r>
                    </w:p>
                    <w:p w14:paraId="3C3D1D3A" w14:textId="427A1681" w:rsidR="00C7079C" w:rsidRPr="00343525" w:rsidRDefault="00C7079C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343525">
                        <w:rPr>
                          <w:rFonts w:asciiTheme="majorHAnsi" w:hAnsiTheme="majorHAnsi"/>
                          <w:sz w:val="32"/>
                          <w:szCs w:val="32"/>
                        </w:rPr>
                        <w:t xml:space="preserve">Email </w:t>
                      </w:r>
                      <w:r w:rsidR="00343525">
                        <w:rPr>
                          <w:rFonts w:asciiTheme="majorHAnsi" w:hAnsiTheme="majorHAnsi"/>
                          <w:sz w:val="32"/>
                          <w:szCs w:val="32"/>
                        </w:rPr>
                        <w:t>ID: _________________</w:t>
                      </w:r>
                    </w:p>
                    <w:p w14:paraId="0F970048" w14:textId="4F5F9D1E" w:rsidR="00C7079C" w:rsidRDefault="00343525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343525">
                        <w:rPr>
                          <w:rFonts w:asciiTheme="majorHAnsi" w:hAnsiTheme="majorHAnsi"/>
                          <w:sz w:val="32"/>
                          <w:szCs w:val="32"/>
                        </w:rPr>
                        <w:t>W</w:t>
                      </w:r>
                      <w:r w:rsidR="00C7079C" w:rsidRPr="00343525">
                        <w:rPr>
                          <w:rFonts w:asciiTheme="majorHAnsi" w:hAnsiTheme="majorHAnsi"/>
                          <w:sz w:val="32"/>
                          <w:szCs w:val="32"/>
                        </w:rPr>
                        <w:t>ebsite</w:t>
                      </w:r>
                      <w:r>
                        <w:rPr>
                          <w:rFonts w:asciiTheme="majorHAnsi" w:hAnsiTheme="majorHAnsi"/>
                          <w:sz w:val="32"/>
                          <w:szCs w:val="32"/>
                        </w:rPr>
                        <w:t>: __________________</w:t>
                      </w:r>
                    </w:p>
                    <w:p w14:paraId="221B6676" w14:textId="1FA08911" w:rsidR="00343525" w:rsidRPr="00343525" w:rsidRDefault="00343525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 w:rsidRPr="0034352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3BAEA7" wp14:editId="2A145971">
                <wp:simplePos x="0" y="0"/>
                <wp:positionH relativeFrom="column">
                  <wp:posOffset>1343025</wp:posOffset>
                </wp:positionH>
                <wp:positionV relativeFrom="paragraph">
                  <wp:posOffset>2171700</wp:posOffset>
                </wp:positionV>
                <wp:extent cx="3533775" cy="2714625"/>
                <wp:effectExtent l="0" t="0" r="0" b="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3775" cy="271462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5019F2" w14:textId="77777777" w:rsidR="00512F26" w:rsidRPr="00C7079C" w:rsidRDefault="00C7079C">
                            <w:p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color w:val="00B050"/>
                                <w:sz w:val="72"/>
                                <w:szCs w:val="72"/>
                              </w:rPr>
                              <w:t xml:space="preserve">       </w:t>
                            </w:r>
                            <w:r w:rsidR="00512F26" w:rsidRPr="00C7079C">
                              <w:rPr>
                                <w:rFonts w:asciiTheme="majorHAnsi" w:hAnsiTheme="majorHAnsi"/>
                                <w:b/>
                                <w:color w:val="00B050"/>
                                <w:sz w:val="96"/>
                                <w:szCs w:val="96"/>
                              </w:rPr>
                              <w:t>KIDS</w:t>
                            </w:r>
                          </w:p>
                          <w:p w14:paraId="12004D5B" w14:textId="77777777" w:rsidR="00512F26" w:rsidRPr="00C7079C" w:rsidRDefault="00C7079C">
                            <w:pPr>
                              <w:rPr>
                                <w:rFonts w:asciiTheme="majorHAnsi" w:hAnsiTheme="majorHAnsi"/>
                                <w:b/>
                                <w:color w:val="C00000"/>
                                <w:sz w:val="96"/>
                                <w:szCs w:val="96"/>
                              </w:rPr>
                            </w:pPr>
                            <w:r w:rsidRPr="00C7079C">
                              <w:rPr>
                                <w:rFonts w:asciiTheme="majorHAnsi" w:hAnsiTheme="majorHAnsi"/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96"/>
                                <w:szCs w:val="96"/>
                              </w:rPr>
                              <w:t xml:space="preserve">  </w:t>
                            </w:r>
                            <w:r w:rsidR="00512F26" w:rsidRPr="00C7079C">
                              <w:rPr>
                                <w:rFonts w:asciiTheme="majorHAnsi" w:hAnsiTheme="majorHAnsi"/>
                                <w:b/>
                                <w:color w:val="C00000"/>
                                <w:sz w:val="96"/>
                                <w:szCs w:val="96"/>
                              </w:rPr>
                              <w:t>Summer</w:t>
                            </w:r>
                          </w:p>
                          <w:p w14:paraId="30A45A07" w14:textId="77777777" w:rsidR="00512F26" w:rsidRPr="00C7079C" w:rsidRDefault="00512F26">
                            <w:p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96"/>
                                <w:szCs w:val="96"/>
                              </w:rPr>
                            </w:pPr>
                            <w:r w:rsidRPr="00C7079C">
                              <w:rPr>
                                <w:rFonts w:asciiTheme="majorHAnsi" w:hAnsiTheme="majorHAnsi"/>
                                <w:b/>
                                <w:color w:val="C00000"/>
                                <w:sz w:val="96"/>
                                <w:szCs w:val="96"/>
                              </w:rPr>
                              <w:t xml:space="preserve">    </w:t>
                            </w:r>
                            <w:r w:rsidR="00C7079C">
                              <w:rPr>
                                <w:rFonts w:asciiTheme="majorHAnsi" w:hAnsiTheme="majorHAnsi"/>
                                <w:b/>
                                <w:color w:val="C0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C7079C">
                              <w:rPr>
                                <w:rFonts w:asciiTheme="majorHAnsi" w:hAnsiTheme="majorHAnsi"/>
                                <w:b/>
                                <w:color w:val="FFC000"/>
                                <w:sz w:val="96"/>
                                <w:szCs w:val="96"/>
                              </w:rPr>
                              <w:t xml:space="preserve">Camp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BAEA7" id="AutoShape 5" o:spid="_x0000_s1028" type="#_x0000_t109" style="position:absolute;margin-left:105.75pt;margin-top:171pt;width:278.25pt;height:2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" filled="f" stroked="f">
                <v:textbox>
                  <w:txbxContent>
                    <w:p w14:paraId="6E5019F2" w14:textId="77777777" w:rsidR="00512F26" w:rsidRPr="00C7079C" w:rsidRDefault="00C7079C">
                      <w:pPr>
                        <w:rPr>
                          <w:rFonts w:asciiTheme="majorHAnsi" w:hAnsiTheme="majorHAnsi"/>
                          <w:b/>
                          <w:color w:val="00B050"/>
                          <w:sz w:val="96"/>
                          <w:szCs w:val="96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color w:val="00B050"/>
                          <w:sz w:val="72"/>
                          <w:szCs w:val="72"/>
                        </w:rPr>
                        <w:t xml:space="preserve">       </w:t>
                      </w:r>
                      <w:r w:rsidR="00512F26" w:rsidRPr="00C7079C">
                        <w:rPr>
                          <w:rFonts w:asciiTheme="majorHAnsi" w:hAnsiTheme="majorHAnsi"/>
                          <w:b/>
                          <w:color w:val="00B050"/>
                          <w:sz w:val="96"/>
                          <w:szCs w:val="96"/>
                        </w:rPr>
                        <w:t>KIDS</w:t>
                      </w:r>
                    </w:p>
                    <w:p w14:paraId="12004D5B" w14:textId="77777777" w:rsidR="00512F26" w:rsidRPr="00C7079C" w:rsidRDefault="00C7079C">
                      <w:pPr>
                        <w:rPr>
                          <w:rFonts w:asciiTheme="majorHAnsi" w:hAnsiTheme="majorHAnsi"/>
                          <w:b/>
                          <w:color w:val="C00000"/>
                          <w:sz w:val="96"/>
                          <w:szCs w:val="96"/>
                        </w:rPr>
                      </w:pPr>
                      <w:r w:rsidRPr="00C7079C">
                        <w:rPr>
                          <w:rFonts w:asciiTheme="majorHAnsi" w:hAnsiTheme="majorHAnsi"/>
                          <w:b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b/>
                          <w:sz w:val="96"/>
                          <w:szCs w:val="96"/>
                        </w:rPr>
                        <w:t xml:space="preserve">  </w:t>
                      </w:r>
                      <w:r w:rsidR="00512F26" w:rsidRPr="00C7079C">
                        <w:rPr>
                          <w:rFonts w:asciiTheme="majorHAnsi" w:hAnsiTheme="majorHAnsi"/>
                          <w:b/>
                          <w:color w:val="C00000"/>
                          <w:sz w:val="96"/>
                          <w:szCs w:val="96"/>
                        </w:rPr>
                        <w:t>Summer</w:t>
                      </w:r>
                    </w:p>
                    <w:p w14:paraId="30A45A07" w14:textId="77777777" w:rsidR="00512F26" w:rsidRPr="00C7079C" w:rsidRDefault="00512F26">
                      <w:pPr>
                        <w:rPr>
                          <w:rFonts w:asciiTheme="majorHAnsi" w:hAnsiTheme="majorHAnsi"/>
                          <w:b/>
                          <w:color w:val="FFC000"/>
                          <w:sz w:val="96"/>
                          <w:szCs w:val="96"/>
                        </w:rPr>
                      </w:pPr>
                      <w:r w:rsidRPr="00C7079C">
                        <w:rPr>
                          <w:rFonts w:asciiTheme="majorHAnsi" w:hAnsiTheme="majorHAnsi"/>
                          <w:b/>
                          <w:color w:val="C00000"/>
                          <w:sz w:val="96"/>
                          <w:szCs w:val="96"/>
                        </w:rPr>
                        <w:t xml:space="preserve">    </w:t>
                      </w:r>
                      <w:r w:rsidR="00C7079C">
                        <w:rPr>
                          <w:rFonts w:asciiTheme="majorHAnsi" w:hAnsiTheme="majorHAnsi"/>
                          <w:b/>
                          <w:color w:val="C00000"/>
                          <w:sz w:val="96"/>
                          <w:szCs w:val="96"/>
                        </w:rPr>
                        <w:t xml:space="preserve"> </w:t>
                      </w:r>
                      <w:r w:rsidRPr="00C7079C">
                        <w:rPr>
                          <w:rFonts w:asciiTheme="majorHAnsi" w:hAnsiTheme="majorHAnsi"/>
                          <w:b/>
                          <w:color w:val="FFC000"/>
                          <w:sz w:val="96"/>
                          <w:szCs w:val="96"/>
                        </w:rPr>
                        <w:t xml:space="preserve">Camp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128F4B" wp14:editId="48577767">
                <wp:simplePos x="0" y="0"/>
                <wp:positionH relativeFrom="column">
                  <wp:posOffset>-390525</wp:posOffset>
                </wp:positionH>
                <wp:positionV relativeFrom="paragraph">
                  <wp:posOffset>-962025</wp:posOffset>
                </wp:positionV>
                <wp:extent cx="1371600" cy="1076325"/>
                <wp:effectExtent l="0" t="0" r="0" b="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076325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ECC9CF" w14:textId="77777777" w:rsidR="00C7079C" w:rsidRPr="00C7079C" w:rsidRDefault="00C7079C">
                            <w:pPr>
                              <w:rPr>
                                <w:rFonts w:ascii="Brush Script MT" w:hAnsi="Brush Script MT"/>
                                <w:sz w:val="44"/>
                                <w:szCs w:val="44"/>
                              </w:rPr>
                            </w:pPr>
                            <w:r w:rsidRPr="00C7079C">
                              <w:rPr>
                                <w:rFonts w:ascii="Brush Script MT" w:hAnsi="Brush Script MT"/>
                                <w:sz w:val="44"/>
                                <w:szCs w:val="44"/>
                              </w:rPr>
                              <w:t>Hurry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128F4B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AutoShape 12" o:spid="_x0000_s1029" type="#_x0000_t60" style="position:absolute;margin-left:-30.75pt;margin-top:-75.75pt;width:108pt;height:8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" fillcolor="yellow" stroked="f">
                <v:textbox>
                  <w:txbxContent>
                    <w:p w14:paraId="7FECC9CF" w14:textId="77777777" w:rsidR="00C7079C" w:rsidRPr="00C7079C" w:rsidRDefault="00C7079C">
                      <w:pPr>
                        <w:rPr>
                          <w:rFonts w:ascii="Brush Script MT" w:hAnsi="Brush Script MT"/>
                          <w:sz w:val="44"/>
                          <w:szCs w:val="44"/>
                        </w:rPr>
                      </w:pPr>
                      <w:r w:rsidRPr="00C7079C">
                        <w:rPr>
                          <w:rFonts w:ascii="Brush Script MT" w:hAnsi="Brush Script MT"/>
                          <w:sz w:val="44"/>
                          <w:szCs w:val="44"/>
                        </w:rPr>
                        <w:t>Hurry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0E953F" wp14:editId="2DFF11F2">
                <wp:simplePos x="0" y="0"/>
                <wp:positionH relativeFrom="column">
                  <wp:posOffset>-85725</wp:posOffset>
                </wp:positionH>
                <wp:positionV relativeFrom="paragraph">
                  <wp:posOffset>9115425</wp:posOffset>
                </wp:positionV>
                <wp:extent cx="3048000" cy="542925"/>
                <wp:effectExtent l="0" t="0" r="0" b="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542925"/>
                        </a:xfrm>
                        <a:prstGeom prst="flowChartProcess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ECD477" w14:textId="77777777" w:rsidR="00C7079C" w:rsidRPr="00C7079C" w:rsidRDefault="00C7079C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7079C">
                              <w:rPr>
                                <w:b/>
                                <w:sz w:val="40"/>
                                <w:szCs w:val="40"/>
                              </w:rPr>
                              <w:t>Call us now (234) 937 357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E953F" id="AutoShape 10" o:spid="_x0000_s1030" type="#_x0000_t109" style="position:absolute;margin-left:-6.75pt;margin-top:717.75pt;width:240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" fillcolor="yellow" stroked="f">
                <v:textbox>
                  <w:txbxContent>
                    <w:p w14:paraId="28ECD477" w14:textId="77777777" w:rsidR="00C7079C" w:rsidRPr="00C7079C" w:rsidRDefault="00C7079C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C7079C">
                        <w:rPr>
                          <w:b/>
                          <w:sz w:val="40"/>
                          <w:szCs w:val="40"/>
                        </w:rPr>
                        <w:t>Call us now (234) 937 357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806249" wp14:editId="4F943E85">
                <wp:simplePos x="0" y="0"/>
                <wp:positionH relativeFrom="column">
                  <wp:posOffset>3686175</wp:posOffset>
                </wp:positionH>
                <wp:positionV relativeFrom="paragraph">
                  <wp:posOffset>-1181100</wp:posOffset>
                </wp:positionV>
                <wp:extent cx="1962150" cy="1704975"/>
                <wp:effectExtent l="0" t="0" r="0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1704975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1E43F" w14:textId="045F4C9E" w:rsidR="00C7079C" w:rsidRPr="00C7079C" w:rsidRDefault="00C7079C">
                            <w:pP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7079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Prize </w:t>
                            </w:r>
                            <w:r w:rsidR="00343525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for</w:t>
                            </w:r>
                            <w:r w:rsidRPr="00C7079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="00343525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W</w:t>
                            </w:r>
                            <w:r w:rsidRPr="00C7079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inner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06249" id="AutoShape 9" o:spid="_x0000_s1031" type="#_x0000_t60" style="position:absolute;margin-left:290.25pt;margin-top:-93pt;width:154.5pt;height:13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" fillcolor="red" stroked="f">
                <v:textbox>
                  <w:txbxContent>
                    <w:p w14:paraId="24B1E43F" w14:textId="045F4C9E" w:rsidR="00C7079C" w:rsidRPr="00C7079C" w:rsidRDefault="00C7079C">
                      <w:pP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C7079C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Prize </w:t>
                      </w:r>
                      <w:r w:rsidR="00343525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for</w:t>
                      </w:r>
                      <w:r w:rsidRPr="00C7079C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   </w:t>
                      </w:r>
                      <w:r w:rsidR="00343525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W</w:t>
                      </w:r>
                      <w:r w:rsidRPr="00C7079C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inner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476089" wp14:editId="6E3CF545">
                <wp:simplePos x="0" y="0"/>
                <wp:positionH relativeFrom="column">
                  <wp:posOffset>2686050</wp:posOffset>
                </wp:positionH>
                <wp:positionV relativeFrom="paragraph">
                  <wp:posOffset>5429250</wp:posOffset>
                </wp:positionV>
                <wp:extent cx="2686050" cy="2219325"/>
                <wp:effectExtent l="0" t="0" r="0" b="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221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1A187" w14:textId="77777777" w:rsidR="00512F26" w:rsidRP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Bird feeders</w:t>
                            </w:r>
                          </w:p>
                          <w:p w14:paraId="33EEBCAB" w14:textId="77777777" w:rsidR="00512F26" w:rsidRP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Tie-dying</w:t>
                            </w:r>
                          </w:p>
                          <w:p w14:paraId="68C8B313" w14:textId="77777777" w:rsidR="00512F26" w:rsidRP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Gardens</w:t>
                            </w:r>
                          </w:p>
                          <w:p w14:paraId="768AE0A0" w14:textId="77777777" w:rsidR="00512F26" w:rsidRP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 xml:space="preserve">Indoor games </w:t>
                            </w:r>
                          </w:p>
                          <w:p w14:paraId="48D85C93" w14:textId="77777777" w:rsidR="00512F26" w:rsidRP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 xml:space="preserve">Cooking </w:t>
                            </w:r>
                          </w:p>
                          <w:p w14:paraId="2F645662" w14:textId="77777777" w:rsid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Story telling</w:t>
                            </w:r>
                          </w:p>
                          <w:p w14:paraId="3752C56B" w14:textId="77777777" w:rsidR="00C7079C" w:rsidRPr="00C7079C" w:rsidRDefault="00C7079C" w:rsidP="00C7079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C7079C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Cabin carnival</w:t>
                            </w:r>
                          </w:p>
                          <w:p w14:paraId="7D6C6F36" w14:textId="77777777" w:rsidR="00C7079C" w:rsidRPr="00C7079C" w:rsidRDefault="00C7079C" w:rsidP="00C7079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C7079C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Junkyard wars</w:t>
                            </w:r>
                          </w:p>
                          <w:p w14:paraId="43F3668C" w14:textId="77777777" w:rsidR="00C7079C" w:rsidRPr="00512F26" w:rsidRDefault="00C7079C" w:rsidP="00C7079C">
                            <w:pPr>
                              <w:pStyle w:val="ListParagraph"/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BB1F37B" w14:textId="77777777" w:rsidR="00512F26" w:rsidRDefault="00512F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76089" id="Rectangle 8" o:spid="_x0000_s1032" style="position:absolute;margin-left:211.5pt;margin-top:427.5pt;width:211.5pt;height:17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" filled="f" stroked="f">
                <v:textbox>
                  <w:txbxContent>
                    <w:p w14:paraId="7E91A187" w14:textId="77777777" w:rsidR="00512F26" w:rsidRPr="00512F26" w:rsidRDefault="00512F26" w:rsidP="00512F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Bird feeders</w:t>
                      </w:r>
                    </w:p>
                    <w:p w14:paraId="33EEBCAB" w14:textId="77777777" w:rsidR="00512F26" w:rsidRPr="00512F26" w:rsidRDefault="00512F26" w:rsidP="00512F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Tie-dying</w:t>
                      </w:r>
                    </w:p>
                    <w:p w14:paraId="68C8B313" w14:textId="77777777" w:rsidR="00512F26" w:rsidRPr="00512F26" w:rsidRDefault="00512F26" w:rsidP="00512F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Gardens</w:t>
                      </w:r>
                    </w:p>
                    <w:p w14:paraId="768AE0A0" w14:textId="77777777" w:rsidR="00512F26" w:rsidRPr="00512F26" w:rsidRDefault="00512F26" w:rsidP="00512F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 xml:space="preserve">Indoor games </w:t>
                      </w:r>
                    </w:p>
                    <w:p w14:paraId="48D85C93" w14:textId="77777777" w:rsidR="00512F26" w:rsidRPr="00512F26" w:rsidRDefault="00512F26" w:rsidP="00512F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 xml:space="preserve">Cooking </w:t>
                      </w:r>
                    </w:p>
                    <w:p w14:paraId="2F645662" w14:textId="77777777" w:rsidR="00512F26" w:rsidRDefault="00512F26" w:rsidP="00512F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Story telling</w:t>
                      </w:r>
                    </w:p>
                    <w:p w14:paraId="3752C56B" w14:textId="77777777" w:rsidR="00C7079C" w:rsidRPr="00C7079C" w:rsidRDefault="00C7079C" w:rsidP="00C7079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C7079C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Cabin carnival</w:t>
                      </w:r>
                    </w:p>
                    <w:p w14:paraId="7D6C6F36" w14:textId="77777777" w:rsidR="00C7079C" w:rsidRPr="00C7079C" w:rsidRDefault="00C7079C" w:rsidP="00C7079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C7079C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Junkyard wars</w:t>
                      </w:r>
                    </w:p>
                    <w:p w14:paraId="43F3668C" w14:textId="77777777" w:rsidR="00C7079C" w:rsidRPr="00512F26" w:rsidRDefault="00C7079C" w:rsidP="00C7079C">
                      <w:pPr>
                        <w:pStyle w:val="ListParagraph"/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</w:p>
                    <w:p w14:paraId="6BB1F37B" w14:textId="77777777" w:rsidR="00512F26" w:rsidRDefault="00512F26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4F55B1" wp14:editId="65AB790B">
                <wp:simplePos x="0" y="0"/>
                <wp:positionH relativeFrom="column">
                  <wp:posOffset>85725</wp:posOffset>
                </wp:positionH>
                <wp:positionV relativeFrom="paragraph">
                  <wp:posOffset>5286375</wp:posOffset>
                </wp:positionV>
                <wp:extent cx="2686050" cy="2924175"/>
                <wp:effectExtent l="0" t="0" r="0" b="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292417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75A13" w14:textId="77777777" w:rsidR="00512F26" w:rsidRDefault="00512F26">
                            <w:p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70C0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Pr="00512F26">
                              <w:rPr>
                                <w:rFonts w:asciiTheme="majorHAnsi" w:hAnsiTheme="majorHAnsi"/>
                                <w:b/>
                                <w:color w:val="0070C0"/>
                                <w:sz w:val="40"/>
                                <w:szCs w:val="40"/>
                              </w:rPr>
                              <w:t>Activities</w:t>
                            </w:r>
                          </w:p>
                          <w:p w14:paraId="0A176E43" w14:textId="77777777" w:rsidR="00512F26" w:rsidRP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Nature scavenger hunt</w:t>
                            </w:r>
                          </w:p>
                          <w:p w14:paraId="3FEDAE45" w14:textId="77777777" w:rsidR="00512F26" w:rsidRP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Water balloon dodge ball</w:t>
                            </w:r>
                          </w:p>
                          <w:p w14:paraId="1C43742C" w14:textId="77777777" w:rsidR="00512F26" w:rsidRP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Ninja warrior course</w:t>
                            </w:r>
                          </w:p>
                          <w:p w14:paraId="62CC6D10" w14:textId="77777777" w:rsidR="00512F26" w:rsidRP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Human foosball</w:t>
                            </w:r>
                          </w:p>
                          <w:p w14:paraId="5780D7AD" w14:textId="77777777" w:rsidR="00512F26" w:rsidRP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Talent show</w:t>
                            </w:r>
                          </w:p>
                          <w:p w14:paraId="04DEF206" w14:textId="77777777" w:rsidR="00512F26" w:rsidRPr="00512F26" w:rsidRDefault="00512F26" w:rsidP="00512F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12F26">
                              <w:rPr>
                                <w:rFonts w:asciiTheme="majorHAnsi" w:hAnsiTheme="majorHAnsi"/>
                                <w:color w:val="002060"/>
                                <w:sz w:val="28"/>
                                <w:szCs w:val="28"/>
                              </w:rPr>
                              <w:t>Solar oven cooking</w:t>
                            </w:r>
                          </w:p>
                          <w:p w14:paraId="77F7926A" w14:textId="77777777" w:rsidR="00512F26" w:rsidRPr="00512F26" w:rsidRDefault="00512F26">
                            <w:pPr>
                              <w:rPr>
                                <w:rFonts w:asciiTheme="majorHAnsi" w:hAnsiTheme="majorHAnsi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FB8DC39" w14:textId="77777777" w:rsidR="00512F26" w:rsidRDefault="00512F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F55B1" id="AutoShape 7" o:spid="_x0000_s1033" type="#_x0000_t109" style="position:absolute;margin-left:6.75pt;margin-top:416.25pt;width:211.5pt;height:23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" filled="f" stroked="f">
                <v:textbox>
                  <w:txbxContent>
                    <w:p w14:paraId="59075A13" w14:textId="77777777" w:rsidR="00512F26" w:rsidRDefault="00512F26">
                      <w:pPr>
                        <w:rPr>
                          <w:rFonts w:asciiTheme="majorHAnsi" w:hAnsiTheme="majorHAnsi"/>
                          <w:b/>
                          <w:color w:val="0070C0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70C0"/>
                          <w:sz w:val="40"/>
                          <w:szCs w:val="40"/>
                        </w:rPr>
                        <w:t xml:space="preserve">    </w:t>
                      </w:r>
                      <w:r w:rsidRPr="00512F26">
                        <w:rPr>
                          <w:rFonts w:asciiTheme="majorHAnsi" w:hAnsiTheme="majorHAnsi"/>
                          <w:b/>
                          <w:color w:val="0070C0"/>
                          <w:sz w:val="40"/>
                          <w:szCs w:val="40"/>
                        </w:rPr>
                        <w:t>Activities</w:t>
                      </w:r>
                    </w:p>
                    <w:p w14:paraId="0A176E43" w14:textId="77777777" w:rsidR="00512F26" w:rsidRPr="00512F26" w:rsidRDefault="00512F26" w:rsidP="00512F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Nature scavenger hunt</w:t>
                      </w:r>
                    </w:p>
                    <w:p w14:paraId="3FEDAE45" w14:textId="77777777" w:rsidR="00512F26" w:rsidRPr="00512F26" w:rsidRDefault="00512F26" w:rsidP="00512F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Water balloon dodge ball</w:t>
                      </w:r>
                    </w:p>
                    <w:p w14:paraId="1C43742C" w14:textId="77777777" w:rsidR="00512F26" w:rsidRPr="00512F26" w:rsidRDefault="00512F26" w:rsidP="00512F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Ninja warrior course</w:t>
                      </w:r>
                    </w:p>
                    <w:p w14:paraId="62CC6D10" w14:textId="77777777" w:rsidR="00512F26" w:rsidRPr="00512F26" w:rsidRDefault="00512F26" w:rsidP="00512F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Human foosball</w:t>
                      </w:r>
                    </w:p>
                    <w:p w14:paraId="5780D7AD" w14:textId="77777777" w:rsidR="00512F26" w:rsidRPr="00512F26" w:rsidRDefault="00512F26" w:rsidP="00512F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Talent show</w:t>
                      </w:r>
                    </w:p>
                    <w:p w14:paraId="04DEF206" w14:textId="77777777" w:rsidR="00512F26" w:rsidRPr="00512F26" w:rsidRDefault="00512F26" w:rsidP="00512F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</w:pPr>
                      <w:r w:rsidRPr="00512F26">
                        <w:rPr>
                          <w:rFonts w:asciiTheme="majorHAnsi" w:hAnsiTheme="majorHAnsi"/>
                          <w:color w:val="002060"/>
                          <w:sz w:val="28"/>
                          <w:szCs w:val="28"/>
                        </w:rPr>
                        <w:t>Solar oven cooking</w:t>
                      </w:r>
                    </w:p>
                    <w:p w14:paraId="77F7926A" w14:textId="77777777" w:rsidR="00512F26" w:rsidRPr="00512F26" w:rsidRDefault="00512F26">
                      <w:pPr>
                        <w:rPr>
                          <w:rFonts w:asciiTheme="majorHAnsi" w:hAnsiTheme="majorHAnsi"/>
                          <w:b/>
                          <w:color w:val="002060"/>
                          <w:sz w:val="28"/>
                          <w:szCs w:val="28"/>
                        </w:rPr>
                      </w:pPr>
                    </w:p>
                    <w:p w14:paraId="6FB8DC39" w14:textId="77777777" w:rsidR="00512F26" w:rsidRDefault="00512F2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972CAF" wp14:editId="252FA355">
                <wp:simplePos x="0" y="0"/>
                <wp:positionH relativeFrom="column">
                  <wp:posOffset>-1724025</wp:posOffset>
                </wp:positionH>
                <wp:positionV relativeFrom="paragraph">
                  <wp:posOffset>-1343025</wp:posOffset>
                </wp:positionV>
                <wp:extent cx="1943100" cy="1143000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0"/>
                        </a:xfrm>
                        <a:prstGeom prst="star24">
                          <a:avLst>
                            <a:gd name="adj" fmla="val 37500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788F4F"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AutoShape 4" o:spid="_x0000_s1026" type="#_x0000_t92" style="position:absolute;margin-left:-135.75pt;margin-top:-105.75pt;width:153pt;height:9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" fillcolor="#ffc00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9A170E" wp14:editId="5D73176E">
                <wp:simplePos x="0" y="0"/>
                <wp:positionH relativeFrom="column">
                  <wp:posOffset>5581650</wp:posOffset>
                </wp:positionH>
                <wp:positionV relativeFrom="paragraph">
                  <wp:posOffset>-1504950</wp:posOffset>
                </wp:positionV>
                <wp:extent cx="1943100" cy="1143000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0"/>
                        </a:xfrm>
                        <a:prstGeom prst="star24">
                          <a:avLst>
                            <a:gd name="adj" fmla="val 37500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6B58C" id="AutoShape 3" o:spid="_x0000_s1026" type="#_x0000_t92" style="position:absolute;margin-left:439.5pt;margin-top:-118.5pt;width:153pt;height:9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" fillcolor="#ffc00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7359FE" wp14:editId="2006D761">
                <wp:simplePos x="0" y="0"/>
                <wp:positionH relativeFrom="column">
                  <wp:posOffset>-952500</wp:posOffset>
                </wp:positionH>
                <wp:positionV relativeFrom="paragraph">
                  <wp:posOffset>-914400</wp:posOffset>
                </wp:positionV>
                <wp:extent cx="7648575" cy="1072515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48575" cy="10725150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A94BDF" id="Rectangle 2" o:spid="_x0000_s1026" style="position:absolute;margin-left:-75pt;margin-top:-1in;width:602.25pt;height:84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">
                <v:fill r:id="rId6" o:title="" recolor="t" type="frame"/>
              </v:rect>
            </w:pict>
          </mc:Fallback>
        </mc:AlternateContent>
      </w:r>
      <w:r>
        <w:t>=</w:t>
      </w:r>
    </w:p>
    <w:sectPr w:rsidR="000E56ED" w:rsidSect="00512F26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64FCD"/>
    <w:multiLevelType w:val="hybridMultilevel"/>
    <w:tmpl w:val="B636E7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9C045E"/>
    <w:multiLevelType w:val="hybridMultilevel"/>
    <w:tmpl w:val="5AC21F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5550A"/>
    <w:multiLevelType w:val="hybridMultilevel"/>
    <w:tmpl w:val="54D61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25"/>
    <w:rsid w:val="00343525"/>
    <w:rsid w:val="00512F26"/>
    <w:rsid w:val="0077259A"/>
    <w:rsid w:val="0079279D"/>
    <w:rsid w:val="009A588C"/>
    <w:rsid w:val="00C7079C"/>
    <w:rsid w:val="00E3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46E58"/>
  <w15:docId w15:val="{461E6080-D8D7-40FA-A86B-C5E1A6A3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5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2_camp%20flyer%20templates.zip\camp%20flyer%20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 flyer 3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2020-11-06T20:41:00Z</dcterms:created>
  <dcterms:modified xsi:type="dcterms:W3CDTF">2020-11-06T21:02:00Z</dcterms:modified>
</cp:coreProperties>
</file>