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E78151" w14:textId="5DB80FF4" w:rsidR="000E56ED" w:rsidRDefault="00B97CFD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58CB47" wp14:editId="119A0B81">
                <wp:simplePos x="0" y="0"/>
                <wp:positionH relativeFrom="column">
                  <wp:posOffset>6115050</wp:posOffset>
                </wp:positionH>
                <wp:positionV relativeFrom="paragraph">
                  <wp:posOffset>6276975</wp:posOffset>
                </wp:positionV>
                <wp:extent cx="819150" cy="3038475"/>
                <wp:effectExtent l="9525" t="9525" r="9525" b="952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303847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56A870" id="Rectangle 16" o:spid="_x0000_s1026" style="position:absolute;margin-left:481.5pt;margin-top:494.25pt;width:64.5pt;height:23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" fillcolor="#c00000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7B4E3E" wp14:editId="230A9C25">
                <wp:simplePos x="0" y="0"/>
                <wp:positionH relativeFrom="column">
                  <wp:posOffset>-381000</wp:posOffset>
                </wp:positionH>
                <wp:positionV relativeFrom="paragraph">
                  <wp:posOffset>9315450</wp:posOffset>
                </wp:positionV>
                <wp:extent cx="7029450" cy="542925"/>
                <wp:effectExtent l="9525" t="9525" r="9525" b="9525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9450" cy="54292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21169C" w14:textId="35471F61" w:rsidR="00B97CFD" w:rsidRPr="00B97CFD" w:rsidRDefault="00B97CF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B97CFD">
                              <w:rPr>
                                <w:sz w:val="36"/>
                                <w:szCs w:val="36"/>
                              </w:rPr>
                              <w:t xml:space="preserve">                                     </w:t>
                            </w:r>
                            <w:r w:rsidRPr="00B97CFD">
                              <w:rPr>
                                <w:sz w:val="36"/>
                                <w:szCs w:val="36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7B4E3E" id="Rectangle 15" o:spid="_x0000_s1026" style="position:absolute;margin-left:-30pt;margin-top:733.5pt;width:553.5pt;height:4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" fillcolor="#c00000" strokecolor="#c00000">
                <v:textbox>
                  <w:txbxContent>
                    <w:p w14:paraId="0721169C" w14:textId="35471F61" w:rsidR="00B97CFD" w:rsidRPr="00B97CFD" w:rsidRDefault="00B97CFD">
                      <w:pPr>
                        <w:rPr>
                          <w:sz w:val="36"/>
                          <w:szCs w:val="36"/>
                        </w:rPr>
                      </w:pPr>
                      <w:r w:rsidRPr="00B97CFD">
                        <w:rPr>
                          <w:sz w:val="36"/>
                          <w:szCs w:val="36"/>
                        </w:rPr>
                        <w:t xml:space="preserve">                                     </w:t>
                      </w:r>
                      <w:r w:rsidRPr="00B97CFD">
                        <w:rPr>
                          <w:sz w:val="36"/>
                          <w:szCs w:val="36"/>
                        </w:rPr>
                        <w:t>www.mywordtemplates.org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756621" wp14:editId="463C02CD">
                <wp:simplePos x="0" y="0"/>
                <wp:positionH relativeFrom="column">
                  <wp:posOffset>-885825</wp:posOffset>
                </wp:positionH>
                <wp:positionV relativeFrom="paragraph">
                  <wp:posOffset>7244080</wp:posOffset>
                </wp:positionV>
                <wp:extent cx="1657350" cy="1809750"/>
                <wp:effectExtent l="0" t="119380" r="285750" b="4445"/>
                <wp:wrapNone/>
                <wp:docPr id="1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V="1">
                          <a:off x="0" y="0"/>
                          <a:ext cx="1657350" cy="1809750"/>
                        </a:xfrm>
                        <a:prstGeom prst="wedgeEllipseCallout">
                          <a:avLst>
                            <a:gd name="adj1" fmla="val -56704"/>
                            <a:gd name="adj2" fmla="val 65630"/>
                          </a:avLst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42D044" w14:textId="77777777" w:rsidR="00EF194B" w:rsidRPr="00EF194B" w:rsidRDefault="00EF194B">
                            <w:pPr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  <w:t xml:space="preserve">        </w:t>
                            </w:r>
                            <w:r w:rsidRPr="00EF194B"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  <w:t xml:space="preserve">$200 </w:t>
                            </w:r>
                          </w:p>
                          <w:p w14:paraId="3C3CA003" w14:textId="77777777" w:rsidR="00EF194B" w:rsidRPr="00EF194B" w:rsidRDefault="00EF194B">
                            <w:pPr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  <w:t>Registration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756621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13" o:spid="_x0000_s1027" type="#_x0000_t63" style="position:absolute;margin-left:-69.75pt;margin-top:570.4pt;width:130.5pt;height:142.5pt;rotation:-90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" adj="-1448,24976" fillcolor="#548dd4 [1951]" stroked="f">
                <v:textbox>
                  <w:txbxContent>
                    <w:p w14:paraId="3642D044" w14:textId="77777777" w:rsidR="00EF194B" w:rsidRPr="00EF194B" w:rsidRDefault="00EF194B">
                      <w:pPr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  <w:t xml:space="preserve">        </w:t>
                      </w:r>
                      <w:r w:rsidRPr="00EF194B"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  <w:t xml:space="preserve">$200 </w:t>
                      </w:r>
                    </w:p>
                    <w:p w14:paraId="3C3CA003" w14:textId="77777777" w:rsidR="00EF194B" w:rsidRPr="00EF194B" w:rsidRDefault="00EF194B">
                      <w:pPr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  <w:t>Registration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DBF660" wp14:editId="14F06C38">
                <wp:simplePos x="0" y="0"/>
                <wp:positionH relativeFrom="column">
                  <wp:posOffset>-914400</wp:posOffset>
                </wp:positionH>
                <wp:positionV relativeFrom="paragraph">
                  <wp:posOffset>6200775</wp:posOffset>
                </wp:positionV>
                <wp:extent cx="533400" cy="3600450"/>
                <wp:effectExtent l="9525" t="9525" r="9525" b="9525"/>
                <wp:wrapNone/>
                <wp:docPr id="1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36004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27BBE1" id="Rectangle 14" o:spid="_x0000_s1026" style="position:absolute;margin-left:-1in;margin-top:488.25pt;width:42pt;height:28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" fillcolor="#c00000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879A6A" wp14:editId="55061BE2">
                <wp:simplePos x="0" y="0"/>
                <wp:positionH relativeFrom="column">
                  <wp:posOffset>2914650</wp:posOffset>
                </wp:positionH>
                <wp:positionV relativeFrom="paragraph">
                  <wp:posOffset>6496050</wp:posOffset>
                </wp:positionV>
                <wp:extent cx="3562350" cy="1285875"/>
                <wp:effectExtent l="0" t="0" r="0" b="0"/>
                <wp:wrapNone/>
                <wp:docPr id="1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2350" cy="1285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4BB507" w14:textId="77777777" w:rsidR="00EF194B" w:rsidRPr="00EF194B" w:rsidRDefault="00EF194B">
                            <w:pP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           </w:t>
                            </w:r>
                            <w:r w:rsidRPr="00EF194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Address zip | city | state</w:t>
                            </w:r>
                          </w:p>
                          <w:p w14:paraId="316CB745" w14:textId="5DA264D0" w:rsidR="00EF194B" w:rsidRPr="00EF194B" w:rsidRDefault="00EF194B">
                            <w:pP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                  </w:t>
                            </w:r>
                            <w:r w:rsidRPr="00EF194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Email </w:t>
                            </w:r>
                            <w:r w:rsidR="00B97CFD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A</w:t>
                            </w:r>
                            <w:r w:rsidRPr="00EF194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ddress</w:t>
                            </w:r>
                          </w:p>
                          <w:p w14:paraId="32BF90DC" w14:textId="77777777" w:rsidR="00EF194B" w:rsidRPr="00EF194B" w:rsidRDefault="00EF194B">
                            <w:pP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                        </w:t>
                            </w:r>
                            <w:r w:rsidRPr="00EF194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Website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79A6A" id="Rectangle 11" o:spid="_x0000_s1028" style="position:absolute;margin-left:229.5pt;margin-top:511.5pt;width:280.5pt;height:10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" filled="f" stroked="f">
                <v:textbox>
                  <w:txbxContent>
                    <w:p w14:paraId="564BB507" w14:textId="77777777" w:rsidR="00EF194B" w:rsidRPr="00EF194B" w:rsidRDefault="00EF194B">
                      <w:pPr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           </w:t>
                      </w:r>
                      <w:r w:rsidRPr="00EF194B">
                        <w:rPr>
                          <w:rFonts w:asciiTheme="majorHAnsi" w:hAnsiTheme="majorHAnsi"/>
                          <w:sz w:val="36"/>
                          <w:szCs w:val="36"/>
                        </w:rPr>
                        <w:t>Address zip | city | state</w:t>
                      </w:r>
                    </w:p>
                    <w:p w14:paraId="316CB745" w14:textId="5DA264D0" w:rsidR="00EF194B" w:rsidRPr="00EF194B" w:rsidRDefault="00EF194B">
                      <w:pPr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                  </w:t>
                      </w:r>
                      <w:r w:rsidRPr="00EF194B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Email </w:t>
                      </w:r>
                      <w:r w:rsidR="00B97CFD">
                        <w:rPr>
                          <w:rFonts w:asciiTheme="majorHAnsi" w:hAnsiTheme="majorHAnsi"/>
                          <w:sz w:val="36"/>
                          <w:szCs w:val="36"/>
                        </w:rPr>
                        <w:t>A</w:t>
                      </w:r>
                      <w:r w:rsidRPr="00EF194B">
                        <w:rPr>
                          <w:rFonts w:asciiTheme="majorHAnsi" w:hAnsiTheme="majorHAnsi"/>
                          <w:sz w:val="36"/>
                          <w:szCs w:val="36"/>
                        </w:rPr>
                        <w:t>ddress</w:t>
                      </w:r>
                    </w:p>
                    <w:p w14:paraId="32BF90DC" w14:textId="77777777" w:rsidR="00EF194B" w:rsidRPr="00EF194B" w:rsidRDefault="00EF194B">
                      <w:pPr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                        </w:t>
                      </w:r>
                      <w:r w:rsidRPr="00EF194B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Website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3BB0AC" wp14:editId="79309816">
                <wp:simplePos x="0" y="0"/>
                <wp:positionH relativeFrom="column">
                  <wp:posOffset>1114425</wp:posOffset>
                </wp:positionH>
                <wp:positionV relativeFrom="paragraph">
                  <wp:posOffset>5772150</wp:posOffset>
                </wp:positionV>
                <wp:extent cx="3448050" cy="561975"/>
                <wp:effectExtent l="0" t="0" r="0" b="0"/>
                <wp:wrapNone/>
                <wp:docPr id="1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8050" cy="5619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097B7F" w14:textId="77777777" w:rsidR="00EF194B" w:rsidRPr="00EF194B" w:rsidRDefault="00EF194B">
                            <w:pPr>
                              <w:rPr>
                                <w:rFonts w:asciiTheme="majorHAnsi" w:hAnsiTheme="majorHAnsi"/>
                                <w:color w:val="C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C00000"/>
                                <w:sz w:val="40"/>
                                <w:szCs w:val="40"/>
                              </w:rPr>
                              <w:t xml:space="preserve">   </w:t>
                            </w:r>
                            <w:r w:rsidRPr="00EF194B">
                              <w:rPr>
                                <w:rFonts w:asciiTheme="majorHAnsi" w:hAnsiTheme="majorHAnsi"/>
                                <w:color w:val="C00000"/>
                                <w:sz w:val="40"/>
                                <w:szCs w:val="40"/>
                              </w:rPr>
                              <w:t>Call us Now! (123) 243 873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BB0AC" id="Rectangle 10" o:spid="_x0000_s1029" style="position:absolute;margin-left:87.75pt;margin-top:454.5pt;width:271.5pt;height:4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" fillcolor="yellow" stroked="f">
                <v:textbox>
                  <w:txbxContent>
                    <w:p w14:paraId="79097B7F" w14:textId="77777777" w:rsidR="00EF194B" w:rsidRPr="00EF194B" w:rsidRDefault="00EF194B">
                      <w:pPr>
                        <w:rPr>
                          <w:rFonts w:asciiTheme="majorHAnsi" w:hAnsiTheme="majorHAnsi"/>
                          <w:color w:val="C00000"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/>
                          <w:color w:val="C00000"/>
                          <w:sz w:val="40"/>
                          <w:szCs w:val="40"/>
                        </w:rPr>
                        <w:t xml:space="preserve">   </w:t>
                      </w:r>
                      <w:r w:rsidRPr="00EF194B">
                        <w:rPr>
                          <w:rFonts w:asciiTheme="majorHAnsi" w:hAnsiTheme="majorHAnsi"/>
                          <w:color w:val="C00000"/>
                          <w:sz w:val="40"/>
                          <w:szCs w:val="40"/>
                        </w:rPr>
                        <w:t>Call us Now! (123) 243 873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F579FF" wp14:editId="25AC8CB0">
                <wp:simplePos x="0" y="0"/>
                <wp:positionH relativeFrom="column">
                  <wp:posOffset>1571625</wp:posOffset>
                </wp:positionH>
                <wp:positionV relativeFrom="paragraph">
                  <wp:posOffset>2705100</wp:posOffset>
                </wp:positionV>
                <wp:extent cx="2619375" cy="3067050"/>
                <wp:effectExtent l="0" t="0" r="0" b="0"/>
                <wp:wrapNone/>
                <wp:docPr id="1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306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2A4AFA" w14:textId="77777777" w:rsidR="00EF194B" w:rsidRPr="00EF194B" w:rsidRDefault="00EF194B" w:rsidP="00EF19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Gardens</w:t>
                            </w:r>
                          </w:p>
                          <w:p w14:paraId="428B0182" w14:textId="77777777" w:rsidR="00EF194B" w:rsidRPr="00EF194B" w:rsidRDefault="00EF194B" w:rsidP="00EF19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Field trips</w:t>
                            </w:r>
                          </w:p>
                          <w:p w14:paraId="69C5A3E7" w14:textId="77777777" w:rsidR="00EF194B" w:rsidRPr="00EF194B" w:rsidRDefault="00EF194B" w:rsidP="00EF19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Olympics</w:t>
                            </w:r>
                          </w:p>
                          <w:p w14:paraId="5E2DC04A" w14:textId="77777777" w:rsidR="00EF194B" w:rsidRPr="00EF194B" w:rsidRDefault="00EF194B" w:rsidP="00EF19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Game show</w:t>
                            </w:r>
                          </w:p>
                          <w:p w14:paraId="1C36BBE3" w14:textId="77777777" w:rsidR="00EF194B" w:rsidRPr="00EF194B" w:rsidRDefault="00EF194B" w:rsidP="00EF19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0070C0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Camp newspaper</w:t>
                            </w:r>
                          </w:p>
                          <w:p w14:paraId="7AD2C79B" w14:textId="77777777" w:rsidR="00EF194B" w:rsidRPr="00EF194B" w:rsidRDefault="00EF194B" w:rsidP="00EF19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Solar oven cooking</w:t>
                            </w:r>
                          </w:p>
                          <w:p w14:paraId="034084D7" w14:textId="77777777" w:rsidR="00EF194B" w:rsidRPr="00EF194B" w:rsidRDefault="00EF194B" w:rsidP="00EF19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Volcanoes</w:t>
                            </w:r>
                          </w:p>
                          <w:p w14:paraId="5D34E593" w14:textId="77777777" w:rsidR="00EF194B" w:rsidRPr="00EF194B" w:rsidRDefault="00EF194B" w:rsidP="00EF19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Gardens</w:t>
                            </w:r>
                          </w:p>
                          <w:p w14:paraId="51581E75" w14:textId="77777777" w:rsidR="00EF194B" w:rsidRPr="00EF194B" w:rsidRDefault="00EF194B" w:rsidP="00EF19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 xml:space="preserve">Indoor games </w:t>
                            </w:r>
                          </w:p>
                          <w:p w14:paraId="3C95481E" w14:textId="77777777" w:rsidR="00EF194B" w:rsidRPr="00EF194B" w:rsidRDefault="00EF194B" w:rsidP="00EF19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Outdoor games</w:t>
                            </w:r>
                          </w:p>
                          <w:p w14:paraId="45FC8A07" w14:textId="77777777" w:rsidR="00EF194B" w:rsidRPr="00EF194B" w:rsidRDefault="00EF194B" w:rsidP="00EF194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Inventions</w:t>
                            </w:r>
                          </w:p>
                          <w:p w14:paraId="0448144D" w14:textId="77777777" w:rsidR="00EF194B" w:rsidRPr="00EF194B" w:rsidRDefault="00EF194B" w:rsidP="00EF194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Life-sized board games</w:t>
                            </w:r>
                          </w:p>
                          <w:p w14:paraId="5C3F74B6" w14:textId="77777777" w:rsidR="00EF194B" w:rsidRDefault="00EF19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F579FF" id="Rectangle 8" o:spid="_x0000_s1030" style="position:absolute;margin-left:123.75pt;margin-top:213pt;width:206.25pt;height:24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" filled="f" stroked="f">
                <v:textbox>
                  <w:txbxContent>
                    <w:p w14:paraId="052A4AFA" w14:textId="77777777" w:rsidR="00EF194B" w:rsidRPr="00EF194B" w:rsidRDefault="00EF194B" w:rsidP="00EF194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Gardens</w:t>
                      </w:r>
                    </w:p>
                    <w:p w14:paraId="428B0182" w14:textId="77777777" w:rsidR="00EF194B" w:rsidRPr="00EF194B" w:rsidRDefault="00EF194B" w:rsidP="00EF194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Field trips</w:t>
                      </w:r>
                    </w:p>
                    <w:p w14:paraId="69C5A3E7" w14:textId="77777777" w:rsidR="00EF194B" w:rsidRPr="00EF194B" w:rsidRDefault="00EF194B" w:rsidP="00EF194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Olympics</w:t>
                      </w:r>
                    </w:p>
                    <w:p w14:paraId="5E2DC04A" w14:textId="77777777" w:rsidR="00EF194B" w:rsidRPr="00EF194B" w:rsidRDefault="00EF194B" w:rsidP="00EF194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Game show</w:t>
                      </w:r>
                    </w:p>
                    <w:p w14:paraId="1C36BBE3" w14:textId="77777777" w:rsidR="00EF194B" w:rsidRPr="00EF194B" w:rsidRDefault="00EF194B" w:rsidP="00EF194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0070C0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Camp newspaper</w:t>
                      </w:r>
                    </w:p>
                    <w:p w14:paraId="7AD2C79B" w14:textId="77777777" w:rsidR="00EF194B" w:rsidRPr="00EF194B" w:rsidRDefault="00EF194B" w:rsidP="00EF194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Solar oven cooking</w:t>
                      </w:r>
                    </w:p>
                    <w:p w14:paraId="034084D7" w14:textId="77777777" w:rsidR="00EF194B" w:rsidRPr="00EF194B" w:rsidRDefault="00EF194B" w:rsidP="00EF194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Volcanoes</w:t>
                      </w:r>
                    </w:p>
                    <w:p w14:paraId="5D34E593" w14:textId="77777777" w:rsidR="00EF194B" w:rsidRPr="00EF194B" w:rsidRDefault="00EF194B" w:rsidP="00EF194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Gardens</w:t>
                      </w:r>
                    </w:p>
                    <w:p w14:paraId="51581E75" w14:textId="77777777" w:rsidR="00EF194B" w:rsidRPr="00EF194B" w:rsidRDefault="00EF194B" w:rsidP="00EF194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 xml:space="preserve">Indoor games </w:t>
                      </w:r>
                    </w:p>
                    <w:p w14:paraId="3C95481E" w14:textId="77777777" w:rsidR="00EF194B" w:rsidRPr="00EF194B" w:rsidRDefault="00EF194B" w:rsidP="00EF194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Outdoor games</w:t>
                      </w:r>
                    </w:p>
                    <w:p w14:paraId="45FC8A07" w14:textId="77777777" w:rsidR="00EF194B" w:rsidRPr="00EF194B" w:rsidRDefault="00EF194B" w:rsidP="00EF194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Inventions</w:t>
                      </w:r>
                    </w:p>
                    <w:p w14:paraId="0448144D" w14:textId="77777777" w:rsidR="00EF194B" w:rsidRPr="00EF194B" w:rsidRDefault="00EF194B" w:rsidP="00EF194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Life-sized board games</w:t>
                      </w:r>
                    </w:p>
                    <w:p w14:paraId="5C3F74B6" w14:textId="77777777" w:rsidR="00EF194B" w:rsidRDefault="00EF194B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55F85E" wp14:editId="69590D7F">
                <wp:simplePos x="0" y="0"/>
                <wp:positionH relativeFrom="column">
                  <wp:posOffset>3257550</wp:posOffset>
                </wp:positionH>
                <wp:positionV relativeFrom="paragraph">
                  <wp:posOffset>819150</wp:posOffset>
                </wp:positionV>
                <wp:extent cx="2686050" cy="2724150"/>
                <wp:effectExtent l="0" t="0" r="0" b="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6050" cy="272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4DC5C1" w14:textId="77777777" w:rsidR="00EF194B" w:rsidRPr="00EF194B" w:rsidRDefault="00EF194B" w:rsidP="00EF194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Talent show</w:t>
                            </w:r>
                          </w:p>
                          <w:p w14:paraId="25A85861" w14:textId="77777777" w:rsidR="00EF194B" w:rsidRPr="00EF194B" w:rsidRDefault="00EF194B" w:rsidP="00EF194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Solar oven cooking</w:t>
                            </w:r>
                          </w:p>
                          <w:p w14:paraId="46533DDB" w14:textId="77777777" w:rsidR="00EF194B" w:rsidRPr="00EF194B" w:rsidRDefault="00EF194B" w:rsidP="00EF194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Volcanoes</w:t>
                            </w:r>
                          </w:p>
                          <w:p w14:paraId="0278D261" w14:textId="77777777" w:rsidR="00EF194B" w:rsidRPr="00EF194B" w:rsidRDefault="00EF194B" w:rsidP="00EF194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Cabin carnival</w:t>
                            </w:r>
                          </w:p>
                          <w:p w14:paraId="702B8237" w14:textId="77777777" w:rsidR="00EF194B" w:rsidRPr="00EF194B" w:rsidRDefault="00EF194B" w:rsidP="00EF194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Junkyard wars</w:t>
                            </w:r>
                          </w:p>
                          <w:p w14:paraId="502F73EA" w14:textId="77777777" w:rsidR="00EF194B" w:rsidRPr="00EF194B" w:rsidRDefault="00EF194B" w:rsidP="00EF194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Water balloon dodge ball</w:t>
                            </w:r>
                          </w:p>
                          <w:p w14:paraId="477EB332" w14:textId="77777777" w:rsidR="00EF194B" w:rsidRPr="00EF194B" w:rsidRDefault="00EF194B" w:rsidP="00EF194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Ninja warrior course</w:t>
                            </w:r>
                          </w:p>
                          <w:p w14:paraId="62AD612D" w14:textId="77777777" w:rsidR="00EF194B" w:rsidRPr="00EF194B" w:rsidRDefault="00EF194B" w:rsidP="00EF194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Human foosball</w:t>
                            </w:r>
                          </w:p>
                          <w:p w14:paraId="3075D749" w14:textId="77777777" w:rsidR="00EF194B" w:rsidRPr="00EF194B" w:rsidRDefault="00EF194B" w:rsidP="00EF19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Talent show</w:t>
                            </w:r>
                          </w:p>
                          <w:p w14:paraId="33D0E07D" w14:textId="77777777" w:rsidR="00EF194B" w:rsidRDefault="00EF19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5F85E" id="Rectangle 9" o:spid="_x0000_s1031" style="position:absolute;margin-left:256.5pt;margin-top:64.5pt;width:211.5pt;height:21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" filled="f" stroked="f">
                <v:textbox>
                  <w:txbxContent>
                    <w:p w14:paraId="3F4DC5C1" w14:textId="77777777" w:rsidR="00EF194B" w:rsidRPr="00EF194B" w:rsidRDefault="00EF194B" w:rsidP="00EF194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Talent show</w:t>
                      </w:r>
                    </w:p>
                    <w:p w14:paraId="25A85861" w14:textId="77777777" w:rsidR="00EF194B" w:rsidRPr="00EF194B" w:rsidRDefault="00EF194B" w:rsidP="00EF194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Solar oven cooking</w:t>
                      </w:r>
                    </w:p>
                    <w:p w14:paraId="46533DDB" w14:textId="77777777" w:rsidR="00EF194B" w:rsidRPr="00EF194B" w:rsidRDefault="00EF194B" w:rsidP="00EF194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Volcanoes</w:t>
                      </w:r>
                    </w:p>
                    <w:p w14:paraId="0278D261" w14:textId="77777777" w:rsidR="00EF194B" w:rsidRPr="00EF194B" w:rsidRDefault="00EF194B" w:rsidP="00EF194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Cabin carnival</w:t>
                      </w:r>
                    </w:p>
                    <w:p w14:paraId="702B8237" w14:textId="77777777" w:rsidR="00EF194B" w:rsidRPr="00EF194B" w:rsidRDefault="00EF194B" w:rsidP="00EF194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Junkyard wars</w:t>
                      </w:r>
                    </w:p>
                    <w:p w14:paraId="502F73EA" w14:textId="77777777" w:rsidR="00EF194B" w:rsidRPr="00EF194B" w:rsidRDefault="00EF194B" w:rsidP="00EF194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Water balloon dodge ball</w:t>
                      </w:r>
                    </w:p>
                    <w:p w14:paraId="477EB332" w14:textId="77777777" w:rsidR="00EF194B" w:rsidRPr="00EF194B" w:rsidRDefault="00EF194B" w:rsidP="00EF194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Ninja warrior course</w:t>
                      </w:r>
                    </w:p>
                    <w:p w14:paraId="62AD612D" w14:textId="77777777" w:rsidR="00EF194B" w:rsidRPr="00EF194B" w:rsidRDefault="00EF194B" w:rsidP="00EF194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Human foosball</w:t>
                      </w:r>
                    </w:p>
                    <w:p w14:paraId="3075D749" w14:textId="77777777" w:rsidR="00EF194B" w:rsidRPr="00EF194B" w:rsidRDefault="00EF194B" w:rsidP="00EF194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Talent show</w:t>
                      </w:r>
                    </w:p>
                    <w:p w14:paraId="33D0E07D" w14:textId="77777777" w:rsidR="00EF194B" w:rsidRDefault="00EF194B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25E19F" wp14:editId="6E7BBE29">
                <wp:simplePos x="0" y="0"/>
                <wp:positionH relativeFrom="column">
                  <wp:posOffset>-476250</wp:posOffset>
                </wp:positionH>
                <wp:positionV relativeFrom="paragraph">
                  <wp:posOffset>714375</wp:posOffset>
                </wp:positionV>
                <wp:extent cx="2524125" cy="2914650"/>
                <wp:effectExtent l="0" t="0" r="0" b="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291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F0AB37" w14:textId="77777777" w:rsidR="009611F5" w:rsidRPr="00EF194B" w:rsidRDefault="009611F5" w:rsidP="009611F5">
                            <w:pPr>
                              <w:rPr>
                                <w:rFonts w:asciiTheme="majorHAnsi" w:hAnsiTheme="majorHAnsi"/>
                                <w:b/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C00000"/>
                                <w:sz w:val="40"/>
                                <w:szCs w:val="40"/>
                              </w:rPr>
                              <w:t xml:space="preserve">         ACTIVITIES</w:t>
                            </w:r>
                          </w:p>
                          <w:p w14:paraId="10E53938" w14:textId="77777777" w:rsidR="009611F5" w:rsidRPr="00EF194B" w:rsidRDefault="009611F5" w:rsidP="009611F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Myth busters</w:t>
                            </w:r>
                          </w:p>
                          <w:p w14:paraId="44D0E3D3" w14:textId="77777777" w:rsidR="009611F5" w:rsidRPr="00EF194B" w:rsidRDefault="009611F5" w:rsidP="009611F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Alka-seltzer rockets</w:t>
                            </w:r>
                          </w:p>
                          <w:p w14:paraId="1CC0DE43" w14:textId="77777777" w:rsidR="009611F5" w:rsidRPr="00EF194B" w:rsidRDefault="009611F5" w:rsidP="009611F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Nature scavenger hunt</w:t>
                            </w:r>
                          </w:p>
                          <w:p w14:paraId="2E1B6431" w14:textId="77777777" w:rsidR="009611F5" w:rsidRPr="00EF194B" w:rsidRDefault="009611F5" w:rsidP="009611F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Water balloon dodge ball</w:t>
                            </w:r>
                          </w:p>
                          <w:p w14:paraId="6BDF79F3" w14:textId="77777777" w:rsidR="009611F5" w:rsidRPr="00EF194B" w:rsidRDefault="009611F5" w:rsidP="009611F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Ninja warrior course</w:t>
                            </w:r>
                          </w:p>
                          <w:p w14:paraId="77564A6C" w14:textId="77777777" w:rsidR="009611F5" w:rsidRPr="00EF194B" w:rsidRDefault="009611F5" w:rsidP="009611F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Human foosball</w:t>
                            </w:r>
                          </w:p>
                          <w:p w14:paraId="447207D9" w14:textId="77777777" w:rsidR="009611F5" w:rsidRPr="00EF194B" w:rsidRDefault="009611F5" w:rsidP="009611F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Wood shop</w:t>
                            </w:r>
                          </w:p>
                          <w:p w14:paraId="65A3D7FC" w14:textId="77777777" w:rsidR="009611F5" w:rsidRPr="00EF194B" w:rsidRDefault="009611F5" w:rsidP="009611F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EF194B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The Beadery</w:t>
                            </w:r>
                          </w:p>
                          <w:p w14:paraId="59A1DBAD" w14:textId="77777777" w:rsidR="009611F5" w:rsidRDefault="009611F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5E19F" id="Rectangle 7" o:spid="_x0000_s1032" style="position:absolute;margin-left:-37.5pt;margin-top:56.25pt;width:198.75pt;height:22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" filled="f" stroked="f">
                <v:textbox>
                  <w:txbxContent>
                    <w:p w14:paraId="29F0AB37" w14:textId="77777777" w:rsidR="009611F5" w:rsidRPr="00EF194B" w:rsidRDefault="009611F5" w:rsidP="009611F5">
                      <w:pPr>
                        <w:rPr>
                          <w:rFonts w:asciiTheme="majorHAnsi" w:hAnsiTheme="majorHAnsi"/>
                          <w:b/>
                          <w:color w:val="C00000"/>
                          <w:sz w:val="40"/>
                          <w:szCs w:val="40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C00000"/>
                          <w:sz w:val="40"/>
                          <w:szCs w:val="40"/>
                        </w:rPr>
                        <w:t xml:space="preserve">         ACTIVITIES</w:t>
                      </w:r>
                    </w:p>
                    <w:p w14:paraId="10E53938" w14:textId="77777777" w:rsidR="009611F5" w:rsidRPr="00EF194B" w:rsidRDefault="009611F5" w:rsidP="009611F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Myth busters</w:t>
                      </w:r>
                    </w:p>
                    <w:p w14:paraId="44D0E3D3" w14:textId="77777777" w:rsidR="009611F5" w:rsidRPr="00EF194B" w:rsidRDefault="009611F5" w:rsidP="009611F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Alka-seltzer rockets</w:t>
                      </w:r>
                    </w:p>
                    <w:p w14:paraId="1CC0DE43" w14:textId="77777777" w:rsidR="009611F5" w:rsidRPr="00EF194B" w:rsidRDefault="009611F5" w:rsidP="009611F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Nature scavenger hunt</w:t>
                      </w:r>
                    </w:p>
                    <w:p w14:paraId="2E1B6431" w14:textId="77777777" w:rsidR="009611F5" w:rsidRPr="00EF194B" w:rsidRDefault="009611F5" w:rsidP="009611F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Water balloon dodge ball</w:t>
                      </w:r>
                    </w:p>
                    <w:p w14:paraId="6BDF79F3" w14:textId="77777777" w:rsidR="009611F5" w:rsidRPr="00EF194B" w:rsidRDefault="009611F5" w:rsidP="009611F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Ninja warrior course</w:t>
                      </w:r>
                    </w:p>
                    <w:p w14:paraId="77564A6C" w14:textId="77777777" w:rsidR="009611F5" w:rsidRPr="00EF194B" w:rsidRDefault="009611F5" w:rsidP="009611F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  <w:u w:val="single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Human foosball</w:t>
                      </w:r>
                    </w:p>
                    <w:p w14:paraId="447207D9" w14:textId="77777777" w:rsidR="009611F5" w:rsidRPr="00EF194B" w:rsidRDefault="009611F5" w:rsidP="009611F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Wood shop</w:t>
                      </w:r>
                    </w:p>
                    <w:p w14:paraId="65A3D7FC" w14:textId="77777777" w:rsidR="009611F5" w:rsidRPr="00EF194B" w:rsidRDefault="009611F5" w:rsidP="009611F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EF194B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The Beadery</w:t>
                      </w:r>
                    </w:p>
                    <w:p w14:paraId="59A1DBAD" w14:textId="77777777" w:rsidR="009611F5" w:rsidRDefault="009611F5"/>
                  </w:txbxContent>
                </v:textbox>
              </v:rect>
            </w:pict>
          </mc:Fallback>
        </mc:AlternateContent>
      </w:r>
      <w:r w:rsidR="009611F5">
        <w:rPr>
          <w:noProof/>
        </w:rPr>
        <w:drawing>
          <wp:anchor distT="0" distB="0" distL="114300" distR="114300" simplePos="0" relativeHeight="251664384" behindDoc="0" locked="0" layoutInCell="1" allowOverlap="1" wp14:anchorId="7A4D88CB" wp14:editId="0B85DEF7">
            <wp:simplePos x="0" y="0"/>
            <wp:positionH relativeFrom="column">
              <wp:posOffset>4114800</wp:posOffset>
            </wp:positionH>
            <wp:positionV relativeFrom="paragraph">
              <wp:posOffset>3429000</wp:posOffset>
            </wp:positionV>
            <wp:extent cx="4298950" cy="2847975"/>
            <wp:effectExtent l="57150" t="57150" r="63500" b="66675"/>
            <wp:wrapNone/>
            <wp:docPr id="2" name="Picture 1" descr="istockphoto-1183803820-17066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photo-1183803820-170667a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298950" cy="2847975"/>
                    </a:xfrm>
                    <a:prstGeom prst="flowChartDelay">
                      <a:avLst/>
                    </a:prstGeom>
                    <a:ln w="57150">
                      <a:solidFill>
                        <a:srgbClr val="FFFF00"/>
                      </a:solidFill>
                    </a:ln>
                  </pic:spPr>
                </pic:pic>
              </a:graphicData>
            </a:graphic>
          </wp:anchor>
        </w:drawing>
      </w:r>
      <w:r w:rsidR="009611F5">
        <w:rPr>
          <w:noProof/>
        </w:rPr>
        <w:drawing>
          <wp:anchor distT="0" distB="0" distL="114300" distR="114300" simplePos="0" relativeHeight="251663360" behindDoc="0" locked="0" layoutInCell="1" allowOverlap="1" wp14:anchorId="29C77017" wp14:editId="6323EB55">
            <wp:simplePos x="0" y="0"/>
            <wp:positionH relativeFrom="column">
              <wp:posOffset>-2200275</wp:posOffset>
            </wp:positionH>
            <wp:positionV relativeFrom="paragraph">
              <wp:posOffset>3429000</wp:posOffset>
            </wp:positionV>
            <wp:extent cx="3790950" cy="2781300"/>
            <wp:effectExtent l="57150" t="57150" r="76200" b="57150"/>
            <wp:wrapNone/>
            <wp:docPr id="1" name="Picture 0" descr="summer-camp-799x445-777x4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mmer-camp-799x445-777x437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2781300"/>
                    </a:xfrm>
                    <a:prstGeom prst="flowChartDelay">
                      <a:avLst/>
                    </a:prstGeom>
                    <a:ln w="57150">
                      <a:solidFill>
                        <a:srgbClr val="FFFF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0818EE" wp14:editId="232CC648">
                <wp:simplePos x="0" y="0"/>
                <wp:positionH relativeFrom="column">
                  <wp:posOffset>-123825</wp:posOffset>
                </wp:positionH>
                <wp:positionV relativeFrom="paragraph">
                  <wp:posOffset>-381000</wp:posOffset>
                </wp:positionV>
                <wp:extent cx="5981700" cy="990600"/>
                <wp:effectExtent l="0" t="0" r="0" b="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593C1A" w14:textId="77777777" w:rsidR="009611F5" w:rsidRPr="00EF194B" w:rsidRDefault="009611F5">
                            <w:pPr>
                              <w:rPr>
                                <w:rFonts w:ascii="Comic Sans MS" w:hAnsi="Comic Sans MS"/>
                                <w:color w:val="FFFF00"/>
                                <w:sz w:val="96"/>
                                <w:szCs w:val="96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EF194B">
                              <w:rPr>
                                <w:rFonts w:ascii="Comic Sans MS" w:hAnsi="Comic Sans MS"/>
                                <w:color w:val="FFFF00"/>
                                <w:sz w:val="96"/>
                                <w:szCs w:val="96"/>
                                <w:u w:val="single"/>
                              </w:rPr>
                              <w:t>Kids Summer Camp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818EE" id="Rectangle 6" o:spid="_x0000_s1033" style="position:absolute;margin-left:-9.75pt;margin-top:-30pt;width:471pt;height:7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" filled="f" stroked="f">
                <v:textbox>
                  <w:txbxContent>
                    <w:p w14:paraId="7F593C1A" w14:textId="77777777" w:rsidR="009611F5" w:rsidRPr="00EF194B" w:rsidRDefault="009611F5">
                      <w:pPr>
                        <w:rPr>
                          <w:rFonts w:ascii="Comic Sans MS" w:hAnsi="Comic Sans MS"/>
                          <w:color w:val="FFFF00"/>
                          <w:sz w:val="96"/>
                          <w:szCs w:val="96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 xml:space="preserve"> </w:t>
                      </w:r>
                      <w:r w:rsidRPr="00EF194B">
                        <w:rPr>
                          <w:rFonts w:ascii="Comic Sans MS" w:hAnsi="Comic Sans MS"/>
                          <w:color w:val="FFFF00"/>
                          <w:sz w:val="96"/>
                          <w:szCs w:val="96"/>
                          <w:u w:val="single"/>
                        </w:rPr>
                        <w:t>Kids Summer Camp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B168BB" wp14:editId="13367BC2">
                <wp:simplePos x="0" y="0"/>
                <wp:positionH relativeFrom="column">
                  <wp:posOffset>4738370</wp:posOffset>
                </wp:positionH>
                <wp:positionV relativeFrom="paragraph">
                  <wp:posOffset>938530</wp:posOffset>
                </wp:positionV>
                <wp:extent cx="3876675" cy="1123950"/>
                <wp:effectExtent l="9525" t="9525" r="9525" b="9525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876675" cy="11239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AA2709" id="Rectangle 4" o:spid="_x0000_s1026" style="position:absolute;margin-left:373.1pt;margin-top:73.9pt;width:305.25pt;height:88.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" fillcolor="#c00000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0BBAF5" wp14:editId="4C8D3E98">
                <wp:simplePos x="0" y="0"/>
                <wp:positionH relativeFrom="column">
                  <wp:posOffset>-962025</wp:posOffset>
                </wp:positionH>
                <wp:positionV relativeFrom="paragraph">
                  <wp:posOffset>-952500</wp:posOffset>
                </wp:positionV>
                <wp:extent cx="7610475" cy="514350"/>
                <wp:effectExtent l="9525" t="9525" r="9525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10475" cy="5143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E519B1" id="Rectangle 5" o:spid="_x0000_s1026" style="position:absolute;margin-left:-75.75pt;margin-top:-75pt;width:599.2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" fillcolor="#c00000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100793" wp14:editId="336D96D2">
                <wp:simplePos x="0" y="0"/>
                <wp:positionH relativeFrom="column">
                  <wp:posOffset>-2881630</wp:posOffset>
                </wp:positionH>
                <wp:positionV relativeFrom="paragraph">
                  <wp:posOffset>938530</wp:posOffset>
                </wp:positionV>
                <wp:extent cx="3876675" cy="1123950"/>
                <wp:effectExtent l="9525" t="9525" r="9525" b="952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876675" cy="11239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C0C0F" id="Rectangle 3" o:spid="_x0000_s1026" style="position:absolute;margin-left:-226.9pt;margin-top:73.9pt;width:305.25pt;height:88.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" fillcolor="#c00000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FF3938" wp14:editId="74C60B80">
                <wp:simplePos x="0" y="0"/>
                <wp:positionH relativeFrom="column">
                  <wp:posOffset>-962025</wp:posOffset>
                </wp:positionH>
                <wp:positionV relativeFrom="paragraph">
                  <wp:posOffset>-952500</wp:posOffset>
                </wp:positionV>
                <wp:extent cx="7610475" cy="10753725"/>
                <wp:effectExtent l="9525" t="9525" r="9525" b="952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10475" cy="10753725"/>
                        </a:xfrm>
                        <a:prstGeom prst="rect">
                          <a:avLst/>
                        </a:prstGeom>
                        <a:blipFill dpi="0" rotWithShape="0">
                          <a:blip r:embed="rId7"/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E41954" id="Rectangle 2" o:spid="_x0000_s1026" style="position:absolute;margin-left:-75.75pt;margin-top:-75pt;width:599.25pt;height:8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">
                <v:fill r:id="rId8" o:title="" recolor="t" type="frame"/>
              </v:rect>
            </w:pict>
          </mc:Fallback>
        </mc:AlternateContent>
      </w:r>
    </w:p>
    <w:sectPr w:rsidR="000E56ED" w:rsidSect="009611F5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66E21"/>
    <w:multiLevelType w:val="hybridMultilevel"/>
    <w:tmpl w:val="848ED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B5CDA"/>
    <w:multiLevelType w:val="hybridMultilevel"/>
    <w:tmpl w:val="A39033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1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CFD"/>
    <w:rsid w:val="005251FD"/>
    <w:rsid w:val="0054786A"/>
    <w:rsid w:val="0079279D"/>
    <w:rsid w:val="009611F5"/>
    <w:rsid w:val="009A588C"/>
    <w:rsid w:val="00B97CFD"/>
    <w:rsid w:val="00CD5604"/>
    <w:rsid w:val="00EF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16C8D"/>
  <w15:docId w15:val="{20BE3FBA-7203-45B2-B0C7-D6C78FB75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1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1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11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1_camp%20flyer%20templates.zip\camp%20flyer%20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camp flyer 7</Template>
  <TotalTime>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1</cp:revision>
  <dcterms:created xsi:type="dcterms:W3CDTF">2020-11-07T17:13:00Z</dcterms:created>
  <dcterms:modified xsi:type="dcterms:W3CDTF">2020-11-07T17:21:00Z</dcterms:modified>
</cp:coreProperties>
</file>