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6E423" w14:textId="5F18B579" w:rsidR="00AC5C54" w:rsidRDefault="00640EF0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275F16" wp14:editId="55BA1732">
                <wp:simplePos x="0" y="0"/>
                <wp:positionH relativeFrom="column">
                  <wp:posOffset>838200</wp:posOffset>
                </wp:positionH>
                <wp:positionV relativeFrom="paragraph">
                  <wp:posOffset>-1047750</wp:posOffset>
                </wp:positionV>
                <wp:extent cx="3962400" cy="2857500"/>
                <wp:effectExtent l="0" t="0" r="0" b="0"/>
                <wp:wrapNone/>
                <wp:docPr id="2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2400" cy="285750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DA71F" w14:textId="77777777" w:rsidR="001D5DA2" w:rsidRPr="00640EF0" w:rsidRDefault="001D5DA2">
                            <w:pPr>
                              <w:rPr>
                                <w:rFonts w:asciiTheme="majorHAnsi" w:hAnsiTheme="majorHAnsi"/>
                                <w:b/>
                                <w:sz w:val="36"/>
                                <w:szCs w:val="36"/>
                              </w:rPr>
                            </w:pPr>
                            <w:r w:rsidRPr="00640EF0">
                              <w:rPr>
                                <w:rFonts w:asciiTheme="majorHAnsi" w:hAnsiTheme="majorHAnsi"/>
                                <w:b/>
                                <w:sz w:val="36"/>
                                <w:szCs w:val="36"/>
                              </w:rPr>
                              <w:t xml:space="preserve">        $250</w:t>
                            </w:r>
                          </w:p>
                          <w:p w14:paraId="034125C2" w14:textId="77777777" w:rsidR="001D5DA2" w:rsidRPr="00640EF0" w:rsidRDefault="001D5DA2">
                            <w:pPr>
                              <w:rPr>
                                <w:rFonts w:asciiTheme="majorHAnsi" w:hAnsiTheme="majorHAnsi"/>
                                <w:b/>
                                <w:sz w:val="36"/>
                                <w:szCs w:val="36"/>
                              </w:rPr>
                            </w:pPr>
                            <w:r w:rsidRPr="00640EF0">
                              <w:rPr>
                                <w:rFonts w:asciiTheme="majorHAnsi" w:hAnsiTheme="majorHAnsi"/>
                                <w:b/>
                                <w:sz w:val="36"/>
                                <w:szCs w:val="36"/>
                              </w:rPr>
                              <w:t>Registration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275F16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AutoShape 4" o:spid="_x0000_s1026" type="#_x0000_t183" style="position:absolute;margin-left:66pt;margin-top:-82.5pt;width:312pt;height:2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" fillcolor="#ffc000" stroked="f">
                <v:textbox>
                  <w:txbxContent>
                    <w:p w14:paraId="273DA71F" w14:textId="77777777" w:rsidR="001D5DA2" w:rsidRPr="00640EF0" w:rsidRDefault="001D5DA2">
                      <w:pPr>
                        <w:rPr>
                          <w:rFonts w:asciiTheme="majorHAnsi" w:hAnsiTheme="majorHAnsi"/>
                          <w:b/>
                          <w:sz w:val="36"/>
                          <w:szCs w:val="36"/>
                        </w:rPr>
                      </w:pPr>
                      <w:r w:rsidRPr="00640EF0">
                        <w:rPr>
                          <w:rFonts w:asciiTheme="majorHAnsi" w:hAnsiTheme="majorHAnsi"/>
                          <w:b/>
                          <w:sz w:val="36"/>
                          <w:szCs w:val="36"/>
                        </w:rPr>
                        <w:t xml:space="preserve">        $250</w:t>
                      </w:r>
                    </w:p>
                    <w:p w14:paraId="034125C2" w14:textId="77777777" w:rsidR="001D5DA2" w:rsidRPr="00640EF0" w:rsidRDefault="001D5DA2">
                      <w:pPr>
                        <w:rPr>
                          <w:rFonts w:asciiTheme="majorHAnsi" w:hAnsiTheme="majorHAnsi"/>
                          <w:b/>
                          <w:sz w:val="36"/>
                          <w:szCs w:val="36"/>
                        </w:rPr>
                      </w:pPr>
                      <w:r w:rsidRPr="00640EF0">
                        <w:rPr>
                          <w:rFonts w:asciiTheme="majorHAnsi" w:hAnsiTheme="majorHAnsi"/>
                          <w:b/>
                          <w:sz w:val="36"/>
                          <w:szCs w:val="36"/>
                        </w:rPr>
                        <w:t>Registration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77AEAE" wp14:editId="28BFF777">
                <wp:simplePos x="0" y="0"/>
                <wp:positionH relativeFrom="column">
                  <wp:posOffset>4629150</wp:posOffset>
                </wp:positionH>
                <wp:positionV relativeFrom="paragraph">
                  <wp:posOffset>-1047750</wp:posOffset>
                </wp:positionV>
                <wp:extent cx="2295525" cy="2181225"/>
                <wp:effectExtent l="0" t="0" r="0" b="0"/>
                <wp:wrapNone/>
                <wp:docPr id="1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2181225"/>
                        </a:xfrm>
                        <a:prstGeom prst="star32">
                          <a:avLst>
                            <a:gd name="adj" fmla="val 37500"/>
                          </a:avLst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DF6C5F"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    <v:stroke joinstyle="miter"/>
                <v:formulas>
                  <v:f eqn="sum 10800 0 #0"/>
                  <v:f eqn="prod @0 32610 32768"/>
                  <v:f eqn="prod @0 3212 32768"/>
                  <v:f eqn="prod @0 31357 32768"/>
                  <v:f eqn="prod @0 9512 32768"/>
                  <v:f eqn="prod @0 28899 32768"/>
                  <v:f eqn="prod @0 15447 32768"/>
                  <v:f eqn="prod @0 25330 32768"/>
                  <v:f eqn="prod @0 2078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@7 10800 0"/>
                  <v:f eqn="sum @8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sum 10800 0 @7"/>
                  <v:f eqn="sum 10800 0 @8"/>
                  <v:f eqn="prod @0 23170 32768"/>
                  <v:f eqn="sum @25 10800 0"/>
                  <v:f eqn="sum 10800 0 @25"/>
                </v:formulas>
                <v:path gradientshapeok="t" o:connecttype="rect" textboxrect="@27,@27,@26,@26"/>
                <v:handles>
                  <v:h position="#0,center" xrange="0,10800"/>
                </v:handles>
              </v:shapetype>
              <v:shape id="AutoShape 6" o:spid="_x0000_s1026" type="#_x0000_t60" style="position:absolute;margin-left:364.5pt;margin-top:-82.5pt;width:180.75pt;height:17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" fillcolor="#7030a0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74FAF7" wp14:editId="1E6C4E52">
                <wp:simplePos x="0" y="0"/>
                <wp:positionH relativeFrom="column">
                  <wp:posOffset>2971800</wp:posOffset>
                </wp:positionH>
                <wp:positionV relativeFrom="paragraph">
                  <wp:posOffset>-1104900</wp:posOffset>
                </wp:positionV>
                <wp:extent cx="2771775" cy="2676525"/>
                <wp:effectExtent l="180975" t="171450" r="180975" b="38100"/>
                <wp:wrapNone/>
                <wp:docPr id="1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2676525"/>
                        </a:xfrm>
                        <a:prstGeom prst="star32">
                          <a:avLst>
                            <a:gd name="adj" fmla="val 37500"/>
                          </a:avLst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96A3D" id="AutoShape 5" o:spid="_x0000_s1026" type="#_x0000_t60" style="position:absolute;margin-left:234pt;margin-top:-87pt;width:218.25pt;height:21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" filled="f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CCA095" wp14:editId="0F61CAD6">
                <wp:simplePos x="0" y="0"/>
                <wp:positionH relativeFrom="column">
                  <wp:posOffset>-142875</wp:posOffset>
                </wp:positionH>
                <wp:positionV relativeFrom="paragraph">
                  <wp:posOffset>-1104900</wp:posOffset>
                </wp:positionV>
                <wp:extent cx="2838450" cy="2486025"/>
                <wp:effectExtent l="200025" t="161925" r="200025" b="38100"/>
                <wp:wrapNone/>
                <wp:docPr id="1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2486025"/>
                        </a:xfrm>
                        <a:prstGeom prst="star32">
                          <a:avLst>
                            <a:gd name="adj" fmla="val 37500"/>
                          </a:avLst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946E3B" id="AutoShape 3" o:spid="_x0000_s1026" type="#_x0000_t60" style="position:absolute;margin-left:-11.25pt;margin-top:-87pt;width:223.5pt;height:19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" filled="f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395F94" wp14:editId="4EC6517A">
                <wp:simplePos x="0" y="0"/>
                <wp:positionH relativeFrom="column">
                  <wp:posOffset>-1228725</wp:posOffset>
                </wp:positionH>
                <wp:positionV relativeFrom="paragraph">
                  <wp:posOffset>-1047750</wp:posOffset>
                </wp:positionV>
                <wp:extent cx="2286000" cy="2352675"/>
                <wp:effectExtent l="0" t="0" r="0" b="9525"/>
                <wp:wrapNone/>
                <wp:docPr id="1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2352675"/>
                        </a:xfrm>
                        <a:prstGeom prst="star32">
                          <a:avLst>
                            <a:gd name="adj" fmla="val 375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7559B" id="AutoShape 2" o:spid="_x0000_s1026" type="#_x0000_t60" style="position:absolute;margin-left:-96.75pt;margin-top:-82.5pt;width:180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" fillcolor="yellow" stroked="f"/>
            </w:pict>
          </mc:Fallback>
        </mc:AlternateContent>
      </w:r>
    </w:p>
    <w:p w14:paraId="366AE6DC" w14:textId="12018B7E" w:rsidR="000E56ED" w:rsidRDefault="00640EF0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01AAE9E" wp14:editId="46BB142B">
                <wp:simplePos x="0" y="0"/>
                <wp:positionH relativeFrom="column">
                  <wp:posOffset>4799965</wp:posOffset>
                </wp:positionH>
                <wp:positionV relativeFrom="paragraph">
                  <wp:posOffset>2478405</wp:posOffset>
                </wp:positionV>
                <wp:extent cx="2397125" cy="1546860"/>
                <wp:effectExtent l="0" t="144145" r="0" b="147320"/>
                <wp:wrapNone/>
                <wp:docPr id="1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912832">
                          <a:off x="0" y="0"/>
                          <a:ext cx="2397125" cy="1546860"/>
                        </a:xfrm>
                        <a:prstGeom prst="star32">
                          <a:avLst>
                            <a:gd name="adj" fmla="val 37500"/>
                          </a:avLst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85CFA1" w14:textId="77777777" w:rsidR="0091031E" w:rsidRPr="00640EF0" w:rsidRDefault="0091031E">
                            <w:pPr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  <w:r w:rsidRPr="00640EF0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$600 prize</w:t>
                            </w:r>
                          </w:p>
                          <w:p w14:paraId="7B7B4959" w14:textId="378C9F1D" w:rsidR="0091031E" w:rsidRPr="00640EF0" w:rsidRDefault="0091031E">
                            <w:pPr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  <w:r w:rsidRPr="00640EF0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 xml:space="preserve">For </w:t>
                            </w:r>
                            <w:r w:rsidR="00640EF0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40EF0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winner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AAE9E" id="AutoShape 19" o:spid="_x0000_s1027" type="#_x0000_t60" style="position:absolute;margin-left:377.95pt;margin-top:195.15pt;width:188.75pt;height:121.8pt;rotation:-2089323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" fillcolor="#f79646 [3209]" stroked="f">
                <v:textbox>
                  <w:txbxContent>
                    <w:p w14:paraId="6F85CFA1" w14:textId="77777777" w:rsidR="0091031E" w:rsidRPr="00640EF0" w:rsidRDefault="0091031E">
                      <w:pPr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  <w:r w:rsidRPr="00640EF0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$600 prize</w:t>
                      </w:r>
                    </w:p>
                    <w:p w14:paraId="7B7B4959" w14:textId="378C9F1D" w:rsidR="0091031E" w:rsidRPr="00640EF0" w:rsidRDefault="0091031E">
                      <w:pPr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  <w:r w:rsidRPr="00640EF0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 xml:space="preserve">For </w:t>
                      </w:r>
                      <w:r w:rsidR="00640EF0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640EF0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winner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C27D25" wp14:editId="4BB278D0">
                <wp:simplePos x="0" y="0"/>
                <wp:positionH relativeFrom="column">
                  <wp:posOffset>-666750</wp:posOffset>
                </wp:positionH>
                <wp:positionV relativeFrom="paragraph">
                  <wp:posOffset>9020810</wp:posOffset>
                </wp:positionV>
                <wp:extent cx="7058025" cy="590550"/>
                <wp:effectExtent l="0" t="0" r="0" b="0"/>
                <wp:wrapNone/>
                <wp:docPr id="1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58025" cy="590550"/>
                        </a:xfrm>
                        <a:prstGeom prst="flowChartProcess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C250F0" w14:textId="210150E6" w:rsidR="00640EF0" w:rsidRPr="00640EF0" w:rsidRDefault="00640EF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640EF0">
                              <w:rPr>
                                <w:sz w:val="40"/>
                                <w:szCs w:val="40"/>
                              </w:rPr>
                              <w:t xml:space="preserve">                                      </w:t>
                            </w:r>
                            <w:r w:rsidRPr="00640EF0">
                              <w:rPr>
                                <w:sz w:val="40"/>
                                <w:szCs w:val="40"/>
                              </w:rPr>
                              <w:t>www.mywordtemplates.or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C27D25" id="_x0000_t109" coordsize="21600,21600" o:spt="109" path="m,l,21600r21600,l21600,xe">
                <v:stroke joinstyle="miter"/>
                <v:path gradientshapeok="t" o:connecttype="rect"/>
              </v:shapetype>
              <v:shape id="AutoShape 13" o:spid="_x0000_s1028" type="#_x0000_t109" style="position:absolute;margin-left:-52.5pt;margin-top:710.3pt;width:555.75pt;height:4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" fillcolor="yellow" stroked="f">
                <v:textbox>
                  <w:txbxContent>
                    <w:p w14:paraId="11C250F0" w14:textId="210150E6" w:rsidR="00640EF0" w:rsidRPr="00640EF0" w:rsidRDefault="00640EF0">
                      <w:pPr>
                        <w:rPr>
                          <w:sz w:val="40"/>
                          <w:szCs w:val="40"/>
                        </w:rPr>
                      </w:pPr>
                      <w:r w:rsidRPr="00640EF0">
                        <w:rPr>
                          <w:sz w:val="40"/>
                          <w:szCs w:val="40"/>
                        </w:rPr>
                        <w:t xml:space="preserve">                                      </w:t>
                      </w:r>
                      <w:r w:rsidRPr="00640EF0">
                        <w:rPr>
                          <w:sz w:val="40"/>
                          <w:szCs w:val="40"/>
                        </w:rPr>
                        <w:t>www.mywordtemplates.or</w:t>
                      </w:r>
                      <w:r>
                        <w:rPr>
                          <w:sz w:val="40"/>
                          <w:szCs w:val="40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16D7AD" wp14:editId="5A1A4A08">
                <wp:simplePos x="0" y="0"/>
                <wp:positionH relativeFrom="column">
                  <wp:posOffset>3862705</wp:posOffset>
                </wp:positionH>
                <wp:positionV relativeFrom="paragraph">
                  <wp:posOffset>6925310</wp:posOffset>
                </wp:positionV>
                <wp:extent cx="2385695" cy="2095500"/>
                <wp:effectExtent l="0" t="0" r="0" b="0"/>
                <wp:wrapNone/>
                <wp:docPr id="1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5695" cy="209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A897D" w14:textId="18A946E1" w:rsidR="001D5DA2" w:rsidRPr="00640EF0" w:rsidRDefault="001D5DA2" w:rsidP="00640EF0">
                            <w:pPr>
                              <w:spacing w:after="0"/>
                              <w:rPr>
                                <w:rFonts w:asciiTheme="majorHAnsi" w:hAnsiTheme="majorHAnsi"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C0000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640EF0">
                              <w:rPr>
                                <w:rFonts w:asciiTheme="majorHAnsi" w:hAnsiTheme="majorHAnsi"/>
                                <w:color w:val="C00000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Pr="00640EF0">
                              <w:rPr>
                                <w:rFonts w:asciiTheme="majorHAnsi" w:hAnsiTheme="majorHAnsi"/>
                                <w:color w:val="C00000"/>
                                <w:sz w:val="32"/>
                                <w:szCs w:val="32"/>
                              </w:rPr>
                              <w:t>Address</w:t>
                            </w:r>
                            <w:r w:rsidR="00640EF0">
                              <w:rPr>
                                <w:rFonts w:asciiTheme="majorHAnsi" w:hAnsiTheme="majorHAnsi"/>
                                <w:color w:val="C00000"/>
                                <w:sz w:val="32"/>
                                <w:szCs w:val="32"/>
                              </w:rPr>
                              <w:t>:_______________</w:t>
                            </w:r>
                          </w:p>
                          <w:p w14:paraId="0869759A" w14:textId="7FC8BDB6" w:rsidR="001D5DA2" w:rsidRPr="00640EF0" w:rsidRDefault="00640EF0" w:rsidP="00640EF0">
                            <w:pPr>
                              <w:spacing w:after="0"/>
                              <w:rPr>
                                <w:rFonts w:asciiTheme="majorHAnsi" w:hAnsiTheme="majorHAnsi"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C00000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="001D5DA2" w:rsidRPr="00640EF0">
                              <w:rPr>
                                <w:rFonts w:asciiTheme="majorHAnsi" w:hAnsiTheme="majorHAnsi"/>
                                <w:color w:val="C00000"/>
                                <w:sz w:val="32"/>
                                <w:szCs w:val="32"/>
                              </w:rPr>
                              <w:t>Email</w:t>
                            </w:r>
                            <w:r>
                              <w:rPr>
                                <w:rFonts w:asciiTheme="majorHAnsi" w:hAnsiTheme="majorHAnsi"/>
                                <w:color w:val="C00000"/>
                                <w:sz w:val="32"/>
                                <w:szCs w:val="32"/>
                              </w:rPr>
                              <w:t xml:space="preserve"> ID: _______________</w:t>
                            </w:r>
                          </w:p>
                          <w:p w14:paraId="50D14BB8" w14:textId="0E878367" w:rsidR="001D5DA2" w:rsidRPr="00640EF0" w:rsidRDefault="001D5DA2" w:rsidP="00640EF0">
                            <w:pPr>
                              <w:spacing w:after="0"/>
                              <w:rPr>
                                <w:rFonts w:asciiTheme="majorHAnsi" w:hAnsiTheme="majorHAnsi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640EF0">
                              <w:rPr>
                                <w:rFonts w:asciiTheme="majorHAnsi" w:hAnsiTheme="majorHAnsi"/>
                                <w:color w:val="C00000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="00640EF0">
                              <w:rPr>
                                <w:rFonts w:asciiTheme="majorHAnsi" w:hAnsiTheme="majorHAnsi"/>
                                <w:color w:val="C00000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640EF0">
                              <w:rPr>
                                <w:rFonts w:asciiTheme="majorHAnsi" w:hAnsiTheme="majorHAnsi"/>
                                <w:color w:val="C00000"/>
                                <w:sz w:val="32"/>
                                <w:szCs w:val="32"/>
                              </w:rPr>
                              <w:t>Website</w:t>
                            </w:r>
                            <w:r w:rsidR="00640EF0">
                              <w:rPr>
                                <w:rFonts w:asciiTheme="majorHAnsi" w:hAnsiTheme="majorHAnsi"/>
                                <w:color w:val="C00000"/>
                                <w:sz w:val="32"/>
                                <w:szCs w:val="32"/>
                              </w:rPr>
                              <w:t>: 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6D7AD" id="Rectangle 17" o:spid="_x0000_s1029" style="position:absolute;margin-left:304.15pt;margin-top:545.3pt;width:187.85pt;height:1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" filled="f" stroked="f">
                <v:textbox>
                  <w:txbxContent>
                    <w:p w14:paraId="6BAA897D" w14:textId="18A946E1" w:rsidR="001D5DA2" w:rsidRPr="00640EF0" w:rsidRDefault="001D5DA2" w:rsidP="00640EF0">
                      <w:pPr>
                        <w:spacing w:after="0"/>
                        <w:rPr>
                          <w:rFonts w:asciiTheme="majorHAnsi" w:hAnsiTheme="majorHAnsi"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/>
                          <w:color w:val="C00000"/>
                          <w:sz w:val="44"/>
                          <w:szCs w:val="44"/>
                        </w:rPr>
                        <w:t xml:space="preserve"> </w:t>
                      </w:r>
                      <w:r w:rsidR="00640EF0">
                        <w:rPr>
                          <w:rFonts w:asciiTheme="majorHAnsi" w:hAnsiTheme="majorHAnsi"/>
                          <w:color w:val="C00000"/>
                          <w:sz w:val="44"/>
                          <w:szCs w:val="44"/>
                        </w:rPr>
                        <w:t xml:space="preserve">   </w:t>
                      </w:r>
                      <w:r w:rsidRPr="00640EF0">
                        <w:rPr>
                          <w:rFonts w:asciiTheme="majorHAnsi" w:hAnsiTheme="majorHAnsi"/>
                          <w:color w:val="C00000"/>
                          <w:sz w:val="32"/>
                          <w:szCs w:val="32"/>
                        </w:rPr>
                        <w:t>Address</w:t>
                      </w:r>
                      <w:r w:rsidR="00640EF0">
                        <w:rPr>
                          <w:rFonts w:asciiTheme="majorHAnsi" w:hAnsiTheme="majorHAnsi"/>
                          <w:color w:val="C00000"/>
                          <w:sz w:val="32"/>
                          <w:szCs w:val="32"/>
                        </w:rPr>
                        <w:t>:_______________</w:t>
                      </w:r>
                    </w:p>
                    <w:p w14:paraId="0869759A" w14:textId="7FC8BDB6" w:rsidR="001D5DA2" w:rsidRPr="00640EF0" w:rsidRDefault="00640EF0" w:rsidP="00640EF0">
                      <w:pPr>
                        <w:spacing w:after="0"/>
                        <w:rPr>
                          <w:rFonts w:asciiTheme="majorHAnsi" w:hAnsiTheme="majorHAnsi"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/>
                          <w:color w:val="C00000"/>
                          <w:sz w:val="32"/>
                          <w:szCs w:val="32"/>
                        </w:rPr>
                        <w:t xml:space="preserve">     </w:t>
                      </w:r>
                      <w:r w:rsidR="001D5DA2" w:rsidRPr="00640EF0">
                        <w:rPr>
                          <w:rFonts w:asciiTheme="majorHAnsi" w:hAnsiTheme="majorHAnsi"/>
                          <w:color w:val="C00000"/>
                          <w:sz w:val="32"/>
                          <w:szCs w:val="32"/>
                        </w:rPr>
                        <w:t>Email</w:t>
                      </w:r>
                      <w:r>
                        <w:rPr>
                          <w:rFonts w:asciiTheme="majorHAnsi" w:hAnsiTheme="majorHAnsi"/>
                          <w:color w:val="C00000"/>
                          <w:sz w:val="32"/>
                          <w:szCs w:val="32"/>
                        </w:rPr>
                        <w:t xml:space="preserve"> ID: _______________</w:t>
                      </w:r>
                    </w:p>
                    <w:p w14:paraId="50D14BB8" w14:textId="0E878367" w:rsidR="001D5DA2" w:rsidRPr="00640EF0" w:rsidRDefault="001D5DA2" w:rsidP="00640EF0">
                      <w:pPr>
                        <w:spacing w:after="0"/>
                        <w:rPr>
                          <w:rFonts w:asciiTheme="majorHAnsi" w:hAnsiTheme="majorHAnsi"/>
                          <w:color w:val="C00000"/>
                          <w:sz w:val="32"/>
                          <w:szCs w:val="32"/>
                        </w:rPr>
                      </w:pPr>
                      <w:r w:rsidRPr="00640EF0">
                        <w:rPr>
                          <w:rFonts w:asciiTheme="majorHAnsi" w:hAnsiTheme="majorHAnsi"/>
                          <w:color w:val="C00000"/>
                          <w:sz w:val="32"/>
                          <w:szCs w:val="32"/>
                        </w:rPr>
                        <w:t xml:space="preserve">    </w:t>
                      </w:r>
                      <w:r w:rsidR="00640EF0">
                        <w:rPr>
                          <w:rFonts w:asciiTheme="majorHAnsi" w:hAnsiTheme="majorHAnsi"/>
                          <w:color w:val="C00000"/>
                          <w:sz w:val="32"/>
                          <w:szCs w:val="32"/>
                        </w:rPr>
                        <w:t xml:space="preserve">  </w:t>
                      </w:r>
                      <w:r w:rsidRPr="00640EF0">
                        <w:rPr>
                          <w:rFonts w:asciiTheme="majorHAnsi" w:hAnsiTheme="majorHAnsi"/>
                          <w:color w:val="C00000"/>
                          <w:sz w:val="32"/>
                          <w:szCs w:val="32"/>
                        </w:rPr>
                        <w:t>Website</w:t>
                      </w:r>
                      <w:r w:rsidR="00640EF0">
                        <w:rPr>
                          <w:rFonts w:asciiTheme="majorHAnsi" w:hAnsiTheme="majorHAnsi"/>
                          <w:color w:val="C00000"/>
                          <w:sz w:val="32"/>
                          <w:szCs w:val="32"/>
                        </w:rPr>
                        <w:t>: ______________</w:t>
                      </w:r>
                    </w:p>
                  </w:txbxContent>
                </v:textbox>
              </v:rect>
            </w:pict>
          </mc:Fallback>
        </mc:AlternateContent>
      </w:r>
      <w:r w:rsidR="0091031E">
        <w:rPr>
          <w:noProof/>
        </w:rPr>
        <w:drawing>
          <wp:anchor distT="0" distB="0" distL="114300" distR="114300" simplePos="0" relativeHeight="251659264" behindDoc="0" locked="0" layoutInCell="1" allowOverlap="1" wp14:anchorId="6014765F" wp14:editId="0C0E10E7">
            <wp:simplePos x="0" y="0"/>
            <wp:positionH relativeFrom="column">
              <wp:posOffset>1828800</wp:posOffset>
            </wp:positionH>
            <wp:positionV relativeFrom="paragraph">
              <wp:posOffset>4458335</wp:posOffset>
            </wp:positionV>
            <wp:extent cx="2009775" cy="1819275"/>
            <wp:effectExtent l="0" t="0" r="9525" b="0"/>
            <wp:wrapNone/>
            <wp:docPr id="3" name="Picture 2" descr="Summer-Camp-Care-Package-Ide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mmer-Camp-Care-Package-Ideas.jpg"/>
                    <pic:cNvPicPr/>
                  </pic:nvPicPr>
                  <pic:blipFill>
                    <a:blip r:embed="rId5"/>
                    <a:srcRect t="31467" b="9600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819275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  <w:r w:rsidR="0091031E">
        <w:rPr>
          <w:noProof/>
        </w:rPr>
        <w:drawing>
          <wp:anchor distT="0" distB="0" distL="114300" distR="114300" simplePos="0" relativeHeight="251657216" behindDoc="0" locked="0" layoutInCell="1" allowOverlap="1" wp14:anchorId="12AB2119" wp14:editId="4A2171E1">
            <wp:simplePos x="0" y="0"/>
            <wp:positionH relativeFrom="column">
              <wp:posOffset>3838575</wp:posOffset>
            </wp:positionH>
            <wp:positionV relativeFrom="paragraph">
              <wp:posOffset>4553585</wp:posOffset>
            </wp:positionV>
            <wp:extent cx="2019300" cy="1724025"/>
            <wp:effectExtent l="19050" t="0" r="0" b="0"/>
            <wp:wrapNone/>
            <wp:docPr id="2" name="Picture 1" descr="Children-activity-summer-c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ldren-activity-summer-camp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724025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A989C4" wp14:editId="5E83064E">
                <wp:simplePos x="0" y="0"/>
                <wp:positionH relativeFrom="column">
                  <wp:posOffset>-904875</wp:posOffset>
                </wp:positionH>
                <wp:positionV relativeFrom="paragraph">
                  <wp:posOffset>2705735</wp:posOffset>
                </wp:positionV>
                <wp:extent cx="2238375" cy="1933575"/>
                <wp:effectExtent l="0" t="0" r="0" b="0"/>
                <wp:wrapNone/>
                <wp:docPr id="1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1933575"/>
                        </a:xfrm>
                        <a:prstGeom prst="star24">
                          <a:avLst>
                            <a:gd name="adj" fmla="val 37500"/>
                          </a:avLst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8FBAE1" w14:textId="77777777" w:rsidR="001D5DA2" w:rsidRPr="00640EF0" w:rsidRDefault="001D5DA2">
                            <w:pPr>
                              <w:rPr>
                                <w:rFonts w:asciiTheme="majorHAnsi" w:hAnsiTheme="majorHAnsi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640EF0">
                              <w:rPr>
                                <w:rFonts w:asciiTheme="majorHAnsi" w:hAnsiTheme="majorHAnsi"/>
                                <w:b/>
                                <w:sz w:val="36"/>
                                <w:szCs w:val="36"/>
                              </w:rPr>
                              <w:t>Unlimited</w:t>
                            </w:r>
                          </w:p>
                          <w:p w14:paraId="070133D7" w14:textId="50FA76E9" w:rsidR="001D5DA2" w:rsidRPr="00640EF0" w:rsidRDefault="001D5DA2">
                            <w:pPr>
                              <w:rPr>
                                <w:rFonts w:asciiTheme="majorHAnsi" w:hAnsiTheme="majorHAnsi"/>
                                <w:b/>
                                <w:sz w:val="36"/>
                                <w:szCs w:val="36"/>
                              </w:rPr>
                            </w:pPr>
                            <w:r w:rsidRPr="00640EF0">
                              <w:rPr>
                                <w:rFonts w:asciiTheme="majorHAnsi" w:hAnsiTheme="majorHAnsi"/>
                                <w:b/>
                                <w:sz w:val="36"/>
                                <w:szCs w:val="36"/>
                              </w:rPr>
                              <w:t xml:space="preserve">    Space </w:t>
                            </w:r>
                          </w:p>
                          <w:p w14:paraId="542E7A5F" w14:textId="77777777" w:rsidR="001D5DA2" w:rsidRPr="00640EF0" w:rsidRDefault="001D5DA2">
                            <w:pPr>
                              <w:rPr>
                                <w:rFonts w:asciiTheme="majorHAnsi" w:hAnsiTheme="majorHAnsi"/>
                                <w:b/>
                                <w:sz w:val="36"/>
                                <w:szCs w:val="36"/>
                              </w:rPr>
                            </w:pPr>
                            <w:r w:rsidRPr="00640EF0">
                              <w:rPr>
                                <w:rFonts w:asciiTheme="majorHAnsi" w:hAnsiTheme="majorHAnsi"/>
                                <w:b/>
                                <w:sz w:val="36"/>
                                <w:szCs w:val="36"/>
                              </w:rPr>
                              <w:t xml:space="preserve">    Available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A989C4"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<v:stroke joinstyle="miter"/>
                <v:formulas>
                  <v:f eqn="sum 10800 0 #0"/>
                  <v:f eqn="prod @0 32488 32768"/>
                  <v:f eqn="prod @0 4277 32768"/>
                  <v:f eqn="prod @0 30274 32768"/>
                  <v:f eqn="prod @0 12540 32768"/>
                  <v:f eqn="prod @0 25997 32768"/>
                  <v:f eqn="prod @0 1994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prod @0 23170 32768"/>
                  <v:f eqn="sum @19 10800 0"/>
                  <v:f eqn="sum 10800 0 @19"/>
                </v:formulas>
                <v:path gradientshapeok="t" o:connecttype="rect" textboxrect="@21,@21,@20,@20"/>
                <v:handles>
                  <v:h position="#0,center" xrange="0,10800"/>
                </v:handles>
              </v:shapetype>
              <v:shape id="AutoShape 18" o:spid="_x0000_s1030" type="#_x0000_t92" style="position:absolute;margin-left:-71.25pt;margin-top:213.05pt;width:176.25pt;height:152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" fillcolor="#d99594 [1941]" stroked="f">
                <v:textbox>
                  <w:txbxContent>
                    <w:p w14:paraId="4A8FBAE1" w14:textId="77777777" w:rsidR="001D5DA2" w:rsidRPr="00640EF0" w:rsidRDefault="001D5DA2">
                      <w:pPr>
                        <w:rPr>
                          <w:rFonts w:asciiTheme="majorHAnsi" w:hAnsiTheme="majorHAnsi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 xml:space="preserve">    </w:t>
                      </w:r>
                      <w:r w:rsidRPr="00640EF0">
                        <w:rPr>
                          <w:rFonts w:asciiTheme="majorHAnsi" w:hAnsiTheme="majorHAnsi"/>
                          <w:b/>
                          <w:sz w:val="36"/>
                          <w:szCs w:val="36"/>
                        </w:rPr>
                        <w:t>Unlimited</w:t>
                      </w:r>
                    </w:p>
                    <w:p w14:paraId="070133D7" w14:textId="50FA76E9" w:rsidR="001D5DA2" w:rsidRPr="00640EF0" w:rsidRDefault="001D5DA2">
                      <w:pPr>
                        <w:rPr>
                          <w:rFonts w:asciiTheme="majorHAnsi" w:hAnsiTheme="majorHAnsi"/>
                          <w:b/>
                          <w:sz w:val="36"/>
                          <w:szCs w:val="36"/>
                        </w:rPr>
                      </w:pPr>
                      <w:r w:rsidRPr="00640EF0">
                        <w:rPr>
                          <w:rFonts w:asciiTheme="majorHAnsi" w:hAnsiTheme="majorHAnsi"/>
                          <w:b/>
                          <w:sz w:val="36"/>
                          <w:szCs w:val="36"/>
                        </w:rPr>
                        <w:t xml:space="preserve">    Space </w:t>
                      </w:r>
                    </w:p>
                    <w:p w14:paraId="542E7A5F" w14:textId="77777777" w:rsidR="001D5DA2" w:rsidRPr="00640EF0" w:rsidRDefault="001D5DA2">
                      <w:pPr>
                        <w:rPr>
                          <w:rFonts w:asciiTheme="majorHAnsi" w:hAnsiTheme="majorHAnsi"/>
                          <w:b/>
                          <w:sz w:val="36"/>
                          <w:szCs w:val="36"/>
                        </w:rPr>
                      </w:pPr>
                      <w:r w:rsidRPr="00640EF0">
                        <w:rPr>
                          <w:rFonts w:asciiTheme="majorHAnsi" w:hAnsiTheme="majorHAnsi"/>
                          <w:b/>
                          <w:sz w:val="36"/>
                          <w:szCs w:val="36"/>
                        </w:rPr>
                        <w:t xml:space="preserve">    Available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5D0E41" wp14:editId="7C80567A">
                <wp:simplePos x="0" y="0"/>
                <wp:positionH relativeFrom="column">
                  <wp:posOffset>3467100</wp:posOffset>
                </wp:positionH>
                <wp:positionV relativeFrom="paragraph">
                  <wp:posOffset>6334760</wp:posOffset>
                </wp:positionV>
                <wp:extent cx="2838450" cy="457200"/>
                <wp:effectExtent l="0" t="0" r="0" b="0"/>
                <wp:wrapNone/>
                <wp:docPr id="1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45720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58DC" w14:textId="77777777" w:rsidR="001D5DA2" w:rsidRPr="001D5DA2" w:rsidRDefault="001D5DA2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1D5DA2">
                              <w:rPr>
                                <w:rFonts w:asciiTheme="majorHAnsi" w:hAnsiTheme="majorHAnsi"/>
                                <w:color w:val="FFFFFF" w:themeColor="background1"/>
                                <w:sz w:val="36"/>
                                <w:szCs w:val="36"/>
                              </w:rPr>
                              <w:t>Call us now! 0378534898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5D0E41" id="Rectangle 16" o:spid="_x0000_s1031" style="position:absolute;margin-left:273pt;margin-top:498.8pt;width:223.5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" fillcolor="#7030a0" stroked="f">
                <v:textbox>
                  <w:txbxContent>
                    <w:p w14:paraId="654C58DC" w14:textId="77777777" w:rsidR="001D5DA2" w:rsidRPr="001D5DA2" w:rsidRDefault="001D5DA2">
                      <w:pPr>
                        <w:rPr>
                          <w:rFonts w:asciiTheme="majorHAnsi" w:hAnsiTheme="majorHAnsi"/>
                          <w:color w:val="FFFFFF" w:themeColor="background1"/>
                          <w:sz w:val="36"/>
                          <w:szCs w:val="36"/>
                        </w:rPr>
                      </w:pPr>
                      <w:r w:rsidRPr="001D5DA2">
                        <w:rPr>
                          <w:rFonts w:asciiTheme="majorHAnsi" w:hAnsiTheme="majorHAnsi"/>
                          <w:color w:val="FFFFFF" w:themeColor="background1"/>
                          <w:sz w:val="36"/>
                          <w:szCs w:val="36"/>
                        </w:rPr>
                        <w:t>Call us now! 0378534898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F889C9" wp14:editId="0B1B882D">
                <wp:simplePos x="0" y="0"/>
                <wp:positionH relativeFrom="column">
                  <wp:posOffset>1828800</wp:posOffset>
                </wp:positionH>
                <wp:positionV relativeFrom="paragraph">
                  <wp:posOffset>6334760</wp:posOffset>
                </wp:positionV>
                <wp:extent cx="2495550" cy="2857500"/>
                <wp:effectExtent l="0" t="0" r="0" b="0"/>
                <wp:wrapNone/>
                <wp:docPr id="1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5550" cy="2857500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8E71B" w14:textId="77777777" w:rsidR="001D5DA2" w:rsidRPr="001D5DA2" w:rsidRDefault="001D5DA2" w:rsidP="001D5DA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1D5DA2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Field trips</w:t>
                            </w:r>
                          </w:p>
                          <w:p w14:paraId="7746D0DF" w14:textId="77777777" w:rsidR="001D5DA2" w:rsidRPr="001D5DA2" w:rsidRDefault="001D5DA2" w:rsidP="001D5DA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1D5DA2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Olympics</w:t>
                            </w:r>
                          </w:p>
                          <w:p w14:paraId="72C7E196" w14:textId="77777777" w:rsidR="001D5DA2" w:rsidRPr="001D5DA2" w:rsidRDefault="001D5DA2" w:rsidP="001D5DA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1D5DA2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Game show</w:t>
                            </w:r>
                          </w:p>
                          <w:p w14:paraId="79262AF4" w14:textId="77777777" w:rsidR="001D5DA2" w:rsidRPr="001D5DA2" w:rsidRDefault="001D5DA2" w:rsidP="001D5DA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1D5DA2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Camp newspaper</w:t>
                            </w:r>
                          </w:p>
                          <w:p w14:paraId="484ACF65" w14:textId="77777777" w:rsidR="001D5DA2" w:rsidRPr="001D5DA2" w:rsidRDefault="001D5DA2" w:rsidP="001D5DA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1D5DA2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Campfires</w:t>
                            </w:r>
                          </w:p>
                          <w:p w14:paraId="79034029" w14:textId="77777777" w:rsidR="001D5DA2" w:rsidRPr="001D5DA2" w:rsidRDefault="001D5DA2" w:rsidP="001D5DA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1D5DA2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Inventions</w:t>
                            </w:r>
                          </w:p>
                          <w:p w14:paraId="0CC1695F" w14:textId="77777777" w:rsidR="001D5DA2" w:rsidRDefault="001D5DA2" w:rsidP="001D5DA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1D5DA2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Life-sized board games</w:t>
                            </w:r>
                          </w:p>
                          <w:p w14:paraId="72F41A61" w14:textId="77777777" w:rsidR="001D5DA2" w:rsidRPr="001D5DA2" w:rsidRDefault="001D5DA2" w:rsidP="001D5DA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1D5DA2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Junkyard wars</w:t>
                            </w:r>
                          </w:p>
                          <w:p w14:paraId="19A4F646" w14:textId="77777777" w:rsidR="001D5DA2" w:rsidRPr="001D5DA2" w:rsidRDefault="001D5DA2" w:rsidP="001D5DA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1D5DA2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Myth busters</w:t>
                            </w:r>
                          </w:p>
                          <w:p w14:paraId="688898CB" w14:textId="77777777" w:rsidR="001D5DA2" w:rsidRPr="001D5DA2" w:rsidRDefault="001D5DA2" w:rsidP="001D5DA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1D5DA2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Alka-seltzer rockets</w:t>
                            </w:r>
                          </w:p>
                          <w:p w14:paraId="5B5A9AE1" w14:textId="77777777" w:rsidR="001D5DA2" w:rsidRPr="001D5DA2" w:rsidRDefault="001D5DA2" w:rsidP="001D5DA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1D5DA2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Nature scavenger hunt</w:t>
                            </w:r>
                          </w:p>
                          <w:p w14:paraId="3DF4A299" w14:textId="77777777" w:rsidR="001D5DA2" w:rsidRPr="001D5DA2" w:rsidRDefault="001D5DA2" w:rsidP="001D5DA2">
                            <w:pPr>
                              <w:pStyle w:val="ListParagraph"/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</w:p>
                          <w:p w14:paraId="6D0EA0E5" w14:textId="77777777" w:rsidR="001D5DA2" w:rsidRPr="001D5DA2" w:rsidRDefault="001D5DA2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F889C9" id="AutoShape 15" o:spid="_x0000_s1032" type="#_x0000_t109" style="position:absolute;margin-left:2in;margin-top:498.8pt;width:196.5pt;height:2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" filled="f" stroked="f">
                <v:textbox>
                  <w:txbxContent>
                    <w:p w14:paraId="5678E71B" w14:textId="77777777" w:rsidR="001D5DA2" w:rsidRPr="001D5DA2" w:rsidRDefault="001D5DA2" w:rsidP="001D5DA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1D5DA2">
                        <w:rPr>
                          <w:rFonts w:asciiTheme="majorHAnsi" w:hAnsiTheme="majorHAnsi"/>
                          <w:sz w:val="28"/>
                          <w:szCs w:val="28"/>
                        </w:rPr>
                        <w:t>Field trips</w:t>
                      </w:r>
                    </w:p>
                    <w:p w14:paraId="7746D0DF" w14:textId="77777777" w:rsidR="001D5DA2" w:rsidRPr="001D5DA2" w:rsidRDefault="001D5DA2" w:rsidP="001D5DA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1D5DA2">
                        <w:rPr>
                          <w:rFonts w:asciiTheme="majorHAnsi" w:hAnsiTheme="majorHAnsi"/>
                          <w:sz w:val="28"/>
                          <w:szCs w:val="28"/>
                        </w:rPr>
                        <w:t>Olympics</w:t>
                      </w:r>
                    </w:p>
                    <w:p w14:paraId="72C7E196" w14:textId="77777777" w:rsidR="001D5DA2" w:rsidRPr="001D5DA2" w:rsidRDefault="001D5DA2" w:rsidP="001D5DA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1D5DA2">
                        <w:rPr>
                          <w:rFonts w:asciiTheme="majorHAnsi" w:hAnsiTheme="majorHAnsi"/>
                          <w:sz w:val="28"/>
                          <w:szCs w:val="28"/>
                        </w:rPr>
                        <w:t>Game show</w:t>
                      </w:r>
                    </w:p>
                    <w:p w14:paraId="79262AF4" w14:textId="77777777" w:rsidR="001D5DA2" w:rsidRPr="001D5DA2" w:rsidRDefault="001D5DA2" w:rsidP="001D5DA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1D5DA2">
                        <w:rPr>
                          <w:rFonts w:asciiTheme="majorHAnsi" w:hAnsiTheme="majorHAnsi"/>
                          <w:sz w:val="28"/>
                          <w:szCs w:val="28"/>
                        </w:rPr>
                        <w:t>Camp newspaper</w:t>
                      </w:r>
                    </w:p>
                    <w:p w14:paraId="484ACF65" w14:textId="77777777" w:rsidR="001D5DA2" w:rsidRPr="001D5DA2" w:rsidRDefault="001D5DA2" w:rsidP="001D5DA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1D5DA2">
                        <w:rPr>
                          <w:rFonts w:asciiTheme="majorHAnsi" w:hAnsiTheme="majorHAnsi"/>
                          <w:sz w:val="28"/>
                          <w:szCs w:val="28"/>
                        </w:rPr>
                        <w:t>Campfires</w:t>
                      </w:r>
                    </w:p>
                    <w:p w14:paraId="79034029" w14:textId="77777777" w:rsidR="001D5DA2" w:rsidRPr="001D5DA2" w:rsidRDefault="001D5DA2" w:rsidP="001D5DA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1D5DA2">
                        <w:rPr>
                          <w:rFonts w:asciiTheme="majorHAnsi" w:hAnsiTheme="majorHAnsi"/>
                          <w:sz w:val="28"/>
                          <w:szCs w:val="28"/>
                        </w:rPr>
                        <w:t>Inventions</w:t>
                      </w:r>
                    </w:p>
                    <w:p w14:paraId="0CC1695F" w14:textId="77777777" w:rsidR="001D5DA2" w:rsidRDefault="001D5DA2" w:rsidP="001D5DA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1D5DA2">
                        <w:rPr>
                          <w:rFonts w:asciiTheme="majorHAnsi" w:hAnsiTheme="majorHAnsi"/>
                          <w:sz w:val="28"/>
                          <w:szCs w:val="28"/>
                        </w:rPr>
                        <w:t>Life-sized board games</w:t>
                      </w:r>
                    </w:p>
                    <w:p w14:paraId="72F41A61" w14:textId="77777777" w:rsidR="001D5DA2" w:rsidRPr="001D5DA2" w:rsidRDefault="001D5DA2" w:rsidP="001D5DA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1D5DA2">
                        <w:rPr>
                          <w:rFonts w:asciiTheme="majorHAnsi" w:hAnsiTheme="majorHAnsi"/>
                          <w:sz w:val="28"/>
                          <w:szCs w:val="28"/>
                        </w:rPr>
                        <w:t>Junkyard wars</w:t>
                      </w:r>
                    </w:p>
                    <w:p w14:paraId="19A4F646" w14:textId="77777777" w:rsidR="001D5DA2" w:rsidRPr="001D5DA2" w:rsidRDefault="001D5DA2" w:rsidP="001D5DA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1D5DA2">
                        <w:rPr>
                          <w:rFonts w:asciiTheme="majorHAnsi" w:hAnsiTheme="majorHAnsi"/>
                          <w:sz w:val="28"/>
                          <w:szCs w:val="28"/>
                        </w:rPr>
                        <w:t>Myth busters</w:t>
                      </w:r>
                    </w:p>
                    <w:p w14:paraId="688898CB" w14:textId="77777777" w:rsidR="001D5DA2" w:rsidRPr="001D5DA2" w:rsidRDefault="001D5DA2" w:rsidP="001D5DA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1D5DA2">
                        <w:rPr>
                          <w:rFonts w:asciiTheme="majorHAnsi" w:hAnsiTheme="majorHAnsi"/>
                          <w:sz w:val="28"/>
                          <w:szCs w:val="28"/>
                        </w:rPr>
                        <w:t>Alka-seltzer rockets</w:t>
                      </w:r>
                    </w:p>
                    <w:p w14:paraId="5B5A9AE1" w14:textId="77777777" w:rsidR="001D5DA2" w:rsidRPr="001D5DA2" w:rsidRDefault="001D5DA2" w:rsidP="001D5DA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1D5DA2">
                        <w:rPr>
                          <w:rFonts w:asciiTheme="majorHAnsi" w:hAnsiTheme="majorHAnsi"/>
                          <w:sz w:val="28"/>
                          <w:szCs w:val="28"/>
                        </w:rPr>
                        <w:t>Nature scavenger hunt</w:t>
                      </w:r>
                    </w:p>
                    <w:p w14:paraId="3DF4A299" w14:textId="77777777" w:rsidR="001D5DA2" w:rsidRPr="001D5DA2" w:rsidRDefault="001D5DA2" w:rsidP="001D5DA2">
                      <w:pPr>
                        <w:pStyle w:val="ListParagraph"/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</w:p>
                    <w:p w14:paraId="6D0EA0E5" w14:textId="77777777" w:rsidR="001D5DA2" w:rsidRPr="001D5DA2" w:rsidRDefault="001D5DA2">
                      <w:p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DCACA5E" wp14:editId="5029318E">
                <wp:simplePos x="0" y="0"/>
                <wp:positionH relativeFrom="column">
                  <wp:posOffset>-619125</wp:posOffset>
                </wp:positionH>
                <wp:positionV relativeFrom="paragraph">
                  <wp:posOffset>6334760</wp:posOffset>
                </wp:positionV>
                <wp:extent cx="2695575" cy="2686050"/>
                <wp:effectExtent l="0" t="0" r="0" b="0"/>
                <wp:wrapNone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5575" cy="2686050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52183" w14:textId="77777777" w:rsidR="001D5DA2" w:rsidRDefault="001D5DA2">
                            <w:pPr>
                              <w:rPr>
                                <w:rFonts w:asciiTheme="majorHAnsi" w:hAnsiTheme="majorHAnsi"/>
                                <w:b/>
                                <w:color w:val="C00000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                </w:t>
                            </w:r>
                            <w:r w:rsidRPr="001D5DA2">
                              <w:rPr>
                                <w:rFonts w:asciiTheme="majorHAnsi" w:hAnsiTheme="majorHAnsi"/>
                                <w:b/>
                                <w:color w:val="C00000"/>
                                <w:sz w:val="28"/>
                                <w:szCs w:val="28"/>
                                <w:u w:val="single"/>
                              </w:rPr>
                              <w:t>Activities</w:t>
                            </w:r>
                          </w:p>
                          <w:p w14:paraId="6A837129" w14:textId="77777777" w:rsidR="001D5DA2" w:rsidRPr="001D5DA2" w:rsidRDefault="001D5DA2" w:rsidP="001D5D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1D5DA2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Myth busters</w:t>
                            </w:r>
                          </w:p>
                          <w:p w14:paraId="4F99122D" w14:textId="77777777" w:rsidR="001D5DA2" w:rsidRPr="001D5DA2" w:rsidRDefault="001D5DA2" w:rsidP="001D5D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1D5DA2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Alka-seltzer rockets</w:t>
                            </w:r>
                          </w:p>
                          <w:p w14:paraId="3E5B31D9" w14:textId="77777777" w:rsidR="001D5DA2" w:rsidRPr="001D5DA2" w:rsidRDefault="001D5DA2" w:rsidP="001D5D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1D5DA2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Nature scavenger hunt</w:t>
                            </w:r>
                          </w:p>
                          <w:p w14:paraId="4B942214" w14:textId="77777777" w:rsidR="001D5DA2" w:rsidRPr="001D5DA2" w:rsidRDefault="001D5DA2" w:rsidP="001D5D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1D5DA2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Water balloon dodge ball</w:t>
                            </w:r>
                          </w:p>
                          <w:p w14:paraId="0CEC47B7" w14:textId="77777777" w:rsidR="001D5DA2" w:rsidRPr="001D5DA2" w:rsidRDefault="001D5DA2" w:rsidP="001D5D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1D5DA2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Ninja warrior course</w:t>
                            </w:r>
                          </w:p>
                          <w:p w14:paraId="5F87E0EA" w14:textId="77777777" w:rsidR="001D5DA2" w:rsidRPr="001D5DA2" w:rsidRDefault="001D5DA2" w:rsidP="001D5D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C00000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D5DA2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Human foosball</w:t>
                            </w:r>
                          </w:p>
                          <w:p w14:paraId="7ACC5C01" w14:textId="77777777" w:rsidR="001D5DA2" w:rsidRPr="001D5DA2" w:rsidRDefault="001D5DA2" w:rsidP="001D5D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1D5DA2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Wood shop</w:t>
                            </w:r>
                          </w:p>
                          <w:p w14:paraId="0CF27AE4" w14:textId="77777777" w:rsidR="001D5DA2" w:rsidRPr="001D5DA2" w:rsidRDefault="001D5DA2" w:rsidP="001D5D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1D5DA2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The Beadery</w:t>
                            </w:r>
                          </w:p>
                          <w:p w14:paraId="4D613F4A" w14:textId="77777777" w:rsidR="001D5DA2" w:rsidRPr="001D5DA2" w:rsidRDefault="001D5DA2" w:rsidP="001D5D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1D5DA2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Gardens</w:t>
                            </w:r>
                          </w:p>
                          <w:p w14:paraId="26C5D825" w14:textId="77777777" w:rsidR="001D5DA2" w:rsidRPr="001D5DA2" w:rsidRDefault="001D5DA2" w:rsidP="001D5DA2">
                            <w:pPr>
                              <w:pStyle w:val="ListParagraph"/>
                              <w:rPr>
                                <w:rFonts w:asciiTheme="majorHAnsi" w:hAnsiTheme="majorHAnsi"/>
                                <w:b/>
                                <w:color w:val="C00000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0F01CA41" w14:textId="77777777" w:rsidR="001D5DA2" w:rsidRDefault="001D5DA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CACA5E" id="AutoShape 14" o:spid="_x0000_s1033" type="#_x0000_t109" style="position:absolute;margin-left:-48.75pt;margin-top:498.8pt;width:212.25pt;height:21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" filled="f" stroked="f">
                <v:textbox>
                  <w:txbxContent>
                    <w:p w14:paraId="4B252183" w14:textId="77777777" w:rsidR="001D5DA2" w:rsidRDefault="001D5DA2">
                      <w:pPr>
                        <w:rPr>
                          <w:rFonts w:asciiTheme="majorHAnsi" w:hAnsiTheme="majorHAnsi"/>
                          <w:b/>
                          <w:color w:val="C00000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C00000"/>
                          <w:sz w:val="28"/>
                          <w:szCs w:val="28"/>
                        </w:rPr>
                        <w:t xml:space="preserve">                </w:t>
                      </w:r>
                      <w:r w:rsidRPr="001D5DA2">
                        <w:rPr>
                          <w:rFonts w:asciiTheme="majorHAnsi" w:hAnsiTheme="majorHAnsi"/>
                          <w:b/>
                          <w:color w:val="C00000"/>
                          <w:sz w:val="28"/>
                          <w:szCs w:val="28"/>
                          <w:u w:val="single"/>
                        </w:rPr>
                        <w:t>Activities</w:t>
                      </w:r>
                    </w:p>
                    <w:p w14:paraId="6A837129" w14:textId="77777777" w:rsidR="001D5DA2" w:rsidRPr="001D5DA2" w:rsidRDefault="001D5DA2" w:rsidP="001D5D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1D5DA2">
                        <w:rPr>
                          <w:rFonts w:asciiTheme="majorHAnsi" w:hAnsiTheme="majorHAnsi"/>
                          <w:sz w:val="28"/>
                          <w:szCs w:val="28"/>
                        </w:rPr>
                        <w:t>Myth busters</w:t>
                      </w:r>
                    </w:p>
                    <w:p w14:paraId="4F99122D" w14:textId="77777777" w:rsidR="001D5DA2" w:rsidRPr="001D5DA2" w:rsidRDefault="001D5DA2" w:rsidP="001D5D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1D5DA2">
                        <w:rPr>
                          <w:rFonts w:asciiTheme="majorHAnsi" w:hAnsiTheme="majorHAnsi"/>
                          <w:sz w:val="28"/>
                          <w:szCs w:val="28"/>
                        </w:rPr>
                        <w:t>Alka-seltzer rockets</w:t>
                      </w:r>
                    </w:p>
                    <w:p w14:paraId="3E5B31D9" w14:textId="77777777" w:rsidR="001D5DA2" w:rsidRPr="001D5DA2" w:rsidRDefault="001D5DA2" w:rsidP="001D5D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1D5DA2">
                        <w:rPr>
                          <w:rFonts w:asciiTheme="majorHAnsi" w:hAnsiTheme="majorHAnsi"/>
                          <w:sz w:val="28"/>
                          <w:szCs w:val="28"/>
                        </w:rPr>
                        <w:t>Nature scavenger hunt</w:t>
                      </w:r>
                    </w:p>
                    <w:p w14:paraId="4B942214" w14:textId="77777777" w:rsidR="001D5DA2" w:rsidRPr="001D5DA2" w:rsidRDefault="001D5DA2" w:rsidP="001D5D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1D5DA2">
                        <w:rPr>
                          <w:rFonts w:asciiTheme="majorHAnsi" w:hAnsiTheme="majorHAnsi"/>
                          <w:sz w:val="28"/>
                          <w:szCs w:val="28"/>
                        </w:rPr>
                        <w:t>Water balloon dodge ball</w:t>
                      </w:r>
                    </w:p>
                    <w:p w14:paraId="0CEC47B7" w14:textId="77777777" w:rsidR="001D5DA2" w:rsidRPr="001D5DA2" w:rsidRDefault="001D5DA2" w:rsidP="001D5D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1D5DA2">
                        <w:rPr>
                          <w:rFonts w:asciiTheme="majorHAnsi" w:hAnsiTheme="majorHAnsi"/>
                          <w:sz w:val="28"/>
                          <w:szCs w:val="28"/>
                        </w:rPr>
                        <w:t>Ninja warrior course</w:t>
                      </w:r>
                    </w:p>
                    <w:p w14:paraId="5F87E0EA" w14:textId="77777777" w:rsidR="001D5DA2" w:rsidRPr="001D5DA2" w:rsidRDefault="001D5DA2" w:rsidP="001D5D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C00000"/>
                          <w:sz w:val="28"/>
                          <w:szCs w:val="28"/>
                          <w:u w:val="single"/>
                        </w:rPr>
                      </w:pPr>
                      <w:r w:rsidRPr="001D5DA2">
                        <w:rPr>
                          <w:rFonts w:asciiTheme="majorHAnsi" w:hAnsiTheme="majorHAnsi"/>
                          <w:sz w:val="28"/>
                          <w:szCs w:val="28"/>
                        </w:rPr>
                        <w:t>Human foosball</w:t>
                      </w:r>
                    </w:p>
                    <w:p w14:paraId="7ACC5C01" w14:textId="77777777" w:rsidR="001D5DA2" w:rsidRPr="001D5DA2" w:rsidRDefault="001D5DA2" w:rsidP="001D5D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1D5DA2">
                        <w:rPr>
                          <w:rFonts w:asciiTheme="majorHAnsi" w:hAnsiTheme="majorHAnsi"/>
                          <w:sz w:val="28"/>
                          <w:szCs w:val="28"/>
                        </w:rPr>
                        <w:t>Wood shop</w:t>
                      </w:r>
                    </w:p>
                    <w:p w14:paraId="0CF27AE4" w14:textId="77777777" w:rsidR="001D5DA2" w:rsidRPr="001D5DA2" w:rsidRDefault="001D5DA2" w:rsidP="001D5D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1D5DA2">
                        <w:rPr>
                          <w:rFonts w:asciiTheme="majorHAnsi" w:hAnsiTheme="majorHAnsi"/>
                          <w:sz w:val="28"/>
                          <w:szCs w:val="28"/>
                        </w:rPr>
                        <w:t>The Beadery</w:t>
                      </w:r>
                    </w:p>
                    <w:p w14:paraId="4D613F4A" w14:textId="77777777" w:rsidR="001D5DA2" w:rsidRPr="001D5DA2" w:rsidRDefault="001D5DA2" w:rsidP="001D5D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1D5DA2">
                        <w:rPr>
                          <w:rFonts w:asciiTheme="majorHAnsi" w:hAnsiTheme="majorHAnsi"/>
                          <w:sz w:val="28"/>
                          <w:szCs w:val="28"/>
                        </w:rPr>
                        <w:t>Gardens</w:t>
                      </w:r>
                    </w:p>
                    <w:p w14:paraId="26C5D825" w14:textId="77777777" w:rsidR="001D5DA2" w:rsidRPr="001D5DA2" w:rsidRDefault="001D5DA2" w:rsidP="001D5DA2">
                      <w:pPr>
                        <w:pStyle w:val="ListParagraph"/>
                        <w:rPr>
                          <w:rFonts w:asciiTheme="majorHAnsi" w:hAnsiTheme="majorHAnsi"/>
                          <w:b/>
                          <w:color w:val="C00000"/>
                          <w:sz w:val="28"/>
                          <w:szCs w:val="28"/>
                          <w:u w:val="single"/>
                        </w:rPr>
                      </w:pPr>
                    </w:p>
                    <w:p w14:paraId="0F01CA41" w14:textId="77777777" w:rsidR="001D5DA2" w:rsidRDefault="001D5DA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47DE2B" wp14:editId="70372F13">
                <wp:simplePos x="0" y="0"/>
                <wp:positionH relativeFrom="column">
                  <wp:posOffset>6391275</wp:posOffset>
                </wp:positionH>
                <wp:positionV relativeFrom="paragraph">
                  <wp:posOffset>1562735</wp:posOffset>
                </wp:positionV>
                <wp:extent cx="333375" cy="7934325"/>
                <wp:effectExtent l="0" t="0" r="0" b="0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7934325"/>
                        </a:xfrm>
                        <a:prstGeom prst="flowChartProcess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2B8F2" id="AutoShape 12" o:spid="_x0000_s1026" type="#_x0000_t109" style="position:absolute;margin-left:503.25pt;margin-top:123.05pt;width:26.25pt;height:62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" fillcolor="#c00000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22D668" wp14:editId="6DCD395E">
                <wp:simplePos x="0" y="0"/>
                <wp:positionH relativeFrom="column">
                  <wp:posOffset>-952500</wp:posOffset>
                </wp:positionH>
                <wp:positionV relativeFrom="paragraph">
                  <wp:posOffset>1486535</wp:posOffset>
                </wp:positionV>
                <wp:extent cx="285750" cy="8010525"/>
                <wp:effectExtent l="0" t="0" r="0" b="0"/>
                <wp:wrapNone/>
                <wp:docPr id="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8010525"/>
                        </a:xfrm>
                        <a:prstGeom prst="flowChartProcess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3FAB2" id="AutoShape 11" o:spid="_x0000_s1026" type="#_x0000_t109" style="position:absolute;margin-left:-75pt;margin-top:117.05pt;width:22.5pt;height:63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" fillcolor="#00b0f0" stroked="f"/>
            </w:pict>
          </mc:Fallback>
        </mc:AlternateContent>
      </w:r>
      <w:r w:rsidR="00AC5C54">
        <w:rPr>
          <w:noProof/>
        </w:rPr>
        <w:drawing>
          <wp:anchor distT="0" distB="0" distL="114300" distR="114300" simplePos="0" relativeHeight="251661312" behindDoc="0" locked="0" layoutInCell="1" allowOverlap="1" wp14:anchorId="76885C39" wp14:editId="6846EE11">
            <wp:simplePos x="0" y="0"/>
            <wp:positionH relativeFrom="column">
              <wp:posOffset>-180975</wp:posOffset>
            </wp:positionH>
            <wp:positionV relativeFrom="paragraph">
              <wp:posOffset>4458335</wp:posOffset>
            </wp:positionV>
            <wp:extent cx="2009775" cy="1819275"/>
            <wp:effectExtent l="0" t="0" r="9525" b="0"/>
            <wp:wrapNone/>
            <wp:docPr id="4" name="Picture 3" descr="redarr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darrow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819275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27E9A8" wp14:editId="1B34DEA3">
                <wp:simplePos x="0" y="0"/>
                <wp:positionH relativeFrom="column">
                  <wp:posOffset>-1143000</wp:posOffset>
                </wp:positionH>
                <wp:positionV relativeFrom="paragraph">
                  <wp:posOffset>381635</wp:posOffset>
                </wp:positionV>
                <wp:extent cx="1981200" cy="1619250"/>
                <wp:effectExtent l="0" t="0" r="0" b="0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1619250"/>
                        </a:xfrm>
                        <a:prstGeom prst="star32">
                          <a:avLst>
                            <a:gd name="adj" fmla="val 37500"/>
                          </a:avLst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30E75" id="AutoShape 8" o:spid="_x0000_s1026" type="#_x0000_t60" style="position:absolute;margin-left:-90pt;margin-top:30.05pt;width:156pt;height:12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" fillcolor="#00b0f0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3B7F97" wp14:editId="6005DB78">
                <wp:simplePos x="0" y="0"/>
                <wp:positionH relativeFrom="column">
                  <wp:posOffset>4800600</wp:posOffset>
                </wp:positionH>
                <wp:positionV relativeFrom="paragraph">
                  <wp:posOffset>324485</wp:posOffset>
                </wp:positionV>
                <wp:extent cx="2066925" cy="1752600"/>
                <wp:effectExtent l="0" t="0" r="0" b="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1752600"/>
                        </a:xfrm>
                        <a:prstGeom prst="star32">
                          <a:avLst>
                            <a:gd name="adj" fmla="val 3750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3D4C9" id="AutoShape 7" o:spid="_x0000_s1026" type="#_x0000_t60" style="position:absolute;margin-left:378pt;margin-top:25.55pt;width:162.75pt;height:13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" fillcolor="#c00000" stroked="f"/>
            </w:pict>
          </mc:Fallback>
        </mc:AlternateContent>
      </w:r>
      <w:r w:rsidR="00AC5C54">
        <w:rPr>
          <w:noProof/>
        </w:rPr>
        <w:drawing>
          <wp:anchor distT="0" distB="0" distL="114300" distR="114300" simplePos="0" relativeHeight="251658240" behindDoc="0" locked="0" layoutInCell="1" allowOverlap="1" wp14:anchorId="279A881E" wp14:editId="6E64AC94">
            <wp:simplePos x="0" y="0"/>
            <wp:positionH relativeFrom="column">
              <wp:posOffset>647700</wp:posOffset>
            </wp:positionH>
            <wp:positionV relativeFrom="paragraph">
              <wp:posOffset>915035</wp:posOffset>
            </wp:positionV>
            <wp:extent cx="4514850" cy="2647950"/>
            <wp:effectExtent l="19050" t="0" r="0" b="0"/>
            <wp:wrapNone/>
            <wp:docPr id="1" name="Picture 0" descr="OIP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IP (3)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E56ED" w:rsidSect="00AC5C54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43CCA09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11.75pt;height:11.75pt" o:bullet="t">
        <v:imagedata r:id="rId1" o:title="msoE067"/>
      </v:shape>
    </w:pict>
  </w:numPicBullet>
  <w:abstractNum w:abstractNumId="0" w15:restartNumberingAfterBreak="0">
    <w:nsid w:val="6D291DB8"/>
    <w:multiLevelType w:val="hybridMultilevel"/>
    <w:tmpl w:val="8FE83EC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95666"/>
    <w:multiLevelType w:val="hybridMultilevel"/>
    <w:tmpl w:val="3E40973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1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EF0"/>
    <w:rsid w:val="001D5DA2"/>
    <w:rsid w:val="00640EF0"/>
    <w:rsid w:val="0077259A"/>
    <w:rsid w:val="0079279D"/>
    <w:rsid w:val="0091031E"/>
    <w:rsid w:val="009A588C"/>
    <w:rsid w:val="00AC5C54"/>
    <w:rsid w:val="00B5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C3EC2"/>
  <w15:docId w15:val="{FB411750-2873-412F-8FAC-42BF0D0EB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5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5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5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emp3_camp%20flyer%20templates.zip\camp%20flyer%20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camp flyer 4</Template>
  <TotalTime>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1</cp:revision>
  <dcterms:created xsi:type="dcterms:W3CDTF">2020-11-06T21:02:00Z</dcterms:created>
  <dcterms:modified xsi:type="dcterms:W3CDTF">2020-11-06T21:11:00Z</dcterms:modified>
</cp:coreProperties>
</file>