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B7509" w14:textId="2EF5C9F6" w:rsidR="000E56ED" w:rsidRPr="00194E7D" w:rsidRDefault="003913A6" w:rsidP="00194E7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CB791C" wp14:editId="74850AA1">
                <wp:simplePos x="0" y="0"/>
                <wp:positionH relativeFrom="column">
                  <wp:posOffset>-600075</wp:posOffset>
                </wp:positionH>
                <wp:positionV relativeFrom="paragraph">
                  <wp:posOffset>3962400</wp:posOffset>
                </wp:positionV>
                <wp:extent cx="4610100" cy="647700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3948D" w14:textId="5E220583" w:rsidR="00373D08" w:rsidRPr="00373D08" w:rsidRDefault="00373D08">
                            <w:pPr>
                              <w:rPr>
                                <w:rFonts w:ascii="Arial Black" w:hAnsi="Arial Black"/>
                                <w:color w:val="00B0F0"/>
                                <w:sz w:val="56"/>
                                <w:szCs w:val="56"/>
                              </w:rPr>
                            </w:pPr>
                            <w:r w:rsidRPr="00373D08">
                              <w:rPr>
                                <w:rFonts w:ascii="Arial Black" w:hAnsi="Arial Black"/>
                                <w:color w:val="00B0F0"/>
                                <w:sz w:val="56"/>
                                <w:szCs w:val="56"/>
                              </w:rPr>
                              <w:t xml:space="preserve">Countryside </w:t>
                            </w:r>
                            <w:r w:rsidR="003913A6">
                              <w:rPr>
                                <w:rFonts w:ascii="Arial Black" w:hAnsi="Arial Black"/>
                                <w:color w:val="00B0F0"/>
                                <w:sz w:val="56"/>
                                <w:szCs w:val="56"/>
                              </w:rPr>
                              <w:t>L</w:t>
                            </w:r>
                            <w:r w:rsidRPr="00373D08">
                              <w:rPr>
                                <w:rFonts w:ascii="Arial Black" w:hAnsi="Arial Black"/>
                                <w:color w:val="00B0F0"/>
                                <w:sz w:val="56"/>
                                <w:szCs w:val="56"/>
                              </w:rPr>
                              <w:t>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B791C" id="Rectangle 11" o:spid="_x0000_s1026" style="position:absolute;margin-left:-47.25pt;margin-top:312pt;width:363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" filled="f" stroked="f">
                <v:textbox>
                  <w:txbxContent>
                    <w:p w14:paraId="4D83948D" w14:textId="5E220583" w:rsidR="00373D08" w:rsidRPr="00373D08" w:rsidRDefault="00373D08">
                      <w:pPr>
                        <w:rPr>
                          <w:rFonts w:ascii="Arial Black" w:hAnsi="Arial Black"/>
                          <w:color w:val="00B0F0"/>
                          <w:sz w:val="56"/>
                          <w:szCs w:val="56"/>
                        </w:rPr>
                      </w:pPr>
                      <w:r w:rsidRPr="00373D08">
                        <w:rPr>
                          <w:rFonts w:ascii="Arial Black" w:hAnsi="Arial Black"/>
                          <w:color w:val="00B0F0"/>
                          <w:sz w:val="56"/>
                          <w:szCs w:val="56"/>
                        </w:rPr>
                        <w:t xml:space="preserve">Countryside </w:t>
                      </w:r>
                      <w:r w:rsidR="003913A6">
                        <w:rPr>
                          <w:rFonts w:ascii="Arial Black" w:hAnsi="Arial Black"/>
                          <w:color w:val="00B0F0"/>
                          <w:sz w:val="56"/>
                          <w:szCs w:val="56"/>
                        </w:rPr>
                        <w:t>L</w:t>
                      </w:r>
                      <w:r w:rsidRPr="00373D08">
                        <w:rPr>
                          <w:rFonts w:ascii="Arial Black" w:hAnsi="Arial Black"/>
                          <w:color w:val="00B0F0"/>
                          <w:sz w:val="56"/>
                          <w:szCs w:val="56"/>
                        </w:rPr>
                        <w:t>ocation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56E9B" wp14:editId="130CBD9A">
                <wp:simplePos x="0" y="0"/>
                <wp:positionH relativeFrom="column">
                  <wp:posOffset>-819150</wp:posOffset>
                </wp:positionH>
                <wp:positionV relativeFrom="paragraph">
                  <wp:posOffset>7038975</wp:posOffset>
                </wp:positionV>
                <wp:extent cx="4086225" cy="2619375"/>
                <wp:effectExtent l="0" t="0" r="0" b="0"/>
                <wp:wrapNone/>
                <wp:docPr id="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6225" cy="261937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B7195" w14:textId="77777777" w:rsidR="00373D08" w:rsidRPr="003913A6" w:rsidRDefault="00373D08">
                            <w:pPr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3913A6"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  <w:t xml:space="preserve">   Sporting</w:t>
                            </w:r>
                          </w:p>
                          <w:p w14:paraId="21314071" w14:textId="77777777" w:rsidR="00373D08" w:rsidRPr="003913A6" w:rsidRDefault="00373D08">
                            <w:pPr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3913A6"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  <w:t xml:space="preserve">   Learning</w:t>
                            </w:r>
                          </w:p>
                          <w:p w14:paraId="7981E452" w14:textId="6A51338A" w:rsidR="00373D08" w:rsidRDefault="00373D08">
                            <w:pPr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3913A6">
                              <w:rPr>
                                <w:rFonts w:ascii="Comic Sans MS" w:hAnsi="Comic Sans MS"/>
                                <w:color w:val="C00000"/>
                                <w:sz w:val="44"/>
                                <w:szCs w:val="44"/>
                              </w:rPr>
                              <w:t xml:space="preserve">  Creativity </w:t>
                            </w:r>
                          </w:p>
                          <w:p w14:paraId="22C36924" w14:textId="6802D0F5" w:rsidR="003913A6" w:rsidRPr="003913A6" w:rsidRDefault="003913A6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3913A6"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44"/>
                                <w:szCs w:val="44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56E9B" id="_x0000_t109" coordsize="21600,21600" o:spt="109" path="m,l,21600r21600,l21600,xe">
                <v:stroke joinstyle="miter"/>
                <v:path gradientshapeok="t" o:connecttype="rect"/>
              </v:shapetype>
              <v:shape id="AutoShape 15" o:spid="_x0000_s1027" type="#_x0000_t109" style="position:absolute;margin-left:-64.5pt;margin-top:554.25pt;width:321.75pt;height:20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" filled="f" stroked="f">
                <v:textbox>
                  <w:txbxContent>
                    <w:p w14:paraId="59AB7195" w14:textId="77777777" w:rsidR="00373D08" w:rsidRPr="003913A6" w:rsidRDefault="00373D08">
                      <w:pPr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</w:pPr>
                      <w:r w:rsidRPr="003913A6"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  <w:t xml:space="preserve">   Sporting</w:t>
                      </w:r>
                    </w:p>
                    <w:p w14:paraId="21314071" w14:textId="77777777" w:rsidR="00373D08" w:rsidRPr="003913A6" w:rsidRDefault="00373D08">
                      <w:pPr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</w:pPr>
                      <w:r w:rsidRPr="003913A6"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  <w:t xml:space="preserve">   Learning</w:t>
                      </w:r>
                    </w:p>
                    <w:p w14:paraId="7981E452" w14:textId="6A51338A" w:rsidR="00373D08" w:rsidRDefault="00373D08">
                      <w:pPr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</w:pPr>
                      <w:r w:rsidRPr="003913A6">
                        <w:rPr>
                          <w:rFonts w:ascii="Comic Sans MS" w:hAnsi="Comic Sans MS"/>
                          <w:color w:val="C00000"/>
                          <w:sz w:val="44"/>
                          <w:szCs w:val="44"/>
                        </w:rPr>
                        <w:t xml:space="preserve">  Creativity </w:t>
                      </w:r>
                    </w:p>
                    <w:p w14:paraId="22C36924" w14:textId="6802D0F5" w:rsidR="003913A6" w:rsidRPr="003913A6" w:rsidRDefault="003913A6">
                      <w:pPr>
                        <w:rPr>
                          <w:rFonts w:ascii="Comic Sans MS" w:hAnsi="Comic Sans MS"/>
                          <w:b/>
                          <w:bCs/>
                          <w:color w:val="C00000"/>
                          <w:sz w:val="44"/>
                          <w:szCs w:val="44"/>
                        </w:rPr>
                      </w:pPr>
                      <w:r w:rsidRPr="003913A6">
                        <w:rPr>
                          <w:rFonts w:ascii="Comic Sans MS" w:hAnsi="Comic Sans MS"/>
                          <w:b/>
                          <w:bCs/>
                          <w:color w:val="C00000"/>
                          <w:sz w:val="44"/>
                          <w:szCs w:val="44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9CFA58" wp14:editId="34379D64">
                <wp:simplePos x="0" y="0"/>
                <wp:positionH relativeFrom="column">
                  <wp:posOffset>1776730</wp:posOffset>
                </wp:positionH>
                <wp:positionV relativeFrom="paragraph">
                  <wp:posOffset>1257300</wp:posOffset>
                </wp:positionV>
                <wp:extent cx="4090670" cy="1019175"/>
                <wp:effectExtent l="0" t="0" r="0" b="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067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E50BC" w14:textId="77777777" w:rsidR="00373D08" w:rsidRPr="00373D08" w:rsidRDefault="00373D08">
                            <w:pPr>
                              <w:rPr>
                                <w:rFonts w:ascii="Cooper Black" w:hAnsi="Cooper Black"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373D08">
                              <w:rPr>
                                <w:rFonts w:ascii="Cooper Black" w:hAnsi="Cooper Black"/>
                                <w:color w:val="FF0000"/>
                                <w:sz w:val="96"/>
                                <w:szCs w:val="96"/>
                              </w:rPr>
                              <w:t xml:space="preserve">CHILDREN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CFA58" id="Rectangle 8" o:spid="_x0000_s1028" style="position:absolute;margin-left:139.9pt;margin-top:99pt;width:322.1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" filled="f" stroked="f">
                <v:textbox>
                  <w:txbxContent>
                    <w:p w14:paraId="382E50BC" w14:textId="77777777" w:rsidR="00373D08" w:rsidRPr="00373D08" w:rsidRDefault="00373D08">
                      <w:pPr>
                        <w:rPr>
                          <w:rFonts w:ascii="Cooper Black" w:hAnsi="Cooper Black"/>
                          <w:color w:val="FF0000"/>
                          <w:sz w:val="96"/>
                          <w:szCs w:val="96"/>
                        </w:rPr>
                      </w:pPr>
                      <w:r w:rsidRPr="00373D08">
                        <w:rPr>
                          <w:rFonts w:ascii="Cooper Black" w:hAnsi="Cooper Black"/>
                          <w:color w:val="FF0000"/>
                          <w:sz w:val="96"/>
                          <w:szCs w:val="96"/>
                        </w:rPr>
                        <w:t xml:space="preserve">CHILDREN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559204" wp14:editId="13A52DEB">
                <wp:simplePos x="0" y="0"/>
                <wp:positionH relativeFrom="column">
                  <wp:posOffset>3352800</wp:posOffset>
                </wp:positionH>
                <wp:positionV relativeFrom="paragraph">
                  <wp:posOffset>8439150</wp:posOffset>
                </wp:positionV>
                <wp:extent cx="3162300" cy="1276350"/>
                <wp:effectExtent l="0" t="0" r="0" b="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127635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87232" w14:textId="77777777" w:rsidR="002E6A33" w:rsidRPr="002E6A33" w:rsidRDefault="002E6A33">
                            <w:pPr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Pr="002E6A33"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  <w:t>Address</w:t>
                            </w:r>
                          </w:p>
                          <w:p w14:paraId="31F1BA49" w14:textId="77777777" w:rsidR="002E6A33" w:rsidRPr="002E6A33" w:rsidRDefault="002E6A33">
                            <w:pPr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Pr="002E6A33">
                              <w:rPr>
                                <w:rFonts w:ascii="Comic Sans MS" w:hAnsi="Comic Sans MS"/>
                                <w:color w:val="00B0F0"/>
                                <w:sz w:val="48"/>
                                <w:szCs w:val="48"/>
                              </w:rPr>
                              <w:t>Email | Website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59204" id="AutoShape 17" o:spid="_x0000_s1029" type="#_x0000_t109" style="position:absolute;margin-left:264pt;margin-top:664.5pt;width:249pt;height:10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" filled="f" stroked="f">
                <v:textbox>
                  <w:txbxContent>
                    <w:p w14:paraId="30687232" w14:textId="77777777" w:rsidR="002E6A33" w:rsidRPr="002E6A33" w:rsidRDefault="002E6A33">
                      <w:pPr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  <w:t xml:space="preserve">         </w:t>
                      </w:r>
                      <w:r w:rsidRPr="002E6A33"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  <w:t>Address</w:t>
                      </w:r>
                    </w:p>
                    <w:p w14:paraId="31F1BA49" w14:textId="77777777" w:rsidR="002E6A33" w:rsidRPr="002E6A33" w:rsidRDefault="002E6A33">
                      <w:pPr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  <w:t xml:space="preserve">    </w:t>
                      </w:r>
                      <w:r w:rsidRPr="002E6A33">
                        <w:rPr>
                          <w:rFonts w:ascii="Comic Sans MS" w:hAnsi="Comic Sans MS"/>
                          <w:color w:val="00B0F0"/>
                          <w:sz w:val="48"/>
                          <w:szCs w:val="48"/>
                        </w:rPr>
                        <w:t>Email | Website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CF82AF" wp14:editId="6D52D7D3">
                <wp:simplePos x="0" y="0"/>
                <wp:positionH relativeFrom="column">
                  <wp:posOffset>1533525</wp:posOffset>
                </wp:positionH>
                <wp:positionV relativeFrom="paragraph">
                  <wp:posOffset>7762875</wp:posOffset>
                </wp:positionV>
                <wp:extent cx="3943350" cy="504825"/>
                <wp:effectExtent l="0" t="0" r="0" b="0"/>
                <wp:wrapNone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3350" cy="504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B01EB" w14:textId="77777777" w:rsidR="002E6A33" w:rsidRPr="002E6A33" w:rsidRDefault="002E6A33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E6A33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Call us now 093846587598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F82AF" id="Rectangle 16" o:spid="_x0000_s1030" style="position:absolute;margin-left:120.75pt;margin-top:611.25pt;width:310.5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" fillcolor="yellow" stroked="f">
                <v:textbox>
                  <w:txbxContent>
                    <w:p w14:paraId="6E4B01EB" w14:textId="77777777" w:rsidR="002E6A33" w:rsidRPr="002E6A33" w:rsidRDefault="002E6A33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</w:t>
                      </w:r>
                      <w:r w:rsidRPr="002E6A33">
                        <w:rPr>
                          <w:rFonts w:ascii="Comic Sans MS" w:hAnsi="Comic Sans MS"/>
                          <w:sz w:val="44"/>
                          <w:szCs w:val="44"/>
                        </w:rPr>
                        <w:t>Call us now 093846587598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01140A" wp14:editId="09BD664D">
                <wp:simplePos x="0" y="0"/>
                <wp:positionH relativeFrom="column">
                  <wp:posOffset>3086100</wp:posOffset>
                </wp:positionH>
                <wp:positionV relativeFrom="paragraph">
                  <wp:posOffset>4333875</wp:posOffset>
                </wp:positionV>
                <wp:extent cx="2562225" cy="2428875"/>
                <wp:effectExtent l="0" t="0" r="0" b="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242887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109F5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AutoShape 14" o:spid="_x0000_s1026" type="#_x0000_t183" style="position:absolute;margin-left:243pt;margin-top:341.25pt;width:201.75pt;height:19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6A9468" wp14:editId="41AC24AF">
                <wp:simplePos x="0" y="0"/>
                <wp:positionH relativeFrom="column">
                  <wp:posOffset>2571750</wp:posOffset>
                </wp:positionH>
                <wp:positionV relativeFrom="paragraph">
                  <wp:posOffset>7038975</wp:posOffset>
                </wp:positionV>
                <wp:extent cx="2143125" cy="809625"/>
                <wp:effectExtent l="0" t="0" r="0" b="0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00166" w14:textId="77777777" w:rsidR="00373D08" w:rsidRPr="00373D08" w:rsidRDefault="00373D08">
                            <w:pPr>
                              <w:rPr>
                                <w:rFonts w:ascii="Cooper Black" w:hAnsi="Cooper Black"/>
                                <w:color w:val="00B050"/>
                                <w:sz w:val="96"/>
                                <w:szCs w:val="96"/>
                              </w:rPr>
                            </w:pPr>
                            <w:r w:rsidRPr="00373D08">
                              <w:rPr>
                                <w:rFonts w:ascii="Cooper Black" w:hAnsi="Cooper Black"/>
                                <w:color w:val="00B050"/>
                                <w:sz w:val="96"/>
                                <w:szCs w:val="9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A9468" id="Rectangle 13" o:spid="_x0000_s1031" style="position:absolute;margin-left:202.5pt;margin-top:554.25pt;width:168.7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" filled="f" stroked="f">
                <v:textbox>
                  <w:txbxContent>
                    <w:p w14:paraId="1D600166" w14:textId="77777777" w:rsidR="00373D08" w:rsidRPr="00373D08" w:rsidRDefault="00373D08">
                      <w:pPr>
                        <w:rPr>
                          <w:rFonts w:ascii="Cooper Black" w:hAnsi="Cooper Black"/>
                          <w:color w:val="00B050"/>
                          <w:sz w:val="96"/>
                          <w:szCs w:val="96"/>
                        </w:rPr>
                      </w:pPr>
                      <w:r w:rsidRPr="00373D08">
                        <w:rPr>
                          <w:rFonts w:ascii="Cooper Black" w:hAnsi="Cooper Black"/>
                          <w:color w:val="00B050"/>
                          <w:sz w:val="96"/>
                          <w:szCs w:val="96"/>
                        </w:rPr>
                        <w:t>DATE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CC2C48" wp14:editId="3B83C025">
                <wp:simplePos x="0" y="0"/>
                <wp:positionH relativeFrom="column">
                  <wp:posOffset>3267075</wp:posOffset>
                </wp:positionH>
                <wp:positionV relativeFrom="paragraph">
                  <wp:posOffset>6962775</wp:posOffset>
                </wp:positionV>
                <wp:extent cx="742950" cy="647700"/>
                <wp:effectExtent l="0" t="0" r="0" b="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42950" cy="6477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15420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2" o:spid="_x0000_s1026" type="#_x0000_t5" style="position:absolute;margin-left:257.25pt;margin-top:548.25pt;width:58.5pt;height:51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" fillcolor="white [3212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1EE6E" wp14:editId="7F88AE9D">
                <wp:simplePos x="0" y="0"/>
                <wp:positionH relativeFrom="column">
                  <wp:posOffset>1190625</wp:posOffset>
                </wp:positionH>
                <wp:positionV relativeFrom="paragraph">
                  <wp:posOffset>3457575</wp:posOffset>
                </wp:positionV>
                <wp:extent cx="4810125" cy="695325"/>
                <wp:effectExtent l="0" t="0" r="0" b="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01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689DF" w14:textId="77777777" w:rsidR="00373D08" w:rsidRPr="00373D08" w:rsidRDefault="00373D08">
                            <w:pPr>
                              <w:rPr>
                                <w:rFonts w:ascii="Arial Black" w:hAnsi="Arial Black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373D08">
                              <w:rPr>
                                <w:rFonts w:ascii="Arial Black" w:hAnsi="Arial Black"/>
                                <w:color w:val="FF0000"/>
                                <w:sz w:val="52"/>
                                <w:szCs w:val="52"/>
                              </w:rPr>
                              <w:t xml:space="preserve">Friendly </w:t>
                            </w:r>
                            <w:r w:rsidRPr="00373D08">
                              <w:rPr>
                                <w:rFonts w:ascii="Arial Black" w:hAnsi="Arial Black"/>
                                <w:color w:val="FF0000"/>
                                <w:sz w:val="56"/>
                                <w:szCs w:val="56"/>
                              </w:rPr>
                              <w:t>Atmosphere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1EE6E" id="Rectangle 10" o:spid="_x0000_s1032" style="position:absolute;margin-left:93.75pt;margin-top:272.25pt;width:378.75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" filled="f" stroked="f">
                <v:textbox>
                  <w:txbxContent>
                    <w:p w14:paraId="6CE689DF" w14:textId="77777777" w:rsidR="00373D08" w:rsidRPr="00373D08" w:rsidRDefault="00373D08">
                      <w:pPr>
                        <w:rPr>
                          <w:rFonts w:ascii="Arial Black" w:hAnsi="Arial Black"/>
                          <w:color w:val="FF0000"/>
                          <w:sz w:val="52"/>
                          <w:szCs w:val="52"/>
                        </w:rPr>
                      </w:pPr>
                      <w:r w:rsidRPr="00373D08">
                        <w:rPr>
                          <w:rFonts w:ascii="Arial Black" w:hAnsi="Arial Black"/>
                          <w:color w:val="FF0000"/>
                          <w:sz w:val="52"/>
                          <w:szCs w:val="52"/>
                        </w:rPr>
                        <w:t xml:space="preserve">Friendly </w:t>
                      </w:r>
                      <w:r w:rsidRPr="00373D08">
                        <w:rPr>
                          <w:rFonts w:ascii="Arial Black" w:hAnsi="Arial Black"/>
                          <w:color w:val="FF0000"/>
                          <w:sz w:val="56"/>
                          <w:szCs w:val="56"/>
                        </w:rPr>
                        <w:t>Atmosphere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54C1D6" wp14:editId="5A556B5B">
                <wp:simplePos x="0" y="0"/>
                <wp:positionH relativeFrom="column">
                  <wp:posOffset>-704850</wp:posOffset>
                </wp:positionH>
                <wp:positionV relativeFrom="paragraph">
                  <wp:posOffset>2943225</wp:posOffset>
                </wp:positionV>
                <wp:extent cx="5086350" cy="638175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A2EEF" w14:textId="77777777" w:rsidR="00373D08" w:rsidRPr="00373D08" w:rsidRDefault="00373D08">
                            <w:pPr>
                              <w:rPr>
                                <w:rFonts w:ascii="Arial Black" w:hAnsi="Arial Black"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373D08">
                              <w:rPr>
                                <w:rFonts w:ascii="Arial Black" w:hAnsi="Arial Black"/>
                                <w:color w:val="FF0000"/>
                                <w:sz w:val="56"/>
                                <w:szCs w:val="56"/>
                              </w:rPr>
                              <w:t>Fun and Friendship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4C1D6" id="Rectangle 9" o:spid="_x0000_s1033" style="position:absolute;margin-left:-55.5pt;margin-top:231.75pt;width:400.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" filled="f" stroked="f">
                <v:textbox>
                  <w:txbxContent>
                    <w:p w14:paraId="48AA2EEF" w14:textId="77777777" w:rsidR="00373D08" w:rsidRPr="00373D08" w:rsidRDefault="00373D08">
                      <w:pPr>
                        <w:rPr>
                          <w:rFonts w:ascii="Arial Black" w:hAnsi="Arial Black"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56"/>
                          <w:szCs w:val="56"/>
                        </w:rPr>
                        <w:t xml:space="preserve">  </w:t>
                      </w:r>
                      <w:r w:rsidRPr="00373D08">
                        <w:rPr>
                          <w:rFonts w:ascii="Arial Black" w:hAnsi="Arial Black"/>
                          <w:color w:val="FF0000"/>
                          <w:sz w:val="56"/>
                          <w:szCs w:val="56"/>
                        </w:rPr>
                        <w:t>Fun and Friendship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3CE660" wp14:editId="6BE9CB6D">
                <wp:simplePos x="0" y="0"/>
                <wp:positionH relativeFrom="column">
                  <wp:posOffset>0</wp:posOffset>
                </wp:positionH>
                <wp:positionV relativeFrom="paragraph">
                  <wp:posOffset>552450</wp:posOffset>
                </wp:positionV>
                <wp:extent cx="2876550" cy="904875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C169C" w14:textId="77777777" w:rsidR="00373D08" w:rsidRPr="00373D08" w:rsidRDefault="00373D08">
                            <w:pPr>
                              <w:rPr>
                                <w:rFonts w:ascii="Cooper Black" w:hAnsi="Cooper Black"/>
                                <w:color w:val="FFC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FFC000"/>
                                <w:sz w:val="96"/>
                                <w:szCs w:val="96"/>
                              </w:rPr>
                              <w:t xml:space="preserve">       </w:t>
                            </w:r>
                            <w:r w:rsidRPr="00373D08">
                              <w:rPr>
                                <w:rFonts w:ascii="Cooper Black" w:hAnsi="Cooper Black"/>
                                <w:color w:val="FFC000"/>
                                <w:sz w:val="96"/>
                                <w:szCs w:val="96"/>
                              </w:rPr>
                              <w:t>FOR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CE660" id="Rectangle 7" o:spid="_x0000_s1034" style="position:absolute;margin-left:0;margin-top:43.5pt;width:226.5pt;height:7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" filled="f" stroked="f">
                <v:textbox>
                  <w:txbxContent>
                    <w:p w14:paraId="09CC169C" w14:textId="77777777" w:rsidR="00373D08" w:rsidRPr="00373D08" w:rsidRDefault="00373D08">
                      <w:pPr>
                        <w:rPr>
                          <w:rFonts w:ascii="Cooper Black" w:hAnsi="Cooper Black"/>
                          <w:color w:val="FFC000"/>
                          <w:sz w:val="96"/>
                          <w:szCs w:val="96"/>
                        </w:rPr>
                      </w:pPr>
                      <w:r>
                        <w:rPr>
                          <w:rFonts w:ascii="Cooper Black" w:hAnsi="Cooper Black"/>
                          <w:color w:val="FFC000"/>
                          <w:sz w:val="96"/>
                          <w:szCs w:val="96"/>
                        </w:rPr>
                        <w:t xml:space="preserve">       </w:t>
                      </w:r>
                      <w:r w:rsidRPr="00373D08">
                        <w:rPr>
                          <w:rFonts w:ascii="Cooper Black" w:hAnsi="Cooper Black"/>
                          <w:color w:val="FFC000"/>
                          <w:sz w:val="96"/>
                          <w:szCs w:val="96"/>
                        </w:rPr>
                        <w:t>FOR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EB3A2" wp14:editId="4971798F">
                <wp:simplePos x="0" y="0"/>
                <wp:positionH relativeFrom="column">
                  <wp:posOffset>-438150</wp:posOffset>
                </wp:positionH>
                <wp:positionV relativeFrom="paragraph">
                  <wp:posOffset>-247650</wp:posOffset>
                </wp:positionV>
                <wp:extent cx="6305550" cy="96202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8933A" w14:textId="77777777" w:rsidR="00194E7D" w:rsidRPr="00194E7D" w:rsidRDefault="00194E7D">
                            <w:pPr>
                              <w:rPr>
                                <w:rFonts w:ascii="Cooper Black" w:hAnsi="Cooper Black"/>
                                <w:b/>
                                <w:color w:val="C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oper Black" w:hAnsi="Cooper Black"/>
                                <w:b/>
                                <w:color w:val="C00000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 w:rsidRPr="00373D08">
                              <w:rPr>
                                <w:rFonts w:ascii="Cooper Black" w:hAnsi="Cooper Black"/>
                                <w:color w:val="C00000"/>
                                <w:sz w:val="96"/>
                                <w:szCs w:val="96"/>
                              </w:rPr>
                              <w:t>SUMMER</w:t>
                            </w:r>
                            <w:r w:rsidRPr="00194E7D">
                              <w:rPr>
                                <w:rFonts w:ascii="Cooper Black" w:hAnsi="Cooper Black"/>
                                <w:b/>
                                <w:color w:val="C00000"/>
                                <w:sz w:val="96"/>
                                <w:szCs w:val="96"/>
                              </w:rPr>
                              <w:t xml:space="preserve"> CAMP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EB3A2" id="Rectangle 6" o:spid="_x0000_s1035" style="position:absolute;margin-left:-34.5pt;margin-top:-19.5pt;width:496.5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" filled="f" stroked="f">
                <v:textbox>
                  <w:txbxContent>
                    <w:p w14:paraId="1BE8933A" w14:textId="77777777" w:rsidR="00194E7D" w:rsidRPr="00194E7D" w:rsidRDefault="00194E7D">
                      <w:pPr>
                        <w:rPr>
                          <w:rFonts w:ascii="Cooper Black" w:hAnsi="Cooper Black"/>
                          <w:b/>
                          <w:color w:val="C00000"/>
                          <w:sz w:val="96"/>
                          <w:szCs w:val="96"/>
                        </w:rPr>
                      </w:pPr>
                      <w:r>
                        <w:rPr>
                          <w:rFonts w:ascii="Cooper Black" w:hAnsi="Cooper Black"/>
                          <w:b/>
                          <w:color w:val="C00000"/>
                          <w:sz w:val="96"/>
                          <w:szCs w:val="96"/>
                        </w:rPr>
                        <w:t xml:space="preserve">   </w:t>
                      </w:r>
                      <w:r w:rsidRPr="00373D08">
                        <w:rPr>
                          <w:rFonts w:ascii="Cooper Black" w:hAnsi="Cooper Black"/>
                          <w:color w:val="C00000"/>
                          <w:sz w:val="96"/>
                          <w:szCs w:val="96"/>
                        </w:rPr>
                        <w:t>SUMMER</w:t>
                      </w:r>
                      <w:r w:rsidRPr="00194E7D">
                        <w:rPr>
                          <w:rFonts w:ascii="Cooper Black" w:hAnsi="Cooper Black"/>
                          <w:b/>
                          <w:color w:val="C00000"/>
                          <w:sz w:val="96"/>
                          <w:szCs w:val="96"/>
                        </w:rPr>
                        <w:t xml:space="preserve"> CAMP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1E47FD" wp14:editId="25B9391F">
                <wp:simplePos x="0" y="0"/>
                <wp:positionH relativeFrom="column">
                  <wp:posOffset>2667000</wp:posOffset>
                </wp:positionH>
                <wp:positionV relativeFrom="paragraph">
                  <wp:posOffset>552450</wp:posOffset>
                </wp:positionV>
                <wp:extent cx="4048125" cy="928687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048125" cy="9286875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6AC9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5" o:spid="_x0000_s1026" type="#_x0000_t6" style="position:absolute;margin-left:210pt;margin-top:43.5pt;width:318.75pt;height:731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" fillcolor="#c00000" stroked="f"/>
            </w:pict>
          </mc:Fallback>
        </mc:AlternateContent>
      </w:r>
      <w:r w:rsidR="00194E7D">
        <w:rPr>
          <w:noProof/>
        </w:rPr>
        <w:drawing>
          <wp:anchor distT="0" distB="0" distL="114300" distR="114300" simplePos="0" relativeHeight="251660288" behindDoc="0" locked="0" layoutInCell="1" allowOverlap="1" wp14:anchorId="1DBC8250" wp14:editId="63E002E3">
            <wp:simplePos x="0" y="0"/>
            <wp:positionH relativeFrom="column">
              <wp:posOffset>-923925</wp:posOffset>
            </wp:positionH>
            <wp:positionV relativeFrom="paragraph">
              <wp:posOffset>4638675</wp:posOffset>
            </wp:positionV>
            <wp:extent cx="4238625" cy="2262505"/>
            <wp:effectExtent l="19050" t="0" r="9525" b="0"/>
            <wp:wrapNone/>
            <wp:docPr id="2" name="Picture 1" descr="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26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BB7C7" wp14:editId="78B13A42">
                <wp:simplePos x="0" y="0"/>
                <wp:positionH relativeFrom="column">
                  <wp:posOffset>-933450</wp:posOffset>
                </wp:positionH>
                <wp:positionV relativeFrom="paragraph">
                  <wp:posOffset>-2657475</wp:posOffset>
                </wp:positionV>
                <wp:extent cx="5562600" cy="12496800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12496800"/>
                        </a:xfrm>
                        <a:prstGeom prst="rtTriangl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EF2AE" id="AutoShape 3" o:spid="_x0000_s1026" type="#_x0000_t6" style="position:absolute;margin-left:-73.5pt;margin-top:-209.25pt;width:438pt;height:9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" fillcolor="#ffc00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603B1" wp14:editId="75AEA4F8">
                <wp:simplePos x="0" y="0"/>
                <wp:positionH relativeFrom="column">
                  <wp:posOffset>2181225</wp:posOffset>
                </wp:positionH>
                <wp:positionV relativeFrom="paragraph">
                  <wp:posOffset>4333875</wp:posOffset>
                </wp:positionV>
                <wp:extent cx="2276475" cy="2705100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76475" cy="27051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97988" id="AutoShape 4" o:spid="_x0000_s1026" type="#_x0000_t5" style="position:absolute;margin-left:171.75pt;margin-top:341.25pt;width:179.25pt;height:21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" fillcolor="white [3212]" stroked="f"/>
            </w:pict>
          </mc:Fallback>
        </mc:AlternateContent>
      </w:r>
    </w:p>
    <w:sectPr w:rsidR="000E56ED" w:rsidRPr="00194E7D" w:rsidSect="00194E7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A6"/>
    <w:rsid w:val="00194E7D"/>
    <w:rsid w:val="002E6A33"/>
    <w:rsid w:val="00373D08"/>
    <w:rsid w:val="003913A6"/>
    <w:rsid w:val="0079279D"/>
    <w:rsid w:val="009A588C"/>
    <w:rsid w:val="00CD5604"/>
    <w:rsid w:val="00F0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40877"/>
  <w15:docId w15:val="{933C35BD-EFBA-42DB-A2F4-3A441E78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camp%20flyer%20templates.zip\camp%20flyer%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10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2020-11-07T19:08:00Z</dcterms:created>
  <dcterms:modified xsi:type="dcterms:W3CDTF">2020-11-07T19:11:00Z</dcterms:modified>
</cp:coreProperties>
</file>