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904F8" w14:textId="18E7D0BE" w:rsidR="00443EC0" w:rsidRDefault="003D719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C0978E" wp14:editId="763CE345">
                <wp:simplePos x="0" y="0"/>
                <wp:positionH relativeFrom="column">
                  <wp:posOffset>-447675</wp:posOffset>
                </wp:positionH>
                <wp:positionV relativeFrom="paragraph">
                  <wp:posOffset>8124825</wp:posOffset>
                </wp:positionV>
                <wp:extent cx="6430645" cy="158115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0645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9F5BE" w14:textId="6A6F766E" w:rsidR="00443EC0" w:rsidRPr="003D719B" w:rsidRDefault="00443EC0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443EC0">
                              <w:rPr>
                                <w:rFonts w:asciiTheme="majorHAnsi" w:hAnsiTheme="majorHAnsi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Pr="003D719B">
                              <w:rPr>
                                <w:rFonts w:asciiTheme="majorHAnsi" w:hAnsiTheme="majorHAns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3D719B" w:rsidRPr="003D719B">
                              <w:rPr>
                                <w:rFonts w:asciiTheme="majorHAnsi" w:hAnsiTheme="majorHAns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</w:t>
                            </w:r>
                            <w:r w:rsidR="003D719B">
                              <w:rPr>
                                <w:rFonts w:asciiTheme="majorHAnsi" w:hAnsiTheme="majorHAns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ddress: ………………..……………………………………………..</w:t>
                            </w:r>
                          </w:p>
                          <w:p w14:paraId="39C57189" w14:textId="7FA6CAB5" w:rsidR="00443EC0" w:rsidRPr="003D719B" w:rsidRDefault="00443EC0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3D719B">
                              <w:rPr>
                                <w:rFonts w:asciiTheme="majorHAnsi" w:hAnsiTheme="majorHAns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 w:rsidR="003D719B" w:rsidRPr="003D719B">
                              <w:rPr>
                                <w:rFonts w:asciiTheme="majorHAnsi" w:hAnsiTheme="majorHAns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D719B">
                              <w:rPr>
                                <w:rFonts w:asciiTheme="majorHAnsi" w:hAnsiTheme="majorHAns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E</w:t>
                            </w:r>
                            <w:r w:rsidR="003D719B">
                              <w:rPr>
                                <w:rFonts w:asciiTheme="majorHAnsi" w:hAnsiTheme="majorHAns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mail ID: …………………….       </w:t>
                            </w:r>
                            <w:r w:rsidR="003D719B" w:rsidRPr="003D719B">
                              <w:rPr>
                                <w:rFonts w:asciiTheme="majorHAnsi" w:hAnsiTheme="majorHAns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W</w:t>
                            </w:r>
                            <w:r w:rsidR="003D719B">
                              <w:rPr>
                                <w:rFonts w:asciiTheme="majorHAnsi" w:hAnsiTheme="majorHAns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ebsite: …………………….</w:t>
                            </w:r>
                          </w:p>
                          <w:p w14:paraId="66A163BE" w14:textId="1BE9F1A4" w:rsidR="00443EC0" w:rsidRPr="003D719B" w:rsidRDefault="00443EC0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3D719B">
                              <w:rPr>
                                <w:rFonts w:asciiTheme="majorHAnsi" w:hAnsiTheme="majorHAns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="003D719B" w:rsidRPr="003D719B">
                              <w:rPr>
                                <w:rFonts w:asciiTheme="majorHAnsi" w:hAnsiTheme="majorHAns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="003D719B" w:rsidRPr="003D719B">
                              <w:rPr>
                                <w:rFonts w:asciiTheme="majorHAnsi" w:hAnsiTheme="majorHAns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 w:rsidR="003D719B">
                              <w:rPr>
                                <w:rFonts w:asciiTheme="majorHAnsi" w:hAnsiTheme="majorHAns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                </w:t>
                            </w:r>
                            <w:r w:rsidR="003D719B" w:rsidRPr="003D719B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highlight w:val="darkCyan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0978E" id="Rectangle 7" o:spid="_x0000_s1026" style="position:absolute;margin-left:-35.25pt;margin-top:639.75pt;width:506.35pt;height:12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" filled="f" stroked="f">
                <v:textbox>
                  <w:txbxContent>
                    <w:p w14:paraId="5929F5BE" w14:textId="6A6F766E" w:rsidR="00443EC0" w:rsidRPr="003D719B" w:rsidRDefault="00443EC0">
                      <w:pPr>
                        <w:rPr>
                          <w:rFonts w:asciiTheme="majorHAnsi" w:hAnsiTheme="majorHAns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443EC0">
                        <w:rPr>
                          <w:rFonts w:asciiTheme="majorHAnsi" w:hAnsiTheme="majorHAnsi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 xml:space="preserve">   </w:t>
                      </w:r>
                      <w:r w:rsidRPr="003D719B">
                        <w:rPr>
                          <w:rFonts w:asciiTheme="majorHAnsi" w:hAnsiTheme="majorHAns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 xml:space="preserve"> </w:t>
                      </w:r>
                      <w:r w:rsidR="003D719B" w:rsidRPr="003D719B">
                        <w:rPr>
                          <w:rFonts w:asciiTheme="majorHAnsi" w:hAnsiTheme="majorHAns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</w:t>
                      </w:r>
                      <w:r w:rsidR="003D719B">
                        <w:rPr>
                          <w:rFonts w:asciiTheme="majorHAnsi" w:hAnsiTheme="majorHAns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ddress: ………………..……………………………………………..</w:t>
                      </w:r>
                    </w:p>
                    <w:p w14:paraId="39C57189" w14:textId="7FA6CAB5" w:rsidR="00443EC0" w:rsidRPr="003D719B" w:rsidRDefault="00443EC0">
                      <w:pPr>
                        <w:rPr>
                          <w:rFonts w:asciiTheme="majorHAnsi" w:hAnsiTheme="majorHAns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3D719B">
                        <w:rPr>
                          <w:rFonts w:asciiTheme="majorHAnsi" w:hAnsiTheme="majorHAns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 xml:space="preserve">    </w:t>
                      </w:r>
                      <w:r w:rsidR="003D719B" w:rsidRPr="003D719B">
                        <w:rPr>
                          <w:rFonts w:asciiTheme="majorHAnsi" w:hAnsiTheme="majorHAns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 xml:space="preserve"> </w:t>
                      </w:r>
                      <w:r w:rsidRPr="003D719B">
                        <w:rPr>
                          <w:rFonts w:asciiTheme="majorHAnsi" w:hAnsiTheme="majorHAns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E</w:t>
                      </w:r>
                      <w:r w:rsidR="003D719B">
                        <w:rPr>
                          <w:rFonts w:asciiTheme="majorHAnsi" w:hAnsiTheme="majorHAns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 xml:space="preserve">mail ID: …………………….       </w:t>
                      </w:r>
                      <w:r w:rsidR="003D719B" w:rsidRPr="003D719B">
                        <w:rPr>
                          <w:rFonts w:asciiTheme="majorHAnsi" w:hAnsiTheme="majorHAns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W</w:t>
                      </w:r>
                      <w:r w:rsidR="003D719B">
                        <w:rPr>
                          <w:rFonts w:asciiTheme="majorHAnsi" w:hAnsiTheme="majorHAns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ebsite: …………………….</w:t>
                      </w:r>
                    </w:p>
                    <w:p w14:paraId="66A163BE" w14:textId="1BE9F1A4" w:rsidR="00443EC0" w:rsidRPr="003D719B" w:rsidRDefault="00443EC0">
                      <w:pPr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3D719B">
                        <w:rPr>
                          <w:rFonts w:asciiTheme="majorHAnsi" w:hAnsiTheme="majorHAns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 xml:space="preserve">     </w:t>
                      </w:r>
                      <w:r w:rsidR="003D719B" w:rsidRPr="003D719B">
                        <w:rPr>
                          <w:rFonts w:asciiTheme="majorHAnsi" w:hAnsiTheme="majorHAns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 xml:space="preserve">  </w:t>
                      </w:r>
                      <w:r w:rsidR="003D719B" w:rsidRPr="003D719B">
                        <w:rPr>
                          <w:rFonts w:asciiTheme="majorHAnsi" w:hAnsiTheme="majorHAnsi"/>
                          <w:color w:val="000000" w:themeColor="text1"/>
                          <w:sz w:val="40"/>
                          <w:szCs w:val="40"/>
                        </w:rPr>
                        <w:t xml:space="preserve">    </w:t>
                      </w:r>
                      <w:r w:rsidR="003D719B">
                        <w:rPr>
                          <w:rFonts w:asciiTheme="majorHAnsi" w:hAnsiTheme="majorHAnsi"/>
                          <w:color w:val="000000" w:themeColor="text1"/>
                          <w:sz w:val="40"/>
                          <w:szCs w:val="40"/>
                        </w:rPr>
                        <w:t xml:space="preserve">                 </w:t>
                      </w:r>
                      <w:r w:rsidR="003D719B" w:rsidRPr="003D719B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40"/>
                          <w:szCs w:val="40"/>
                          <w:highlight w:val="darkCyan"/>
                        </w:rPr>
                        <w:t>www.mywordtemplates.org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82E6FE" wp14:editId="4B1685EF">
                <wp:simplePos x="0" y="0"/>
                <wp:positionH relativeFrom="column">
                  <wp:posOffset>600075</wp:posOffset>
                </wp:positionH>
                <wp:positionV relativeFrom="paragraph">
                  <wp:posOffset>7400925</wp:posOffset>
                </wp:positionV>
                <wp:extent cx="4495800" cy="444500"/>
                <wp:effectExtent l="0" t="0" r="0" b="317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95800" cy="4445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BF9737" w14:textId="77777777" w:rsidR="00443EC0" w:rsidRPr="0018604F" w:rsidRDefault="00443EC0">
                            <w:pPr>
                              <w:rPr>
                                <w:rFonts w:asciiTheme="majorHAnsi" w:hAnsiTheme="majorHAnsi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48"/>
                                <w:szCs w:val="48"/>
                              </w:rPr>
                              <w:t xml:space="preserve">    </w:t>
                            </w:r>
                            <w:r w:rsidRPr="0018604F">
                              <w:rPr>
                                <w:rFonts w:asciiTheme="majorHAnsi" w:hAnsiTheme="majorHAnsi"/>
                                <w:sz w:val="48"/>
                                <w:szCs w:val="48"/>
                              </w:rPr>
                              <w:t>CALL US NOW +9283667484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2E6FE" id="Rectangle 6" o:spid="_x0000_s1027" style="position:absolute;margin-left:47.25pt;margin-top:582.75pt;width:354pt;height: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" fillcolor="#31849b [2408]" stroked="f">
                <v:textbox>
                  <w:txbxContent>
                    <w:p w14:paraId="35BF9737" w14:textId="77777777" w:rsidR="00443EC0" w:rsidRPr="0018604F" w:rsidRDefault="00443EC0">
                      <w:pPr>
                        <w:rPr>
                          <w:rFonts w:asciiTheme="majorHAnsi" w:hAnsiTheme="majorHAnsi"/>
                          <w:sz w:val="48"/>
                          <w:szCs w:val="48"/>
                        </w:rPr>
                      </w:pPr>
                      <w:r>
                        <w:rPr>
                          <w:rFonts w:asciiTheme="majorHAnsi" w:hAnsiTheme="majorHAnsi"/>
                          <w:sz w:val="48"/>
                          <w:szCs w:val="48"/>
                        </w:rPr>
                        <w:t xml:space="preserve">    </w:t>
                      </w:r>
                      <w:r w:rsidRPr="0018604F">
                        <w:rPr>
                          <w:rFonts w:asciiTheme="majorHAnsi" w:hAnsiTheme="majorHAnsi"/>
                          <w:sz w:val="48"/>
                          <w:szCs w:val="48"/>
                        </w:rPr>
                        <w:t>CALL US NOW +9283667484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E49842" wp14:editId="46496DC4">
                <wp:simplePos x="0" y="0"/>
                <wp:positionH relativeFrom="column">
                  <wp:posOffset>2409825</wp:posOffset>
                </wp:positionH>
                <wp:positionV relativeFrom="paragraph">
                  <wp:posOffset>3952875</wp:posOffset>
                </wp:positionV>
                <wp:extent cx="2733675" cy="4257675"/>
                <wp:effectExtent l="0" t="0" r="0" b="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425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06638D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Myth busters</w:t>
                            </w:r>
                          </w:p>
                          <w:p w14:paraId="362605FE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Alka-seltzer rockets</w:t>
                            </w:r>
                          </w:p>
                          <w:p w14:paraId="6BC0BF15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Nature scavenger hunt</w:t>
                            </w:r>
                          </w:p>
                          <w:p w14:paraId="5C6F725A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Water balloon dodge ball</w:t>
                            </w:r>
                          </w:p>
                          <w:p w14:paraId="3A82CBED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Ninja warrior course</w:t>
                            </w:r>
                          </w:p>
                          <w:p w14:paraId="46D605C9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Inventions</w:t>
                            </w:r>
                          </w:p>
                          <w:p w14:paraId="1BA8BCD3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Life-sized board games</w:t>
                            </w:r>
                          </w:p>
                          <w:p w14:paraId="3360A519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Talent show</w:t>
                            </w:r>
                          </w:p>
                          <w:p w14:paraId="1DAA7DA3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Solar oven cooking</w:t>
                            </w:r>
                          </w:p>
                          <w:p w14:paraId="30A2899E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Volcanoes</w:t>
                            </w:r>
                          </w:p>
                          <w:p w14:paraId="66863D1A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Cabin carnival</w:t>
                            </w:r>
                          </w:p>
                          <w:p w14:paraId="46E2EBF5" w14:textId="77777777" w:rsidR="00443EC0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Junkyard wars</w:t>
                            </w:r>
                          </w:p>
                          <w:p w14:paraId="0A82E3DC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Myth busters</w:t>
                            </w:r>
                          </w:p>
                          <w:p w14:paraId="5A6C17D5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Alka-seltzer rockets</w:t>
                            </w:r>
                          </w:p>
                          <w:p w14:paraId="7FDB26F5" w14:textId="77777777" w:rsidR="00443EC0" w:rsidRPr="0018604F" w:rsidRDefault="00443EC0" w:rsidP="0018604F">
                            <w:pPr>
                              <w:pStyle w:val="ListParagraph"/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14:paraId="15728A61" w14:textId="77777777" w:rsidR="00443EC0" w:rsidRPr="00D33B2F" w:rsidRDefault="00443EC0" w:rsidP="0018604F">
                            <w:pPr>
                              <w:pStyle w:val="ListParagraph"/>
                              <w:rPr>
                                <w:rFonts w:asciiTheme="majorHAnsi" w:hAnsiTheme="majorHAnsi"/>
                                <w:b/>
                                <w:color w:val="FFC000"/>
                                <w:sz w:val="28"/>
                                <w:szCs w:val="28"/>
                              </w:rPr>
                            </w:pPr>
                          </w:p>
                          <w:p w14:paraId="66336B00" w14:textId="77777777" w:rsidR="00443EC0" w:rsidRDefault="00443E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E49842" id="Rectangle 4" o:spid="_x0000_s1028" style="position:absolute;margin-left:189.75pt;margin-top:311.25pt;width:215.25pt;height:3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" filled="f" stroked="f">
                <v:textbox>
                  <w:txbxContent>
                    <w:p w14:paraId="5E06638D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Myth busters</w:t>
                      </w:r>
                    </w:p>
                    <w:p w14:paraId="362605FE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Alka-seltzer rockets</w:t>
                      </w:r>
                    </w:p>
                    <w:p w14:paraId="6BC0BF15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Nature scavenger hunt</w:t>
                      </w:r>
                    </w:p>
                    <w:p w14:paraId="5C6F725A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Water balloon dodge ball</w:t>
                      </w:r>
                    </w:p>
                    <w:p w14:paraId="3A82CBED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Ninja warrior course</w:t>
                      </w:r>
                    </w:p>
                    <w:p w14:paraId="46D605C9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Inventions</w:t>
                      </w:r>
                    </w:p>
                    <w:p w14:paraId="1BA8BCD3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Life-sized board games</w:t>
                      </w:r>
                    </w:p>
                    <w:p w14:paraId="3360A519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Talent show</w:t>
                      </w:r>
                    </w:p>
                    <w:p w14:paraId="1DAA7DA3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Solar oven cooking</w:t>
                      </w:r>
                    </w:p>
                    <w:p w14:paraId="30A2899E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Volcanoes</w:t>
                      </w:r>
                    </w:p>
                    <w:p w14:paraId="66863D1A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Cabin carnival</w:t>
                      </w:r>
                    </w:p>
                    <w:p w14:paraId="46E2EBF5" w14:textId="77777777" w:rsidR="00443EC0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Junkyard wars</w:t>
                      </w:r>
                    </w:p>
                    <w:p w14:paraId="0A82E3DC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Myth busters</w:t>
                      </w:r>
                    </w:p>
                    <w:p w14:paraId="5A6C17D5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Alka-seltzer rockets</w:t>
                      </w:r>
                    </w:p>
                    <w:p w14:paraId="7FDB26F5" w14:textId="77777777" w:rsidR="00443EC0" w:rsidRPr="0018604F" w:rsidRDefault="00443EC0" w:rsidP="0018604F">
                      <w:pPr>
                        <w:pStyle w:val="ListParagraph"/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14:paraId="15728A61" w14:textId="77777777" w:rsidR="00443EC0" w:rsidRPr="00D33B2F" w:rsidRDefault="00443EC0" w:rsidP="0018604F">
                      <w:pPr>
                        <w:pStyle w:val="ListParagraph"/>
                        <w:rPr>
                          <w:rFonts w:asciiTheme="majorHAnsi" w:hAnsiTheme="majorHAnsi"/>
                          <w:b/>
                          <w:color w:val="FFC000"/>
                          <w:sz w:val="28"/>
                          <w:szCs w:val="28"/>
                        </w:rPr>
                      </w:pPr>
                    </w:p>
                    <w:p w14:paraId="66336B00" w14:textId="77777777" w:rsidR="00443EC0" w:rsidRDefault="00443EC0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B1EAB9" wp14:editId="3C603ECA">
                <wp:simplePos x="0" y="0"/>
                <wp:positionH relativeFrom="column">
                  <wp:posOffset>323850</wp:posOffset>
                </wp:positionH>
                <wp:positionV relativeFrom="paragraph">
                  <wp:posOffset>3228975</wp:posOffset>
                </wp:positionV>
                <wp:extent cx="2257425" cy="4257675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7425" cy="425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BBDBA0" w14:textId="77777777" w:rsidR="00443EC0" w:rsidRDefault="00443EC0" w:rsidP="0018604F">
                            <w:p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14:paraId="38E56E6E" w14:textId="77777777" w:rsidR="00443EC0" w:rsidRPr="0018604F" w:rsidRDefault="00443EC0" w:rsidP="0018604F">
                            <w:p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14:paraId="54CA3B9D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Human foosball</w:t>
                            </w:r>
                          </w:p>
                          <w:p w14:paraId="6D5DE514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Wood shop</w:t>
                            </w:r>
                          </w:p>
                          <w:p w14:paraId="462A1173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The Beadery</w:t>
                            </w:r>
                          </w:p>
                          <w:p w14:paraId="56EC32E1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Gardens</w:t>
                            </w:r>
                          </w:p>
                          <w:p w14:paraId="3E68D43B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Field trips</w:t>
                            </w:r>
                          </w:p>
                          <w:p w14:paraId="56A2A3E3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Olympics</w:t>
                            </w:r>
                          </w:p>
                          <w:p w14:paraId="38762E1B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Game show</w:t>
                            </w:r>
                          </w:p>
                          <w:p w14:paraId="28D39834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00B050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Camp newspaper</w:t>
                            </w:r>
                          </w:p>
                          <w:p w14:paraId="5882C6ED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Talent show</w:t>
                            </w:r>
                          </w:p>
                          <w:p w14:paraId="2C16493E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Solar oven cooking</w:t>
                            </w:r>
                          </w:p>
                          <w:p w14:paraId="6E048C83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Volcanoes</w:t>
                            </w:r>
                          </w:p>
                          <w:p w14:paraId="3F8F783F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Gardens</w:t>
                            </w:r>
                          </w:p>
                          <w:p w14:paraId="7E04F00F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 xml:space="preserve">Indoor games </w:t>
                            </w:r>
                          </w:p>
                          <w:p w14:paraId="1E7A7439" w14:textId="77777777" w:rsidR="00443EC0" w:rsidRPr="0018604F" w:rsidRDefault="00443EC0" w:rsidP="001860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18604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28"/>
                                <w:szCs w:val="28"/>
                              </w:rPr>
                              <w:t>Outdoor games</w:t>
                            </w:r>
                          </w:p>
                          <w:p w14:paraId="5AC98373" w14:textId="77777777" w:rsidR="00443EC0" w:rsidRPr="00D33B2F" w:rsidRDefault="00443EC0" w:rsidP="0018604F">
                            <w:pPr>
                              <w:pStyle w:val="ListParagraph"/>
                              <w:rPr>
                                <w:b/>
                                <w:color w:val="FFC000"/>
                              </w:rPr>
                            </w:pPr>
                          </w:p>
                          <w:p w14:paraId="7FC4BD52" w14:textId="77777777" w:rsidR="00443EC0" w:rsidRDefault="00443E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B1EAB9" id="Rectangle 3" o:spid="_x0000_s1029" style="position:absolute;margin-left:25.5pt;margin-top:254.25pt;width:177.75pt;height:3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" filled="f" stroked="f">
                <v:textbox>
                  <w:txbxContent>
                    <w:p w14:paraId="63BBDBA0" w14:textId="77777777" w:rsidR="00443EC0" w:rsidRDefault="00443EC0" w:rsidP="0018604F">
                      <w:p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14:paraId="38E56E6E" w14:textId="77777777" w:rsidR="00443EC0" w:rsidRPr="0018604F" w:rsidRDefault="00443EC0" w:rsidP="0018604F">
                      <w:p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14:paraId="54CA3B9D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  <w:u w:val="single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Human foosball</w:t>
                      </w:r>
                    </w:p>
                    <w:p w14:paraId="6D5DE514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Wood shop</w:t>
                      </w:r>
                    </w:p>
                    <w:p w14:paraId="462A1173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The Beadery</w:t>
                      </w:r>
                    </w:p>
                    <w:p w14:paraId="56EC32E1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Gardens</w:t>
                      </w:r>
                    </w:p>
                    <w:p w14:paraId="3E68D43B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Field trips</w:t>
                      </w:r>
                    </w:p>
                    <w:p w14:paraId="56A2A3E3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Olympics</w:t>
                      </w:r>
                    </w:p>
                    <w:p w14:paraId="38762E1B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Game show</w:t>
                      </w:r>
                    </w:p>
                    <w:p w14:paraId="28D39834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00B050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Camp newspaper</w:t>
                      </w:r>
                    </w:p>
                    <w:p w14:paraId="5882C6ED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Talent show</w:t>
                      </w:r>
                    </w:p>
                    <w:p w14:paraId="2C16493E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Solar oven cooking</w:t>
                      </w:r>
                    </w:p>
                    <w:p w14:paraId="6E048C83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Volcanoes</w:t>
                      </w:r>
                    </w:p>
                    <w:p w14:paraId="3F8F783F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Gardens</w:t>
                      </w:r>
                    </w:p>
                    <w:p w14:paraId="7E04F00F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 xml:space="preserve">Indoor games </w:t>
                      </w:r>
                    </w:p>
                    <w:p w14:paraId="1E7A7439" w14:textId="77777777" w:rsidR="00443EC0" w:rsidRPr="0018604F" w:rsidRDefault="00443EC0" w:rsidP="001860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18604F">
                        <w:rPr>
                          <w:rFonts w:asciiTheme="majorHAnsi" w:hAnsiTheme="majorHAnsi"/>
                          <w:b/>
                          <w:color w:val="00B050"/>
                          <w:sz w:val="28"/>
                          <w:szCs w:val="28"/>
                        </w:rPr>
                        <w:t>Outdoor games</w:t>
                      </w:r>
                    </w:p>
                    <w:p w14:paraId="5AC98373" w14:textId="77777777" w:rsidR="00443EC0" w:rsidRPr="00D33B2F" w:rsidRDefault="00443EC0" w:rsidP="0018604F">
                      <w:pPr>
                        <w:pStyle w:val="ListParagraph"/>
                        <w:rPr>
                          <w:b/>
                          <w:color w:val="FFC000"/>
                        </w:rPr>
                      </w:pPr>
                    </w:p>
                    <w:p w14:paraId="7FC4BD52" w14:textId="77777777" w:rsidR="00443EC0" w:rsidRDefault="00443EC0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86B7BD" wp14:editId="05417BEB">
                <wp:simplePos x="0" y="0"/>
                <wp:positionH relativeFrom="column">
                  <wp:posOffset>1162050</wp:posOffset>
                </wp:positionH>
                <wp:positionV relativeFrom="paragraph">
                  <wp:posOffset>3228975</wp:posOffset>
                </wp:positionV>
                <wp:extent cx="3371850" cy="65722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18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8F89F" w14:textId="77777777" w:rsidR="00443EC0" w:rsidRPr="0018604F" w:rsidRDefault="00443EC0">
                            <w:pPr>
                              <w:rPr>
                                <w:rFonts w:asciiTheme="majorHAnsi" w:hAnsiTheme="majorHAnsi"/>
                                <w:b/>
                                <w:color w:val="7030A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7030A0"/>
                                <w:sz w:val="72"/>
                                <w:szCs w:val="72"/>
                              </w:rPr>
                              <w:t xml:space="preserve">    </w:t>
                            </w:r>
                            <w:r w:rsidRPr="0018604F">
                              <w:rPr>
                                <w:rFonts w:asciiTheme="majorHAnsi" w:hAnsiTheme="majorHAnsi"/>
                                <w:b/>
                                <w:color w:val="7030A0"/>
                                <w:sz w:val="72"/>
                                <w:szCs w:val="72"/>
                              </w:rPr>
                              <w:t>ACTIVITIES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86B7BD" id="Rectangle 5" o:spid="_x0000_s1030" style="position:absolute;margin-left:91.5pt;margin-top:254.25pt;width:265.5pt;height:5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" stroked="f">
                <v:textbox>
                  <w:txbxContent>
                    <w:p w14:paraId="49E8F89F" w14:textId="77777777" w:rsidR="00443EC0" w:rsidRPr="0018604F" w:rsidRDefault="00443EC0">
                      <w:pPr>
                        <w:rPr>
                          <w:rFonts w:asciiTheme="majorHAnsi" w:hAnsiTheme="majorHAnsi"/>
                          <w:b/>
                          <w:color w:val="7030A0"/>
                          <w:sz w:val="72"/>
                          <w:szCs w:val="7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7030A0"/>
                          <w:sz w:val="72"/>
                          <w:szCs w:val="72"/>
                        </w:rPr>
                        <w:t xml:space="preserve">    </w:t>
                      </w:r>
                      <w:r w:rsidRPr="0018604F">
                        <w:rPr>
                          <w:rFonts w:asciiTheme="majorHAnsi" w:hAnsiTheme="majorHAnsi"/>
                          <w:b/>
                          <w:color w:val="7030A0"/>
                          <w:sz w:val="72"/>
                          <w:szCs w:val="72"/>
                        </w:rPr>
                        <w:t>ACTIVITIES</w:t>
                      </w:r>
                    </w:p>
                  </w:txbxContent>
                </v:textbox>
              </v:rect>
            </w:pict>
          </mc:Fallback>
        </mc:AlternateContent>
      </w:r>
      <w:r w:rsidR="0018604F">
        <w:rPr>
          <w:noProof/>
        </w:rPr>
        <w:drawing>
          <wp:anchor distT="0" distB="0" distL="114300" distR="114300" simplePos="0" relativeHeight="251659264" behindDoc="0" locked="0" layoutInCell="1" allowOverlap="1" wp14:anchorId="5D43A34D" wp14:editId="06DCB26B">
            <wp:simplePos x="0" y="0"/>
            <wp:positionH relativeFrom="column">
              <wp:posOffset>390525</wp:posOffset>
            </wp:positionH>
            <wp:positionV relativeFrom="paragraph">
              <wp:posOffset>1000125</wp:posOffset>
            </wp:positionV>
            <wp:extent cx="4856480" cy="2171700"/>
            <wp:effectExtent l="19050" t="0" r="1270" b="0"/>
            <wp:wrapNone/>
            <wp:docPr id="1" name="Picture 0" descr="2020-Summer-Camp-logo-cro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0-Summer-Camp-logo-croppe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648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B5667F" wp14:editId="7E7C432F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562850" cy="107442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0" cy="10744200"/>
                        </a:xfrm>
                        <a:prstGeom prst="rect">
                          <a:avLst/>
                        </a:prstGeom>
                        <a:blipFill dpi="0" rotWithShape="0">
                          <a:blip r:embed="rId6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884717" id="Rectangle 2" o:spid="_x0000_s1026" style="position:absolute;margin-left:-1in;margin-top:-1in;width:595.5pt;height:84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" stroked="f">
                <v:fill r:id="rId7" o:title="" recolor="t" type="frame"/>
              </v:rect>
            </w:pict>
          </mc:Fallback>
        </mc:AlternateContent>
      </w:r>
    </w:p>
    <w:sectPr w:rsidR="00443EC0" w:rsidSect="0018604F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66E21"/>
    <w:multiLevelType w:val="hybridMultilevel"/>
    <w:tmpl w:val="848ED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B5CDA"/>
    <w:multiLevelType w:val="hybridMultilevel"/>
    <w:tmpl w:val="A39033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1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EC0"/>
    <w:rsid w:val="0018604F"/>
    <w:rsid w:val="003D719B"/>
    <w:rsid w:val="00443EC0"/>
    <w:rsid w:val="0079279D"/>
    <w:rsid w:val="008C65E3"/>
    <w:rsid w:val="009A588C"/>
    <w:rsid w:val="00C579D5"/>
    <w:rsid w:val="00CD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27DA3"/>
  <w15:docId w15:val="{288E2565-9107-407A-8B1D-45DE0E89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6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0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60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camp%20flyer%20templates.zip\camp%20flyer%20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camp flyer 8</Template>
  <TotalTime>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2020-11-07T17:21:00Z</dcterms:created>
  <dcterms:modified xsi:type="dcterms:W3CDTF">2020-11-07T19:04:00Z</dcterms:modified>
</cp:coreProperties>
</file>